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D0946" w14:textId="77777777" w:rsidR="00976750" w:rsidRPr="00E67132" w:rsidRDefault="00425EB4" w:rsidP="00976750">
      <w:pPr>
        <w:jc w:val="both"/>
        <w:rPr>
          <w:rFonts w:ascii="Calibri" w:hAnsi="Calibri" w:cs="Calibri"/>
          <w:noProof/>
          <w:sz w:val="22"/>
          <w:szCs w:val="22"/>
          <w:lang w:val="ro-RO"/>
        </w:rPr>
      </w:pPr>
      <w:r w:rsidRPr="00E67132">
        <w:rPr>
          <w:rFonts w:ascii="Calibri" w:hAnsi="Calibri" w:cs="Calibri"/>
          <w:noProof/>
          <w:sz w:val="22"/>
          <w:szCs w:val="22"/>
          <w:lang w:val="ro-RO"/>
        </w:rPr>
        <w:t xml:space="preserve">Titlul manualului: </w:t>
      </w:r>
      <w:r w:rsidR="00976750" w:rsidRPr="00E67132">
        <w:rPr>
          <w:rFonts w:ascii="Calibri" w:hAnsi="Calibri" w:cs="Calibri"/>
          <w:noProof/>
          <w:sz w:val="22"/>
          <w:szCs w:val="22"/>
          <w:lang w:val="ro-RO"/>
        </w:rPr>
        <w:t>2014 – 2020</w:t>
      </w:r>
    </w:p>
    <w:p w14:paraId="7839A615" w14:textId="77777777" w:rsidR="00425EB4" w:rsidRPr="00E67132" w:rsidRDefault="00976750" w:rsidP="00976750">
      <w:pPr>
        <w:jc w:val="both"/>
        <w:rPr>
          <w:rFonts w:ascii="Calibri" w:hAnsi="Calibri" w:cs="Calibri"/>
          <w:noProof/>
          <w:sz w:val="22"/>
          <w:szCs w:val="22"/>
          <w:lang w:val="ro-RO"/>
        </w:rPr>
      </w:pPr>
      <w:r w:rsidRPr="00E67132">
        <w:rPr>
          <w:rFonts w:ascii="Calibri" w:hAnsi="Calibri" w:cs="Calibri"/>
          <w:noProof/>
          <w:sz w:val="22"/>
          <w:szCs w:val="22"/>
          <w:lang w:val="ro-RO"/>
        </w:rPr>
        <w:t>Manual de procedură pentru evaluarea  selectarea si cererilor de finanţare pentru proiecte aferente submăsurilor, măsurilor și schemelor de ajutor de stat sau de  minimis aferente PNDR 2014-2020</w:t>
      </w:r>
    </w:p>
    <w:p w14:paraId="56A563CC" w14:textId="77777777" w:rsidR="00040672" w:rsidRPr="00E67132" w:rsidRDefault="00040672" w:rsidP="00B827B3">
      <w:pPr>
        <w:jc w:val="both"/>
        <w:rPr>
          <w:rFonts w:ascii="Calibri" w:hAnsi="Calibri" w:cs="Calibri"/>
          <w:noProof/>
          <w:sz w:val="22"/>
          <w:szCs w:val="22"/>
          <w:lang w:val="ro-RO"/>
        </w:rPr>
      </w:pPr>
    </w:p>
    <w:p w14:paraId="21F25FCE" w14:textId="2B5385B1" w:rsidR="00425EB4" w:rsidRDefault="00425EB4" w:rsidP="00B827B3">
      <w:pPr>
        <w:jc w:val="both"/>
        <w:rPr>
          <w:rFonts w:ascii="Calibri" w:hAnsi="Calibri" w:cs="Calibri"/>
          <w:noProof/>
          <w:sz w:val="22"/>
          <w:szCs w:val="22"/>
          <w:lang w:val="ro-RO"/>
        </w:rPr>
      </w:pPr>
      <w:r w:rsidRPr="00E67132">
        <w:rPr>
          <w:rFonts w:ascii="Calibri" w:hAnsi="Calibri" w:cs="Calibri"/>
          <w:noProof/>
          <w:sz w:val="22"/>
          <w:szCs w:val="22"/>
          <w:lang w:val="ro-RO"/>
        </w:rPr>
        <w:t xml:space="preserve">Programul Naţional de Dezvoltare Rurală 2014 – 2020 </w:t>
      </w:r>
      <w:r w:rsidR="00BA0914" w:rsidRPr="00E67132">
        <w:rPr>
          <w:rFonts w:ascii="Calibri" w:hAnsi="Calibri" w:cs="Calibri"/>
          <w:noProof/>
          <w:sz w:val="22"/>
          <w:szCs w:val="22"/>
          <w:lang w:val="ro-RO"/>
        </w:rPr>
        <w:t xml:space="preserve"> pentru proiecte s.M - </w:t>
      </w:r>
      <w:r w:rsidRPr="00E67132">
        <w:rPr>
          <w:rFonts w:ascii="Calibri" w:hAnsi="Calibri" w:cs="Calibri"/>
          <w:bCs/>
          <w:noProof/>
          <w:sz w:val="22"/>
          <w:szCs w:val="22"/>
          <w:lang w:val="ro-RO"/>
        </w:rPr>
        <w:t>6.1</w:t>
      </w:r>
      <w:r w:rsidRPr="00E67132">
        <w:rPr>
          <w:rFonts w:ascii="Calibri" w:hAnsi="Calibri" w:cs="Calibri"/>
          <w:b/>
          <w:noProof/>
          <w:sz w:val="22"/>
          <w:szCs w:val="22"/>
          <w:lang w:val="ro-RO"/>
        </w:rPr>
        <w:t xml:space="preserve"> - </w:t>
      </w:r>
      <w:r w:rsidRPr="00E67132">
        <w:rPr>
          <w:rFonts w:ascii="Calibri" w:hAnsi="Calibri" w:cs="Calibri"/>
          <w:noProof/>
          <w:sz w:val="22"/>
          <w:szCs w:val="22"/>
          <w:lang w:val="ro-RO"/>
        </w:rPr>
        <w:t>Sprijin pentru instalarea tinerilor fermieri</w:t>
      </w:r>
    </w:p>
    <w:p w14:paraId="3E3CA993" w14:textId="77777777" w:rsidR="00B827B3" w:rsidRPr="00E67132" w:rsidRDefault="00B827B3" w:rsidP="00B827B3">
      <w:pPr>
        <w:jc w:val="both"/>
        <w:rPr>
          <w:rFonts w:ascii="Calibri" w:hAnsi="Calibri" w:cs="Calibri"/>
          <w:bCs/>
          <w:noProof/>
          <w:sz w:val="22"/>
          <w:szCs w:val="22"/>
          <w:lang w:val="ro-RO"/>
        </w:rPr>
      </w:pPr>
    </w:p>
    <w:p w14:paraId="6A521B61" w14:textId="77777777" w:rsidR="00425EB4" w:rsidRPr="00E67132" w:rsidRDefault="00425EB4" w:rsidP="00425EB4">
      <w:pPr>
        <w:jc w:val="both"/>
        <w:rPr>
          <w:rFonts w:ascii="Calibri" w:hAnsi="Calibri" w:cs="Calibri"/>
          <w:noProof/>
          <w:sz w:val="22"/>
          <w:szCs w:val="22"/>
          <w:lang w:val="ro-RO"/>
        </w:rPr>
      </w:pPr>
      <w:r w:rsidRPr="00E67132">
        <w:rPr>
          <w:rFonts w:ascii="Calibri" w:hAnsi="Calibri" w:cs="Calibri"/>
          <w:noProof/>
          <w:sz w:val="22"/>
          <w:szCs w:val="22"/>
          <w:lang w:val="ro-RO"/>
        </w:rPr>
        <w:t xml:space="preserve">Codul manualului: M 01-01 </w:t>
      </w:r>
    </w:p>
    <w:p w14:paraId="6AF14542" w14:textId="77777777" w:rsidR="00BA0914" w:rsidRPr="00E67132" w:rsidRDefault="00BA0914" w:rsidP="00425EB4">
      <w:pPr>
        <w:jc w:val="both"/>
        <w:rPr>
          <w:rFonts w:ascii="Calibri" w:hAnsi="Calibri" w:cs="Calibri"/>
          <w:noProof/>
          <w:sz w:val="22"/>
          <w:szCs w:val="22"/>
          <w:lang w:val="ro-RO"/>
        </w:rPr>
      </w:pPr>
    </w:p>
    <w:p w14:paraId="44FAD9D5" w14:textId="77777777" w:rsidR="00425EB4" w:rsidRPr="00E67132" w:rsidRDefault="00425EB4" w:rsidP="00425EB4">
      <w:pPr>
        <w:jc w:val="both"/>
        <w:rPr>
          <w:rFonts w:ascii="Calibri" w:hAnsi="Calibri" w:cs="Calibri"/>
          <w:noProof/>
          <w:sz w:val="22"/>
          <w:szCs w:val="22"/>
          <w:lang w:val="ro-RO"/>
        </w:rPr>
      </w:pPr>
      <w:r w:rsidRPr="00E67132">
        <w:rPr>
          <w:rFonts w:ascii="Calibri" w:hAnsi="Calibri" w:cs="Calibri"/>
          <w:noProof/>
          <w:sz w:val="22"/>
          <w:szCs w:val="22"/>
          <w:lang w:val="ro-RO"/>
        </w:rPr>
        <w:t>Stadiul elaborării manualului:</w:t>
      </w:r>
    </w:p>
    <w:tbl>
      <w:tblPr>
        <w:tblW w:w="8868" w:type="dxa"/>
        <w:tblLook w:val="01E0" w:firstRow="1" w:lastRow="1" w:firstColumn="1" w:lastColumn="1" w:noHBand="0" w:noVBand="0"/>
      </w:tblPr>
      <w:tblGrid>
        <w:gridCol w:w="1230"/>
        <w:gridCol w:w="1415"/>
        <w:gridCol w:w="946"/>
        <w:gridCol w:w="1425"/>
        <w:gridCol w:w="334"/>
        <w:gridCol w:w="1910"/>
        <w:gridCol w:w="960"/>
        <w:gridCol w:w="648"/>
      </w:tblGrid>
      <w:tr w:rsidR="00425EB4" w:rsidRPr="00E67132" w14:paraId="09E189FA" w14:textId="77777777" w:rsidTr="004B1AA8">
        <w:trPr>
          <w:gridAfter w:val="1"/>
          <w:wAfter w:w="648" w:type="dxa"/>
          <w:trHeight w:val="653"/>
        </w:trPr>
        <w:tc>
          <w:tcPr>
            <w:tcW w:w="2645" w:type="dxa"/>
            <w:gridSpan w:val="2"/>
            <w:vAlign w:val="center"/>
          </w:tcPr>
          <w:p w14:paraId="668386BC" w14:textId="6795A222" w:rsidR="00425EB4" w:rsidRPr="00E67132" w:rsidRDefault="003F177D" w:rsidP="00425EB4">
            <w:pPr>
              <w:jc w:val="center"/>
              <w:rPr>
                <w:rFonts w:ascii="Calibri" w:hAnsi="Calibri" w:cs="Calibri"/>
                <w:bCs/>
                <w:iCs/>
                <w:noProof/>
                <w:sz w:val="22"/>
                <w:szCs w:val="22"/>
                <w:lang w:val="ro-RO"/>
              </w:rPr>
            </w:pPr>
            <w:r w:rsidRPr="00E67132">
              <w:rPr>
                <w:rFonts w:ascii="Calibri" w:hAnsi="Calibri" w:cs="Calibri"/>
                <w:bCs/>
                <w:iCs/>
                <w:noProof/>
              </w:rPr>
              <w:object w:dxaOrig="1260" w:dyaOrig="510" w14:anchorId="0B506D78">
                <v:shape id="_x0000_i1028" type="#_x0000_t75" style="width:63.2pt;height:25.4pt" o:ole="">
                  <v:imagedata r:id="rId8" o:title=""/>
                </v:shape>
                <w:control r:id="rId9" w:name="OptionButton211" w:shapeid="_x0000_i1028"/>
              </w:object>
            </w:r>
            <w:r w:rsidR="00425EB4" w:rsidRPr="00E67132">
              <w:rPr>
                <w:rFonts w:ascii="Calibri" w:hAnsi="Calibri" w:cs="Calibri"/>
                <w:bCs/>
                <w:iCs/>
                <w:noProof/>
                <w:sz w:val="22"/>
                <w:szCs w:val="22"/>
                <w:lang w:val="ro-RO"/>
              </w:rPr>
              <w:t xml:space="preserve">         </w:t>
            </w:r>
          </w:p>
        </w:tc>
        <w:tc>
          <w:tcPr>
            <w:tcW w:w="2371" w:type="dxa"/>
            <w:gridSpan w:val="2"/>
            <w:vAlign w:val="center"/>
          </w:tcPr>
          <w:p w14:paraId="5ED4C9A4" w14:textId="77777777" w:rsidR="00425EB4" w:rsidRPr="00E67132" w:rsidRDefault="00C8195E" w:rsidP="00425EB4">
            <w:pPr>
              <w:jc w:val="center"/>
              <w:rPr>
                <w:rFonts w:ascii="Calibri" w:hAnsi="Calibri" w:cs="Calibri"/>
                <w:bCs/>
                <w:iCs/>
                <w:noProof/>
                <w:sz w:val="22"/>
                <w:szCs w:val="22"/>
                <w:lang w:val="ro-RO"/>
              </w:rPr>
            </w:pPr>
            <w:r w:rsidRPr="00E67132">
              <w:rPr>
                <w:rFonts w:ascii="Calibri" w:hAnsi="Calibri" w:cs="Calibri"/>
                <w:bCs/>
                <w:iCs/>
                <w:noProof/>
                <w:sz w:val="22"/>
                <w:szCs w:val="22"/>
              </w:rPr>
              <w:drawing>
                <wp:inline distT="0" distB="0" distL="0" distR="0" wp14:anchorId="27843EA1" wp14:editId="17637C82">
                  <wp:extent cx="209550" cy="276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76225"/>
                          </a:xfrm>
                          <a:prstGeom prst="rect">
                            <a:avLst/>
                          </a:prstGeom>
                          <a:noFill/>
                          <a:ln>
                            <a:noFill/>
                          </a:ln>
                        </pic:spPr>
                      </pic:pic>
                    </a:graphicData>
                  </a:graphic>
                </wp:inline>
              </w:drawing>
            </w:r>
            <w:r w:rsidR="00425EB4" w:rsidRPr="00E67132">
              <w:rPr>
                <w:rFonts w:ascii="Calibri" w:hAnsi="Calibri" w:cs="Calibri"/>
                <w:bCs/>
                <w:iCs/>
                <w:noProof/>
                <w:sz w:val="22"/>
                <w:szCs w:val="22"/>
                <w:lang w:val="ro-RO"/>
              </w:rPr>
              <w:t xml:space="preserve">   draft         </w:t>
            </w:r>
          </w:p>
        </w:tc>
        <w:tc>
          <w:tcPr>
            <w:tcW w:w="3204" w:type="dxa"/>
            <w:gridSpan w:val="3"/>
            <w:vAlign w:val="center"/>
          </w:tcPr>
          <w:p w14:paraId="24486F46" w14:textId="77777777" w:rsidR="00425EB4" w:rsidRPr="00E67132" w:rsidRDefault="00C8195E" w:rsidP="00425EB4">
            <w:pPr>
              <w:jc w:val="center"/>
              <w:rPr>
                <w:rFonts w:ascii="Calibri" w:hAnsi="Calibri" w:cs="Calibri"/>
                <w:bCs/>
                <w:iCs/>
                <w:noProof/>
                <w:sz w:val="22"/>
                <w:szCs w:val="22"/>
                <w:lang w:val="ro-RO"/>
              </w:rPr>
            </w:pPr>
            <w:r w:rsidRPr="00E67132">
              <w:rPr>
                <w:rFonts w:ascii="Calibri" w:hAnsi="Calibri" w:cs="Calibri"/>
                <w:bCs/>
                <w:iCs/>
                <w:noProof/>
                <w:sz w:val="22"/>
                <w:szCs w:val="22"/>
              </w:rPr>
              <w:drawing>
                <wp:inline distT="0" distB="0" distL="0" distR="0" wp14:anchorId="5EAC4EC8" wp14:editId="13573A68">
                  <wp:extent cx="1371600" cy="276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276225"/>
                          </a:xfrm>
                          <a:prstGeom prst="rect">
                            <a:avLst/>
                          </a:prstGeom>
                          <a:noFill/>
                          <a:ln>
                            <a:noFill/>
                          </a:ln>
                        </pic:spPr>
                      </pic:pic>
                    </a:graphicData>
                  </a:graphic>
                </wp:inline>
              </w:drawing>
            </w:r>
            <w:r w:rsidR="00425EB4" w:rsidRPr="00E67132">
              <w:rPr>
                <w:rFonts w:ascii="Calibri" w:hAnsi="Calibri" w:cs="Calibri"/>
                <w:bCs/>
                <w:iCs/>
                <w:noProof/>
                <w:sz w:val="22"/>
                <w:szCs w:val="22"/>
                <w:lang w:val="ro-RO"/>
              </w:rPr>
              <w:t xml:space="preserve">           </w:t>
            </w:r>
          </w:p>
        </w:tc>
      </w:tr>
      <w:tr w:rsidR="00425EB4" w:rsidRPr="00E67132" w14:paraId="20669E6A" w14:textId="77777777" w:rsidTr="004B1AA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30" w:type="dxa"/>
          </w:tcPr>
          <w:p w14:paraId="2C77027B"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Versiune</w:t>
            </w:r>
          </w:p>
        </w:tc>
        <w:tc>
          <w:tcPr>
            <w:tcW w:w="2361" w:type="dxa"/>
            <w:gridSpan w:val="2"/>
          </w:tcPr>
          <w:p w14:paraId="6CA6E72C"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Tipul actiunii elaborare procedura</w:t>
            </w:r>
          </w:p>
        </w:tc>
        <w:tc>
          <w:tcPr>
            <w:tcW w:w="1759" w:type="dxa"/>
            <w:gridSpan w:val="2"/>
          </w:tcPr>
          <w:p w14:paraId="59FF6F8E"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Nume şi prenume</w:t>
            </w:r>
          </w:p>
        </w:tc>
        <w:tc>
          <w:tcPr>
            <w:tcW w:w="1910" w:type="dxa"/>
          </w:tcPr>
          <w:p w14:paraId="37677C12"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Compartiment/ Functia</w:t>
            </w:r>
          </w:p>
        </w:tc>
        <w:tc>
          <w:tcPr>
            <w:tcW w:w="1608" w:type="dxa"/>
            <w:gridSpan w:val="2"/>
          </w:tcPr>
          <w:p w14:paraId="180F7E15"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Semnătura/</w:t>
            </w:r>
          </w:p>
          <w:p w14:paraId="2564A04E" w14:textId="77777777" w:rsidR="00425EB4" w:rsidRPr="00E67132" w:rsidRDefault="00425EB4" w:rsidP="00425EB4">
            <w:pPr>
              <w:jc w:val="center"/>
              <w:rPr>
                <w:rFonts w:ascii="Calibri" w:hAnsi="Calibri" w:cs="Calibri"/>
                <w:b/>
                <w:bCs/>
                <w:iCs/>
                <w:noProof/>
                <w:sz w:val="22"/>
                <w:szCs w:val="22"/>
                <w:lang w:val="ro-RO"/>
              </w:rPr>
            </w:pPr>
            <w:r w:rsidRPr="00E67132">
              <w:rPr>
                <w:rFonts w:ascii="Calibri" w:hAnsi="Calibri" w:cs="Calibri"/>
                <w:b/>
                <w:bCs/>
                <w:iCs/>
                <w:noProof/>
                <w:sz w:val="22"/>
                <w:szCs w:val="22"/>
                <w:lang w:val="ro-RO"/>
              </w:rPr>
              <w:t>Data</w:t>
            </w:r>
          </w:p>
        </w:tc>
      </w:tr>
      <w:tr w:rsidR="00CF2FA6" w:rsidRPr="00E67132" w14:paraId="570B79EA" w14:textId="77777777" w:rsidTr="00CF2F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9"/>
          <w:jc w:val="center"/>
        </w:trPr>
        <w:tc>
          <w:tcPr>
            <w:tcW w:w="1230" w:type="dxa"/>
            <w:vMerge w:val="restart"/>
          </w:tcPr>
          <w:p w14:paraId="1BD80654" w14:textId="77777777" w:rsidR="00CF2FA6" w:rsidRPr="00E67132" w:rsidRDefault="00CF2FA6" w:rsidP="005336DF">
            <w:pPr>
              <w:ind w:right="105"/>
              <w:rPr>
                <w:rFonts w:ascii="Calibri" w:hAnsi="Calibri" w:cs="Calibri"/>
                <w:b/>
                <w:bCs/>
                <w:iCs/>
                <w:noProof/>
                <w:sz w:val="22"/>
                <w:szCs w:val="22"/>
                <w:lang w:val="ro-RO"/>
              </w:rPr>
            </w:pPr>
          </w:p>
          <w:p w14:paraId="4977725F" w14:textId="77777777" w:rsidR="00CF2FA6" w:rsidRPr="00E67132" w:rsidRDefault="00CF2FA6" w:rsidP="005336DF">
            <w:pPr>
              <w:ind w:right="105"/>
              <w:rPr>
                <w:rFonts w:ascii="Calibri" w:hAnsi="Calibri" w:cs="Calibri"/>
                <w:b/>
                <w:bCs/>
                <w:iCs/>
                <w:noProof/>
                <w:sz w:val="22"/>
                <w:szCs w:val="22"/>
                <w:lang w:val="ro-RO"/>
              </w:rPr>
            </w:pPr>
          </w:p>
          <w:p w14:paraId="066B86A6" w14:textId="77777777" w:rsidR="00CF2FA6" w:rsidRPr="00E67132" w:rsidRDefault="00CF2FA6" w:rsidP="005336DF">
            <w:pPr>
              <w:ind w:right="105"/>
              <w:rPr>
                <w:rFonts w:ascii="Calibri" w:hAnsi="Calibri" w:cs="Calibri"/>
                <w:b/>
                <w:bCs/>
                <w:iCs/>
                <w:noProof/>
                <w:sz w:val="22"/>
                <w:szCs w:val="22"/>
                <w:lang w:val="ro-RO"/>
              </w:rPr>
            </w:pPr>
          </w:p>
          <w:p w14:paraId="66194380" w14:textId="77777777" w:rsidR="00CF2FA6" w:rsidRPr="00E67132" w:rsidRDefault="00CF2FA6" w:rsidP="005336DF">
            <w:pPr>
              <w:ind w:right="105"/>
              <w:rPr>
                <w:rFonts w:ascii="Calibri" w:hAnsi="Calibri" w:cs="Calibri"/>
                <w:b/>
                <w:bCs/>
                <w:iCs/>
                <w:noProof/>
                <w:sz w:val="22"/>
                <w:szCs w:val="22"/>
                <w:lang w:val="ro-RO"/>
              </w:rPr>
            </w:pPr>
          </w:p>
          <w:p w14:paraId="723F845A" w14:textId="77777777" w:rsidR="00CF2FA6" w:rsidRPr="00E67132" w:rsidRDefault="00CF2FA6" w:rsidP="005336DF">
            <w:pPr>
              <w:ind w:right="105"/>
              <w:rPr>
                <w:rFonts w:ascii="Calibri" w:hAnsi="Calibri" w:cs="Calibri"/>
                <w:b/>
                <w:bCs/>
                <w:iCs/>
                <w:noProof/>
                <w:sz w:val="22"/>
                <w:szCs w:val="22"/>
                <w:lang w:val="ro-RO"/>
              </w:rPr>
            </w:pPr>
          </w:p>
          <w:p w14:paraId="09C55E65" w14:textId="77777777" w:rsidR="00CF2FA6" w:rsidRPr="00E67132" w:rsidRDefault="00CF2FA6" w:rsidP="005336DF">
            <w:pPr>
              <w:ind w:right="105"/>
              <w:rPr>
                <w:rFonts w:ascii="Calibri" w:hAnsi="Calibri" w:cs="Calibri"/>
                <w:b/>
                <w:bCs/>
                <w:iCs/>
                <w:noProof/>
                <w:sz w:val="22"/>
                <w:szCs w:val="22"/>
                <w:lang w:val="ro-RO"/>
              </w:rPr>
            </w:pPr>
          </w:p>
          <w:p w14:paraId="73C2F92B" w14:textId="3E13BD27" w:rsidR="00CF2FA6" w:rsidRPr="00E67132" w:rsidRDefault="001275E7" w:rsidP="001275E7">
            <w:pPr>
              <w:ind w:right="105"/>
              <w:jc w:val="center"/>
              <w:rPr>
                <w:rFonts w:ascii="Calibri" w:hAnsi="Calibri" w:cs="Calibri"/>
                <w:b/>
                <w:bCs/>
                <w:iCs/>
                <w:noProof/>
                <w:sz w:val="22"/>
                <w:szCs w:val="22"/>
                <w:lang w:val="ro-RO"/>
              </w:rPr>
            </w:pPr>
            <w:r w:rsidRPr="00E67132">
              <w:rPr>
                <w:rFonts w:ascii="Calibri" w:hAnsi="Calibri" w:cs="Calibri"/>
                <w:b/>
                <w:bCs/>
                <w:iCs/>
                <w:noProof/>
                <w:sz w:val="22"/>
                <w:szCs w:val="22"/>
                <w:lang w:val="ro-RO"/>
              </w:rPr>
              <w:t>09</w:t>
            </w:r>
          </w:p>
        </w:tc>
        <w:tc>
          <w:tcPr>
            <w:tcW w:w="2361" w:type="dxa"/>
            <w:gridSpan w:val="2"/>
            <w:vMerge w:val="restart"/>
          </w:tcPr>
          <w:p w14:paraId="19DDD478" w14:textId="673B7F06" w:rsidR="00CF2FA6" w:rsidRPr="001C7674" w:rsidRDefault="00B827B3" w:rsidP="005336DF">
            <w:pPr>
              <w:ind w:right="105"/>
              <w:rPr>
                <w:rFonts w:ascii="Calibri" w:hAnsi="Calibri" w:cs="Calibri"/>
                <w:bCs/>
                <w:noProof/>
                <w:sz w:val="22"/>
                <w:szCs w:val="22"/>
                <w:lang w:val="ro-RO"/>
              </w:rPr>
            </w:pPr>
            <w:r w:rsidRPr="001C7674">
              <w:rPr>
                <w:rFonts w:ascii="Calibri" w:hAnsi="Calibri" w:cs="Calibri"/>
                <w:bCs/>
                <w:noProof/>
                <w:sz w:val="22"/>
                <w:szCs w:val="22"/>
                <w:lang w:val="ro-RO"/>
              </w:rPr>
              <w:t xml:space="preserve">Procedura modificata pentru </w:t>
            </w:r>
            <w:r w:rsidR="001C7674" w:rsidRPr="001C7674">
              <w:rPr>
                <w:rFonts w:ascii="Calibri" w:hAnsi="Calibri" w:cs="Calibri"/>
                <w:bCs/>
                <w:noProof/>
                <w:sz w:val="22"/>
                <w:szCs w:val="22"/>
                <w:lang w:val="ro-RO"/>
              </w:rPr>
              <w:t>solicitantii din diaspora</w:t>
            </w:r>
          </w:p>
          <w:p w14:paraId="6E2CBE28" w14:textId="77777777" w:rsidR="00CF2FA6" w:rsidRPr="00E67132" w:rsidRDefault="00CF2FA6" w:rsidP="005336DF">
            <w:pPr>
              <w:ind w:right="105"/>
              <w:rPr>
                <w:rFonts w:ascii="Calibri" w:hAnsi="Calibri" w:cs="Calibri"/>
                <w:b/>
                <w:bCs/>
                <w:noProof/>
                <w:sz w:val="22"/>
                <w:szCs w:val="22"/>
                <w:lang w:val="ro-RO"/>
              </w:rPr>
            </w:pPr>
          </w:p>
          <w:p w14:paraId="4587F812" w14:textId="77777777" w:rsidR="00CF2FA6" w:rsidRPr="00E67132" w:rsidRDefault="00CF2FA6" w:rsidP="005336DF">
            <w:pPr>
              <w:ind w:right="105"/>
              <w:rPr>
                <w:rFonts w:ascii="Calibri" w:hAnsi="Calibri" w:cs="Calibri"/>
                <w:b/>
                <w:bCs/>
                <w:noProof/>
                <w:sz w:val="22"/>
                <w:szCs w:val="22"/>
                <w:lang w:val="ro-RO"/>
              </w:rPr>
            </w:pPr>
          </w:p>
          <w:p w14:paraId="0C44A7FA" w14:textId="77777777" w:rsidR="00CF2FA6" w:rsidRPr="00E67132" w:rsidRDefault="00CF2FA6" w:rsidP="005336DF">
            <w:pPr>
              <w:ind w:right="105"/>
              <w:rPr>
                <w:rFonts w:ascii="Calibri" w:hAnsi="Calibri" w:cs="Calibri"/>
                <w:b/>
                <w:bCs/>
                <w:noProof/>
                <w:sz w:val="22"/>
                <w:szCs w:val="22"/>
                <w:lang w:val="ro-RO"/>
              </w:rPr>
            </w:pPr>
          </w:p>
          <w:p w14:paraId="40ECE8B4"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noProof/>
                <w:sz w:val="22"/>
                <w:szCs w:val="22"/>
                <w:lang w:val="ro-RO"/>
              </w:rPr>
              <w:t>Verificat</w:t>
            </w:r>
          </w:p>
        </w:tc>
        <w:tc>
          <w:tcPr>
            <w:tcW w:w="1759" w:type="dxa"/>
            <w:gridSpan w:val="2"/>
          </w:tcPr>
          <w:p w14:paraId="5BA814C9" w14:textId="77777777" w:rsidR="002F2E97"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 xml:space="preserve">Ioana Raluca SPRINCEANĂ </w:t>
            </w:r>
          </w:p>
          <w:p w14:paraId="5A32433A" w14:textId="77777777" w:rsidR="002F2E97" w:rsidRPr="00E67132" w:rsidRDefault="002F2E97" w:rsidP="005336DF">
            <w:pPr>
              <w:ind w:right="105"/>
              <w:rPr>
                <w:rFonts w:ascii="Calibri" w:hAnsi="Calibri" w:cs="Calibri"/>
                <w:b/>
                <w:bCs/>
                <w:iCs/>
                <w:noProof/>
                <w:sz w:val="22"/>
                <w:szCs w:val="22"/>
                <w:lang w:val="ro-RO"/>
              </w:rPr>
            </w:pPr>
            <w:r>
              <w:rPr>
                <w:rFonts w:ascii="Calibri" w:hAnsi="Calibri" w:cs="Calibri"/>
                <w:b/>
                <w:bCs/>
                <w:iCs/>
                <w:noProof/>
                <w:sz w:val="22"/>
                <w:szCs w:val="22"/>
                <w:lang w:val="ro-RO"/>
              </w:rPr>
              <w:t>Razvan CURTEANU</w:t>
            </w:r>
          </w:p>
        </w:tc>
        <w:tc>
          <w:tcPr>
            <w:tcW w:w="1910" w:type="dxa"/>
          </w:tcPr>
          <w:p w14:paraId="5549EA9A"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Consilier SP</w:t>
            </w:r>
          </w:p>
          <w:p w14:paraId="0FB9EA51" w14:textId="77777777" w:rsidR="00CF2FA6" w:rsidRPr="00E67132" w:rsidRDefault="00CF2FA6" w:rsidP="005336DF">
            <w:pPr>
              <w:ind w:right="105"/>
              <w:rPr>
                <w:rFonts w:ascii="Calibri" w:hAnsi="Calibri" w:cs="Calibri"/>
                <w:b/>
                <w:bCs/>
                <w:iCs/>
                <w:noProof/>
                <w:sz w:val="22"/>
                <w:szCs w:val="22"/>
                <w:lang w:val="ro-RO"/>
              </w:rPr>
            </w:pPr>
          </w:p>
          <w:p w14:paraId="6A5EED21" w14:textId="77777777" w:rsidR="002F2E97" w:rsidRPr="00E67132" w:rsidRDefault="002F2E97" w:rsidP="002F2E97">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Consilier SP</w:t>
            </w:r>
          </w:p>
          <w:p w14:paraId="56BC04AC" w14:textId="77777777" w:rsidR="00B86FE8" w:rsidRDefault="00B86FE8" w:rsidP="005336DF">
            <w:pPr>
              <w:ind w:right="105"/>
              <w:rPr>
                <w:rFonts w:ascii="Calibri" w:hAnsi="Calibri" w:cs="Calibri"/>
                <w:b/>
                <w:bCs/>
                <w:iCs/>
                <w:noProof/>
                <w:sz w:val="22"/>
                <w:szCs w:val="22"/>
                <w:lang w:val="ro-RO"/>
              </w:rPr>
            </w:pPr>
          </w:p>
          <w:p w14:paraId="060C13BA" w14:textId="77777777" w:rsidR="002F2E97" w:rsidRPr="00E67132" w:rsidRDefault="002F2E97" w:rsidP="005336DF">
            <w:pPr>
              <w:ind w:right="105"/>
              <w:rPr>
                <w:rFonts w:ascii="Calibri" w:hAnsi="Calibri" w:cs="Calibri"/>
                <w:b/>
                <w:bCs/>
                <w:iCs/>
                <w:noProof/>
                <w:sz w:val="22"/>
                <w:szCs w:val="22"/>
                <w:lang w:val="ro-RO"/>
              </w:rPr>
            </w:pPr>
          </w:p>
        </w:tc>
        <w:tc>
          <w:tcPr>
            <w:tcW w:w="1608" w:type="dxa"/>
            <w:gridSpan w:val="2"/>
          </w:tcPr>
          <w:p w14:paraId="185D86DD" w14:textId="77777777" w:rsidR="00CF2FA6" w:rsidRPr="00E67132" w:rsidRDefault="00CF2FA6" w:rsidP="005336DF">
            <w:pPr>
              <w:ind w:right="105"/>
              <w:rPr>
                <w:rFonts w:ascii="Calibri" w:hAnsi="Calibri" w:cs="Calibri"/>
                <w:b/>
                <w:bCs/>
                <w:iCs/>
                <w:noProof/>
                <w:sz w:val="22"/>
                <w:szCs w:val="22"/>
                <w:lang w:val="ro-RO"/>
              </w:rPr>
            </w:pPr>
          </w:p>
        </w:tc>
      </w:tr>
      <w:tr w:rsidR="00CF2FA6" w:rsidRPr="00E67132" w14:paraId="2B38B06C" w14:textId="77777777" w:rsidTr="00CF2F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5"/>
          <w:jc w:val="center"/>
        </w:trPr>
        <w:tc>
          <w:tcPr>
            <w:tcW w:w="1230" w:type="dxa"/>
            <w:vMerge/>
          </w:tcPr>
          <w:p w14:paraId="6E50F799" w14:textId="77777777" w:rsidR="00CF2FA6" w:rsidRPr="00E67132" w:rsidRDefault="00CF2FA6" w:rsidP="005336DF">
            <w:pPr>
              <w:ind w:right="105"/>
              <w:rPr>
                <w:rFonts w:ascii="Calibri" w:hAnsi="Calibri" w:cs="Calibri"/>
                <w:b/>
                <w:bCs/>
                <w:iCs/>
                <w:noProof/>
                <w:sz w:val="22"/>
                <w:szCs w:val="22"/>
                <w:lang w:val="ro-RO"/>
              </w:rPr>
            </w:pPr>
          </w:p>
        </w:tc>
        <w:tc>
          <w:tcPr>
            <w:tcW w:w="2361" w:type="dxa"/>
            <w:gridSpan w:val="2"/>
            <w:vMerge/>
          </w:tcPr>
          <w:p w14:paraId="33379082" w14:textId="77777777" w:rsidR="00CF2FA6" w:rsidRPr="00E67132" w:rsidRDefault="00CF2FA6" w:rsidP="005336DF">
            <w:pPr>
              <w:ind w:right="105"/>
              <w:rPr>
                <w:rFonts w:ascii="Calibri" w:hAnsi="Calibri" w:cs="Calibri"/>
                <w:b/>
                <w:bCs/>
                <w:noProof/>
                <w:sz w:val="22"/>
                <w:szCs w:val="22"/>
                <w:lang w:val="ro-RO"/>
              </w:rPr>
            </w:pPr>
          </w:p>
        </w:tc>
        <w:tc>
          <w:tcPr>
            <w:tcW w:w="1759" w:type="dxa"/>
            <w:gridSpan w:val="2"/>
          </w:tcPr>
          <w:p w14:paraId="75AFA2AA"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 xml:space="preserve">Monica Adina POPESCU </w:t>
            </w:r>
          </w:p>
        </w:tc>
        <w:tc>
          <w:tcPr>
            <w:tcW w:w="1910" w:type="dxa"/>
          </w:tcPr>
          <w:p w14:paraId="6E0052FC" w14:textId="77777777" w:rsidR="00CF2FA6" w:rsidRPr="00E67132" w:rsidRDefault="00965781"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 xml:space="preserve">Consilier </w:t>
            </w:r>
            <w:r w:rsidR="00CF2FA6" w:rsidRPr="00E67132">
              <w:rPr>
                <w:rFonts w:ascii="Calibri" w:hAnsi="Calibri" w:cs="Calibri"/>
                <w:b/>
                <w:bCs/>
                <w:iCs/>
                <w:noProof/>
                <w:sz w:val="22"/>
                <w:szCs w:val="22"/>
                <w:lang w:val="ro-RO"/>
              </w:rPr>
              <w:t xml:space="preserve"> SP</w:t>
            </w:r>
          </w:p>
          <w:p w14:paraId="1D7C77DF" w14:textId="77777777" w:rsidR="00CF2FA6" w:rsidRPr="00E67132" w:rsidRDefault="00CF2FA6" w:rsidP="005336DF">
            <w:pPr>
              <w:ind w:right="105"/>
              <w:rPr>
                <w:rFonts w:ascii="Calibri" w:hAnsi="Calibri" w:cs="Calibri"/>
                <w:b/>
                <w:bCs/>
                <w:iCs/>
                <w:noProof/>
                <w:sz w:val="22"/>
                <w:szCs w:val="22"/>
                <w:lang w:val="ro-RO"/>
              </w:rPr>
            </w:pPr>
          </w:p>
        </w:tc>
        <w:tc>
          <w:tcPr>
            <w:tcW w:w="1608" w:type="dxa"/>
            <w:gridSpan w:val="2"/>
          </w:tcPr>
          <w:p w14:paraId="4B0F7642" w14:textId="77777777" w:rsidR="00CF2FA6" w:rsidRPr="00E67132" w:rsidRDefault="00CF2FA6" w:rsidP="005336DF">
            <w:pPr>
              <w:ind w:right="105"/>
              <w:rPr>
                <w:rFonts w:ascii="Calibri" w:hAnsi="Calibri" w:cs="Calibri"/>
                <w:b/>
                <w:bCs/>
                <w:iCs/>
                <w:noProof/>
                <w:sz w:val="22"/>
                <w:szCs w:val="22"/>
                <w:lang w:val="ro-RO"/>
              </w:rPr>
            </w:pPr>
          </w:p>
        </w:tc>
      </w:tr>
      <w:tr w:rsidR="00CF2FA6" w:rsidRPr="00E67132" w14:paraId="021E2878" w14:textId="77777777" w:rsidTr="005336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jc w:val="center"/>
        </w:trPr>
        <w:tc>
          <w:tcPr>
            <w:tcW w:w="1230" w:type="dxa"/>
            <w:vMerge/>
          </w:tcPr>
          <w:p w14:paraId="38D4EF09" w14:textId="77777777" w:rsidR="00CF2FA6" w:rsidRPr="00E67132" w:rsidRDefault="00CF2FA6" w:rsidP="005336DF">
            <w:pPr>
              <w:ind w:right="105"/>
              <w:rPr>
                <w:rFonts w:ascii="Calibri" w:hAnsi="Calibri" w:cs="Calibri"/>
                <w:b/>
                <w:bCs/>
                <w:iCs/>
                <w:noProof/>
                <w:sz w:val="22"/>
                <w:szCs w:val="22"/>
                <w:lang w:val="ro-RO"/>
              </w:rPr>
            </w:pPr>
          </w:p>
        </w:tc>
        <w:tc>
          <w:tcPr>
            <w:tcW w:w="2361" w:type="dxa"/>
            <w:gridSpan w:val="2"/>
            <w:vMerge/>
          </w:tcPr>
          <w:p w14:paraId="5BE2F0E7" w14:textId="77777777" w:rsidR="00CF2FA6" w:rsidRPr="00E67132" w:rsidRDefault="00CF2FA6" w:rsidP="005336DF">
            <w:pPr>
              <w:ind w:right="105"/>
              <w:rPr>
                <w:rFonts w:ascii="Calibri" w:hAnsi="Calibri" w:cs="Calibri"/>
                <w:b/>
                <w:bCs/>
                <w:noProof/>
                <w:sz w:val="22"/>
                <w:szCs w:val="22"/>
                <w:lang w:val="ro-RO"/>
              </w:rPr>
            </w:pPr>
          </w:p>
        </w:tc>
        <w:tc>
          <w:tcPr>
            <w:tcW w:w="1759" w:type="dxa"/>
            <w:gridSpan w:val="2"/>
          </w:tcPr>
          <w:p w14:paraId="2C40B672"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Ilona DAN</w:t>
            </w:r>
          </w:p>
          <w:p w14:paraId="49A3F5CD" w14:textId="77777777" w:rsidR="00CF2FA6" w:rsidRPr="00E67132" w:rsidRDefault="00CF2FA6" w:rsidP="00C74806">
            <w:pPr>
              <w:ind w:right="105"/>
              <w:rPr>
                <w:rFonts w:ascii="Calibri" w:hAnsi="Calibri" w:cs="Calibri"/>
                <w:b/>
                <w:bCs/>
                <w:iCs/>
                <w:noProof/>
                <w:sz w:val="22"/>
                <w:szCs w:val="22"/>
                <w:lang w:val="ro-RO"/>
              </w:rPr>
            </w:pPr>
          </w:p>
        </w:tc>
        <w:tc>
          <w:tcPr>
            <w:tcW w:w="1910" w:type="dxa"/>
          </w:tcPr>
          <w:p w14:paraId="321990C4"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Sef Serviciu</w:t>
            </w:r>
          </w:p>
          <w:p w14:paraId="19D37A22" w14:textId="77777777" w:rsidR="00CF2FA6" w:rsidRPr="00E67132" w:rsidRDefault="00CF2FA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DAF- SP</w:t>
            </w:r>
          </w:p>
          <w:p w14:paraId="61013667" w14:textId="77777777" w:rsidR="00CF2FA6" w:rsidRPr="00E67132" w:rsidRDefault="00CF2FA6" w:rsidP="005336DF">
            <w:pPr>
              <w:ind w:right="105"/>
              <w:rPr>
                <w:rFonts w:ascii="Calibri" w:hAnsi="Calibri" w:cs="Calibri"/>
                <w:b/>
                <w:bCs/>
                <w:iCs/>
                <w:noProof/>
                <w:sz w:val="22"/>
                <w:szCs w:val="22"/>
                <w:lang w:val="ro-RO"/>
              </w:rPr>
            </w:pPr>
          </w:p>
        </w:tc>
        <w:tc>
          <w:tcPr>
            <w:tcW w:w="1608" w:type="dxa"/>
            <w:gridSpan w:val="2"/>
          </w:tcPr>
          <w:p w14:paraId="0690F546" w14:textId="77777777" w:rsidR="00CF2FA6" w:rsidRPr="00E67132" w:rsidRDefault="00CF2FA6" w:rsidP="005336DF">
            <w:pPr>
              <w:ind w:right="105"/>
              <w:rPr>
                <w:rFonts w:ascii="Calibri" w:hAnsi="Calibri" w:cs="Calibri"/>
                <w:b/>
                <w:bCs/>
                <w:iCs/>
                <w:noProof/>
                <w:sz w:val="22"/>
                <w:szCs w:val="22"/>
                <w:lang w:val="ro-RO"/>
              </w:rPr>
            </w:pPr>
          </w:p>
        </w:tc>
      </w:tr>
      <w:tr w:rsidR="005336DF" w:rsidRPr="00E67132" w14:paraId="37E6525C" w14:textId="77777777" w:rsidTr="005336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1"/>
          <w:jc w:val="center"/>
        </w:trPr>
        <w:tc>
          <w:tcPr>
            <w:tcW w:w="1230" w:type="dxa"/>
            <w:vMerge/>
          </w:tcPr>
          <w:p w14:paraId="5A03333F" w14:textId="77777777" w:rsidR="005336DF" w:rsidRPr="00E67132" w:rsidRDefault="005336DF" w:rsidP="005336DF">
            <w:pPr>
              <w:ind w:right="105"/>
              <w:rPr>
                <w:rFonts w:ascii="Calibri" w:hAnsi="Calibri" w:cs="Calibri"/>
                <w:b/>
                <w:bCs/>
                <w:iCs/>
                <w:noProof/>
                <w:sz w:val="22"/>
                <w:szCs w:val="22"/>
                <w:lang w:val="ro-RO"/>
              </w:rPr>
            </w:pPr>
          </w:p>
        </w:tc>
        <w:tc>
          <w:tcPr>
            <w:tcW w:w="2361" w:type="dxa"/>
            <w:gridSpan w:val="2"/>
          </w:tcPr>
          <w:p w14:paraId="47D1E5CF" w14:textId="77777777" w:rsidR="005336DF" w:rsidRPr="00E67132" w:rsidRDefault="005336DF"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Verificat</w:t>
            </w:r>
          </w:p>
          <w:p w14:paraId="5A6A1296" w14:textId="77777777" w:rsidR="005336DF" w:rsidRPr="00E67132" w:rsidRDefault="005336DF" w:rsidP="005336DF">
            <w:pPr>
              <w:ind w:right="105"/>
              <w:rPr>
                <w:rFonts w:ascii="Calibri" w:hAnsi="Calibri" w:cs="Calibri"/>
                <w:b/>
                <w:bCs/>
                <w:noProof/>
                <w:sz w:val="22"/>
                <w:szCs w:val="22"/>
                <w:lang w:val="ro-RO"/>
              </w:rPr>
            </w:pPr>
          </w:p>
        </w:tc>
        <w:tc>
          <w:tcPr>
            <w:tcW w:w="1759" w:type="dxa"/>
            <w:gridSpan w:val="2"/>
          </w:tcPr>
          <w:p w14:paraId="3257DCE9" w14:textId="77777777" w:rsidR="00C74806" w:rsidRPr="00E67132" w:rsidRDefault="00C74806"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Cati DOBRE</w:t>
            </w:r>
          </w:p>
          <w:p w14:paraId="6FC29701" w14:textId="77777777" w:rsidR="005336DF" w:rsidRPr="00E67132" w:rsidRDefault="005336DF" w:rsidP="005336DF">
            <w:pPr>
              <w:ind w:right="105"/>
              <w:rPr>
                <w:rFonts w:ascii="Calibri" w:hAnsi="Calibri" w:cs="Calibri"/>
                <w:b/>
                <w:bCs/>
                <w:iCs/>
                <w:noProof/>
                <w:sz w:val="22"/>
                <w:szCs w:val="22"/>
                <w:lang w:val="ro-RO"/>
              </w:rPr>
            </w:pPr>
          </w:p>
          <w:p w14:paraId="172802B1" w14:textId="77777777" w:rsidR="005336DF" w:rsidRPr="00E67132" w:rsidRDefault="005336DF"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 xml:space="preserve">            </w:t>
            </w:r>
          </w:p>
          <w:p w14:paraId="74FC078E" w14:textId="77777777" w:rsidR="005336DF" w:rsidRPr="00E67132" w:rsidRDefault="005336DF" w:rsidP="005336DF">
            <w:pPr>
              <w:ind w:right="105"/>
              <w:rPr>
                <w:rFonts w:ascii="Calibri" w:hAnsi="Calibri" w:cs="Calibri"/>
                <w:b/>
                <w:bCs/>
                <w:iCs/>
                <w:noProof/>
                <w:sz w:val="22"/>
                <w:szCs w:val="22"/>
                <w:lang w:val="ro-RO"/>
              </w:rPr>
            </w:pPr>
          </w:p>
        </w:tc>
        <w:tc>
          <w:tcPr>
            <w:tcW w:w="1910" w:type="dxa"/>
          </w:tcPr>
          <w:p w14:paraId="03BAC8D4" w14:textId="77777777" w:rsidR="005336DF" w:rsidRPr="00E67132" w:rsidRDefault="005336DF"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Director DAF</w:t>
            </w:r>
          </w:p>
          <w:p w14:paraId="2FB71268" w14:textId="77777777" w:rsidR="005336DF" w:rsidRPr="00E67132" w:rsidRDefault="005336DF" w:rsidP="005336DF">
            <w:pPr>
              <w:ind w:right="105"/>
              <w:rPr>
                <w:rFonts w:ascii="Calibri" w:hAnsi="Calibri" w:cs="Calibri"/>
                <w:b/>
                <w:bCs/>
                <w:iCs/>
                <w:noProof/>
                <w:sz w:val="22"/>
                <w:szCs w:val="22"/>
                <w:lang w:val="ro-RO"/>
              </w:rPr>
            </w:pPr>
          </w:p>
        </w:tc>
        <w:tc>
          <w:tcPr>
            <w:tcW w:w="1608" w:type="dxa"/>
            <w:gridSpan w:val="2"/>
          </w:tcPr>
          <w:p w14:paraId="1D49EBC3" w14:textId="77777777" w:rsidR="005336DF" w:rsidRPr="00E67132" w:rsidRDefault="005336DF" w:rsidP="005336DF">
            <w:pPr>
              <w:ind w:right="105"/>
              <w:rPr>
                <w:rFonts w:ascii="Calibri" w:hAnsi="Calibri" w:cs="Calibri"/>
                <w:b/>
                <w:bCs/>
                <w:iCs/>
                <w:noProof/>
                <w:sz w:val="22"/>
                <w:szCs w:val="22"/>
                <w:lang w:val="ro-RO"/>
              </w:rPr>
            </w:pPr>
          </w:p>
        </w:tc>
      </w:tr>
      <w:tr w:rsidR="005336DF" w:rsidRPr="00E67132" w14:paraId="209A42B7" w14:textId="77777777" w:rsidTr="005336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6"/>
          <w:jc w:val="center"/>
        </w:trPr>
        <w:tc>
          <w:tcPr>
            <w:tcW w:w="1230" w:type="dxa"/>
            <w:vMerge/>
          </w:tcPr>
          <w:p w14:paraId="19F267F2" w14:textId="77777777" w:rsidR="005336DF" w:rsidRPr="00E67132" w:rsidRDefault="005336DF" w:rsidP="005336DF">
            <w:pPr>
              <w:ind w:right="105"/>
              <w:rPr>
                <w:rFonts w:ascii="Calibri" w:hAnsi="Calibri" w:cs="Calibri"/>
                <w:b/>
                <w:bCs/>
                <w:iCs/>
                <w:noProof/>
                <w:sz w:val="22"/>
                <w:szCs w:val="22"/>
                <w:lang w:val="ro-RO"/>
              </w:rPr>
            </w:pPr>
          </w:p>
        </w:tc>
        <w:tc>
          <w:tcPr>
            <w:tcW w:w="2361" w:type="dxa"/>
            <w:gridSpan w:val="2"/>
          </w:tcPr>
          <w:p w14:paraId="038A5E33" w14:textId="77777777" w:rsidR="005336DF" w:rsidRPr="00E67132" w:rsidRDefault="005336DF" w:rsidP="005336DF">
            <w:pPr>
              <w:ind w:right="105"/>
              <w:rPr>
                <w:rFonts w:ascii="Calibri" w:hAnsi="Calibri" w:cs="Calibri"/>
                <w:b/>
                <w:bCs/>
                <w:noProof/>
                <w:sz w:val="22"/>
                <w:szCs w:val="22"/>
                <w:lang w:val="ro-RO"/>
              </w:rPr>
            </w:pPr>
            <w:r w:rsidRPr="00E67132">
              <w:rPr>
                <w:rFonts w:ascii="Calibri" w:hAnsi="Calibri" w:cs="Calibri"/>
                <w:b/>
                <w:bCs/>
                <w:iCs/>
                <w:noProof/>
                <w:sz w:val="22"/>
                <w:szCs w:val="22"/>
                <w:lang w:val="ro-RO"/>
              </w:rPr>
              <w:t>Avizat</w:t>
            </w:r>
          </w:p>
        </w:tc>
        <w:tc>
          <w:tcPr>
            <w:tcW w:w="1759" w:type="dxa"/>
            <w:gridSpan w:val="2"/>
          </w:tcPr>
          <w:p w14:paraId="6E4C6F3D" w14:textId="77777777" w:rsidR="007159C2" w:rsidRPr="00E67132" w:rsidRDefault="007159C2"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Stelică-Claudiu COADĂ</w:t>
            </w:r>
          </w:p>
        </w:tc>
        <w:tc>
          <w:tcPr>
            <w:tcW w:w="1910" w:type="dxa"/>
          </w:tcPr>
          <w:p w14:paraId="05547784" w14:textId="77777777" w:rsidR="005336DF" w:rsidRPr="00E67132" w:rsidRDefault="005336DF"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Director DGAAFPD</w:t>
            </w:r>
          </w:p>
          <w:p w14:paraId="1479BC47" w14:textId="77777777" w:rsidR="00CF2FA6" w:rsidRPr="00E67132" w:rsidRDefault="00CF2FA6" w:rsidP="005336DF">
            <w:pPr>
              <w:ind w:right="105"/>
              <w:rPr>
                <w:rFonts w:ascii="Calibri" w:hAnsi="Calibri" w:cs="Calibri"/>
                <w:b/>
                <w:bCs/>
                <w:iCs/>
                <w:noProof/>
                <w:sz w:val="22"/>
                <w:szCs w:val="22"/>
                <w:lang w:val="ro-RO"/>
              </w:rPr>
            </w:pPr>
          </w:p>
        </w:tc>
        <w:tc>
          <w:tcPr>
            <w:tcW w:w="1608" w:type="dxa"/>
            <w:gridSpan w:val="2"/>
          </w:tcPr>
          <w:p w14:paraId="1D38A18C" w14:textId="77777777" w:rsidR="005336DF" w:rsidRPr="00E67132" w:rsidRDefault="005336DF" w:rsidP="005336DF">
            <w:pPr>
              <w:ind w:right="105"/>
              <w:rPr>
                <w:rFonts w:ascii="Calibri" w:hAnsi="Calibri" w:cs="Calibri"/>
                <w:b/>
                <w:bCs/>
                <w:iCs/>
                <w:noProof/>
                <w:sz w:val="22"/>
                <w:szCs w:val="22"/>
                <w:lang w:val="ro-RO"/>
              </w:rPr>
            </w:pPr>
          </w:p>
        </w:tc>
      </w:tr>
      <w:tr w:rsidR="005336DF" w:rsidRPr="00E67132" w14:paraId="0615C537" w14:textId="77777777" w:rsidTr="005336D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jc w:val="center"/>
        </w:trPr>
        <w:tc>
          <w:tcPr>
            <w:tcW w:w="1230" w:type="dxa"/>
            <w:vMerge/>
          </w:tcPr>
          <w:p w14:paraId="58FE2B90" w14:textId="77777777" w:rsidR="005336DF" w:rsidRPr="00E67132" w:rsidRDefault="005336DF" w:rsidP="005336DF">
            <w:pPr>
              <w:ind w:right="105"/>
              <w:rPr>
                <w:rFonts w:ascii="Calibri" w:hAnsi="Calibri" w:cs="Calibri"/>
                <w:b/>
                <w:bCs/>
                <w:iCs/>
                <w:noProof/>
                <w:sz w:val="22"/>
                <w:szCs w:val="22"/>
                <w:lang w:val="ro-RO"/>
              </w:rPr>
            </w:pPr>
          </w:p>
        </w:tc>
        <w:tc>
          <w:tcPr>
            <w:tcW w:w="2361" w:type="dxa"/>
            <w:gridSpan w:val="2"/>
          </w:tcPr>
          <w:p w14:paraId="29DA1F49" w14:textId="77777777" w:rsidR="005336DF" w:rsidRPr="00E67132" w:rsidRDefault="005336DF" w:rsidP="005336DF">
            <w:pPr>
              <w:ind w:right="105"/>
              <w:rPr>
                <w:rFonts w:ascii="Calibri" w:hAnsi="Calibri" w:cs="Calibri"/>
                <w:b/>
                <w:bCs/>
                <w:noProof/>
                <w:sz w:val="22"/>
                <w:szCs w:val="22"/>
                <w:lang w:val="ro-RO"/>
              </w:rPr>
            </w:pPr>
            <w:r w:rsidRPr="00E67132">
              <w:rPr>
                <w:rFonts w:ascii="Calibri" w:hAnsi="Calibri" w:cs="Calibri"/>
                <w:b/>
                <w:bCs/>
                <w:iCs/>
                <w:noProof/>
                <w:sz w:val="22"/>
                <w:szCs w:val="22"/>
                <w:lang w:val="ro-RO"/>
              </w:rPr>
              <w:t>Aprobat</w:t>
            </w:r>
          </w:p>
        </w:tc>
        <w:tc>
          <w:tcPr>
            <w:tcW w:w="1759" w:type="dxa"/>
            <w:gridSpan w:val="2"/>
          </w:tcPr>
          <w:p w14:paraId="2FEF038B" w14:textId="77777777" w:rsidR="00C74806" w:rsidRPr="00E67132" w:rsidRDefault="00F67BCF" w:rsidP="00C74806">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 xml:space="preserve"> </w:t>
            </w:r>
            <w:r w:rsidR="00C74806" w:rsidRPr="00E67132">
              <w:rPr>
                <w:rFonts w:ascii="Calibri" w:hAnsi="Calibri" w:cs="Calibri"/>
                <w:b/>
                <w:bCs/>
                <w:iCs/>
                <w:noProof/>
                <w:sz w:val="22"/>
                <w:szCs w:val="22"/>
                <w:lang w:val="ro-RO"/>
              </w:rPr>
              <w:t>Mihai-Liviu MORAR</w:t>
            </w:r>
            <w:r w:rsidR="007870FF" w:rsidRPr="00E67132">
              <w:rPr>
                <w:rFonts w:ascii="Calibri" w:hAnsi="Calibri" w:cs="Calibri"/>
                <w:b/>
                <w:bCs/>
                <w:iCs/>
                <w:noProof/>
                <w:sz w:val="22"/>
                <w:szCs w:val="22"/>
                <w:lang w:val="ro-RO"/>
              </w:rPr>
              <w:t>U</w:t>
            </w:r>
          </w:p>
          <w:p w14:paraId="7F67C508" w14:textId="77777777" w:rsidR="00F930EC" w:rsidRPr="00E67132" w:rsidRDefault="00F930EC" w:rsidP="00C74806">
            <w:pPr>
              <w:ind w:right="105"/>
              <w:rPr>
                <w:rFonts w:ascii="Calibri" w:hAnsi="Calibri" w:cs="Calibri"/>
                <w:b/>
                <w:bCs/>
                <w:iCs/>
                <w:noProof/>
                <w:sz w:val="22"/>
                <w:szCs w:val="22"/>
                <w:lang w:val="ro-RO"/>
              </w:rPr>
            </w:pPr>
          </w:p>
        </w:tc>
        <w:tc>
          <w:tcPr>
            <w:tcW w:w="1910" w:type="dxa"/>
          </w:tcPr>
          <w:p w14:paraId="4AFEC66E" w14:textId="77777777" w:rsidR="005336DF" w:rsidRPr="00E67132" w:rsidRDefault="005336DF" w:rsidP="005336DF">
            <w:pPr>
              <w:ind w:right="105"/>
              <w:rPr>
                <w:rFonts w:ascii="Calibri" w:hAnsi="Calibri" w:cs="Calibri"/>
                <w:b/>
                <w:bCs/>
                <w:iCs/>
                <w:noProof/>
                <w:sz w:val="22"/>
                <w:szCs w:val="22"/>
                <w:lang w:val="ro-RO"/>
              </w:rPr>
            </w:pPr>
            <w:r w:rsidRPr="00E67132">
              <w:rPr>
                <w:rFonts w:ascii="Calibri" w:hAnsi="Calibri" w:cs="Calibri"/>
                <w:b/>
                <w:bCs/>
                <w:iCs/>
                <w:noProof/>
                <w:sz w:val="22"/>
                <w:szCs w:val="22"/>
                <w:lang w:val="ro-RO"/>
              </w:rPr>
              <w:t>Director General       AFIR</w:t>
            </w:r>
          </w:p>
        </w:tc>
        <w:tc>
          <w:tcPr>
            <w:tcW w:w="1608" w:type="dxa"/>
            <w:gridSpan w:val="2"/>
          </w:tcPr>
          <w:p w14:paraId="2B0F53FC" w14:textId="77777777" w:rsidR="005336DF" w:rsidRPr="00E67132" w:rsidRDefault="005336DF" w:rsidP="005336DF">
            <w:pPr>
              <w:ind w:right="105"/>
              <w:rPr>
                <w:rFonts w:ascii="Calibri" w:hAnsi="Calibri" w:cs="Calibri"/>
                <w:b/>
                <w:bCs/>
                <w:iCs/>
                <w:noProof/>
                <w:sz w:val="22"/>
                <w:szCs w:val="22"/>
                <w:lang w:val="ro-RO"/>
              </w:rPr>
            </w:pPr>
          </w:p>
        </w:tc>
      </w:tr>
    </w:tbl>
    <w:p w14:paraId="0C3B7A38" w14:textId="77777777" w:rsidR="00AF0145" w:rsidRPr="00E67132" w:rsidRDefault="00AF0145" w:rsidP="00425EB4">
      <w:pPr>
        <w:ind w:right="105"/>
        <w:rPr>
          <w:rFonts w:ascii="Calibri" w:hAnsi="Calibri" w:cs="Calibri"/>
          <w:b/>
          <w:bCs/>
          <w:noProof/>
          <w:sz w:val="22"/>
          <w:szCs w:val="22"/>
          <w:lang w:val="ro-RO"/>
        </w:rPr>
      </w:pPr>
    </w:p>
    <w:p w14:paraId="60CC6266" w14:textId="77777777" w:rsidR="00425EB4" w:rsidRPr="00E67132" w:rsidRDefault="00425EB4" w:rsidP="00425EB4">
      <w:pPr>
        <w:ind w:left="105" w:right="105"/>
        <w:jc w:val="center"/>
        <w:rPr>
          <w:rFonts w:ascii="Calibri" w:hAnsi="Calibri" w:cs="Calibri"/>
          <w:b/>
          <w:bCs/>
          <w:noProof/>
          <w:sz w:val="22"/>
          <w:szCs w:val="22"/>
          <w:lang w:val="ro-RO"/>
        </w:rPr>
      </w:pPr>
      <w:r w:rsidRPr="00E67132">
        <w:rPr>
          <w:rFonts w:ascii="Calibri" w:hAnsi="Calibri" w:cs="Calibri"/>
          <w:b/>
          <w:bCs/>
          <w:noProof/>
          <w:sz w:val="22"/>
          <w:szCs w:val="22"/>
          <w:lang w:val="ro-RO"/>
        </w:rPr>
        <w:t>Evidenta difuzarii:</w:t>
      </w:r>
    </w:p>
    <w:p w14:paraId="1BE7DBC4" w14:textId="77777777" w:rsidR="00425EB4" w:rsidRPr="00E67132" w:rsidRDefault="00425EB4" w:rsidP="00425EB4">
      <w:pPr>
        <w:ind w:left="105" w:right="105"/>
        <w:jc w:val="center"/>
        <w:rPr>
          <w:rFonts w:ascii="Calibri" w:hAnsi="Calibri" w:cs="Calibri"/>
          <w:b/>
          <w:bCs/>
          <w:noProof/>
          <w:sz w:val="22"/>
          <w:szCs w:val="22"/>
          <w:lang w:val="ro-RO"/>
        </w:rPr>
      </w:pPr>
    </w:p>
    <w:tbl>
      <w:tblPr>
        <w:tblW w:w="4985" w:type="pct"/>
        <w:jc w:val="center"/>
        <w:tblCellMar>
          <w:left w:w="0" w:type="dxa"/>
          <w:right w:w="0" w:type="dxa"/>
        </w:tblCellMar>
        <w:tblLook w:val="04A0" w:firstRow="1" w:lastRow="0" w:firstColumn="1" w:lastColumn="0" w:noHBand="0" w:noVBand="1"/>
      </w:tblPr>
      <w:tblGrid>
        <w:gridCol w:w="717"/>
        <w:gridCol w:w="938"/>
        <w:gridCol w:w="1744"/>
        <w:gridCol w:w="1559"/>
        <w:gridCol w:w="1652"/>
        <w:gridCol w:w="1384"/>
        <w:gridCol w:w="1619"/>
      </w:tblGrid>
      <w:tr w:rsidR="00425EB4" w:rsidRPr="00E67132" w14:paraId="6ED7AE76" w14:textId="77777777" w:rsidTr="004B1AA8">
        <w:trPr>
          <w:cantSplit/>
          <w:trHeight w:val="200"/>
          <w:jc w:val="center"/>
        </w:trPr>
        <w:tc>
          <w:tcPr>
            <w:tcW w:w="373"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8E6B995"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Nr. Crt.</w:t>
            </w:r>
          </w:p>
        </w:tc>
        <w:tc>
          <w:tcPr>
            <w:tcW w:w="488"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6A58A1"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 xml:space="preserve">Copie nr. </w:t>
            </w:r>
          </w:p>
        </w:tc>
        <w:tc>
          <w:tcPr>
            <w:tcW w:w="2577"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8D6E79D"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 xml:space="preserve">Predare </w:t>
            </w:r>
          </w:p>
        </w:tc>
        <w:tc>
          <w:tcPr>
            <w:tcW w:w="156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78044AE"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Primire</w:t>
            </w:r>
          </w:p>
        </w:tc>
      </w:tr>
      <w:tr w:rsidR="00425EB4" w:rsidRPr="00E67132" w14:paraId="28187391" w14:textId="77777777" w:rsidTr="004B1AA8">
        <w:trPr>
          <w:cantSplit/>
          <w:trHeight w:val="420"/>
          <w:jc w:val="center"/>
        </w:trPr>
        <w:tc>
          <w:tcPr>
            <w:tcW w:w="0" w:type="auto"/>
            <w:vMerge/>
            <w:tcBorders>
              <w:top w:val="single" w:sz="8" w:space="0" w:color="auto"/>
              <w:left w:val="single" w:sz="8" w:space="0" w:color="auto"/>
              <w:bottom w:val="single" w:sz="8" w:space="0" w:color="auto"/>
              <w:right w:val="single" w:sz="8" w:space="0" w:color="auto"/>
            </w:tcBorders>
            <w:vAlign w:val="center"/>
          </w:tcPr>
          <w:p w14:paraId="634CCA3E" w14:textId="77777777" w:rsidR="00425EB4" w:rsidRPr="00E67132" w:rsidRDefault="00425EB4" w:rsidP="00425EB4">
            <w:pPr>
              <w:rPr>
                <w:rFonts w:ascii="Calibri" w:eastAsia="Calibri" w:hAnsi="Calibri" w:cs="Calibri"/>
                <w:noProof/>
                <w:sz w:val="22"/>
                <w:szCs w:val="22"/>
                <w:lang w:val="ro-RO"/>
              </w:rPr>
            </w:pPr>
          </w:p>
        </w:tc>
        <w:tc>
          <w:tcPr>
            <w:tcW w:w="488" w:type="pct"/>
            <w:vMerge/>
            <w:tcBorders>
              <w:top w:val="single" w:sz="8" w:space="0" w:color="auto"/>
              <w:left w:val="nil"/>
              <w:bottom w:val="single" w:sz="8" w:space="0" w:color="auto"/>
              <w:right w:val="single" w:sz="8" w:space="0" w:color="auto"/>
            </w:tcBorders>
            <w:vAlign w:val="center"/>
          </w:tcPr>
          <w:p w14:paraId="13F7A396" w14:textId="77777777" w:rsidR="00425EB4" w:rsidRPr="00E67132" w:rsidRDefault="00425EB4" w:rsidP="00425EB4">
            <w:pPr>
              <w:rPr>
                <w:rFonts w:ascii="Calibri" w:eastAsia="Calibri" w:hAnsi="Calibri" w:cs="Calibri"/>
                <w:noProof/>
                <w:sz w:val="22"/>
                <w:szCs w:val="22"/>
                <w:lang w:val="ro-RO"/>
              </w:rPr>
            </w:pPr>
          </w:p>
        </w:tc>
        <w:tc>
          <w:tcPr>
            <w:tcW w:w="907" w:type="pct"/>
            <w:tcBorders>
              <w:top w:val="nil"/>
              <w:left w:val="nil"/>
              <w:bottom w:val="single" w:sz="8" w:space="0" w:color="auto"/>
              <w:right w:val="single" w:sz="8" w:space="0" w:color="auto"/>
            </w:tcBorders>
            <w:tcMar>
              <w:top w:w="0" w:type="dxa"/>
              <w:left w:w="108" w:type="dxa"/>
              <w:bottom w:w="0" w:type="dxa"/>
              <w:right w:w="108" w:type="dxa"/>
            </w:tcMar>
            <w:vAlign w:val="center"/>
          </w:tcPr>
          <w:p w14:paraId="1E4B7D06"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Persoana</w:t>
            </w:r>
          </w:p>
        </w:tc>
        <w:tc>
          <w:tcPr>
            <w:tcW w:w="8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1080640"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Data</w:t>
            </w:r>
          </w:p>
        </w:tc>
        <w:tc>
          <w:tcPr>
            <w:tcW w:w="859" w:type="pct"/>
            <w:tcBorders>
              <w:top w:val="nil"/>
              <w:left w:val="nil"/>
              <w:bottom w:val="single" w:sz="8" w:space="0" w:color="auto"/>
              <w:right w:val="single" w:sz="8" w:space="0" w:color="auto"/>
            </w:tcBorders>
            <w:tcMar>
              <w:top w:w="0" w:type="dxa"/>
              <w:left w:w="108" w:type="dxa"/>
              <w:bottom w:w="0" w:type="dxa"/>
              <w:right w:w="108" w:type="dxa"/>
            </w:tcMar>
            <w:vAlign w:val="center"/>
          </w:tcPr>
          <w:p w14:paraId="3BE4B27F"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 xml:space="preserve">Semnatura </w:t>
            </w:r>
          </w:p>
        </w:tc>
        <w:tc>
          <w:tcPr>
            <w:tcW w:w="720" w:type="pct"/>
            <w:tcBorders>
              <w:top w:val="nil"/>
              <w:left w:val="nil"/>
              <w:bottom w:val="single" w:sz="8" w:space="0" w:color="auto"/>
              <w:right w:val="single" w:sz="8" w:space="0" w:color="auto"/>
            </w:tcBorders>
            <w:tcMar>
              <w:top w:w="0" w:type="dxa"/>
              <w:left w:w="108" w:type="dxa"/>
              <w:bottom w:w="0" w:type="dxa"/>
              <w:right w:w="108" w:type="dxa"/>
            </w:tcMar>
            <w:vAlign w:val="center"/>
          </w:tcPr>
          <w:p w14:paraId="4FA08588"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Data</w:t>
            </w:r>
          </w:p>
        </w:tc>
        <w:tc>
          <w:tcPr>
            <w:tcW w:w="842" w:type="pct"/>
            <w:tcBorders>
              <w:top w:val="nil"/>
              <w:left w:val="nil"/>
              <w:bottom w:val="single" w:sz="8" w:space="0" w:color="auto"/>
              <w:right w:val="single" w:sz="8" w:space="0" w:color="auto"/>
            </w:tcBorders>
            <w:tcMar>
              <w:top w:w="0" w:type="dxa"/>
              <w:left w:w="108" w:type="dxa"/>
              <w:bottom w:w="0" w:type="dxa"/>
              <w:right w:w="108" w:type="dxa"/>
            </w:tcMar>
            <w:vAlign w:val="center"/>
          </w:tcPr>
          <w:p w14:paraId="5C2F929D" w14:textId="77777777" w:rsidR="00425EB4" w:rsidRPr="00E67132" w:rsidRDefault="00425EB4" w:rsidP="00425EB4">
            <w:pPr>
              <w:jc w:val="center"/>
              <w:rPr>
                <w:rFonts w:ascii="Calibri" w:eastAsia="Calibri" w:hAnsi="Calibri" w:cs="Calibri"/>
                <w:noProof/>
                <w:sz w:val="22"/>
                <w:szCs w:val="22"/>
                <w:lang w:val="ro-RO"/>
              </w:rPr>
            </w:pPr>
            <w:r w:rsidRPr="00E67132">
              <w:rPr>
                <w:rFonts w:ascii="Calibri" w:hAnsi="Calibri" w:cs="Calibri"/>
                <w:noProof/>
                <w:sz w:val="22"/>
                <w:szCs w:val="22"/>
                <w:lang w:val="ro-RO"/>
              </w:rPr>
              <w:t xml:space="preserve">Semnatura </w:t>
            </w:r>
          </w:p>
        </w:tc>
      </w:tr>
      <w:tr w:rsidR="00425EB4" w:rsidRPr="00E67132" w14:paraId="6E17EFA0" w14:textId="77777777" w:rsidTr="004B1AA8">
        <w:trPr>
          <w:cantSplit/>
          <w:trHeight w:val="553"/>
          <w:jc w:val="center"/>
        </w:trPr>
        <w:tc>
          <w:tcPr>
            <w:tcW w:w="373"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4D16560B" w14:textId="77777777" w:rsidR="00425EB4" w:rsidRPr="00E67132" w:rsidRDefault="00425EB4" w:rsidP="00A41E82">
            <w:pPr>
              <w:numPr>
                <w:ilvl w:val="0"/>
                <w:numId w:val="10"/>
              </w:numPr>
              <w:rPr>
                <w:rFonts w:ascii="Calibri" w:eastAsia="Calibri" w:hAnsi="Calibri" w:cs="Calibri"/>
                <w:noProof/>
                <w:sz w:val="22"/>
                <w:szCs w:val="22"/>
                <w:lang w:val="ro-RO"/>
              </w:rPr>
            </w:pPr>
          </w:p>
        </w:tc>
        <w:tc>
          <w:tcPr>
            <w:tcW w:w="488" w:type="pct"/>
            <w:tcBorders>
              <w:top w:val="nil"/>
              <w:left w:val="nil"/>
              <w:bottom w:val="single" w:sz="4" w:space="0" w:color="auto"/>
              <w:right w:val="single" w:sz="8" w:space="0" w:color="auto"/>
            </w:tcBorders>
            <w:tcMar>
              <w:top w:w="0" w:type="dxa"/>
              <w:left w:w="108" w:type="dxa"/>
              <w:bottom w:w="0" w:type="dxa"/>
              <w:right w:w="108" w:type="dxa"/>
            </w:tcMar>
            <w:vAlign w:val="center"/>
          </w:tcPr>
          <w:p w14:paraId="6CEFD210" w14:textId="77777777" w:rsidR="00425EB4" w:rsidRPr="00E67132" w:rsidRDefault="00425EB4" w:rsidP="00425EB4">
            <w:pPr>
              <w:rPr>
                <w:rFonts w:ascii="Calibri" w:hAnsi="Calibri" w:cs="Calibri"/>
                <w:noProof/>
                <w:sz w:val="22"/>
                <w:szCs w:val="22"/>
                <w:lang w:val="ro-RO"/>
              </w:rPr>
            </w:pPr>
          </w:p>
        </w:tc>
        <w:tc>
          <w:tcPr>
            <w:tcW w:w="907" w:type="pct"/>
            <w:tcBorders>
              <w:top w:val="nil"/>
              <w:left w:val="nil"/>
              <w:bottom w:val="single" w:sz="4" w:space="0" w:color="auto"/>
              <w:right w:val="single" w:sz="8" w:space="0" w:color="auto"/>
            </w:tcBorders>
            <w:tcMar>
              <w:top w:w="0" w:type="dxa"/>
              <w:left w:w="108" w:type="dxa"/>
              <w:bottom w:w="0" w:type="dxa"/>
              <w:right w:w="108" w:type="dxa"/>
            </w:tcMar>
            <w:vAlign w:val="center"/>
          </w:tcPr>
          <w:p w14:paraId="475AA97F" w14:textId="77777777" w:rsidR="00425EB4" w:rsidRPr="00E67132" w:rsidRDefault="00425EB4" w:rsidP="00425EB4">
            <w:pPr>
              <w:rPr>
                <w:rFonts w:ascii="Calibri" w:hAnsi="Calibri" w:cs="Calibri"/>
                <w:noProof/>
                <w:sz w:val="22"/>
                <w:szCs w:val="22"/>
                <w:lang w:val="ro-RO"/>
              </w:rPr>
            </w:pPr>
          </w:p>
        </w:tc>
        <w:tc>
          <w:tcPr>
            <w:tcW w:w="811" w:type="pct"/>
            <w:tcBorders>
              <w:top w:val="nil"/>
              <w:left w:val="nil"/>
              <w:bottom w:val="single" w:sz="4" w:space="0" w:color="auto"/>
              <w:right w:val="single" w:sz="8" w:space="0" w:color="auto"/>
            </w:tcBorders>
            <w:tcMar>
              <w:top w:w="0" w:type="dxa"/>
              <w:left w:w="108" w:type="dxa"/>
              <w:bottom w:w="0" w:type="dxa"/>
              <w:right w:w="108" w:type="dxa"/>
            </w:tcMar>
          </w:tcPr>
          <w:p w14:paraId="7C25465F" w14:textId="77777777" w:rsidR="00425EB4" w:rsidRPr="00E67132" w:rsidRDefault="00425EB4" w:rsidP="00425EB4">
            <w:pPr>
              <w:rPr>
                <w:rFonts w:ascii="Calibri" w:hAnsi="Calibri" w:cs="Calibri"/>
                <w:noProof/>
                <w:sz w:val="22"/>
                <w:szCs w:val="22"/>
                <w:lang w:val="ro-RO"/>
              </w:rPr>
            </w:pPr>
          </w:p>
        </w:tc>
        <w:tc>
          <w:tcPr>
            <w:tcW w:w="859" w:type="pct"/>
            <w:tcBorders>
              <w:top w:val="nil"/>
              <w:left w:val="nil"/>
              <w:bottom w:val="single" w:sz="4" w:space="0" w:color="auto"/>
              <w:right w:val="single" w:sz="8" w:space="0" w:color="auto"/>
            </w:tcBorders>
            <w:tcMar>
              <w:top w:w="0" w:type="dxa"/>
              <w:left w:w="108" w:type="dxa"/>
              <w:bottom w:w="0" w:type="dxa"/>
              <w:right w:w="108" w:type="dxa"/>
            </w:tcMar>
            <w:vAlign w:val="center"/>
          </w:tcPr>
          <w:p w14:paraId="3D09B787" w14:textId="77777777" w:rsidR="00425EB4" w:rsidRPr="00E67132" w:rsidRDefault="00425EB4" w:rsidP="00425EB4">
            <w:pPr>
              <w:rPr>
                <w:rFonts w:ascii="Calibri" w:eastAsia="Calibri" w:hAnsi="Calibri" w:cs="Calibri"/>
                <w:noProof/>
                <w:sz w:val="22"/>
                <w:szCs w:val="22"/>
                <w:lang w:val="ro-RO"/>
              </w:rPr>
            </w:pPr>
          </w:p>
        </w:tc>
        <w:tc>
          <w:tcPr>
            <w:tcW w:w="720" w:type="pct"/>
            <w:tcBorders>
              <w:top w:val="nil"/>
              <w:left w:val="nil"/>
              <w:bottom w:val="single" w:sz="4" w:space="0" w:color="auto"/>
              <w:right w:val="single" w:sz="8" w:space="0" w:color="auto"/>
            </w:tcBorders>
            <w:tcMar>
              <w:top w:w="0" w:type="dxa"/>
              <w:left w:w="108" w:type="dxa"/>
              <w:bottom w:w="0" w:type="dxa"/>
              <w:right w:w="108" w:type="dxa"/>
            </w:tcMar>
            <w:vAlign w:val="center"/>
          </w:tcPr>
          <w:p w14:paraId="38D28A30" w14:textId="77777777" w:rsidR="00425EB4" w:rsidRPr="00E67132" w:rsidRDefault="00425EB4" w:rsidP="00425EB4">
            <w:pPr>
              <w:rPr>
                <w:rFonts w:ascii="Calibri" w:eastAsia="Calibri" w:hAnsi="Calibri" w:cs="Calibri"/>
                <w:noProof/>
                <w:sz w:val="22"/>
                <w:szCs w:val="22"/>
                <w:lang w:val="ro-RO"/>
              </w:rPr>
            </w:pPr>
          </w:p>
        </w:tc>
        <w:tc>
          <w:tcPr>
            <w:tcW w:w="842" w:type="pct"/>
            <w:tcBorders>
              <w:top w:val="nil"/>
              <w:left w:val="nil"/>
              <w:bottom w:val="single" w:sz="4" w:space="0" w:color="auto"/>
              <w:right w:val="single" w:sz="8" w:space="0" w:color="auto"/>
            </w:tcBorders>
            <w:tcMar>
              <w:top w:w="0" w:type="dxa"/>
              <w:left w:w="108" w:type="dxa"/>
              <w:bottom w:w="0" w:type="dxa"/>
              <w:right w:w="108" w:type="dxa"/>
            </w:tcMar>
            <w:vAlign w:val="center"/>
          </w:tcPr>
          <w:p w14:paraId="000C2C9B" w14:textId="77777777" w:rsidR="00425EB4" w:rsidRPr="00E67132" w:rsidRDefault="00425EB4" w:rsidP="00425EB4">
            <w:pPr>
              <w:rPr>
                <w:rFonts w:ascii="Calibri" w:eastAsia="Calibri" w:hAnsi="Calibri" w:cs="Calibri"/>
                <w:noProof/>
                <w:sz w:val="22"/>
                <w:szCs w:val="22"/>
                <w:lang w:val="ro-RO"/>
              </w:rPr>
            </w:pPr>
          </w:p>
        </w:tc>
      </w:tr>
      <w:tr w:rsidR="00425EB4" w:rsidRPr="00E67132" w14:paraId="596F847C" w14:textId="77777777" w:rsidTr="004B1AA8">
        <w:trPr>
          <w:cantSplit/>
          <w:trHeight w:val="554"/>
          <w:jc w:val="center"/>
        </w:trPr>
        <w:tc>
          <w:tcPr>
            <w:tcW w:w="3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50CB9B" w14:textId="77777777" w:rsidR="00425EB4" w:rsidRPr="00E67132" w:rsidRDefault="00425EB4" w:rsidP="00A41E82">
            <w:pPr>
              <w:numPr>
                <w:ilvl w:val="0"/>
                <w:numId w:val="10"/>
              </w:numPr>
              <w:rPr>
                <w:rFonts w:ascii="Calibri" w:eastAsia="Calibri" w:hAnsi="Calibri" w:cs="Calibri"/>
                <w:noProof/>
                <w:sz w:val="22"/>
                <w:szCs w:val="22"/>
                <w:lang w:val="ro-RO"/>
              </w:rPr>
            </w:pPr>
          </w:p>
        </w:tc>
        <w:tc>
          <w:tcPr>
            <w:tcW w:w="4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9FD1F2" w14:textId="77777777" w:rsidR="00425EB4" w:rsidRPr="00E67132" w:rsidRDefault="00425EB4" w:rsidP="00425EB4">
            <w:pPr>
              <w:rPr>
                <w:rFonts w:ascii="Calibri" w:hAnsi="Calibri" w:cs="Calibri"/>
                <w:noProof/>
                <w:sz w:val="22"/>
                <w:szCs w:val="22"/>
                <w:lang w:val="ro-RO"/>
              </w:rPr>
            </w:pPr>
          </w:p>
        </w:tc>
        <w:tc>
          <w:tcPr>
            <w:tcW w:w="9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462C8C" w14:textId="77777777" w:rsidR="00425EB4" w:rsidRPr="00E67132" w:rsidRDefault="00425EB4" w:rsidP="00425EB4">
            <w:pPr>
              <w:rPr>
                <w:rFonts w:ascii="Calibri" w:hAnsi="Calibri" w:cs="Calibri"/>
                <w:noProof/>
                <w:sz w:val="22"/>
                <w:szCs w:val="22"/>
                <w:lang w:val="ro-RO"/>
              </w:rPr>
            </w:pPr>
          </w:p>
        </w:tc>
        <w:tc>
          <w:tcPr>
            <w:tcW w:w="8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7C575" w14:textId="77777777" w:rsidR="00425EB4" w:rsidRPr="00E67132" w:rsidRDefault="00425EB4" w:rsidP="00425EB4">
            <w:pPr>
              <w:rPr>
                <w:rFonts w:ascii="Calibri" w:hAnsi="Calibri" w:cs="Calibri"/>
                <w:noProof/>
                <w:sz w:val="22"/>
                <w:szCs w:val="22"/>
                <w:lang w:val="ro-RO"/>
              </w:rPr>
            </w:pPr>
          </w:p>
        </w:tc>
        <w:tc>
          <w:tcPr>
            <w:tcW w:w="8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CF0819" w14:textId="77777777" w:rsidR="00425EB4" w:rsidRPr="00E67132" w:rsidRDefault="00425EB4" w:rsidP="00425EB4">
            <w:pPr>
              <w:rPr>
                <w:rFonts w:ascii="Calibri" w:eastAsia="Calibri" w:hAnsi="Calibri" w:cs="Calibri"/>
                <w:noProof/>
                <w:sz w:val="22"/>
                <w:szCs w:val="22"/>
                <w:lang w:val="ro-RO"/>
              </w:rPr>
            </w:pPr>
          </w:p>
        </w:tc>
        <w:tc>
          <w:tcPr>
            <w:tcW w:w="7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7684D1" w14:textId="77777777" w:rsidR="00425EB4" w:rsidRPr="00E67132" w:rsidRDefault="00425EB4" w:rsidP="00425EB4">
            <w:pPr>
              <w:rPr>
                <w:rFonts w:ascii="Calibri" w:eastAsia="Calibri" w:hAnsi="Calibri" w:cs="Calibri"/>
                <w:noProof/>
                <w:sz w:val="22"/>
                <w:szCs w:val="22"/>
                <w:lang w:val="ro-RO"/>
              </w:rPr>
            </w:pPr>
          </w:p>
        </w:tc>
        <w:tc>
          <w:tcPr>
            <w:tcW w:w="8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D228AE" w14:textId="77777777" w:rsidR="00425EB4" w:rsidRPr="00E67132" w:rsidRDefault="00425EB4" w:rsidP="00425EB4">
            <w:pPr>
              <w:rPr>
                <w:rFonts w:ascii="Calibri" w:eastAsia="Calibri" w:hAnsi="Calibri" w:cs="Calibri"/>
                <w:noProof/>
                <w:sz w:val="22"/>
                <w:szCs w:val="22"/>
                <w:lang w:val="ro-RO"/>
              </w:rPr>
            </w:pPr>
          </w:p>
        </w:tc>
      </w:tr>
      <w:tr w:rsidR="00425EB4" w:rsidRPr="00E67132" w14:paraId="172C43F5" w14:textId="77777777" w:rsidTr="004B1AA8">
        <w:trPr>
          <w:cantSplit/>
          <w:trHeight w:val="554"/>
          <w:jc w:val="center"/>
        </w:trPr>
        <w:tc>
          <w:tcPr>
            <w:tcW w:w="3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3A6AC1" w14:textId="77777777" w:rsidR="00425EB4" w:rsidRPr="00E67132" w:rsidRDefault="00425EB4" w:rsidP="00A41E82">
            <w:pPr>
              <w:numPr>
                <w:ilvl w:val="0"/>
                <w:numId w:val="10"/>
              </w:numPr>
              <w:rPr>
                <w:rFonts w:ascii="Calibri" w:eastAsia="Calibri" w:hAnsi="Calibri" w:cs="Calibri"/>
                <w:noProof/>
                <w:sz w:val="22"/>
                <w:szCs w:val="22"/>
                <w:lang w:val="ro-RO"/>
              </w:rPr>
            </w:pPr>
          </w:p>
        </w:tc>
        <w:tc>
          <w:tcPr>
            <w:tcW w:w="4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E428F" w14:textId="77777777" w:rsidR="00425EB4" w:rsidRPr="00E67132" w:rsidRDefault="00425EB4" w:rsidP="00425EB4">
            <w:pPr>
              <w:rPr>
                <w:rFonts w:ascii="Calibri" w:hAnsi="Calibri" w:cs="Calibri"/>
                <w:noProof/>
                <w:sz w:val="22"/>
                <w:szCs w:val="22"/>
                <w:lang w:val="ro-RO"/>
              </w:rPr>
            </w:pPr>
          </w:p>
        </w:tc>
        <w:tc>
          <w:tcPr>
            <w:tcW w:w="9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EC369F" w14:textId="77777777" w:rsidR="00425EB4" w:rsidRPr="00E67132" w:rsidRDefault="00425EB4" w:rsidP="00425EB4">
            <w:pPr>
              <w:rPr>
                <w:rFonts w:ascii="Calibri" w:hAnsi="Calibri" w:cs="Calibri"/>
                <w:noProof/>
                <w:sz w:val="22"/>
                <w:szCs w:val="22"/>
                <w:lang w:val="ro-RO"/>
              </w:rPr>
            </w:pPr>
          </w:p>
        </w:tc>
        <w:tc>
          <w:tcPr>
            <w:tcW w:w="8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F86753" w14:textId="77777777" w:rsidR="00425EB4" w:rsidRPr="00E67132" w:rsidRDefault="00425EB4" w:rsidP="00425EB4">
            <w:pPr>
              <w:rPr>
                <w:rFonts w:ascii="Calibri" w:hAnsi="Calibri" w:cs="Calibri"/>
                <w:noProof/>
                <w:sz w:val="22"/>
                <w:szCs w:val="22"/>
                <w:lang w:val="ro-RO"/>
              </w:rPr>
            </w:pPr>
          </w:p>
        </w:tc>
        <w:tc>
          <w:tcPr>
            <w:tcW w:w="8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A0B4C5" w14:textId="77777777" w:rsidR="00425EB4" w:rsidRPr="00E67132" w:rsidRDefault="00425EB4" w:rsidP="00425EB4">
            <w:pPr>
              <w:rPr>
                <w:rFonts w:ascii="Calibri" w:eastAsia="Calibri" w:hAnsi="Calibri" w:cs="Calibri"/>
                <w:noProof/>
                <w:sz w:val="22"/>
                <w:szCs w:val="22"/>
                <w:lang w:val="ro-RO"/>
              </w:rPr>
            </w:pPr>
          </w:p>
        </w:tc>
        <w:tc>
          <w:tcPr>
            <w:tcW w:w="72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43A656" w14:textId="77777777" w:rsidR="00425EB4" w:rsidRPr="00E67132" w:rsidRDefault="00425EB4" w:rsidP="00425EB4">
            <w:pPr>
              <w:rPr>
                <w:rFonts w:ascii="Calibri" w:eastAsia="Calibri" w:hAnsi="Calibri" w:cs="Calibri"/>
                <w:noProof/>
                <w:sz w:val="22"/>
                <w:szCs w:val="22"/>
                <w:lang w:val="ro-RO"/>
              </w:rPr>
            </w:pPr>
          </w:p>
        </w:tc>
        <w:tc>
          <w:tcPr>
            <w:tcW w:w="8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50F0A2" w14:textId="77777777" w:rsidR="00425EB4" w:rsidRPr="00E67132" w:rsidRDefault="00425EB4" w:rsidP="00425EB4">
            <w:pPr>
              <w:rPr>
                <w:rFonts w:ascii="Calibri" w:eastAsia="Calibri" w:hAnsi="Calibri" w:cs="Calibri"/>
                <w:noProof/>
                <w:sz w:val="22"/>
                <w:szCs w:val="22"/>
                <w:lang w:val="ro-RO"/>
              </w:rPr>
            </w:pPr>
          </w:p>
        </w:tc>
      </w:tr>
    </w:tbl>
    <w:p w14:paraId="7FCA6178" w14:textId="39063B13" w:rsidR="0016083C" w:rsidRDefault="0016083C" w:rsidP="00FE14F6">
      <w:pPr>
        <w:pStyle w:val="BodyText3"/>
        <w:jc w:val="left"/>
        <w:rPr>
          <w:rFonts w:ascii="Calibri" w:hAnsi="Calibri" w:cs="Calibri"/>
          <w:noProof/>
          <w:sz w:val="22"/>
          <w:szCs w:val="22"/>
          <w:lang w:val="ro-RO"/>
        </w:rPr>
      </w:pPr>
      <w:r w:rsidRPr="00E67132">
        <w:rPr>
          <w:rFonts w:ascii="Calibri" w:hAnsi="Calibri" w:cs="Calibri"/>
          <w:noProof/>
          <w:sz w:val="22"/>
          <w:szCs w:val="22"/>
          <w:lang w:val="ro-RO"/>
        </w:rPr>
        <w:t>E 1.2   FIȘA DE EVALUARE  GENERALĂ A PROIECTULUI</w:t>
      </w:r>
    </w:p>
    <w:p w14:paraId="3F152411" w14:textId="77777777" w:rsidR="00F67B45" w:rsidRPr="00E67132" w:rsidRDefault="00F67B45" w:rsidP="00FE14F6">
      <w:pPr>
        <w:pStyle w:val="BodyText3"/>
        <w:jc w:val="left"/>
        <w:rPr>
          <w:rFonts w:ascii="Calibri" w:hAnsi="Calibri" w:cs="Calibri"/>
          <w:noProof/>
          <w:sz w:val="22"/>
          <w:szCs w:val="22"/>
          <w:lang w:val="ro-RO"/>
        </w:rPr>
      </w:pPr>
    </w:p>
    <w:p w14:paraId="120A36C7" w14:textId="77777777" w:rsidR="00226869" w:rsidRPr="00E67132" w:rsidRDefault="00E04EC8" w:rsidP="00226869">
      <w:pPr>
        <w:pStyle w:val="BodyText3"/>
        <w:rPr>
          <w:rFonts w:ascii="Calibri" w:hAnsi="Calibri" w:cs="Calibri"/>
          <w:noProof/>
          <w:sz w:val="22"/>
          <w:szCs w:val="22"/>
          <w:lang w:val="ro-RO"/>
        </w:rPr>
      </w:pPr>
      <w:r w:rsidRPr="00E67132">
        <w:rPr>
          <w:rFonts w:ascii="Calibri" w:hAnsi="Calibri" w:cs="Calibri"/>
          <w:noProof/>
          <w:sz w:val="22"/>
          <w:szCs w:val="22"/>
          <w:lang w:val="ro-RO"/>
        </w:rPr>
        <w:t xml:space="preserve"> 6.1 </w:t>
      </w:r>
      <w:r w:rsidR="00226869" w:rsidRPr="00E67132">
        <w:rPr>
          <w:rFonts w:ascii="Calibri" w:hAnsi="Calibri" w:cs="Calibri"/>
          <w:noProof/>
          <w:sz w:val="22"/>
          <w:szCs w:val="22"/>
          <w:lang w:val="ro-RO"/>
        </w:rPr>
        <w:t>SPRIJIN PENTRU INSTALAREA TINERILOR FERMIERI</w:t>
      </w:r>
    </w:p>
    <w:p w14:paraId="2CE41F46" w14:textId="77777777" w:rsidR="00226869" w:rsidRPr="00E67132" w:rsidRDefault="00226869" w:rsidP="00E56F11">
      <w:pPr>
        <w:pStyle w:val="BodyText3"/>
        <w:jc w:val="left"/>
        <w:rPr>
          <w:rFonts w:ascii="Calibri" w:hAnsi="Calibri" w:cs="Calibri"/>
          <w:b w:val="0"/>
          <w:noProof/>
          <w:sz w:val="22"/>
          <w:szCs w:val="22"/>
          <w:lang w:val="ro-RO"/>
        </w:rPr>
      </w:pPr>
    </w:p>
    <w:p w14:paraId="469095FF"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Informaţii generale obligatorii cu privire la solicitant şi aplicatie</w:t>
      </w:r>
    </w:p>
    <w:p w14:paraId="33D7421C"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(verificare realizată de către expertul de la nivel judetean, regional)</w:t>
      </w:r>
    </w:p>
    <w:p w14:paraId="64100A48" w14:textId="77777777" w:rsidR="0016083C" w:rsidRPr="00E67132" w:rsidRDefault="0016083C" w:rsidP="00226869">
      <w:pPr>
        <w:pStyle w:val="BodyText3"/>
        <w:tabs>
          <w:tab w:val="left" w:pos="4185"/>
        </w:tabs>
        <w:jc w:val="left"/>
        <w:rPr>
          <w:rFonts w:ascii="Calibri" w:hAnsi="Calibri" w:cs="Calibri"/>
          <w:b w:val="0"/>
          <w:noProof/>
          <w:sz w:val="22"/>
          <w:szCs w:val="22"/>
          <w:lang w:val="ro-RO"/>
        </w:rPr>
      </w:pPr>
      <w:r w:rsidRPr="00E67132">
        <w:rPr>
          <w:rFonts w:ascii="Calibri" w:hAnsi="Calibri" w:cs="Calibri"/>
          <w:b w:val="0"/>
          <w:noProof/>
          <w:sz w:val="22"/>
          <w:szCs w:val="22"/>
          <w:lang w:val="ro-RO"/>
        </w:rPr>
        <w:t>Numărul de înregistrare al Cererii de Finanţare (CF):</w:t>
      </w:r>
      <w:r w:rsidR="00226869" w:rsidRPr="00E67132">
        <w:rPr>
          <w:rFonts w:ascii="Calibri" w:hAnsi="Calibri" w:cs="Calibri"/>
          <w:b w:val="0"/>
          <w:noProof/>
          <w:sz w:val="22"/>
          <w:szCs w:val="22"/>
          <w:lang w:val="ro-RO"/>
        </w:rPr>
        <w:tab/>
      </w:r>
    </w:p>
    <w:p w14:paraId="56674B64" w14:textId="77777777" w:rsidR="00D702B6" w:rsidRPr="00E67132" w:rsidRDefault="00D702B6" w:rsidP="00226869">
      <w:pPr>
        <w:pStyle w:val="BodyText3"/>
        <w:tabs>
          <w:tab w:val="left" w:pos="4185"/>
        </w:tabs>
        <w:jc w:val="left"/>
        <w:rPr>
          <w:rFonts w:ascii="Calibri" w:hAnsi="Calibri" w:cs="Calibri"/>
          <w:b w:val="0"/>
          <w:noProof/>
          <w:sz w:val="22"/>
          <w:szCs w:val="22"/>
          <w:lang w:val="ro-RO"/>
        </w:rPr>
      </w:pPr>
    </w:p>
    <w:p w14:paraId="53C40FFF" w14:textId="77777777" w:rsidR="00FE14F6" w:rsidRPr="00E67132" w:rsidRDefault="00076A90" w:rsidP="00FE14F6">
      <w:pPr>
        <w:tabs>
          <w:tab w:val="center" w:pos="4536"/>
          <w:tab w:val="right" w:pos="9072"/>
        </w:tabs>
        <w:rPr>
          <w:rFonts w:ascii="Calibri" w:hAnsi="Calibri" w:cs="Calibri"/>
          <w:b/>
          <w:noProof/>
          <w:sz w:val="22"/>
          <w:szCs w:val="22"/>
          <w:lang w:val="ro-RO" w:eastAsia="fr-FR"/>
        </w:rPr>
      </w:pPr>
      <w:r w:rsidRPr="00E67132">
        <w:rPr>
          <w:rFonts w:ascii="Calibri" w:hAnsi="Calibri" w:cs="Calibri"/>
          <w:noProof/>
          <w:sz w:val="22"/>
          <w:szCs w:val="22"/>
        </w:rPr>
        <mc:AlternateContent>
          <mc:Choice Requires="wps">
            <w:drawing>
              <wp:anchor distT="4294967294" distB="4294967294" distL="114298" distR="114298" simplePos="0" relativeHeight="251657728" behindDoc="0" locked="0" layoutInCell="0" allowOverlap="1" wp14:anchorId="146862E7" wp14:editId="03A6F776">
                <wp:simplePos x="0" y="0"/>
                <wp:positionH relativeFrom="column">
                  <wp:posOffset>857249</wp:posOffset>
                </wp:positionH>
                <wp:positionV relativeFrom="paragraph">
                  <wp:posOffset>48259</wp:posOffset>
                </wp:positionV>
                <wp:extent cx="0" cy="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2A8A8" id="Rectangle 5" o:spid="_x0000_s1026" style="position:absolute;margin-left:67.5pt;margin-top:3.8pt;width:0;height:0;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LunQAIAAHcEAAAOAAAAZHJzL2Uyb0RvYy54bWysVFFv0zAQfkfiP1h+79KUdOuiplPVrAhp&#10;wMTgB7iO01gkPnN2mw7Ef+fstN0GLwjRB9fnO3++u++7zG8OXcv2Cp0GU/D0YsyZMhIqbbYF//J5&#10;PZpx5rwwlWjBqII/KsdvFq9fzXubqwk00FYKGYEYl/e24I33Nk8SJxvVCXcBVhly1oCd8GTiNqlQ&#10;9ITetclkPL5M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aXt6NsXJaj5XqVjS7X6dW0fFOuVmX6M+CnWd7oqlImwJ3EkmZ/&#10;R8ZRtgPNZ7k4aHUV4EJKDrebVYtsL0is6/iLDSXPU1jyMo1YLNVy+o/VRQpC1wf2NlA9EgMIg/pp&#10;WmnTAH7nrCflF9x92wlUnLXvDLF4nWZZGJVoZNOr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DCELunQAIAAHcEAAAOAAAA&#10;AAAAAAAAAAAAAC4CAABkcnMvZTJvRG9jLnhtbFBLAQItABQABgAIAAAAIQCFbXRs2wAAAAcBAAAP&#10;AAAAAAAAAAAAAAAAAJoEAABkcnMvZG93bnJldi54bWxQSwUGAAAAAAQABADzAAAAogUAAAAA&#10;" o:allowincell="f" filled="f" stroked="f"/>
            </w:pict>
          </mc:Fallback>
        </mc:AlternateContent>
      </w:r>
      <w:r w:rsidR="00FE14F6" w:rsidRPr="00E67132">
        <w:rPr>
          <w:rFonts w:ascii="Calibri" w:hAnsi="Calibri" w:cs="Calibri"/>
          <w:noProof/>
          <w:sz w:val="22"/>
          <w:szCs w:val="22"/>
          <w:bdr w:val="single" w:sz="8" w:space="0" w:color="auto" w:frame="1"/>
          <w:lang w:val="ro-RO" w:eastAsia="fr-FR"/>
        </w:rPr>
        <w:t>F</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xml:space="preserve"> </w:t>
      </w:r>
      <w:r w:rsidR="00FE14F6" w:rsidRPr="00E67132">
        <w:rPr>
          <w:rFonts w:ascii="Calibri" w:hAnsi="Calibri" w:cs="Calibri"/>
          <w:noProof/>
          <w:sz w:val="22"/>
          <w:szCs w:val="22"/>
          <w:bdr w:val="single" w:sz="8" w:space="0" w:color="auto" w:frame="1"/>
          <w:lang w:val="ro-RO" w:eastAsia="fr-FR"/>
        </w:rPr>
        <w:t xml:space="preserve">    </w:t>
      </w:r>
      <w:r w:rsidR="00FE14F6" w:rsidRPr="00E67132">
        <w:rPr>
          <w:rFonts w:ascii="Calibri" w:hAnsi="Calibri" w:cs="Calibri"/>
          <w:noProof/>
          <w:sz w:val="22"/>
          <w:szCs w:val="22"/>
          <w:lang w:val="ro-RO" w:eastAsia="fr-FR"/>
        </w:rPr>
        <w:t> </w:t>
      </w:r>
    </w:p>
    <w:p w14:paraId="23A68D38" w14:textId="77777777" w:rsidR="00D702B6" w:rsidRPr="00E67132" w:rsidRDefault="00D702B6" w:rsidP="00226869">
      <w:pPr>
        <w:tabs>
          <w:tab w:val="center" w:pos="4536"/>
          <w:tab w:val="right" w:pos="9072"/>
        </w:tabs>
        <w:rPr>
          <w:rFonts w:ascii="Calibri" w:hAnsi="Calibri" w:cs="Calibri"/>
          <w:b/>
          <w:noProof/>
          <w:sz w:val="22"/>
          <w:szCs w:val="22"/>
          <w:lang w:val="ro-RO"/>
        </w:rPr>
      </w:pPr>
    </w:p>
    <w:p w14:paraId="4784602E" w14:textId="77777777" w:rsidR="0016083C" w:rsidRPr="00E67132" w:rsidRDefault="0016083C" w:rsidP="0016083C">
      <w:pPr>
        <w:rPr>
          <w:rFonts w:ascii="Calibri" w:hAnsi="Calibri" w:cs="Calibri"/>
          <w:noProof/>
          <w:sz w:val="18"/>
          <w:szCs w:val="18"/>
          <w:lang w:val="ro-RO"/>
        </w:rPr>
      </w:pPr>
      <w:r w:rsidRPr="00E67132">
        <w:rPr>
          <w:rFonts w:ascii="Calibri" w:hAnsi="Calibri" w:cs="Calibri"/>
          <w:noProof/>
          <w:sz w:val="18"/>
          <w:szCs w:val="18"/>
          <w:lang w:val="ro-RO"/>
        </w:rPr>
        <w:t xml:space="preserve">Tip </w:t>
      </w:r>
      <w:r w:rsidRPr="00E67132">
        <w:rPr>
          <w:rFonts w:ascii="Calibri" w:hAnsi="Calibri" w:cs="Calibri"/>
          <w:noProof/>
          <w:sz w:val="18"/>
          <w:szCs w:val="18"/>
          <w:lang w:val="ro-RO"/>
        </w:rPr>
        <w:tab/>
        <w:t xml:space="preserve"> </w:t>
      </w:r>
      <w:r w:rsidR="009A517D"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Codificare  </w:t>
      </w:r>
      <w:r w:rsidRPr="00E67132">
        <w:rPr>
          <w:rFonts w:ascii="Calibri" w:hAnsi="Calibri" w:cs="Calibri"/>
          <w:noProof/>
          <w:sz w:val="18"/>
          <w:szCs w:val="18"/>
          <w:lang w:val="ro-RO"/>
        </w:rPr>
        <w:tab/>
        <w:t xml:space="preserve"> Codificare </w:t>
      </w:r>
      <w:r w:rsidRPr="00E67132">
        <w:rPr>
          <w:rFonts w:ascii="Calibri" w:hAnsi="Calibri" w:cs="Calibri"/>
          <w:noProof/>
          <w:sz w:val="18"/>
          <w:szCs w:val="18"/>
          <w:lang w:val="ro-RO"/>
        </w:rPr>
        <w:tab/>
      </w:r>
      <w:r w:rsidR="009A517D" w:rsidRPr="00E67132">
        <w:rPr>
          <w:rFonts w:ascii="Calibri" w:hAnsi="Calibri" w:cs="Calibri"/>
          <w:noProof/>
          <w:sz w:val="18"/>
          <w:szCs w:val="18"/>
          <w:lang w:val="ro-RO"/>
        </w:rPr>
        <w:t xml:space="preserve">Codificare        </w:t>
      </w:r>
      <w:r w:rsidRPr="00E67132">
        <w:rPr>
          <w:rFonts w:ascii="Calibri" w:hAnsi="Calibri" w:cs="Calibri"/>
          <w:noProof/>
          <w:sz w:val="18"/>
          <w:szCs w:val="18"/>
          <w:lang w:val="ro-RO"/>
        </w:rPr>
        <w:t xml:space="preserve">  Licitaţie de    </w:t>
      </w:r>
      <w:r w:rsidR="009A517D" w:rsidRPr="00E67132">
        <w:rPr>
          <w:rFonts w:ascii="Calibri" w:hAnsi="Calibri" w:cs="Calibri"/>
          <w:noProof/>
          <w:sz w:val="18"/>
          <w:szCs w:val="18"/>
          <w:lang w:val="ro-RO"/>
        </w:rPr>
        <w:t xml:space="preserve">       </w:t>
      </w:r>
      <w:r w:rsidRPr="00E67132">
        <w:rPr>
          <w:rFonts w:ascii="Calibri" w:hAnsi="Calibri" w:cs="Calibri"/>
          <w:noProof/>
          <w:sz w:val="18"/>
          <w:szCs w:val="18"/>
          <w:lang w:val="ro-RO"/>
        </w:rPr>
        <w:t>Cod</w:t>
      </w:r>
      <w:r w:rsidRPr="00E67132">
        <w:rPr>
          <w:rFonts w:ascii="Calibri" w:hAnsi="Calibri" w:cs="Calibri"/>
          <w:noProof/>
          <w:sz w:val="18"/>
          <w:szCs w:val="18"/>
          <w:lang w:val="ro-RO"/>
        </w:rPr>
        <w:tab/>
        <w:t xml:space="preserve">    </w:t>
      </w:r>
      <w:r w:rsidR="009A517D" w:rsidRPr="00E67132">
        <w:rPr>
          <w:rFonts w:ascii="Calibri" w:hAnsi="Calibri" w:cs="Calibri"/>
          <w:noProof/>
          <w:sz w:val="18"/>
          <w:szCs w:val="18"/>
          <w:lang w:val="ro-RO"/>
        </w:rPr>
        <w:t xml:space="preserve"> </w:t>
      </w:r>
      <w:r w:rsidRPr="00E67132">
        <w:rPr>
          <w:rFonts w:ascii="Calibri" w:hAnsi="Calibri" w:cs="Calibri"/>
          <w:noProof/>
          <w:sz w:val="18"/>
          <w:szCs w:val="18"/>
          <w:lang w:val="ro-RO"/>
        </w:rPr>
        <w:t>Cod</w:t>
      </w:r>
      <w:r w:rsidRPr="00E67132">
        <w:rPr>
          <w:rFonts w:ascii="Calibri" w:hAnsi="Calibri" w:cs="Calibri"/>
          <w:noProof/>
          <w:sz w:val="18"/>
          <w:szCs w:val="18"/>
          <w:lang w:val="ro-RO"/>
        </w:rPr>
        <w:tab/>
        <w:t xml:space="preserve">   </w:t>
      </w:r>
      <w:r w:rsidR="00FB32FD"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 Număr de ordine</w:t>
      </w:r>
    </w:p>
    <w:p w14:paraId="3C6A9F73" w14:textId="77777777" w:rsidR="0016083C" w:rsidRPr="00E67132" w:rsidRDefault="0016083C" w:rsidP="0016083C">
      <w:pPr>
        <w:rPr>
          <w:rFonts w:ascii="Calibri" w:hAnsi="Calibri" w:cs="Calibri"/>
          <w:noProof/>
          <w:sz w:val="18"/>
          <w:szCs w:val="18"/>
          <w:lang w:val="ro-RO"/>
        </w:rPr>
      </w:pPr>
      <w:r w:rsidRPr="00E67132">
        <w:rPr>
          <w:rFonts w:ascii="Calibri" w:hAnsi="Calibri" w:cs="Calibri"/>
          <w:noProof/>
          <w:sz w:val="18"/>
          <w:szCs w:val="18"/>
          <w:lang w:val="ro-RO"/>
        </w:rPr>
        <w:t>Cerere</w:t>
      </w:r>
      <w:r w:rsidRPr="00E67132">
        <w:rPr>
          <w:rFonts w:ascii="Calibri" w:hAnsi="Calibri" w:cs="Calibri"/>
          <w:noProof/>
          <w:sz w:val="18"/>
          <w:szCs w:val="18"/>
          <w:lang w:val="ro-RO"/>
        </w:rPr>
        <w:tab/>
        <w:t xml:space="preserve"> </w:t>
      </w:r>
      <w:r w:rsidR="009A517D"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Măsură </w:t>
      </w:r>
      <w:r w:rsidRPr="00E67132">
        <w:rPr>
          <w:rFonts w:ascii="Calibri" w:hAnsi="Calibri" w:cs="Calibri"/>
          <w:noProof/>
          <w:sz w:val="18"/>
          <w:szCs w:val="18"/>
          <w:lang w:val="ro-RO"/>
        </w:rPr>
        <w:tab/>
        <w:t xml:space="preserve"> Sub-Măsură</w:t>
      </w:r>
      <w:r w:rsidRPr="00E67132">
        <w:rPr>
          <w:rFonts w:ascii="Calibri" w:hAnsi="Calibri" w:cs="Calibri"/>
          <w:noProof/>
          <w:sz w:val="18"/>
          <w:szCs w:val="18"/>
          <w:lang w:val="ro-RO"/>
        </w:rPr>
        <w:tab/>
      </w:r>
      <w:r w:rsidR="009A517D" w:rsidRPr="00E67132">
        <w:rPr>
          <w:rFonts w:ascii="Calibri" w:hAnsi="Calibri" w:cs="Calibri"/>
          <w:noProof/>
          <w:sz w:val="18"/>
          <w:szCs w:val="18"/>
          <w:lang w:val="ro-RO"/>
        </w:rPr>
        <w:t xml:space="preserve">de rezervă        </w:t>
      </w:r>
      <w:r w:rsidR="00FB32FD" w:rsidRPr="00E67132">
        <w:rPr>
          <w:rFonts w:ascii="Calibri" w:hAnsi="Calibri" w:cs="Calibri"/>
          <w:noProof/>
          <w:sz w:val="18"/>
          <w:szCs w:val="18"/>
          <w:lang w:val="ro-RO"/>
        </w:rPr>
        <w:t xml:space="preserve">  proiecte</w:t>
      </w:r>
      <w:r w:rsidR="00FB32FD" w:rsidRPr="00E67132">
        <w:rPr>
          <w:rFonts w:ascii="Calibri" w:hAnsi="Calibri" w:cs="Calibri"/>
          <w:noProof/>
          <w:sz w:val="18"/>
          <w:szCs w:val="18"/>
          <w:lang w:val="ro-RO"/>
        </w:rPr>
        <w:tab/>
        <w:t xml:space="preserve">    </w:t>
      </w:r>
      <w:r w:rsidRPr="00E67132">
        <w:rPr>
          <w:rFonts w:ascii="Calibri" w:hAnsi="Calibri" w:cs="Calibri"/>
          <w:noProof/>
          <w:sz w:val="18"/>
          <w:szCs w:val="18"/>
          <w:lang w:val="ro-RO"/>
        </w:rPr>
        <w:t>regiune</w:t>
      </w:r>
      <w:r w:rsidR="009A517D" w:rsidRPr="00E67132">
        <w:rPr>
          <w:rFonts w:ascii="Calibri" w:hAnsi="Calibri" w:cs="Calibri"/>
          <w:noProof/>
          <w:sz w:val="18"/>
          <w:szCs w:val="18"/>
          <w:lang w:val="ro-RO"/>
        </w:rPr>
        <w:t xml:space="preserve">  </w:t>
      </w:r>
      <w:r w:rsidR="00FB32FD" w:rsidRPr="00E67132">
        <w:rPr>
          <w:rFonts w:ascii="Calibri" w:hAnsi="Calibri" w:cs="Calibri"/>
          <w:noProof/>
          <w:sz w:val="18"/>
          <w:szCs w:val="18"/>
          <w:lang w:val="ro-RO"/>
        </w:rPr>
        <w:t xml:space="preserve"> </w:t>
      </w:r>
      <w:r w:rsidRPr="00E67132">
        <w:rPr>
          <w:rFonts w:ascii="Calibri" w:hAnsi="Calibri" w:cs="Calibri"/>
          <w:noProof/>
          <w:sz w:val="18"/>
          <w:szCs w:val="18"/>
          <w:lang w:val="ro-RO"/>
        </w:rPr>
        <w:t>Judeţ</w:t>
      </w:r>
      <w:r w:rsidRPr="00E67132">
        <w:rPr>
          <w:rFonts w:ascii="Calibri" w:hAnsi="Calibri" w:cs="Calibri"/>
          <w:noProof/>
          <w:sz w:val="18"/>
          <w:szCs w:val="18"/>
          <w:lang w:val="ro-RO"/>
        </w:rPr>
        <w:tab/>
      </w:r>
      <w:r w:rsidR="00FB32FD"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de înregistrare în </w:t>
      </w:r>
    </w:p>
    <w:p w14:paraId="6173D757" w14:textId="77777777" w:rsidR="0016083C" w:rsidRPr="00E67132" w:rsidRDefault="0016083C" w:rsidP="0016083C">
      <w:pPr>
        <w:rPr>
          <w:rFonts w:ascii="Calibri" w:hAnsi="Calibri" w:cs="Calibri"/>
          <w:noProof/>
          <w:sz w:val="18"/>
          <w:szCs w:val="18"/>
          <w:lang w:val="ro-RO"/>
        </w:rPr>
      </w:pPr>
      <w:r w:rsidRPr="00E67132">
        <w:rPr>
          <w:rFonts w:ascii="Calibri" w:hAnsi="Calibri" w:cs="Calibri"/>
          <w:noProof/>
          <w:sz w:val="18"/>
          <w:szCs w:val="18"/>
          <w:lang w:val="ro-RO"/>
        </w:rPr>
        <w:t>Finanţare</w:t>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t xml:space="preserve">    </w:t>
      </w:r>
      <w:r w:rsidR="009A517D" w:rsidRPr="00E67132">
        <w:rPr>
          <w:rFonts w:ascii="Calibri" w:hAnsi="Calibri" w:cs="Calibri"/>
          <w:noProof/>
          <w:sz w:val="18"/>
          <w:szCs w:val="18"/>
          <w:lang w:val="ro-RO"/>
        </w:rPr>
        <w:t xml:space="preserve">   </w:t>
      </w:r>
      <w:r w:rsidR="009A517D" w:rsidRPr="00E67132">
        <w:rPr>
          <w:rFonts w:ascii="Calibri" w:hAnsi="Calibri" w:cs="Calibri"/>
          <w:noProof/>
          <w:sz w:val="18"/>
          <w:szCs w:val="18"/>
          <w:lang w:val="ro-RO"/>
        </w:rPr>
        <w:tab/>
      </w:r>
      <w:r w:rsidR="009A517D" w:rsidRPr="00E67132">
        <w:rPr>
          <w:rFonts w:ascii="Calibri" w:hAnsi="Calibri" w:cs="Calibri"/>
          <w:noProof/>
          <w:sz w:val="18"/>
          <w:szCs w:val="18"/>
          <w:lang w:val="ro-RO"/>
        </w:rPr>
        <w:tab/>
        <w:t xml:space="preserve">      </w:t>
      </w:r>
      <w:r w:rsidRPr="00E67132">
        <w:rPr>
          <w:rFonts w:ascii="Calibri" w:hAnsi="Calibri" w:cs="Calibri"/>
          <w:noProof/>
          <w:sz w:val="18"/>
          <w:szCs w:val="18"/>
          <w:lang w:val="ro-RO"/>
        </w:rPr>
        <w:t>Registru</w:t>
      </w:r>
    </w:p>
    <w:p w14:paraId="34191945" w14:textId="77777777" w:rsidR="0016083C" w:rsidRPr="00E67132" w:rsidRDefault="0016083C" w:rsidP="0016083C">
      <w:pPr>
        <w:rPr>
          <w:rFonts w:ascii="Calibri" w:eastAsia="Calibri" w:hAnsi="Calibri" w:cs="Calibri"/>
          <w:b/>
          <w:bCs/>
          <w:noProof/>
          <w:sz w:val="22"/>
          <w:szCs w:val="22"/>
          <w:lang w:val="ro-RO"/>
        </w:rPr>
      </w:pPr>
    </w:p>
    <w:p w14:paraId="41EB3ECA" w14:textId="77777777" w:rsidR="00AF0145" w:rsidRPr="00E67132" w:rsidRDefault="00AF0145" w:rsidP="0016083C">
      <w:pPr>
        <w:rPr>
          <w:rFonts w:ascii="Calibri" w:eastAsia="Calibri" w:hAnsi="Calibri" w:cs="Calibri"/>
          <w:b/>
          <w:bCs/>
          <w:noProof/>
          <w:sz w:val="22"/>
          <w:szCs w:val="22"/>
          <w:lang w:val="ro-RO"/>
        </w:rPr>
      </w:pPr>
    </w:p>
    <w:p w14:paraId="78D4933C"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Denumirea solicitantului :</w:t>
      </w:r>
    </w:p>
    <w:p w14:paraId="0E216C6C" w14:textId="77777777" w:rsidR="0016083C" w:rsidRPr="00E67132" w:rsidRDefault="0016083C" w:rsidP="00E56F11">
      <w:pPr>
        <w:pStyle w:val="BodyText3"/>
        <w:jc w:val="left"/>
        <w:rPr>
          <w:rFonts w:ascii="Calibri" w:hAnsi="Calibri" w:cs="Calibri"/>
          <w:b w:val="0"/>
          <w:noProof/>
          <w:sz w:val="22"/>
          <w:szCs w:val="22"/>
          <w:u w:val="single"/>
          <w:lang w:val="ro-RO"/>
        </w:rPr>
      </w:pPr>
      <w:r w:rsidRPr="00E67132">
        <w:rPr>
          <w:rFonts w:ascii="Calibri" w:hAnsi="Calibri" w:cs="Calibri"/>
          <w:b w:val="0"/>
          <w:noProof/>
          <w:sz w:val="22"/>
          <w:szCs w:val="22"/>
          <w:u w:val="single"/>
          <w:lang w:val="ro-RO"/>
        </w:rPr>
        <w:t>Titlul proiectului   ………………………………………………………………………………….........</w:t>
      </w:r>
      <w:r w:rsidR="00FB32FD" w:rsidRPr="00E67132">
        <w:rPr>
          <w:rFonts w:ascii="Calibri" w:hAnsi="Calibri" w:cs="Calibri"/>
          <w:b w:val="0"/>
          <w:noProof/>
          <w:sz w:val="22"/>
          <w:szCs w:val="22"/>
          <w:u w:val="single"/>
          <w:lang w:val="ro-RO"/>
        </w:rPr>
        <w:t>................</w:t>
      </w:r>
      <w:r w:rsidRPr="00E67132">
        <w:rPr>
          <w:rFonts w:ascii="Calibri" w:hAnsi="Calibri" w:cs="Calibri"/>
          <w:b w:val="0"/>
          <w:noProof/>
          <w:sz w:val="22"/>
          <w:szCs w:val="22"/>
          <w:u w:val="single"/>
          <w:lang w:val="ro-RO"/>
        </w:rPr>
        <w:t>...............</w:t>
      </w:r>
    </w:p>
    <w:p w14:paraId="33491605"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u w:val="single"/>
          <w:lang w:val="ro-RO"/>
        </w:rPr>
        <w:t>Amplasare ..................</w:t>
      </w:r>
      <w:r w:rsidR="00FB32FD" w:rsidRPr="00E67132">
        <w:rPr>
          <w:rFonts w:ascii="Calibri" w:hAnsi="Calibri" w:cs="Calibri"/>
          <w:b w:val="0"/>
          <w:noProof/>
          <w:sz w:val="22"/>
          <w:szCs w:val="22"/>
          <w:u w:val="single"/>
          <w:lang w:val="ro-RO"/>
        </w:rPr>
        <w:t>...............................................................</w:t>
      </w:r>
      <w:r w:rsidRPr="00E67132">
        <w:rPr>
          <w:rFonts w:ascii="Calibri" w:hAnsi="Calibri" w:cs="Calibri"/>
          <w:b w:val="0"/>
          <w:noProof/>
          <w:sz w:val="22"/>
          <w:szCs w:val="22"/>
          <w:u w:val="single"/>
          <w:lang w:val="ro-RO"/>
        </w:rPr>
        <w:t>.....(localitate)</w:t>
      </w:r>
      <w:r w:rsidR="00FB32FD" w:rsidRPr="00E67132">
        <w:rPr>
          <w:rFonts w:ascii="Calibri" w:hAnsi="Calibri" w:cs="Calibri"/>
          <w:b w:val="0"/>
          <w:noProof/>
          <w:sz w:val="22"/>
          <w:szCs w:val="22"/>
          <w:u w:val="single"/>
          <w:lang w:val="ro-RO"/>
        </w:rPr>
        <w:t>................................</w:t>
      </w:r>
    </w:p>
    <w:p w14:paraId="15DE8CCB"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 ………………………………………………………………............................</w:t>
      </w:r>
      <w:r w:rsidR="00FB32FD" w:rsidRPr="00E67132">
        <w:rPr>
          <w:rFonts w:ascii="Calibri" w:hAnsi="Calibri" w:cs="Calibri"/>
          <w:b w:val="0"/>
          <w:noProof/>
          <w:sz w:val="22"/>
          <w:szCs w:val="22"/>
          <w:lang w:val="ro-RO"/>
        </w:rPr>
        <w:t>......................................</w:t>
      </w:r>
      <w:r w:rsidRPr="00E67132">
        <w:rPr>
          <w:rFonts w:ascii="Calibri" w:hAnsi="Calibri" w:cs="Calibri"/>
          <w:b w:val="0"/>
          <w:noProof/>
          <w:sz w:val="22"/>
          <w:szCs w:val="22"/>
          <w:lang w:val="ro-RO"/>
        </w:rPr>
        <w:t>.....................</w:t>
      </w:r>
    </w:p>
    <w:p w14:paraId="15CC0C75"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Statutul juridic ………………………………………………………………..............</w:t>
      </w:r>
      <w:r w:rsidR="00FB32FD" w:rsidRPr="00E67132">
        <w:rPr>
          <w:rFonts w:ascii="Calibri" w:hAnsi="Calibri" w:cs="Calibri"/>
          <w:b w:val="0"/>
          <w:noProof/>
          <w:sz w:val="22"/>
          <w:szCs w:val="22"/>
          <w:lang w:val="ro-RO"/>
        </w:rPr>
        <w:t>....................................</w:t>
      </w:r>
      <w:r w:rsidRPr="00E67132">
        <w:rPr>
          <w:rFonts w:ascii="Calibri" w:hAnsi="Calibri" w:cs="Calibri"/>
          <w:b w:val="0"/>
          <w:noProof/>
          <w:sz w:val="22"/>
          <w:szCs w:val="22"/>
          <w:lang w:val="ro-RO"/>
        </w:rPr>
        <w:t>.............</w:t>
      </w:r>
    </w:p>
    <w:p w14:paraId="5006ADA2"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Date personale (reprezentant legal)</w:t>
      </w:r>
    </w:p>
    <w:p w14:paraId="2B40047B"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Nume:………………………………………………………………………............</w:t>
      </w:r>
      <w:r w:rsidR="00FB32FD" w:rsidRPr="00E67132">
        <w:rPr>
          <w:rFonts w:ascii="Calibri" w:hAnsi="Calibri" w:cs="Calibri"/>
          <w:b w:val="0"/>
          <w:noProof/>
          <w:sz w:val="22"/>
          <w:szCs w:val="22"/>
          <w:lang w:val="ro-RO"/>
        </w:rPr>
        <w:t>.........................................</w:t>
      </w:r>
      <w:r w:rsidRPr="00E67132">
        <w:rPr>
          <w:rFonts w:ascii="Calibri" w:hAnsi="Calibri" w:cs="Calibri"/>
          <w:b w:val="0"/>
          <w:noProof/>
          <w:sz w:val="22"/>
          <w:szCs w:val="22"/>
          <w:lang w:val="ro-RO"/>
        </w:rPr>
        <w:t>...............</w:t>
      </w:r>
    </w:p>
    <w:p w14:paraId="51F8BA59"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Prenume:……………...……………………………………………………............</w:t>
      </w:r>
      <w:r w:rsidR="00FB32FD" w:rsidRPr="00E67132">
        <w:rPr>
          <w:rFonts w:ascii="Calibri" w:hAnsi="Calibri" w:cs="Calibri"/>
          <w:b w:val="0"/>
          <w:noProof/>
          <w:sz w:val="22"/>
          <w:szCs w:val="22"/>
          <w:lang w:val="ro-RO"/>
        </w:rPr>
        <w:t>...........................</w:t>
      </w:r>
    </w:p>
    <w:p w14:paraId="4E11D61A"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Funcţia reprezentantului legal :…………………………..................</w:t>
      </w:r>
      <w:r w:rsidR="00FB32FD" w:rsidRPr="00E67132">
        <w:rPr>
          <w:rFonts w:ascii="Calibri" w:hAnsi="Calibri" w:cs="Calibri"/>
          <w:b w:val="0"/>
          <w:noProof/>
          <w:sz w:val="22"/>
          <w:szCs w:val="22"/>
          <w:lang w:val="ro-RO"/>
        </w:rPr>
        <w:t>..............................</w:t>
      </w:r>
    </w:p>
    <w:p w14:paraId="1D4F8142" w14:textId="77777777" w:rsidR="0016083C" w:rsidRPr="00E67132" w:rsidRDefault="0016083C" w:rsidP="00E56F11">
      <w:pPr>
        <w:pStyle w:val="BodyText3"/>
        <w:jc w:val="left"/>
        <w:rPr>
          <w:rFonts w:ascii="Calibri" w:hAnsi="Calibri" w:cs="Calibri"/>
          <w:b w:val="0"/>
          <w:noProof/>
          <w:sz w:val="22"/>
          <w:szCs w:val="22"/>
          <w:lang w:val="ro-RO"/>
        </w:rPr>
      </w:pPr>
    </w:p>
    <w:p w14:paraId="0E1E8457"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Secțiunea I </w:t>
      </w:r>
    </w:p>
    <w:p w14:paraId="43C7BC65" w14:textId="77777777" w:rsidR="0016083C" w:rsidRPr="00E67132" w:rsidRDefault="0016083C" w:rsidP="00E56F11">
      <w:pPr>
        <w:pStyle w:val="BodyText3"/>
        <w:jc w:val="left"/>
        <w:rPr>
          <w:rFonts w:ascii="Calibri" w:hAnsi="Calibri" w:cs="Calibri"/>
          <w:b w:val="0"/>
          <w:noProof/>
          <w:sz w:val="22"/>
          <w:szCs w:val="22"/>
          <w:lang w:val="ro-RO"/>
        </w:rPr>
      </w:pPr>
    </w:p>
    <w:p w14:paraId="609350C5"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A – verificarea criteriilor de eligibilitate a</w:t>
      </w:r>
      <w:r w:rsidR="00226869" w:rsidRPr="00E67132">
        <w:rPr>
          <w:rFonts w:ascii="Calibri" w:hAnsi="Calibri" w:cs="Calibri"/>
          <w:b w:val="0"/>
          <w:noProof/>
          <w:sz w:val="22"/>
          <w:szCs w:val="22"/>
          <w:lang w:val="ro-RO"/>
        </w:rPr>
        <w:t>le</w:t>
      </w:r>
      <w:r w:rsidRPr="00E67132">
        <w:rPr>
          <w:rFonts w:ascii="Calibri" w:hAnsi="Calibri" w:cs="Calibri"/>
          <w:b w:val="0"/>
          <w:noProof/>
          <w:sz w:val="22"/>
          <w:szCs w:val="22"/>
          <w:lang w:val="ro-RO"/>
        </w:rPr>
        <w:t xml:space="preserve"> proiectului</w:t>
      </w:r>
    </w:p>
    <w:p w14:paraId="0E8E8CDB"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B – verificarea criteriilor de selecție a</w:t>
      </w:r>
      <w:r w:rsidR="00226869" w:rsidRPr="00E67132">
        <w:rPr>
          <w:rFonts w:ascii="Calibri" w:hAnsi="Calibri" w:cs="Calibri"/>
          <w:b w:val="0"/>
          <w:noProof/>
          <w:sz w:val="22"/>
          <w:szCs w:val="22"/>
          <w:lang w:val="ro-RO"/>
        </w:rPr>
        <w:t xml:space="preserve">le </w:t>
      </w:r>
      <w:r w:rsidRPr="00E67132">
        <w:rPr>
          <w:rFonts w:ascii="Calibri" w:hAnsi="Calibri" w:cs="Calibri"/>
          <w:b w:val="0"/>
          <w:noProof/>
          <w:sz w:val="22"/>
          <w:szCs w:val="22"/>
          <w:lang w:val="ro-RO"/>
        </w:rPr>
        <w:t xml:space="preserve"> proiectului</w:t>
      </w:r>
    </w:p>
    <w:p w14:paraId="0DBE67A2" w14:textId="77777777" w:rsidR="0016083C" w:rsidRPr="00E67132" w:rsidRDefault="0016083C" w:rsidP="00E56F11">
      <w:pPr>
        <w:pStyle w:val="BodyText3"/>
        <w:jc w:val="left"/>
        <w:rPr>
          <w:rFonts w:ascii="Calibri" w:hAnsi="Calibri" w:cs="Calibri"/>
          <w:b w:val="0"/>
          <w:noProof/>
          <w:sz w:val="22"/>
          <w:szCs w:val="22"/>
          <w:lang w:val="ro-RO"/>
        </w:rPr>
      </w:pPr>
    </w:p>
    <w:p w14:paraId="5C9A5C8F" w14:textId="77777777" w:rsidR="0016083C" w:rsidRPr="00E67132" w:rsidRDefault="0016083C" w:rsidP="00E56F11">
      <w:pPr>
        <w:pStyle w:val="BodyText3"/>
        <w:jc w:val="left"/>
        <w:rPr>
          <w:rFonts w:ascii="Calibri" w:hAnsi="Calibri" w:cs="Calibri"/>
          <w:b w:val="0"/>
          <w:noProof/>
          <w:sz w:val="22"/>
          <w:szCs w:val="22"/>
          <w:lang w:val="ro-RO"/>
        </w:rPr>
      </w:pPr>
    </w:p>
    <w:tbl>
      <w:tblPr>
        <w:tblW w:w="15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441"/>
        <w:gridCol w:w="4819"/>
        <w:gridCol w:w="814"/>
        <w:gridCol w:w="601"/>
        <w:gridCol w:w="267"/>
        <w:gridCol w:w="19"/>
        <w:gridCol w:w="951"/>
        <w:gridCol w:w="110"/>
        <w:gridCol w:w="183"/>
        <w:gridCol w:w="540"/>
        <w:gridCol w:w="357"/>
        <w:gridCol w:w="93"/>
        <w:gridCol w:w="810"/>
        <w:gridCol w:w="1401"/>
        <w:gridCol w:w="429"/>
        <w:gridCol w:w="429"/>
        <w:gridCol w:w="2711"/>
      </w:tblGrid>
      <w:tr w:rsidR="00DC5F90" w:rsidRPr="00E67132" w14:paraId="5F5ABA9E" w14:textId="77777777" w:rsidTr="00342928">
        <w:trPr>
          <w:gridAfter w:val="4"/>
          <w:wAfter w:w="4970" w:type="dxa"/>
        </w:trPr>
        <w:tc>
          <w:tcPr>
            <w:tcW w:w="10098" w:type="dxa"/>
            <w:gridSpan w:val="14"/>
          </w:tcPr>
          <w:p w14:paraId="28DDC852" w14:textId="77777777" w:rsidR="00DC5F90" w:rsidRPr="005D45D9" w:rsidRDefault="00DC5F90" w:rsidP="006B7996">
            <w:pPr>
              <w:pStyle w:val="BodyText3"/>
              <w:jc w:val="left"/>
              <w:rPr>
                <w:rFonts w:ascii="Calibri" w:hAnsi="Calibri" w:cs="Calibri"/>
                <w:noProof/>
                <w:sz w:val="24"/>
                <w:szCs w:val="24"/>
                <w:lang w:val="ro-RO"/>
              </w:rPr>
            </w:pPr>
            <w:r w:rsidRPr="005D45D9">
              <w:rPr>
                <w:rFonts w:ascii="Calibri" w:hAnsi="Calibri" w:cs="Calibri"/>
                <w:noProof/>
                <w:sz w:val="24"/>
                <w:szCs w:val="24"/>
                <w:lang w:val="ro-RO"/>
              </w:rPr>
              <w:t>A.VERIFICAREA CRITERIILOR DE ELIGIBILITATE A</w:t>
            </w:r>
            <w:r w:rsidR="00B47CF8" w:rsidRPr="005D45D9">
              <w:rPr>
                <w:rFonts w:ascii="Calibri" w:hAnsi="Calibri" w:cs="Calibri"/>
                <w:noProof/>
                <w:sz w:val="24"/>
                <w:szCs w:val="24"/>
                <w:lang w:val="ro-RO"/>
              </w:rPr>
              <w:t>LE</w:t>
            </w:r>
            <w:r w:rsidRPr="005D45D9">
              <w:rPr>
                <w:rFonts w:ascii="Calibri" w:hAnsi="Calibri" w:cs="Calibri"/>
                <w:noProof/>
                <w:sz w:val="24"/>
                <w:szCs w:val="24"/>
                <w:lang w:val="ro-RO"/>
              </w:rPr>
              <w:t xml:space="preserve"> PROIECTULUI</w:t>
            </w:r>
          </w:p>
        </w:tc>
      </w:tr>
      <w:tr w:rsidR="00DC5F90" w:rsidRPr="00E67132" w14:paraId="0623661B" w14:textId="77777777" w:rsidTr="00342928">
        <w:trPr>
          <w:gridAfter w:val="4"/>
          <w:wAfter w:w="4970" w:type="dxa"/>
        </w:trPr>
        <w:tc>
          <w:tcPr>
            <w:tcW w:w="10098" w:type="dxa"/>
            <w:gridSpan w:val="14"/>
          </w:tcPr>
          <w:p w14:paraId="36B62E85" w14:textId="77777777" w:rsidR="00DC5F90" w:rsidRPr="005D45D9" w:rsidRDefault="00DC5F90" w:rsidP="00F76660">
            <w:pPr>
              <w:pStyle w:val="BodyText3"/>
              <w:jc w:val="left"/>
              <w:rPr>
                <w:rFonts w:ascii="Calibri" w:hAnsi="Calibri" w:cs="Calibri"/>
                <w:noProof/>
                <w:sz w:val="24"/>
                <w:szCs w:val="24"/>
                <w:lang w:val="ro-RO"/>
              </w:rPr>
            </w:pPr>
            <w:r w:rsidRPr="005D45D9">
              <w:rPr>
                <w:rFonts w:ascii="Calibri" w:hAnsi="Calibri" w:cs="Calibri"/>
                <w:noProof/>
                <w:sz w:val="24"/>
                <w:szCs w:val="24"/>
                <w:lang w:val="ro-RO"/>
              </w:rPr>
              <w:t>1. Verificarea eligibilităţii solicitantului</w:t>
            </w:r>
          </w:p>
        </w:tc>
      </w:tr>
      <w:tr w:rsidR="00DC5F90" w:rsidRPr="00E67132" w14:paraId="67B5614B" w14:textId="77777777" w:rsidTr="00342928">
        <w:trPr>
          <w:gridAfter w:val="4"/>
          <w:wAfter w:w="4970" w:type="dxa"/>
        </w:trPr>
        <w:tc>
          <w:tcPr>
            <w:tcW w:w="6768" w:type="dxa"/>
            <w:gridSpan w:val="5"/>
            <w:shd w:val="clear" w:color="auto" w:fill="auto"/>
          </w:tcPr>
          <w:p w14:paraId="1710DFB8" w14:textId="77777777" w:rsidR="00DC5F90" w:rsidRPr="00E67132" w:rsidRDefault="00DC5F90" w:rsidP="0016083C">
            <w:pPr>
              <w:pStyle w:val="BodyText3"/>
              <w:rPr>
                <w:rFonts w:ascii="Calibri" w:hAnsi="Calibri" w:cs="Calibri"/>
                <w:b w:val="0"/>
                <w:noProof/>
                <w:sz w:val="22"/>
                <w:szCs w:val="22"/>
                <w:u w:val="single"/>
                <w:lang w:val="ro-RO"/>
              </w:rPr>
            </w:pPr>
          </w:p>
        </w:tc>
        <w:tc>
          <w:tcPr>
            <w:tcW w:w="3330" w:type="dxa"/>
            <w:gridSpan w:val="9"/>
          </w:tcPr>
          <w:p w14:paraId="7D635B60" w14:textId="77777777" w:rsidR="00DC5F90" w:rsidRPr="00E67132" w:rsidRDefault="00DC5F90" w:rsidP="0016083C">
            <w:pPr>
              <w:pStyle w:val="BodyText3"/>
              <w:rPr>
                <w:rFonts w:ascii="Calibri" w:hAnsi="Calibri" w:cs="Calibri"/>
                <w:b w:val="0"/>
                <w:noProof/>
                <w:sz w:val="22"/>
                <w:szCs w:val="22"/>
                <w:u w:val="single"/>
                <w:lang w:val="ro-RO"/>
              </w:rPr>
            </w:pPr>
            <w:r w:rsidRPr="00E67132">
              <w:rPr>
                <w:rFonts w:ascii="Calibri" w:hAnsi="Calibri" w:cs="Calibri"/>
                <w:b w:val="0"/>
                <w:noProof/>
                <w:sz w:val="22"/>
                <w:szCs w:val="22"/>
                <w:lang w:val="ro-RO"/>
              </w:rPr>
              <w:t>Documente verificate</w:t>
            </w:r>
          </w:p>
        </w:tc>
      </w:tr>
      <w:tr w:rsidR="00DC5F90" w:rsidRPr="00E67132" w14:paraId="6ADB8DD8" w14:textId="77777777" w:rsidTr="00342928">
        <w:trPr>
          <w:gridAfter w:val="4"/>
          <w:wAfter w:w="4970" w:type="dxa"/>
        </w:trPr>
        <w:tc>
          <w:tcPr>
            <w:tcW w:w="6768" w:type="dxa"/>
            <w:gridSpan w:val="5"/>
            <w:shd w:val="clear" w:color="auto" w:fill="auto"/>
          </w:tcPr>
          <w:p w14:paraId="346257FB" w14:textId="77777777" w:rsidR="00DC5F90" w:rsidRPr="00E67132" w:rsidRDefault="00DC5F90" w:rsidP="0016083C">
            <w:pPr>
              <w:pStyle w:val="BodyText3"/>
              <w:rPr>
                <w:rFonts w:ascii="Calibri" w:hAnsi="Calibri" w:cs="Calibri"/>
                <w:b w:val="0"/>
                <w:noProof/>
                <w:sz w:val="22"/>
                <w:szCs w:val="22"/>
                <w:u w:val="single"/>
                <w:lang w:val="ro-RO"/>
              </w:rPr>
            </w:pPr>
          </w:p>
        </w:tc>
        <w:tc>
          <w:tcPr>
            <w:tcW w:w="1347" w:type="dxa"/>
            <w:gridSpan w:val="4"/>
            <w:shd w:val="clear" w:color="auto" w:fill="auto"/>
          </w:tcPr>
          <w:p w14:paraId="3BD61AF1" w14:textId="77777777" w:rsidR="00DC5F90" w:rsidRPr="00E67132" w:rsidRDefault="00DC5F90" w:rsidP="0016083C">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t>DA</w:t>
            </w:r>
          </w:p>
        </w:tc>
        <w:tc>
          <w:tcPr>
            <w:tcW w:w="1080" w:type="dxa"/>
            <w:gridSpan w:val="3"/>
          </w:tcPr>
          <w:p w14:paraId="1FD45277" w14:textId="77777777" w:rsidR="00DC5F90" w:rsidRPr="00E67132" w:rsidRDefault="00DC5F90" w:rsidP="0016083C">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t>NU</w:t>
            </w:r>
          </w:p>
        </w:tc>
        <w:tc>
          <w:tcPr>
            <w:tcW w:w="903" w:type="dxa"/>
            <w:gridSpan w:val="2"/>
            <w:shd w:val="clear" w:color="auto" w:fill="auto"/>
          </w:tcPr>
          <w:p w14:paraId="2F6C5A93" w14:textId="77777777" w:rsidR="00DC5F90" w:rsidRPr="00E67132" w:rsidRDefault="00DC5F90" w:rsidP="0016083C">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t>Nu e cazul</w:t>
            </w:r>
          </w:p>
        </w:tc>
      </w:tr>
      <w:tr w:rsidR="00DC5F90" w:rsidRPr="00E67132" w14:paraId="61C746D7" w14:textId="77777777" w:rsidTr="00342928">
        <w:trPr>
          <w:gridAfter w:val="4"/>
          <w:wAfter w:w="4970" w:type="dxa"/>
          <w:trHeight w:val="544"/>
        </w:trPr>
        <w:tc>
          <w:tcPr>
            <w:tcW w:w="6768" w:type="dxa"/>
            <w:gridSpan w:val="5"/>
            <w:shd w:val="clear" w:color="auto" w:fill="auto"/>
          </w:tcPr>
          <w:p w14:paraId="03DD8C83" w14:textId="77777777" w:rsidR="00DC5F90" w:rsidRPr="00E04F96" w:rsidRDefault="00DC5F90">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1.1 Cererea de Finanţare se află în sistem (a mai depus aceeaşi cerere de finanţare în cadrul aceleiaşi sesiuni</w:t>
            </w:r>
            <w:r w:rsidR="00192D6C" w:rsidRPr="00E04F96">
              <w:rPr>
                <w:rFonts w:ascii="Calibri" w:hAnsi="Calibri" w:cs="Calibri"/>
                <w:b w:val="0"/>
                <w:noProof/>
                <w:sz w:val="24"/>
                <w:szCs w:val="24"/>
                <w:lang w:val="ro-RO"/>
              </w:rPr>
              <w:t xml:space="preserve"> continue</w:t>
            </w:r>
            <w:r w:rsidRPr="00E04F96">
              <w:rPr>
                <w:rFonts w:ascii="Calibri" w:hAnsi="Calibri" w:cs="Calibri"/>
                <w:b w:val="0"/>
                <w:noProof/>
                <w:sz w:val="24"/>
                <w:szCs w:val="24"/>
                <w:lang w:val="ro-RO"/>
              </w:rPr>
              <w:t>)?</w:t>
            </w:r>
          </w:p>
        </w:tc>
        <w:tc>
          <w:tcPr>
            <w:tcW w:w="1347" w:type="dxa"/>
            <w:gridSpan w:val="4"/>
            <w:shd w:val="clear" w:color="auto" w:fill="auto"/>
          </w:tcPr>
          <w:p w14:paraId="65642693" w14:textId="77777777" w:rsidR="00DC5F90" w:rsidRPr="00E67132" w:rsidRDefault="00DC5F90" w:rsidP="00F76660">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E28BCF4" w14:textId="77777777" w:rsidR="00DC5F90" w:rsidRPr="00E67132" w:rsidRDefault="00DC5F90" w:rsidP="00F76660">
            <w:pPr>
              <w:pStyle w:val="BodyText3"/>
              <w:rPr>
                <w:rFonts w:ascii="Calibri" w:hAnsi="Calibri" w:cs="Calibri"/>
                <w:noProof/>
                <w:sz w:val="22"/>
                <w:szCs w:val="22"/>
                <w:lang w:val="ro-RO"/>
              </w:rPr>
            </w:pPr>
          </w:p>
        </w:tc>
        <w:tc>
          <w:tcPr>
            <w:tcW w:w="1080" w:type="dxa"/>
            <w:gridSpan w:val="3"/>
          </w:tcPr>
          <w:p w14:paraId="0BE5B788" w14:textId="77777777" w:rsidR="00DC5F90" w:rsidRPr="00E67132" w:rsidRDefault="00DC5F90" w:rsidP="00DC5F90">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6BE9C8C" w14:textId="77777777" w:rsidR="00DC5F90" w:rsidRPr="00E67132" w:rsidRDefault="00DC5F90" w:rsidP="00F76660">
            <w:pPr>
              <w:pStyle w:val="BodyText3"/>
              <w:rPr>
                <w:rFonts w:ascii="Calibri" w:hAnsi="Calibri" w:cs="Calibri"/>
                <w:noProof/>
                <w:sz w:val="22"/>
                <w:szCs w:val="22"/>
                <w:lang w:val="ro-RO"/>
              </w:rPr>
            </w:pPr>
          </w:p>
        </w:tc>
        <w:tc>
          <w:tcPr>
            <w:tcW w:w="903" w:type="dxa"/>
            <w:gridSpan w:val="2"/>
            <w:shd w:val="clear" w:color="auto" w:fill="auto"/>
          </w:tcPr>
          <w:p w14:paraId="59886CEB" w14:textId="77777777" w:rsidR="00DC5F90" w:rsidRPr="00E67132" w:rsidRDefault="00DC5F90" w:rsidP="00F76660">
            <w:pPr>
              <w:pStyle w:val="BodyText3"/>
              <w:rPr>
                <w:rFonts w:ascii="Calibri" w:hAnsi="Calibri" w:cs="Calibri"/>
                <w:noProof/>
                <w:sz w:val="22"/>
                <w:szCs w:val="22"/>
                <w:lang w:val="ro-RO"/>
              </w:rPr>
            </w:pPr>
          </w:p>
        </w:tc>
      </w:tr>
      <w:tr w:rsidR="00181165" w:rsidRPr="00E67132" w14:paraId="34E8C25F" w14:textId="77777777" w:rsidTr="00342928">
        <w:trPr>
          <w:gridAfter w:val="4"/>
          <w:wAfter w:w="4970" w:type="dxa"/>
          <w:trHeight w:val="544"/>
        </w:trPr>
        <w:tc>
          <w:tcPr>
            <w:tcW w:w="6768" w:type="dxa"/>
            <w:gridSpan w:val="5"/>
            <w:shd w:val="clear" w:color="auto" w:fill="auto"/>
          </w:tcPr>
          <w:p w14:paraId="34F58D48" w14:textId="77777777" w:rsidR="00181165" w:rsidRPr="00E04F96" w:rsidRDefault="00181165" w:rsidP="00B77F59">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1.2 Solicitantul a mai depus o altă cerere de finanțare în cadrul aceleiași sesiuni continue</w:t>
            </w:r>
          </w:p>
        </w:tc>
        <w:tc>
          <w:tcPr>
            <w:tcW w:w="1347" w:type="dxa"/>
            <w:gridSpan w:val="4"/>
            <w:shd w:val="clear" w:color="auto" w:fill="auto"/>
          </w:tcPr>
          <w:p w14:paraId="4B39E191" w14:textId="77777777" w:rsidR="00181165" w:rsidRPr="00E67132" w:rsidRDefault="00181165" w:rsidP="00181165">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68F4C6C" w14:textId="77777777" w:rsidR="00181165" w:rsidRPr="00E67132" w:rsidRDefault="00181165" w:rsidP="00F76660">
            <w:pPr>
              <w:pStyle w:val="BodyText3"/>
              <w:rPr>
                <w:rFonts w:ascii="Calibri" w:hAnsi="Calibri" w:cs="Calibri"/>
                <w:noProof/>
                <w:sz w:val="22"/>
                <w:szCs w:val="22"/>
                <w:lang w:val="ro-RO"/>
              </w:rPr>
            </w:pPr>
          </w:p>
        </w:tc>
        <w:tc>
          <w:tcPr>
            <w:tcW w:w="1080" w:type="dxa"/>
            <w:gridSpan w:val="3"/>
          </w:tcPr>
          <w:p w14:paraId="42738F6B" w14:textId="77777777" w:rsidR="00181165" w:rsidRPr="00E67132" w:rsidRDefault="00181165" w:rsidP="00181165">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651E0F3" w14:textId="77777777" w:rsidR="00181165" w:rsidRPr="00E67132" w:rsidRDefault="00181165" w:rsidP="00DC5F90">
            <w:pPr>
              <w:pStyle w:val="BodyText3"/>
              <w:rPr>
                <w:rFonts w:ascii="Calibri" w:hAnsi="Calibri" w:cs="Calibri"/>
                <w:noProof/>
                <w:sz w:val="22"/>
                <w:szCs w:val="22"/>
                <w:lang w:val="ro-RO"/>
              </w:rPr>
            </w:pPr>
          </w:p>
        </w:tc>
        <w:tc>
          <w:tcPr>
            <w:tcW w:w="903" w:type="dxa"/>
            <w:gridSpan w:val="2"/>
            <w:shd w:val="clear" w:color="auto" w:fill="auto"/>
          </w:tcPr>
          <w:p w14:paraId="6E2FA563" w14:textId="77777777" w:rsidR="00181165" w:rsidRPr="00E67132" w:rsidRDefault="00181165" w:rsidP="00F76660">
            <w:pPr>
              <w:pStyle w:val="BodyText3"/>
              <w:rPr>
                <w:rFonts w:ascii="Calibri" w:hAnsi="Calibri" w:cs="Calibri"/>
                <w:noProof/>
                <w:sz w:val="22"/>
                <w:szCs w:val="22"/>
                <w:lang w:val="ro-RO"/>
              </w:rPr>
            </w:pPr>
          </w:p>
        </w:tc>
      </w:tr>
      <w:tr w:rsidR="00DC5F90" w:rsidRPr="00E67132" w14:paraId="329A20AE" w14:textId="77777777" w:rsidTr="00342928">
        <w:trPr>
          <w:gridAfter w:val="4"/>
          <w:wAfter w:w="4970" w:type="dxa"/>
        </w:trPr>
        <w:tc>
          <w:tcPr>
            <w:tcW w:w="6768" w:type="dxa"/>
            <w:gridSpan w:val="5"/>
            <w:shd w:val="clear" w:color="auto" w:fill="auto"/>
          </w:tcPr>
          <w:p w14:paraId="607596A5" w14:textId="164C5444" w:rsidR="00B57B91" w:rsidRPr="00E04F96" w:rsidRDefault="007D3648" w:rsidP="00EA1EE9">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1.</w:t>
            </w:r>
            <w:r w:rsidR="00EE6E87" w:rsidRPr="00E04F96">
              <w:rPr>
                <w:rFonts w:ascii="Calibri" w:hAnsi="Calibri" w:cs="Calibri"/>
                <w:b w:val="0"/>
                <w:noProof/>
                <w:sz w:val="24"/>
                <w:szCs w:val="24"/>
                <w:lang w:val="ro-RO"/>
              </w:rPr>
              <w:t>3</w:t>
            </w:r>
            <w:r w:rsidRPr="00E04F96">
              <w:rPr>
                <w:rFonts w:ascii="Calibri" w:hAnsi="Calibri" w:cs="Calibri"/>
                <w:b w:val="0"/>
                <w:noProof/>
                <w:sz w:val="24"/>
                <w:szCs w:val="24"/>
                <w:lang w:val="ro-RO"/>
              </w:rPr>
              <w:t xml:space="preserve"> Solicitantul este înregistrat în Registrul debitorilor AFIR, atât pentru Programul SAPARD cât și pentru FEADR care a achitat integral datoria față de AFIR, inclusiv dobânzile și majorările de întârziere până la semnarea contractelor de finanțare?</w:t>
            </w:r>
          </w:p>
          <w:p w14:paraId="1A211382" w14:textId="0949790B" w:rsidR="00380AEB" w:rsidRPr="00E04F96" w:rsidRDefault="008540AD" w:rsidP="00EA1EE9">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1.</w:t>
            </w:r>
            <w:r w:rsidR="00EE6E87" w:rsidRPr="00E04F96">
              <w:rPr>
                <w:rFonts w:ascii="Calibri" w:hAnsi="Calibri" w:cs="Calibri"/>
                <w:b w:val="0"/>
                <w:noProof/>
                <w:sz w:val="24"/>
                <w:szCs w:val="24"/>
                <w:lang w:val="ro-RO"/>
              </w:rPr>
              <w:t>3</w:t>
            </w:r>
            <w:r w:rsidRPr="00E04F96">
              <w:rPr>
                <w:rFonts w:ascii="Calibri" w:hAnsi="Calibri" w:cs="Calibri"/>
                <w:b w:val="0"/>
                <w:noProof/>
                <w:sz w:val="24"/>
                <w:szCs w:val="24"/>
                <w:lang w:val="ro-RO"/>
              </w:rPr>
              <w:t>a. Solicitantul este înregistrat în Registrul debitorilor AFIR, atât pentru Programul SAPARD cât și pentru FEADR?</w:t>
            </w:r>
          </w:p>
          <w:p w14:paraId="01F6145C" w14:textId="62B54148" w:rsidR="008540AD" w:rsidRPr="00E04F96" w:rsidRDefault="008540AD" w:rsidP="00EA1EE9">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1.</w:t>
            </w:r>
            <w:r w:rsidR="00EE6E87" w:rsidRPr="00E04F96">
              <w:rPr>
                <w:rFonts w:ascii="Calibri" w:hAnsi="Calibri" w:cs="Calibri"/>
                <w:b w:val="0"/>
                <w:noProof/>
                <w:sz w:val="24"/>
                <w:szCs w:val="24"/>
                <w:lang w:val="ro-RO"/>
              </w:rPr>
              <w:t>3</w:t>
            </w:r>
            <w:r w:rsidRPr="00E04F96">
              <w:rPr>
                <w:rFonts w:ascii="Calibri" w:hAnsi="Calibri" w:cs="Calibri"/>
                <w:b w:val="0"/>
                <w:noProof/>
                <w:sz w:val="24"/>
                <w:szCs w:val="24"/>
                <w:lang w:val="ro-RO"/>
              </w:rPr>
              <w:t>b Solicitantul  a achitat integral datoria față de AFIR, inclusiv dobânzile și majorările de întârziere până la semnarea contractelor de finanțare</w:t>
            </w:r>
            <w:r w:rsidR="00BA7B8E" w:rsidRPr="00E04F96">
              <w:rPr>
                <w:rFonts w:ascii="Calibri" w:hAnsi="Calibri" w:cs="Calibri"/>
                <w:b w:val="0"/>
                <w:noProof/>
                <w:sz w:val="24"/>
                <w:szCs w:val="24"/>
                <w:lang w:val="ro-RO"/>
              </w:rPr>
              <w:t>?</w:t>
            </w:r>
          </w:p>
        </w:tc>
        <w:tc>
          <w:tcPr>
            <w:tcW w:w="1347" w:type="dxa"/>
            <w:gridSpan w:val="4"/>
            <w:shd w:val="clear" w:color="auto" w:fill="auto"/>
          </w:tcPr>
          <w:p w14:paraId="5877AE64" w14:textId="77777777" w:rsidR="00DC5F90" w:rsidRPr="00E67132" w:rsidRDefault="00DC5F90"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26A092D" w14:textId="77777777" w:rsidR="00380AEB" w:rsidRPr="00E67132" w:rsidRDefault="00380AEB" w:rsidP="00D558AF">
            <w:pPr>
              <w:pStyle w:val="BodyText3"/>
              <w:rPr>
                <w:rFonts w:ascii="Calibri" w:hAnsi="Calibri" w:cs="Calibri"/>
                <w:noProof/>
                <w:sz w:val="22"/>
                <w:szCs w:val="22"/>
                <w:lang w:val="ro-RO"/>
              </w:rPr>
            </w:pPr>
          </w:p>
          <w:p w14:paraId="38EEBB78" w14:textId="77777777" w:rsidR="00380AEB" w:rsidRPr="00E67132" w:rsidRDefault="00380AEB" w:rsidP="00D558AF">
            <w:pPr>
              <w:pStyle w:val="BodyText3"/>
              <w:rPr>
                <w:rFonts w:ascii="Calibri" w:hAnsi="Calibri" w:cs="Calibri"/>
                <w:noProof/>
                <w:sz w:val="22"/>
                <w:szCs w:val="22"/>
                <w:lang w:val="ro-RO"/>
              </w:rPr>
            </w:pPr>
          </w:p>
          <w:p w14:paraId="399AC64F" w14:textId="77777777" w:rsidR="00380AEB" w:rsidRPr="00E67132" w:rsidRDefault="00380AEB"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1B69BC5" w14:textId="77777777" w:rsidR="00380AEB" w:rsidRPr="00E67132" w:rsidRDefault="00380AEB" w:rsidP="00D558AF">
            <w:pPr>
              <w:pStyle w:val="BodyText3"/>
              <w:rPr>
                <w:rFonts w:ascii="Calibri" w:hAnsi="Calibri" w:cs="Calibri"/>
                <w:noProof/>
                <w:sz w:val="22"/>
                <w:szCs w:val="22"/>
                <w:lang w:val="ro-RO"/>
              </w:rPr>
            </w:pPr>
          </w:p>
          <w:p w14:paraId="55828A97" w14:textId="658A9951" w:rsidR="00380AEB" w:rsidRDefault="00380AEB" w:rsidP="00D558AF">
            <w:pPr>
              <w:pStyle w:val="BodyText3"/>
              <w:rPr>
                <w:rFonts w:ascii="Calibri" w:hAnsi="Calibri" w:cs="Calibri"/>
                <w:noProof/>
                <w:sz w:val="22"/>
                <w:szCs w:val="22"/>
                <w:lang w:val="ro-RO"/>
              </w:rPr>
            </w:pPr>
          </w:p>
          <w:p w14:paraId="1128AC0B" w14:textId="16BE9185" w:rsidR="00EA1EE9" w:rsidRDefault="00EA1EE9" w:rsidP="00D558AF">
            <w:pPr>
              <w:pStyle w:val="BodyText3"/>
              <w:rPr>
                <w:rFonts w:ascii="Calibri" w:hAnsi="Calibri" w:cs="Calibri"/>
                <w:noProof/>
                <w:sz w:val="22"/>
                <w:szCs w:val="22"/>
                <w:lang w:val="ro-RO"/>
              </w:rPr>
            </w:pPr>
          </w:p>
          <w:p w14:paraId="27E148A6" w14:textId="77777777" w:rsidR="00EA1EE9" w:rsidRPr="00E67132" w:rsidRDefault="00EA1EE9" w:rsidP="00D558AF">
            <w:pPr>
              <w:pStyle w:val="BodyText3"/>
              <w:rPr>
                <w:rFonts w:ascii="Calibri" w:hAnsi="Calibri" w:cs="Calibri"/>
                <w:noProof/>
                <w:sz w:val="22"/>
                <w:szCs w:val="22"/>
                <w:lang w:val="ro-RO"/>
              </w:rPr>
            </w:pPr>
          </w:p>
          <w:p w14:paraId="0C0B9B47" w14:textId="77777777" w:rsidR="00380AEB" w:rsidRPr="00E67132" w:rsidRDefault="00380AEB"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1080" w:type="dxa"/>
            <w:gridSpan w:val="3"/>
          </w:tcPr>
          <w:p w14:paraId="3450A3CC" w14:textId="77777777" w:rsidR="00380AEB" w:rsidRPr="00E67132" w:rsidRDefault="00DC5F90"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4A89B02" w14:textId="77777777" w:rsidR="00380AEB" w:rsidRPr="00E67132" w:rsidRDefault="00380AEB" w:rsidP="00D558AF">
            <w:pPr>
              <w:pStyle w:val="BodyText3"/>
              <w:rPr>
                <w:rFonts w:ascii="Calibri" w:hAnsi="Calibri" w:cs="Calibri"/>
                <w:noProof/>
                <w:sz w:val="22"/>
                <w:szCs w:val="22"/>
                <w:lang w:val="ro-RO"/>
              </w:rPr>
            </w:pPr>
          </w:p>
          <w:p w14:paraId="234F63A9" w14:textId="77777777" w:rsidR="00380AEB" w:rsidRPr="00E67132" w:rsidRDefault="00380AEB" w:rsidP="00D558AF">
            <w:pPr>
              <w:pStyle w:val="BodyText3"/>
              <w:rPr>
                <w:rFonts w:ascii="Calibri" w:hAnsi="Calibri" w:cs="Calibri"/>
                <w:noProof/>
                <w:sz w:val="22"/>
                <w:szCs w:val="22"/>
                <w:lang w:val="ro-RO"/>
              </w:rPr>
            </w:pPr>
          </w:p>
          <w:p w14:paraId="37AF0C42" w14:textId="77777777" w:rsidR="00380AEB" w:rsidRPr="00E67132" w:rsidRDefault="00380AEB"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1760CDA" w14:textId="77777777" w:rsidR="00380AEB" w:rsidRPr="00E67132" w:rsidRDefault="00380AEB" w:rsidP="00D558AF">
            <w:pPr>
              <w:pStyle w:val="BodyText3"/>
              <w:rPr>
                <w:rFonts w:ascii="Calibri" w:hAnsi="Calibri" w:cs="Calibri"/>
                <w:noProof/>
                <w:sz w:val="22"/>
                <w:szCs w:val="22"/>
                <w:lang w:val="ro-RO"/>
              </w:rPr>
            </w:pPr>
          </w:p>
          <w:p w14:paraId="38D7EEF9" w14:textId="77C9DD6C" w:rsidR="00380AEB" w:rsidRDefault="00380AEB" w:rsidP="00D558AF">
            <w:pPr>
              <w:pStyle w:val="BodyText3"/>
              <w:rPr>
                <w:rFonts w:ascii="Calibri" w:hAnsi="Calibri" w:cs="Calibri"/>
                <w:noProof/>
                <w:sz w:val="22"/>
                <w:szCs w:val="22"/>
                <w:lang w:val="ro-RO"/>
              </w:rPr>
            </w:pPr>
          </w:p>
          <w:p w14:paraId="16407C43" w14:textId="4A208176" w:rsidR="00EA1EE9" w:rsidRDefault="00EA1EE9" w:rsidP="00D558AF">
            <w:pPr>
              <w:pStyle w:val="BodyText3"/>
              <w:rPr>
                <w:rFonts w:ascii="Calibri" w:hAnsi="Calibri" w:cs="Calibri"/>
                <w:noProof/>
                <w:sz w:val="22"/>
                <w:szCs w:val="22"/>
                <w:lang w:val="ro-RO"/>
              </w:rPr>
            </w:pPr>
          </w:p>
          <w:p w14:paraId="5C136ABA" w14:textId="77777777" w:rsidR="00EA1EE9" w:rsidRPr="00E67132" w:rsidRDefault="00EA1EE9" w:rsidP="00D558AF">
            <w:pPr>
              <w:pStyle w:val="BodyText3"/>
              <w:rPr>
                <w:rFonts w:ascii="Calibri" w:hAnsi="Calibri" w:cs="Calibri"/>
                <w:noProof/>
                <w:sz w:val="22"/>
                <w:szCs w:val="22"/>
                <w:lang w:val="ro-RO"/>
              </w:rPr>
            </w:pPr>
          </w:p>
          <w:p w14:paraId="4EF78FE3" w14:textId="77777777" w:rsidR="00DC5F90" w:rsidRPr="00E67132" w:rsidRDefault="00380AEB"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A57D19B" w14:textId="77777777" w:rsidR="00DC5F90" w:rsidRPr="00E67132" w:rsidRDefault="00DC5F90" w:rsidP="00D558AF">
            <w:pPr>
              <w:pStyle w:val="BodyText3"/>
              <w:rPr>
                <w:rFonts w:ascii="Calibri" w:hAnsi="Calibri" w:cs="Calibri"/>
                <w:noProof/>
                <w:sz w:val="22"/>
                <w:szCs w:val="22"/>
                <w:lang w:val="ro-RO"/>
              </w:rPr>
            </w:pPr>
          </w:p>
        </w:tc>
        <w:tc>
          <w:tcPr>
            <w:tcW w:w="903" w:type="dxa"/>
            <w:gridSpan w:val="2"/>
            <w:shd w:val="clear" w:color="auto" w:fill="auto"/>
          </w:tcPr>
          <w:p w14:paraId="6610EE7D" w14:textId="77777777" w:rsidR="00DC5F90" w:rsidRPr="00E67132" w:rsidRDefault="00DC5F90" w:rsidP="00F76660">
            <w:pPr>
              <w:pStyle w:val="BodyText3"/>
              <w:rPr>
                <w:rFonts w:ascii="Calibri" w:hAnsi="Calibri" w:cs="Calibri"/>
                <w:noProof/>
                <w:sz w:val="22"/>
                <w:szCs w:val="22"/>
                <w:highlight w:val="yellow"/>
                <w:lang w:val="ro-RO"/>
              </w:rPr>
            </w:pPr>
          </w:p>
        </w:tc>
      </w:tr>
      <w:tr w:rsidR="00DC5F90" w:rsidRPr="00E67132" w14:paraId="1DFA1E80" w14:textId="77777777" w:rsidTr="00342928">
        <w:trPr>
          <w:gridAfter w:val="4"/>
          <w:wAfter w:w="4970" w:type="dxa"/>
          <w:trHeight w:val="530"/>
        </w:trPr>
        <w:tc>
          <w:tcPr>
            <w:tcW w:w="6768" w:type="dxa"/>
            <w:gridSpan w:val="5"/>
            <w:shd w:val="clear" w:color="auto" w:fill="auto"/>
          </w:tcPr>
          <w:p w14:paraId="5DE482EF" w14:textId="5E966064" w:rsidR="00DC5F90" w:rsidRPr="00E04F96" w:rsidRDefault="00FC5C45" w:rsidP="00EA1EE9">
            <w:pPr>
              <w:pStyle w:val="NoSpacing"/>
              <w:tabs>
                <w:tab w:val="left" w:pos="-90"/>
                <w:tab w:val="left" w:pos="426"/>
              </w:tabs>
              <w:jc w:val="both"/>
              <w:rPr>
                <w:rFonts w:cs="Calibri"/>
                <w:noProof/>
                <w:sz w:val="24"/>
                <w:szCs w:val="24"/>
                <w:lang w:val="ro-RO"/>
              </w:rPr>
            </w:pPr>
            <w:r w:rsidRPr="00E04F96">
              <w:rPr>
                <w:rFonts w:cs="Calibri"/>
                <w:noProof/>
                <w:sz w:val="24"/>
                <w:szCs w:val="24"/>
                <w:lang w:val="ro-RO"/>
              </w:rPr>
              <w:t>1.</w:t>
            </w:r>
            <w:r w:rsidR="00EE6E87" w:rsidRPr="00E04F96">
              <w:rPr>
                <w:rFonts w:cs="Calibri"/>
                <w:noProof/>
                <w:sz w:val="24"/>
                <w:szCs w:val="24"/>
                <w:lang w:val="ro-RO"/>
              </w:rPr>
              <w:t>4</w:t>
            </w:r>
            <w:r w:rsidRPr="00E04F96">
              <w:rPr>
                <w:rFonts w:cs="Calibri"/>
                <w:noProof/>
                <w:sz w:val="24"/>
                <w:szCs w:val="24"/>
                <w:lang w:val="ro-RO"/>
              </w:rPr>
              <w:t xml:space="preserve"> Solicitantul are contract de finanțare aflat în implementare și finanțat</w:t>
            </w:r>
            <w:r w:rsidR="004C06D5" w:rsidRPr="00E04F96">
              <w:rPr>
                <w:rFonts w:cs="Calibri"/>
                <w:noProof/>
                <w:sz w:val="24"/>
                <w:szCs w:val="24"/>
                <w:lang w:val="ro-RO"/>
              </w:rPr>
              <w:t xml:space="preserve"> </w:t>
            </w:r>
            <w:r w:rsidRPr="00E04F96">
              <w:rPr>
                <w:rFonts w:cs="Calibri"/>
                <w:noProof/>
                <w:sz w:val="24"/>
                <w:szCs w:val="24"/>
                <w:lang w:val="ro-RO"/>
              </w:rPr>
              <w:t xml:space="preserve">pentru măsura 112 „Instalarea tinerilor fermieri”/411.112 </w:t>
            </w:r>
            <w:r w:rsidR="00293131" w:rsidRPr="00E04F96">
              <w:rPr>
                <w:rFonts w:cs="Calibri"/>
                <w:noProof/>
                <w:sz w:val="24"/>
                <w:szCs w:val="24"/>
                <w:lang w:val="ro-RO"/>
              </w:rPr>
              <w:t>“</w:t>
            </w:r>
            <w:r w:rsidRPr="00E04F96">
              <w:rPr>
                <w:rFonts w:cs="Calibri"/>
                <w:noProof/>
                <w:sz w:val="24"/>
                <w:szCs w:val="24"/>
                <w:lang w:val="ro-RO"/>
              </w:rPr>
              <w:t>Instalarea tinerilor fermieri</w:t>
            </w:r>
            <w:r w:rsidR="00293131" w:rsidRPr="00E04F96">
              <w:rPr>
                <w:rFonts w:cs="Calibri"/>
                <w:noProof/>
                <w:sz w:val="24"/>
                <w:szCs w:val="24"/>
                <w:lang w:val="ro-RO"/>
              </w:rPr>
              <w:t>” din LEADER</w:t>
            </w:r>
            <w:r w:rsidRPr="00E04F96">
              <w:rPr>
                <w:rFonts w:cs="Calibri"/>
                <w:noProof/>
                <w:sz w:val="24"/>
                <w:szCs w:val="24"/>
                <w:lang w:val="ro-RO"/>
              </w:rPr>
              <w:t>, din PNDR 2007-2013 şi/sau pentru submăsura 6.1 „Sprijin pentru instalarea tinerilor fermieri”, din PNDR 2014-2020?</w:t>
            </w:r>
          </w:p>
        </w:tc>
        <w:tc>
          <w:tcPr>
            <w:tcW w:w="1347" w:type="dxa"/>
            <w:gridSpan w:val="4"/>
            <w:shd w:val="clear" w:color="auto" w:fill="auto"/>
          </w:tcPr>
          <w:p w14:paraId="227FEEDB" w14:textId="77777777" w:rsidR="00DC5F90" w:rsidRPr="00E67132" w:rsidRDefault="00DC5F90" w:rsidP="00A41E82">
            <w:pPr>
              <w:pStyle w:val="BodyText3"/>
              <w:numPr>
                <w:ilvl w:val="0"/>
                <w:numId w:val="3"/>
              </w:numPr>
              <w:rPr>
                <w:rFonts w:ascii="Calibri" w:hAnsi="Calibri" w:cs="Calibri"/>
                <w:noProof/>
                <w:sz w:val="22"/>
                <w:szCs w:val="22"/>
                <w:lang w:val="ro-RO"/>
              </w:rPr>
            </w:pPr>
          </w:p>
        </w:tc>
        <w:tc>
          <w:tcPr>
            <w:tcW w:w="1080" w:type="dxa"/>
            <w:gridSpan w:val="3"/>
          </w:tcPr>
          <w:p w14:paraId="20FB0DD8" w14:textId="77777777" w:rsidR="00DC5F90" w:rsidRPr="00E67132" w:rsidRDefault="00DC5F90" w:rsidP="00A41E82">
            <w:pPr>
              <w:pStyle w:val="BodyText3"/>
              <w:numPr>
                <w:ilvl w:val="0"/>
                <w:numId w:val="3"/>
              </w:numPr>
              <w:rPr>
                <w:rFonts w:ascii="Calibri" w:hAnsi="Calibri" w:cs="Calibri"/>
                <w:noProof/>
                <w:sz w:val="22"/>
                <w:szCs w:val="22"/>
                <w:lang w:val="ro-RO"/>
              </w:rPr>
            </w:pPr>
          </w:p>
        </w:tc>
        <w:tc>
          <w:tcPr>
            <w:tcW w:w="903" w:type="dxa"/>
            <w:gridSpan w:val="2"/>
            <w:shd w:val="clear" w:color="auto" w:fill="auto"/>
          </w:tcPr>
          <w:p w14:paraId="5A4ED97B" w14:textId="77777777" w:rsidR="00DC5F90" w:rsidRPr="00E67132" w:rsidRDefault="00DC5F90" w:rsidP="00342928">
            <w:pPr>
              <w:pStyle w:val="BodyText3"/>
              <w:ind w:left="720"/>
              <w:jc w:val="left"/>
              <w:rPr>
                <w:rFonts w:ascii="Calibri" w:hAnsi="Calibri" w:cs="Calibri"/>
                <w:noProof/>
                <w:sz w:val="22"/>
                <w:szCs w:val="22"/>
                <w:lang w:val="ro-RO"/>
              </w:rPr>
            </w:pPr>
          </w:p>
        </w:tc>
      </w:tr>
      <w:tr w:rsidR="00DC5F90" w:rsidRPr="00E67132" w14:paraId="0FDD17D9" w14:textId="77777777" w:rsidTr="00342928">
        <w:trPr>
          <w:gridAfter w:val="4"/>
          <w:wAfter w:w="4970" w:type="dxa"/>
          <w:trHeight w:val="530"/>
        </w:trPr>
        <w:tc>
          <w:tcPr>
            <w:tcW w:w="6768" w:type="dxa"/>
            <w:gridSpan w:val="5"/>
            <w:shd w:val="clear" w:color="auto" w:fill="auto"/>
          </w:tcPr>
          <w:p w14:paraId="1F70CDAC" w14:textId="49FCB21F" w:rsidR="00DC5F90" w:rsidRPr="00E04F96" w:rsidRDefault="00FC5C45" w:rsidP="00EA1EE9">
            <w:pPr>
              <w:pStyle w:val="NoSpacing"/>
              <w:jc w:val="both"/>
              <w:rPr>
                <w:rFonts w:cs="Calibri"/>
                <w:noProof/>
                <w:sz w:val="24"/>
                <w:szCs w:val="24"/>
                <w:lang w:val="ro-RO"/>
              </w:rPr>
            </w:pPr>
            <w:r w:rsidRPr="00E04F96">
              <w:rPr>
                <w:rFonts w:cs="Calibri"/>
                <w:noProof/>
                <w:sz w:val="24"/>
                <w:szCs w:val="24"/>
                <w:lang w:val="ro-RO"/>
              </w:rPr>
              <w:t>1.</w:t>
            </w:r>
            <w:r w:rsidR="00EE6E87" w:rsidRPr="00E04F96">
              <w:rPr>
                <w:rFonts w:cs="Calibri"/>
                <w:noProof/>
                <w:sz w:val="24"/>
                <w:szCs w:val="24"/>
                <w:lang w:val="ro-RO"/>
              </w:rPr>
              <w:t>5</w:t>
            </w:r>
            <w:r w:rsidRPr="00E04F96">
              <w:rPr>
                <w:rFonts w:cs="Calibri"/>
                <w:noProof/>
                <w:sz w:val="24"/>
                <w:szCs w:val="24"/>
                <w:lang w:val="ro-RO"/>
              </w:rPr>
              <w:t xml:space="preserve"> Exploataţia/parte din exploataţia care solicită sprijin a mai  beneficiat de sprijin prin intermediul măsurii 112 „Instalarea tinerilor fermieri”/ 411.112 </w:t>
            </w:r>
            <w:r w:rsidR="0007711E" w:rsidRPr="00E04F96">
              <w:rPr>
                <w:rFonts w:cs="Calibri"/>
                <w:noProof/>
                <w:sz w:val="24"/>
                <w:szCs w:val="24"/>
                <w:lang w:val="ro-RO"/>
              </w:rPr>
              <w:t>“</w:t>
            </w:r>
            <w:r w:rsidRPr="00E04F96">
              <w:rPr>
                <w:rFonts w:cs="Calibri"/>
                <w:noProof/>
                <w:sz w:val="24"/>
                <w:szCs w:val="24"/>
                <w:lang w:val="ro-RO"/>
              </w:rPr>
              <w:t>Instalarea tinerilor fermieri</w:t>
            </w:r>
            <w:r w:rsidR="0007711E" w:rsidRPr="00E04F96">
              <w:rPr>
                <w:rFonts w:cs="Calibri"/>
                <w:noProof/>
                <w:sz w:val="24"/>
                <w:szCs w:val="24"/>
                <w:lang w:val="ro-RO"/>
              </w:rPr>
              <w:t>” din LEADER</w:t>
            </w:r>
            <w:r w:rsidRPr="00E04F96">
              <w:rPr>
                <w:rFonts w:cs="Calibri"/>
                <w:noProof/>
                <w:sz w:val="24"/>
                <w:szCs w:val="24"/>
                <w:lang w:val="ro-RO"/>
              </w:rPr>
              <w:t>, din PNDR 2007-2013 şi/sau prin intermediul submăsurii 6.1 „Sprijin pentru instalarea tinerilor fermieri”</w:t>
            </w:r>
            <w:r w:rsidR="00E531E0" w:rsidRPr="00E04F96">
              <w:rPr>
                <w:rFonts w:cs="Calibri"/>
                <w:noProof/>
                <w:sz w:val="24"/>
                <w:szCs w:val="24"/>
                <w:lang w:val="ro-RO"/>
              </w:rPr>
              <w:t xml:space="preserve"> inclusiv ITI</w:t>
            </w:r>
            <w:r w:rsidRPr="00E04F96">
              <w:rPr>
                <w:rFonts w:cs="Calibri"/>
                <w:noProof/>
                <w:sz w:val="24"/>
                <w:szCs w:val="24"/>
                <w:lang w:val="ro-RO"/>
              </w:rPr>
              <w:t>, din PNDR 2014-2020?</w:t>
            </w:r>
          </w:p>
        </w:tc>
        <w:tc>
          <w:tcPr>
            <w:tcW w:w="1347" w:type="dxa"/>
            <w:gridSpan w:val="4"/>
            <w:shd w:val="clear" w:color="auto" w:fill="auto"/>
          </w:tcPr>
          <w:p w14:paraId="458F09AA" w14:textId="77777777" w:rsidR="00DC5F90" w:rsidRPr="00E67132" w:rsidRDefault="00DC5F90" w:rsidP="00A41E82">
            <w:pPr>
              <w:pStyle w:val="BodyText3"/>
              <w:numPr>
                <w:ilvl w:val="0"/>
                <w:numId w:val="3"/>
              </w:numPr>
              <w:jc w:val="left"/>
              <w:rPr>
                <w:rFonts w:ascii="Calibri" w:hAnsi="Calibri" w:cs="Calibri"/>
                <w:noProof/>
                <w:sz w:val="22"/>
                <w:szCs w:val="22"/>
                <w:lang w:val="ro-RO"/>
              </w:rPr>
            </w:pPr>
          </w:p>
        </w:tc>
        <w:tc>
          <w:tcPr>
            <w:tcW w:w="1080" w:type="dxa"/>
            <w:gridSpan w:val="3"/>
          </w:tcPr>
          <w:p w14:paraId="1B7291DB" w14:textId="77777777" w:rsidR="00DC5F90" w:rsidRPr="00E67132" w:rsidRDefault="00DC5F90" w:rsidP="00A41E82">
            <w:pPr>
              <w:pStyle w:val="BodyText3"/>
              <w:numPr>
                <w:ilvl w:val="0"/>
                <w:numId w:val="3"/>
              </w:numPr>
              <w:rPr>
                <w:rFonts w:ascii="Calibri" w:hAnsi="Calibri" w:cs="Calibri"/>
                <w:noProof/>
                <w:sz w:val="22"/>
                <w:szCs w:val="22"/>
                <w:lang w:val="ro-RO"/>
              </w:rPr>
            </w:pPr>
          </w:p>
        </w:tc>
        <w:tc>
          <w:tcPr>
            <w:tcW w:w="903" w:type="dxa"/>
            <w:gridSpan w:val="2"/>
            <w:shd w:val="clear" w:color="auto" w:fill="auto"/>
          </w:tcPr>
          <w:p w14:paraId="155242E5" w14:textId="77777777" w:rsidR="00DC5F90" w:rsidRPr="00E67132" w:rsidRDefault="00DC5F90" w:rsidP="00342928">
            <w:pPr>
              <w:pStyle w:val="BodyText3"/>
              <w:ind w:left="720"/>
              <w:jc w:val="left"/>
              <w:rPr>
                <w:rFonts w:ascii="Calibri" w:hAnsi="Calibri" w:cs="Calibri"/>
                <w:noProof/>
                <w:sz w:val="22"/>
                <w:szCs w:val="22"/>
                <w:lang w:val="ro-RO"/>
              </w:rPr>
            </w:pPr>
          </w:p>
        </w:tc>
      </w:tr>
      <w:tr w:rsidR="00CD0789" w:rsidRPr="00E67132" w14:paraId="50424043" w14:textId="77777777" w:rsidTr="00342928">
        <w:trPr>
          <w:gridAfter w:val="4"/>
          <w:wAfter w:w="4970" w:type="dxa"/>
          <w:trHeight w:val="1739"/>
        </w:trPr>
        <w:tc>
          <w:tcPr>
            <w:tcW w:w="6768" w:type="dxa"/>
            <w:gridSpan w:val="5"/>
            <w:shd w:val="clear" w:color="auto" w:fill="auto"/>
          </w:tcPr>
          <w:p w14:paraId="2FE88C57" w14:textId="7E4A2846" w:rsidR="00CD0789" w:rsidRPr="00E04F96" w:rsidRDefault="00FC5C45" w:rsidP="00FC5C45">
            <w:pPr>
              <w:jc w:val="both"/>
              <w:rPr>
                <w:rFonts w:ascii="Calibri" w:hAnsi="Calibri" w:cs="Calibri"/>
                <w:noProof/>
                <w:lang w:val="ro-RO"/>
              </w:rPr>
            </w:pPr>
            <w:r w:rsidRPr="00E04F96">
              <w:rPr>
                <w:rFonts w:ascii="Calibri" w:hAnsi="Calibri" w:cs="Calibri"/>
                <w:noProof/>
                <w:lang w:val="ro-RO"/>
              </w:rPr>
              <w:t>1.</w:t>
            </w:r>
            <w:r w:rsidR="00EE6E87" w:rsidRPr="00E04F96">
              <w:rPr>
                <w:rFonts w:ascii="Calibri" w:hAnsi="Calibri" w:cs="Calibri"/>
                <w:noProof/>
                <w:lang w:val="ro-RO"/>
              </w:rPr>
              <w:t>6</w:t>
            </w:r>
            <w:r w:rsidRPr="00E04F96">
              <w:rPr>
                <w:rFonts w:ascii="Calibri" w:hAnsi="Calibri" w:cs="Calibri"/>
                <w:noProof/>
                <w:lang w:val="ro-RO"/>
              </w:rPr>
              <w:t xml:space="preserve">  Solicitantul are decizie de finanțare pentru proiect  aflat în implementare  și finanțat prin intermediul măsurii 141 „Sprijinirea ferme</w:t>
            </w:r>
            <w:r w:rsidR="0007711E" w:rsidRPr="00E04F96">
              <w:rPr>
                <w:rFonts w:ascii="Calibri" w:hAnsi="Calibri" w:cs="Calibri"/>
                <w:noProof/>
                <w:lang w:val="ro-RO"/>
              </w:rPr>
              <w:t>lor agricole de semisubzistenta</w:t>
            </w:r>
            <w:r w:rsidRPr="00E04F96">
              <w:rPr>
                <w:rFonts w:ascii="Calibri" w:hAnsi="Calibri" w:cs="Calibri"/>
                <w:noProof/>
                <w:lang w:val="ro-RO"/>
              </w:rPr>
              <w:t>”/411.141 Sprijinirea ferme</w:t>
            </w:r>
            <w:r w:rsidR="0007711E" w:rsidRPr="00E04F96">
              <w:rPr>
                <w:rFonts w:ascii="Calibri" w:hAnsi="Calibri" w:cs="Calibri"/>
                <w:noProof/>
                <w:lang w:val="ro-RO"/>
              </w:rPr>
              <w:t>lor agricole de semisubzistenta</w:t>
            </w:r>
            <w:r w:rsidRPr="00E04F96">
              <w:rPr>
                <w:rFonts w:ascii="Calibri" w:hAnsi="Calibri" w:cs="Calibri"/>
                <w:noProof/>
                <w:lang w:val="ro-RO"/>
              </w:rPr>
              <w:t>”</w:t>
            </w:r>
            <w:r w:rsidR="0007711E" w:rsidRPr="00E04F96">
              <w:rPr>
                <w:rFonts w:ascii="Calibri" w:hAnsi="Calibri" w:cs="Calibri"/>
                <w:noProof/>
                <w:lang w:val="ro-RO"/>
              </w:rPr>
              <w:t xml:space="preserve"> din LEADER</w:t>
            </w:r>
            <w:r w:rsidRPr="00E04F96">
              <w:rPr>
                <w:rFonts w:ascii="Calibri" w:hAnsi="Calibri" w:cs="Calibri"/>
                <w:noProof/>
                <w:lang w:val="ro-RO"/>
              </w:rPr>
              <w:t>, din PNDR 2007-2013, și/sau prin intermediul submăsurii 6.3 „Sprijin pentru dezvoltarea fermelor mici”</w:t>
            </w:r>
            <w:r w:rsidR="00E531E0" w:rsidRPr="00E04F96">
              <w:rPr>
                <w:rFonts w:ascii="Calibri" w:hAnsi="Calibri" w:cs="Calibri"/>
                <w:noProof/>
                <w:lang w:val="ro-RO"/>
              </w:rPr>
              <w:t xml:space="preserve"> inclusiv ITI</w:t>
            </w:r>
            <w:r w:rsidRPr="00E04F96">
              <w:rPr>
                <w:rFonts w:ascii="Calibri" w:hAnsi="Calibri" w:cs="Calibri"/>
                <w:noProof/>
                <w:lang w:val="ro-RO"/>
              </w:rPr>
              <w:t>, din PNDR 2014-2020?</w:t>
            </w:r>
          </w:p>
        </w:tc>
        <w:tc>
          <w:tcPr>
            <w:tcW w:w="1347" w:type="dxa"/>
            <w:gridSpan w:val="4"/>
            <w:shd w:val="clear" w:color="auto" w:fill="auto"/>
          </w:tcPr>
          <w:p w14:paraId="075CBB67" w14:textId="77777777" w:rsidR="008E7484" w:rsidRPr="00E67132" w:rsidRDefault="008E7484" w:rsidP="002F2078">
            <w:pPr>
              <w:pStyle w:val="BodyText3"/>
              <w:rPr>
                <w:rFonts w:ascii="Calibri" w:hAnsi="Calibri" w:cs="Calibri"/>
                <w:noProof/>
                <w:sz w:val="22"/>
                <w:szCs w:val="22"/>
                <w:lang w:val="ro-RO"/>
              </w:rPr>
            </w:pPr>
          </w:p>
          <w:p w14:paraId="0B8E1113" w14:textId="77777777" w:rsidR="00CD0789" w:rsidRPr="00E67132" w:rsidRDefault="008E7484" w:rsidP="002F2078">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431B149" w14:textId="77777777" w:rsidR="008E7484" w:rsidRPr="00E67132" w:rsidRDefault="008E7484" w:rsidP="002F2078">
            <w:pPr>
              <w:pStyle w:val="BodyText3"/>
              <w:rPr>
                <w:rFonts w:ascii="Calibri" w:hAnsi="Calibri" w:cs="Calibri"/>
                <w:noProof/>
                <w:sz w:val="22"/>
                <w:szCs w:val="22"/>
                <w:lang w:val="ro-RO"/>
              </w:rPr>
            </w:pPr>
          </w:p>
          <w:p w14:paraId="616B1DE0" w14:textId="77777777" w:rsidR="008E7484" w:rsidRPr="00E67132" w:rsidRDefault="008E7484" w:rsidP="002F2078">
            <w:pPr>
              <w:pStyle w:val="BodyText3"/>
              <w:rPr>
                <w:rFonts w:ascii="Calibri" w:hAnsi="Calibri" w:cs="Calibri"/>
                <w:noProof/>
                <w:sz w:val="22"/>
                <w:szCs w:val="22"/>
                <w:lang w:val="ro-RO"/>
              </w:rPr>
            </w:pPr>
          </w:p>
        </w:tc>
        <w:tc>
          <w:tcPr>
            <w:tcW w:w="1080" w:type="dxa"/>
            <w:gridSpan w:val="3"/>
          </w:tcPr>
          <w:p w14:paraId="65660AD7" w14:textId="77777777" w:rsidR="008E7484" w:rsidRPr="00E67132" w:rsidRDefault="008E7484" w:rsidP="002F2078">
            <w:pPr>
              <w:pStyle w:val="BodyText3"/>
              <w:rPr>
                <w:rFonts w:ascii="Calibri" w:hAnsi="Calibri" w:cs="Calibri"/>
                <w:noProof/>
                <w:sz w:val="22"/>
                <w:szCs w:val="22"/>
                <w:lang w:val="ro-RO"/>
              </w:rPr>
            </w:pPr>
          </w:p>
          <w:p w14:paraId="16BACC99" w14:textId="77777777" w:rsidR="00CD0789" w:rsidRPr="00E67132" w:rsidRDefault="008E7484" w:rsidP="002F2078">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747D20A" w14:textId="77777777" w:rsidR="008E7484" w:rsidRPr="00E67132" w:rsidRDefault="008E7484" w:rsidP="002F2078">
            <w:pPr>
              <w:pStyle w:val="BodyText3"/>
              <w:rPr>
                <w:rFonts w:ascii="Calibri" w:hAnsi="Calibri" w:cs="Calibri"/>
                <w:noProof/>
                <w:sz w:val="22"/>
                <w:szCs w:val="22"/>
                <w:lang w:val="ro-RO"/>
              </w:rPr>
            </w:pPr>
          </w:p>
          <w:p w14:paraId="395195E9" w14:textId="77777777" w:rsidR="008E7484" w:rsidRPr="00E67132" w:rsidRDefault="008E7484" w:rsidP="002F2078">
            <w:pPr>
              <w:pStyle w:val="BodyText3"/>
              <w:rPr>
                <w:rFonts w:ascii="Calibri" w:hAnsi="Calibri" w:cs="Calibri"/>
                <w:noProof/>
                <w:sz w:val="22"/>
                <w:szCs w:val="22"/>
                <w:lang w:val="ro-RO"/>
              </w:rPr>
            </w:pPr>
          </w:p>
          <w:p w14:paraId="09F0E20A" w14:textId="77777777" w:rsidR="008E7484" w:rsidRPr="00E67132" w:rsidRDefault="008E7484" w:rsidP="002F2078">
            <w:pPr>
              <w:pStyle w:val="BodyText3"/>
              <w:rPr>
                <w:rFonts w:ascii="Calibri" w:hAnsi="Calibri" w:cs="Calibri"/>
                <w:noProof/>
                <w:sz w:val="22"/>
                <w:szCs w:val="22"/>
                <w:lang w:val="ro-RO"/>
              </w:rPr>
            </w:pPr>
          </w:p>
        </w:tc>
        <w:tc>
          <w:tcPr>
            <w:tcW w:w="903" w:type="dxa"/>
            <w:gridSpan w:val="2"/>
            <w:shd w:val="clear" w:color="auto" w:fill="auto"/>
          </w:tcPr>
          <w:p w14:paraId="791C5DAA" w14:textId="77777777" w:rsidR="00CD0789" w:rsidRPr="00E67132" w:rsidRDefault="00CD0789" w:rsidP="00342928">
            <w:pPr>
              <w:pStyle w:val="BodyText3"/>
              <w:ind w:left="720"/>
              <w:jc w:val="left"/>
              <w:rPr>
                <w:rFonts w:ascii="Calibri" w:hAnsi="Calibri" w:cs="Calibri"/>
                <w:noProof/>
                <w:sz w:val="22"/>
                <w:szCs w:val="22"/>
                <w:lang w:val="ro-RO"/>
              </w:rPr>
            </w:pPr>
          </w:p>
        </w:tc>
      </w:tr>
      <w:tr w:rsidR="00FC5C45" w:rsidRPr="00E67132" w14:paraId="22C13B7A" w14:textId="77777777" w:rsidTr="00D558AF">
        <w:trPr>
          <w:gridAfter w:val="4"/>
          <w:wAfter w:w="4970" w:type="dxa"/>
          <w:trHeight w:val="1633"/>
        </w:trPr>
        <w:tc>
          <w:tcPr>
            <w:tcW w:w="6768" w:type="dxa"/>
            <w:gridSpan w:val="5"/>
            <w:shd w:val="clear" w:color="auto" w:fill="auto"/>
          </w:tcPr>
          <w:p w14:paraId="18A82DC6" w14:textId="7DF7FD89" w:rsidR="00FC5C45" w:rsidRPr="00E04F96" w:rsidDel="00FC5C45" w:rsidRDefault="00FC5C45" w:rsidP="00C2524D">
            <w:pPr>
              <w:jc w:val="both"/>
              <w:rPr>
                <w:rFonts w:ascii="Calibri" w:hAnsi="Calibri" w:cs="Calibri"/>
                <w:noProof/>
                <w:lang w:val="ro-RO"/>
              </w:rPr>
            </w:pPr>
            <w:r w:rsidRPr="00E04F96">
              <w:rPr>
                <w:rFonts w:ascii="Calibri" w:hAnsi="Calibri" w:cs="Calibri"/>
                <w:noProof/>
                <w:lang w:val="ro-RO"/>
              </w:rPr>
              <w:t>1.</w:t>
            </w:r>
            <w:r w:rsidR="00EE6E87" w:rsidRPr="00E04F96">
              <w:rPr>
                <w:rFonts w:ascii="Calibri" w:hAnsi="Calibri" w:cs="Calibri"/>
                <w:noProof/>
                <w:lang w:val="ro-RO"/>
              </w:rPr>
              <w:t>7</w:t>
            </w:r>
            <w:r w:rsidRPr="00E04F96">
              <w:rPr>
                <w:rFonts w:ascii="Calibri" w:hAnsi="Calibri" w:cs="Calibri"/>
                <w:noProof/>
                <w:lang w:val="ro-RO"/>
              </w:rPr>
              <w:t xml:space="preserve"> Exploatația/parte din exploataţia pentru care s-a solicitat sprijin aparține unui proiect  aflat în implementare și finanțat prin intermediul măsurii 141 „Sprijinirea fermelor agricole de semisubzistenta ”/411.141 Sprijinirea ferme</w:t>
            </w:r>
            <w:r w:rsidR="00201D1A" w:rsidRPr="00E04F96">
              <w:rPr>
                <w:rFonts w:ascii="Calibri" w:hAnsi="Calibri" w:cs="Calibri"/>
                <w:noProof/>
                <w:lang w:val="ro-RO"/>
              </w:rPr>
              <w:t>lor agricole de semisubzistenta</w:t>
            </w:r>
            <w:r w:rsidRPr="00E04F96">
              <w:rPr>
                <w:rFonts w:ascii="Calibri" w:hAnsi="Calibri" w:cs="Calibri"/>
                <w:noProof/>
                <w:lang w:val="ro-RO"/>
              </w:rPr>
              <w:t>”</w:t>
            </w:r>
            <w:r w:rsidR="00201D1A" w:rsidRPr="00E04F96">
              <w:rPr>
                <w:rFonts w:ascii="Calibri" w:hAnsi="Calibri" w:cs="Calibri"/>
                <w:noProof/>
                <w:lang w:val="ro-RO"/>
              </w:rPr>
              <w:t xml:space="preserve"> din LEADER</w:t>
            </w:r>
            <w:r w:rsidRPr="00E04F96">
              <w:rPr>
                <w:rFonts w:ascii="Calibri" w:hAnsi="Calibri" w:cs="Calibri"/>
                <w:noProof/>
                <w:lang w:val="ro-RO"/>
              </w:rPr>
              <w:t>, din PNDR 2007-2013, și/sau prin intermediul submăsurii 6.3 „Sprijin pentru dezvoltarea fermelor mici”</w:t>
            </w:r>
            <w:r w:rsidR="00E531E0" w:rsidRPr="00E04F96">
              <w:rPr>
                <w:rFonts w:ascii="Calibri" w:hAnsi="Calibri" w:cs="Calibri"/>
                <w:noProof/>
                <w:lang w:val="ro-RO"/>
              </w:rPr>
              <w:t xml:space="preserve"> inclusiv ITI</w:t>
            </w:r>
            <w:r w:rsidRPr="00E04F96">
              <w:rPr>
                <w:rFonts w:ascii="Calibri" w:hAnsi="Calibri" w:cs="Calibri"/>
                <w:noProof/>
                <w:lang w:val="ro-RO"/>
              </w:rPr>
              <w:t>, din PNDR 2014-2020?</w:t>
            </w:r>
          </w:p>
        </w:tc>
        <w:tc>
          <w:tcPr>
            <w:tcW w:w="1347" w:type="dxa"/>
            <w:gridSpan w:val="4"/>
            <w:shd w:val="clear" w:color="auto" w:fill="auto"/>
          </w:tcPr>
          <w:p w14:paraId="06F0B9D5" w14:textId="77777777" w:rsidR="00D558AF" w:rsidRPr="00E67132" w:rsidRDefault="00D558AF"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C15DCFF" w14:textId="77777777" w:rsidR="00D558AF" w:rsidRPr="00E67132" w:rsidRDefault="00D558AF" w:rsidP="00D558AF">
            <w:pPr>
              <w:pStyle w:val="BodyText3"/>
              <w:rPr>
                <w:rFonts w:ascii="Calibri" w:hAnsi="Calibri" w:cs="Calibri"/>
                <w:noProof/>
                <w:sz w:val="22"/>
                <w:szCs w:val="22"/>
                <w:lang w:val="ro-RO"/>
              </w:rPr>
            </w:pPr>
          </w:p>
          <w:p w14:paraId="4DCBFA74" w14:textId="77777777" w:rsidR="00FC5C45" w:rsidRPr="00E67132" w:rsidRDefault="00FC5C45" w:rsidP="00D558AF">
            <w:pPr>
              <w:pStyle w:val="BodyText3"/>
              <w:rPr>
                <w:rFonts w:ascii="Calibri" w:hAnsi="Calibri" w:cs="Calibri"/>
                <w:noProof/>
                <w:sz w:val="22"/>
                <w:szCs w:val="22"/>
                <w:lang w:val="ro-RO"/>
              </w:rPr>
            </w:pPr>
          </w:p>
        </w:tc>
        <w:tc>
          <w:tcPr>
            <w:tcW w:w="1080" w:type="dxa"/>
            <w:gridSpan w:val="3"/>
          </w:tcPr>
          <w:p w14:paraId="2554097C" w14:textId="77777777" w:rsidR="00D558AF" w:rsidRPr="00E67132" w:rsidRDefault="00D558AF"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3FCAF9E" w14:textId="77777777" w:rsidR="00D558AF" w:rsidRPr="00E67132" w:rsidRDefault="00D558AF" w:rsidP="00D558AF">
            <w:pPr>
              <w:pStyle w:val="BodyText3"/>
              <w:rPr>
                <w:rFonts w:ascii="Calibri" w:hAnsi="Calibri" w:cs="Calibri"/>
                <w:noProof/>
                <w:sz w:val="22"/>
                <w:szCs w:val="22"/>
                <w:lang w:val="ro-RO"/>
              </w:rPr>
            </w:pPr>
          </w:p>
          <w:p w14:paraId="2FEA0482" w14:textId="77777777" w:rsidR="00FC5C45" w:rsidRPr="00E67132" w:rsidRDefault="00FC5C45" w:rsidP="00D558AF">
            <w:pPr>
              <w:pStyle w:val="BodyText3"/>
              <w:rPr>
                <w:rFonts w:ascii="Calibri" w:hAnsi="Calibri" w:cs="Calibri"/>
                <w:noProof/>
                <w:sz w:val="22"/>
                <w:szCs w:val="22"/>
                <w:lang w:val="ro-RO"/>
              </w:rPr>
            </w:pPr>
          </w:p>
        </w:tc>
        <w:tc>
          <w:tcPr>
            <w:tcW w:w="903" w:type="dxa"/>
            <w:gridSpan w:val="2"/>
            <w:shd w:val="clear" w:color="auto" w:fill="auto"/>
          </w:tcPr>
          <w:p w14:paraId="3FBBCD56" w14:textId="77777777" w:rsidR="00FC5C45" w:rsidRPr="00E67132" w:rsidRDefault="00FC5C45" w:rsidP="00A70040">
            <w:pPr>
              <w:pStyle w:val="BodyText3"/>
              <w:ind w:left="720"/>
              <w:jc w:val="left"/>
              <w:rPr>
                <w:rFonts w:ascii="Calibri" w:hAnsi="Calibri" w:cs="Calibri"/>
                <w:noProof/>
                <w:sz w:val="22"/>
                <w:szCs w:val="22"/>
                <w:lang w:val="ro-RO"/>
              </w:rPr>
            </w:pPr>
          </w:p>
        </w:tc>
      </w:tr>
      <w:tr w:rsidR="00CF6F41" w:rsidRPr="00E67132" w14:paraId="0AAE6E67" w14:textId="77777777" w:rsidTr="00D558AF">
        <w:trPr>
          <w:gridAfter w:val="4"/>
          <w:wAfter w:w="4970" w:type="dxa"/>
          <w:trHeight w:val="1237"/>
        </w:trPr>
        <w:tc>
          <w:tcPr>
            <w:tcW w:w="6768" w:type="dxa"/>
            <w:gridSpan w:val="5"/>
            <w:shd w:val="clear" w:color="auto" w:fill="auto"/>
          </w:tcPr>
          <w:p w14:paraId="6A138BFD" w14:textId="2DC67791" w:rsidR="00CF6F41" w:rsidRPr="00E04F96" w:rsidRDefault="00CF6F41" w:rsidP="003B3190">
            <w:pPr>
              <w:jc w:val="both"/>
              <w:rPr>
                <w:rFonts w:ascii="Calibri" w:hAnsi="Calibri" w:cs="Calibri"/>
                <w:noProof/>
                <w:color w:val="000000"/>
                <w:lang w:val="ro-RO"/>
              </w:rPr>
            </w:pPr>
            <w:r w:rsidRPr="00E04F96">
              <w:rPr>
                <w:rFonts w:ascii="Calibri" w:hAnsi="Calibri" w:cs="Calibri"/>
                <w:noProof/>
                <w:color w:val="000000"/>
                <w:lang w:val="ro-RO"/>
              </w:rPr>
              <w:t>1.</w:t>
            </w:r>
            <w:r w:rsidR="00EE6E87" w:rsidRPr="00E04F96">
              <w:rPr>
                <w:rFonts w:ascii="Calibri" w:hAnsi="Calibri" w:cs="Calibri"/>
                <w:noProof/>
                <w:color w:val="000000"/>
                <w:lang w:val="ro-RO"/>
              </w:rPr>
              <w:t>8</w:t>
            </w:r>
            <w:r w:rsidRPr="00E04F96">
              <w:rPr>
                <w:rFonts w:ascii="Calibri" w:hAnsi="Calibri" w:cs="Calibri"/>
                <w:noProof/>
                <w:color w:val="000000"/>
                <w:lang w:val="ro-RO"/>
              </w:rPr>
              <w:t xml:space="preserve"> Solicitantul are în derulare un proiect pe submăsura 4.1 </w:t>
            </w:r>
            <w:r w:rsidR="00E531E0" w:rsidRPr="00E04F96">
              <w:rPr>
                <w:rFonts w:ascii="Calibri" w:hAnsi="Calibri" w:cs="Calibri"/>
                <w:noProof/>
                <w:color w:val="000000"/>
                <w:lang w:val="ro-RO"/>
              </w:rPr>
              <w:t>“</w:t>
            </w:r>
            <w:r w:rsidRPr="00E04F96">
              <w:rPr>
                <w:rFonts w:ascii="Calibri" w:hAnsi="Calibri" w:cs="Calibri"/>
                <w:noProof/>
                <w:color w:val="000000"/>
                <w:lang w:val="ro-RO"/>
              </w:rPr>
              <w:t>Investiţii în exploataţii agricole</w:t>
            </w:r>
            <w:r w:rsidR="00E531E0" w:rsidRPr="00E04F96">
              <w:rPr>
                <w:rFonts w:ascii="Calibri" w:hAnsi="Calibri" w:cs="Calibri"/>
                <w:noProof/>
                <w:color w:val="000000"/>
                <w:lang w:val="ro-RO"/>
              </w:rPr>
              <w:t>”</w:t>
            </w:r>
            <w:r w:rsidRPr="00E04F96">
              <w:rPr>
                <w:rFonts w:ascii="Calibri" w:hAnsi="Calibri" w:cs="Calibri"/>
                <w:noProof/>
                <w:color w:val="000000"/>
                <w:lang w:val="ro-RO"/>
              </w:rPr>
              <w:t>, 4.1a „Investiţii în exploataţii pomicole”, 4.2 ”Investiții pentru procesarea/marketingul produselor agricole”, 4.2a ”Investiții în procesarea/marketingul produselor din sectorul pomicol”</w:t>
            </w:r>
            <w:r w:rsidR="00CB7842" w:rsidRPr="00E04F96">
              <w:rPr>
                <w:rFonts w:ascii="Calibri" w:hAnsi="Calibri" w:cs="Calibri"/>
                <w:noProof/>
                <w:color w:val="000000"/>
                <w:lang w:val="ro-RO"/>
              </w:rPr>
              <w:t>, din PNDR 2014-2020</w:t>
            </w:r>
            <w:r w:rsidRPr="00E04F96">
              <w:rPr>
                <w:rFonts w:ascii="Calibri" w:hAnsi="Calibri" w:cs="Calibri"/>
                <w:noProof/>
                <w:color w:val="000000"/>
                <w:lang w:val="ro-RO"/>
              </w:rPr>
              <w:t>?</w:t>
            </w:r>
          </w:p>
        </w:tc>
        <w:tc>
          <w:tcPr>
            <w:tcW w:w="1347" w:type="dxa"/>
            <w:gridSpan w:val="4"/>
            <w:shd w:val="clear" w:color="auto" w:fill="auto"/>
          </w:tcPr>
          <w:p w14:paraId="0AEE4C7E" w14:textId="77777777" w:rsidR="00D558AF" w:rsidRPr="00E67132" w:rsidRDefault="00D558AF"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2F9409B" w14:textId="77777777" w:rsidR="00D558AF" w:rsidRPr="00E67132" w:rsidRDefault="00D558AF" w:rsidP="00D558AF">
            <w:pPr>
              <w:pStyle w:val="BodyText3"/>
              <w:rPr>
                <w:rFonts w:ascii="Calibri" w:hAnsi="Calibri" w:cs="Calibri"/>
                <w:noProof/>
                <w:sz w:val="22"/>
                <w:szCs w:val="22"/>
                <w:lang w:val="ro-RO"/>
              </w:rPr>
            </w:pPr>
          </w:p>
          <w:p w14:paraId="5F307B69" w14:textId="77777777" w:rsidR="00CF6F41" w:rsidRPr="00E67132" w:rsidRDefault="00CF6F41" w:rsidP="00D558AF">
            <w:pPr>
              <w:pStyle w:val="BodyText3"/>
              <w:rPr>
                <w:rFonts w:ascii="Calibri" w:hAnsi="Calibri" w:cs="Calibri"/>
                <w:noProof/>
                <w:sz w:val="22"/>
                <w:szCs w:val="22"/>
                <w:lang w:val="ro-RO"/>
              </w:rPr>
            </w:pPr>
          </w:p>
        </w:tc>
        <w:tc>
          <w:tcPr>
            <w:tcW w:w="1080" w:type="dxa"/>
            <w:gridSpan w:val="3"/>
          </w:tcPr>
          <w:p w14:paraId="61FB43C8" w14:textId="77777777" w:rsidR="00D558AF" w:rsidRPr="00E67132" w:rsidRDefault="00D558AF" w:rsidP="00D558AF">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F644B49" w14:textId="77777777" w:rsidR="00D558AF" w:rsidRPr="00E67132" w:rsidRDefault="00D558AF" w:rsidP="00D558AF">
            <w:pPr>
              <w:pStyle w:val="BodyText3"/>
              <w:rPr>
                <w:rFonts w:ascii="Calibri" w:hAnsi="Calibri" w:cs="Calibri"/>
                <w:noProof/>
                <w:sz w:val="22"/>
                <w:szCs w:val="22"/>
                <w:lang w:val="ro-RO"/>
              </w:rPr>
            </w:pPr>
          </w:p>
          <w:p w14:paraId="45A9247C" w14:textId="77777777" w:rsidR="00CF6F41" w:rsidRPr="00E67132" w:rsidRDefault="00CF6F41" w:rsidP="00D558AF">
            <w:pPr>
              <w:pStyle w:val="BodyText3"/>
              <w:rPr>
                <w:rFonts w:ascii="Calibri" w:hAnsi="Calibri" w:cs="Calibri"/>
                <w:noProof/>
                <w:sz w:val="22"/>
                <w:szCs w:val="22"/>
                <w:lang w:val="ro-RO"/>
              </w:rPr>
            </w:pPr>
          </w:p>
        </w:tc>
        <w:tc>
          <w:tcPr>
            <w:tcW w:w="903" w:type="dxa"/>
            <w:gridSpan w:val="2"/>
            <w:shd w:val="clear" w:color="auto" w:fill="auto"/>
          </w:tcPr>
          <w:p w14:paraId="04E9715B" w14:textId="77777777" w:rsidR="00CF6F41" w:rsidRPr="00E67132" w:rsidRDefault="00CF6F41" w:rsidP="00A70040">
            <w:pPr>
              <w:pStyle w:val="BodyText3"/>
              <w:ind w:left="720"/>
              <w:jc w:val="left"/>
              <w:rPr>
                <w:rFonts w:ascii="Calibri" w:hAnsi="Calibri" w:cs="Calibri"/>
                <w:noProof/>
                <w:sz w:val="22"/>
                <w:szCs w:val="22"/>
                <w:lang w:val="ro-RO"/>
              </w:rPr>
            </w:pPr>
          </w:p>
        </w:tc>
      </w:tr>
      <w:tr w:rsidR="00DC5F90" w:rsidRPr="00E67132" w14:paraId="43F09C45" w14:textId="77777777" w:rsidTr="00342928">
        <w:trPr>
          <w:gridAfter w:val="4"/>
          <w:wAfter w:w="4970" w:type="dxa"/>
          <w:trHeight w:val="530"/>
        </w:trPr>
        <w:tc>
          <w:tcPr>
            <w:tcW w:w="6768" w:type="dxa"/>
            <w:gridSpan w:val="5"/>
            <w:shd w:val="clear" w:color="auto" w:fill="auto"/>
          </w:tcPr>
          <w:p w14:paraId="60CE1DB0" w14:textId="31E5C6D3" w:rsidR="00DC5F90" w:rsidRPr="00E04F96" w:rsidRDefault="002F17F8" w:rsidP="00342928">
            <w:pPr>
              <w:pStyle w:val="NoSpacing"/>
              <w:spacing w:line="276" w:lineRule="auto"/>
              <w:jc w:val="both"/>
              <w:rPr>
                <w:rFonts w:cs="Calibri"/>
                <w:noProof/>
                <w:sz w:val="24"/>
                <w:szCs w:val="24"/>
                <w:lang w:val="ro-RO"/>
              </w:rPr>
            </w:pPr>
            <w:r w:rsidRPr="00E04F96">
              <w:rPr>
                <w:rFonts w:cs="Calibri"/>
                <w:noProof/>
                <w:sz w:val="24"/>
                <w:szCs w:val="24"/>
                <w:lang w:val="ro-RO"/>
              </w:rPr>
              <w:t>1.</w:t>
            </w:r>
            <w:r w:rsidR="00EE6E87" w:rsidRPr="00E04F96">
              <w:rPr>
                <w:rFonts w:cs="Calibri"/>
                <w:noProof/>
                <w:sz w:val="24"/>
                <w:szCs w:val="24"/>
                <w:lang w:val="ro-RO"/>
              </w:rPr>
              <w:t>9</w:t>
            </w:r>
            <w:r w:rsidRPr="00E04F96">
              <w:rPr>
                <w:rFonts w:cs="Calibri"/>
                <w:noProof/>
                <w:sz w:val="24"/>
                <w:szCs w:val="24"/>
                <w:lang w:val="ro-RO"/>
              </w:rPr>
              <w:t xml:space="preserve"> </w:t>
            </w:r>
            <w:r w:rsidR="00947221" w:rsidRPr="00E04F96">
              <w:rPr>
                <w:rFonts w:cs="Calibri"/>
                <w:noProof/>
                <w:sz w:val="24"/>
                <w:szCs w:val="24"/>
                <w:lang w:val="ro-RO"/>
              </w:rPr>
              <w:t>Solicitantul şi-a însuşit în totalitate angajamentele luate în Declaraţia pe proprie raspundere F?</w:t>
            </w:r>
          </w:p>
        </w:tc>
        <w:tc>
          <w:tcPr>
            <w:tcW w:w="1347" w:type="dxa"/>
            <w:gridSpan w:val="4"/>
            <w:shd w:val="clear" w:color="auto" w:fill="auto"/>
          </w:tcPr>
          <w:p w14:paraId="5E55D296" w14:textId="77777777" w:rsidR="00DC5F90" w:rsidRPr="00E67132" w:rsidRDefault="00DC5F90" w:rsidP="00A41E82">
            <w:pPr>
              <w:pStyle w:val="BodyText3"/>
              <w:numPr>
                <w:ilvl w:val="0"/>
                <w:numId w:val="3"/>
              </w:numPr>
              <w:rPr>
                <w:rFonts w:ascii="Calibri" w:hAnsi="Calibri" w:cs="Calibri"/>
                <w:noProof/>
                <w:sz w:val="22"/>
                <w:szCs w:val="22"/>
                <w:lang w:val="ro-RO"/>
              </w:rPr>
            </w:pPr>
          </w:p>
        </w:tc>
        <w:tc>
          <w:tcPr>
            <w:tcW w:w="1080" w:type="dxa"/>
            <w:gridSpan w:val="3"/>
          </w:tcPr>
          <w:p w14:paraId="1D7CA2AE" w14:textId="77777777" w:rsidR="00DC5F90" w:rsidRPr="00E67132" w:rsidRDefault="00DC5F90" w:rsidP="00A41E82">
            <w:pPr>
              <w:pStyle w:val="BodyText3"/>
              <w:numPr>
                <w:ilvl w:val="0"/>
                <w:numId w:val="3"/>
              </w:numPr>
              <w:rPr>
                <w:rFonts w:ascii="Calibri" w:hAnsi="Calibri" w:cs="Calibri"/>
                <w:noProof/>
                <w:sz w:val="22"/>
                <w:szCs w:val="22"/>
                <w:lang w:val="ro-RO"/>
              </w:rPr>
            </w:pPr>
          </w:p>
        </w:tc>
        <w:tc>
          <w:tcPr>
            <w:tcW w:w="903" w:type="dxa"/>
            <w:gridSpan w:val="2"/>
            <w:shd w:val="clear" w:color="auto" w:fill="auto"/>
          </w:tcPr>
          <w:p w14:paraId="5179AD0D" w14:textId="77777777" w:rsidR="00DC5F90" w:rsidRPr="00E67132" w:rsidRDefault="00DC5F90" w:rsidP="00342928">
            <w:pPr>
              <w:pStyle w:val="BodyText3"/>
              <w:ind w:left="720"/>
              <w:jc w:val="left"/>
              <w:rPr>
                <w:rFonts w:ascii="Calibri" w:hAnsi="Calibri" w:cs="Calibri"/>
                <w:noProof/>
                <w:sz w:val="22"/>
                <w:szCs w:val="22"/>
                <w:lang w:val="ro-RO"/>
              </w:rPr>
            </w:pPr>
          </w:p>
        </w:tc>
      </w:tr>
      <w:tr w:rsidR="00DF5ED1" w:rsidRPr="00E67132" w14:paraId="62B0696D" w14:textId="77777777" w:rsidTr="00DC6931">
        <w:trPr>
          <w:gridAfter w:val="4"/>
          <w:wAfter w:w="4970" w:type="dxa"/>
          <w:trHeight w:val="436"/>
        </w:trPr>
        <w:tc>
          <w:tcPr>
            <w:tcW w:w="6768" w:type="dxa"/>
            <w:gridSpan w:val="5"/>
            <w:shd w:val="clear" w:color="auto" w:fill="auto"/>
          </w:tcPr>
          <w:p w14:paraId="00A7E706" w14:textId="5080D1F8" w:rsidR="00DF5ED1" w:rsidRPr="00E04F96" w:rsidRDefault="00BA5438" w:rsidP="00EE6E87">
            <w:pPr>
              <w:jc w:val="both"/>
              <w:rPr>
                <w:rFonts w:ascii="Calibri" w:eastAsia="Calibri" w:hAnsi="Calibri" w:cs="Calibri"/>
                <w:noProof/>
                <w:lang w:val="ro-RO"/>
              </w:rPr>
            </w:pPr>
            <w:r w:rsidRPr="00E04F96">
              <w:rPr>
                <w:rFonts w:ascii="Calibri" w:eastAsia="Calibri" w:hAnsi="Calibri" w:cs="Calibri"/>
                <w:noProof/>
                <w:lang w:val="ro-RO"/>
              </w:rPr>
              <w:t>1.</w:t>
            </w:r>
            <w:r w:rsidR="00EE6E87" w:rsidRPr="00E04F96">
              <w:rPr>
                <w:rFonts w:ascii="Calibri" w:eastAsia="Calibri" w:hAnsi="Calibri" w:cs="Calibri"/>
                <w:noProof/>
                <w:lang w:val="ro-RO"/>
              </w:rPr>
              <w:t xml:space="preserve">10 </w:t>
            </w:r>
            <w:r w:rsidR="00346BEC" w:rsidRPr="00E04F96">
              <w:rPr>
                <w:rFonts w:ascii="Calibri" w:eastAsia="Calibri" w:hAnsi="Calibri" w:cs="Calibri"/>
                <w:noProof/>
                <w:lang w:val="ro-RO"/>
              </w:rPr>
              <w:t>Î</w:t>
            </w:r>
            <w:r w:rsidR="00346BEC" w:rsidRPr="00E04F96">
              <w:rPr>
                <w:rFonts w:ascii="Calibri" w:hAnsi="Calibri" w:cs="Calibri"/>
                <w:noProof/>
                <w:lang w:val="ro-RO"/>
              </w:rPr>
              <w:t>n cadrul unei familii (soț și soție) doar unul dintre membri  beneficiază de sprijin?</w:t>
            </w:r>
          </w:p>
        </w:tc>
        <w:tc>
          <w:tcPr>
            <w:tcW w:w="1347" w:type="dxa"/>
            <w:gridSpan w:val="4"/>
            <w:shd w:val="clear" w:color="auto" w:fill="auto"/>
          </w:tcPr>
          <w:p w14:paraId="4456907F" w14:textId="77777777" w:rsidR="00DF5ED1" w:rsidRPr="00E67132" w:rsidRDefault="00DF5ED1" w:rsidP="00A41E82">
            <w:pPr>
              <w:pStyle w:val="BodyText3"/>
              <w:numPr>
                <w:ilvl w:val="0"/>
                <w:numId w:val="3"/>
              </w:numPr>
              <w:rPr>
                <w:rFonts w:ascii="Calibri" w:hAnsi="Calibri" w:cs="Calibri"/>
                <w:noProof/>
                <w:sz w:val="22"/>
                <w:szCs w:val="22"/>
                <w:lang w:val="ro-RO"/>
              </w:rPr>
            </w:pPr>
          </w:p>
        </w:tc>
        <w:tc>
          <w:tcPr>
            <w:tcW w:w="1080" w:type="dxa"/>
            <w:gridSpan w:val="3"/>
          </w:tcPr>
          <w:p w14:paraId="47F21E45" w14:textId="77777777" w:rsidR="00DF5ED1" w:rsidRPr="00E67132" w:rsidRDefault="00DF5ED1" w:rsidP="00A41E82">
            <w:pPr>
              <w:pStyle w:val="BodyText3"/>
              <w:numPr>
                <w:ilvl w:val="0"/>
                <w:numId w:val="3"/>
              </w:numPr>
              <w:rPr>
                <w:rFonts w:ascii="Calibri" w:hAnsi="Calibri" w:cs="Calibri"/>
                <w:noProof/>
                <w:sz w:val="22"/>
                <w:szCs w:val="22"/>
                <w:lang w:val="ro-RO"/>
              </w:rPr>
            </w:pPr>
          </w:p>
        </w:tc>
        <w:tc>
          <w:tcPr>
            <w:tcW w:w="903" w:type="dxa"/>
            <w:gridSpan w:val="2"/>
            <w:shd w:val="clear" w:color="auto" w:fill="auto"/>
          </w:tcPr>
          <w:p w14:paraId="2E8022F8" w14:textId="77777777" w:rsidR="00DF5ED1" w:rsidRPr="00E67132" w:rsidRDefault="00DF5ED1" w:rsidP="00342928">
            <w:pPr>
              <w:pStyle w:val="BodyText3"/>
              <w:ind w:left="720"/>
              <w:jc w:val="left"/>
              <w:rPr>
                <w:rFonts w:ascii="Calibri" w:hAnsi="Calibri" w:cs="Calibri"/>
                <w:noProof/>
                <w:sz w:val="22"/>
                <w:szCs w:val="22"/>
                <w:lang w:val="ro-RO"/>
              </w:rPr>
            </w:pPr>
          </w:p>
          <w:p w14:paraId="04CA5F23" w14:textId="77777777" w:rsidR="00CF6F41" w:rsidRPr="00E67132" w:rsidRDefault="00CF6F41" w:rsidP="00342928">
            <w:pPr>
              <w:pStyle w:val="BodyText3"/>
              <w:ind w:left="720"/>
              <w:jc w:val="left"/>
              <w:rPr>
                <w:rFonts w:ascii="Calibri" w:hAnsi="Calibri" w:cs="Calibri"/>
                <w:noProof/>
                <w:sz w:val="22"/>
                <w:szCs w:val="22"/>
                <w:lang w:val="ro-RO"/>
              </w:rPr>
            </w:pPr>
          </w:p>
        </w:tc>
      </w:tr>
      <w:tr w:rsidR="00E531E0" w:rsidRPr="00E67132" w14:paraId="025F6736" w14:textId="77777777" w:rsidTr="00B82EBD">
        <w:trPr>
          <w:gridAfter w:val="4"/>
          <w:wAfter w:w="4970" w:type="dxa"/>
          <w:trHeight w:val="436"/>
        </w:trPr>
        <w:tc>
          <w:tcPr>
            <w:tcW w:w="6768" w:type="dxa"/>
            <w:gridSpan w:val="5"/>
            <w:tcBorders>
              <w:bottom w:val="single" w:sz="4" w:space="0" w:color="auto"/>
            </w:tcBorders>
            <w:shd w:val="clear" w:color="auto" w:fill="auto"/>
          </w:tcPr>
          <w:p w14:paraId="24C95EC7" w14:textId="77777777" w:rsidR="00E531E0" w:rsidRPr="00E04F96" w:rsidRDefault="00E531E0" w:rsidP="00A45C1E">
            <w:pPr>
              <w:jc w:val="both"/>
              <w:rPr>
                <w:rFonts w:ascii="Calibri" w:eastAsia="Calibri" w:hAnsi="Calibri" w:cs="Calibri"/>
                <w:noProof/>
                <w:lang w:val="ro-RO"/>
              </w:rPr>
            </w:pPr>
            <w:r w:rsidRPr="00E04F96">
              <w:rPr>
                <w:rFonts w:ascii="Calibri" w:eastAsia="Calibri" w:hAnsi="Calibri" w:cs="Calibri"/>
                <w:noProof/>
                <w:lang w:val="ro-RO"/>
              </w:rPr>
              <w:t>2</w:t>
            </w:r>
            <w:r w:rsidR="00A45C1E" w:rsidRPr="00E04F96">
              <w:rPr>
                <w:rFonts w:ascii="Calibri" w:eastAsia="Calibri" w:hAnsi="Calibri" w:cs="Calibri"/>
                <w:noProof/>
                <w:lang w:val="ro-RO"/>
              </w:rPr>
              <w:t xml:space="preserve">.0 </w:t>
            </w:r>
            <w:r w:rsidRPr="00E04F96">
              <w:rPr>
                <w:rFonts w:ascii="Calibri" w:eastAsia="Calibri" w:hAnsi="Calibri" w:cs="Calibri"/>
                <w:noProof/>
                <w:lang w:val="ro-RO"/>
              </w:rPr>
              <w:t>Solicitantul solicită sprijin pentru un proiect care vizează zona ITI (peste 50% din exploataţie în zona ITI)?</w:t>
            </w:r>
          </w:p>
        </w:tc>
        <w:tc>
          <w:tcPr>
            <w:tcW w:w="1347" w:type="dxa"/>
            <w:gridSpan w:val="4"/>
            <w:shd w:val="clear" w:color="auto" w:fill="auto"/>
          </w:tcPr>
          <w:p w14:paraId="5C45CC83" w14:textId="77777777" w:rsidR="00E531E0" w:rsidRPr="00E67132" w:rsidRDefault="00E531E0" w:rsidP="00A41E82">
            <w:pPr>
              <w:pStyle w:val="BodyText3"/>
              <w:numPr>
                <w:ilvl w:val="0"/>
                <w:numId w:val="3"/>
              </w:numPr>
              <w:rPr>
                <w:rFonts w:ascii="Calibri" w:hAnsi="Calibri" w:cs="Calibri"/>
                <w:noProof/>
                <w:sz w:val="22"/>
                <w:szCs w:val="22"/>
                <w:lang w:val="ro-RO"/>
              </w:rPr>
            </w:pPr>
          </w:p>
        </w:tc>
        <w:tc>
          <w:tcPr>
            <w:tcW w:w="1080" w:type="dxa"/>
            <w:gridSpan w:val="3"/>
          </w:tcPr>
          <w:p w14:paraId="7CC39DB8" w14:textId="77777777" w:rsidR="00E531E0" w:rsidRPr="00E67132" w:rsidRDefault="00E531E0" w:rsidP="00A41E82">
            <w:pPr>
              <w:pStyle w:val="BodyText3"/>
              <w:numPr>
                <w:ilvl w:val="0"/>
                <w:numId w:val="3"/>
              </w:numPr>
              <w:rPr>
                <w:rFonts w:ascii="Calibri" w:hAnsi="Calibri" w:cs="Calibri"/>
                <w:noProof/>
                <w:sz w:val="22"/>
                <w:szCs w:val="22"/>
                <w:lang w:val="ro-RO"/>
              </w:rPr>
            </w:pPr>
          </w:p>
        </w:tc>
        <w:tc>
          <w:tcPr>
            <w:tcW w:w="903" w:type="dxa"/>
            <w:gridSpan w:val="2"/>
            <w:shd w:val="clear" w:color="auto" w:fill="auto"/>
          </w:tcPr>
          <w:p w14:paraId="77869DC4" w14:textId="77777777" w:rsidR="00023EF8" w:rsidRPr="00E67132" w:rsidRDefault="00023EF8" w:rsidP="00B82EBD">
            <w:pPr>
              <w:pStyle w:val="BodyText3"/>
              <w:numPr>
                <w:ilvl w:val="0"/>
                <w:numId w:val="3"/>
              </w:numPr>
              <w:jc w:val="left"/>
              <w:rPr>
                <w:rFonts w:ascii="Calibri" w:hAnsi="Calibri" w:cs="Calibri"/>
                <w:noProof/>
                <w:sz w:val="22"/>
                <w:szCs w:val="22"/>
                <w:lang w:val="ro-RO"/>
              </w:rPr>
            </w:pPr>
          </w:p>
        </w:tc>
      </w:tr>
      <w:tr w:rsidR="007B5F21" w:rsidRPr="00E67132" w14:paraId="159F2917" w14:textId="77777777" w:rsidTr="00B82EBD">
        <w:trPr>
          <w:gridAfter w:val="4"/>
          <w:wAfter w:w="4970" w:type="dxa"/>
          <w:trHeight w:val="436"/>
        </w:trPr>
        <w:tc>
          <w:tcPr>
            <w:tcW w:w="6768" w:type="dxa"/>
            <w:gridSpan w:val="5"/>
            <w:tcBorders>
              <w:top w:val="single" w:sz="4" w:space="0" w:color="auto"/>
              <w:left w:val="single" w:sz="4" w:space="0" w:color="auto"/>
              <w:bottom w:val="single" w:sz="4" w:space="0" w:color="auto"/>
              <w:right w:val="single" w:sz="4" w:space="0" w:color="auto"/>
            </w:tcBorders>
            <w:shd w:val="clear" w:color="auto" w:fill="auto"/>
          </w:tcPr>
          <w:p w14:paraId="2C069027" w14:textId="0F4A038E" w:rsidR="007B5F21" w:rsidRPr="00E04F96" w:rsidRDefault="007B5F21" w:rsidP="00450C9F">
            <w:pPr>
              <w:jc w:val="both"/>
              <w:rPr>
                <w:rFonts w:ascii="Calibri" w:eastAsia="Calibri" w:hAnsi="Calibri" w:cs="Calibri"/>
                <w:noProof/>
                <w:lang w:val="ro-RO"/>
              </w:rPr>
            </w:pPr>
            <w:r w:rsidRPr="00E04F96">
              <w:rPr>
                <w:rFonts w:ascii="Calibri" w:hAnsi="Calibri" w:cs="Calibri"/>
                <w:noProof/>
                <w:lang w:val="ro-RO"/>
              </w:rPr>
              <w:t>2.1 Solicitantul a recurs la servicii de consultanță pentru întocmirea sau implementarea planului de afaceri?</w:t>
            </w:r>
          </w:p>
        </w:tc>
        <w:tc>
          <w:tcPr>
            <w:tcW w:w="1347" w:type="dxa"/>
            <w:gridSpan w:val="4"/>
            <w:tcBorders>
              <w:left w:val="single" w:sz="4" w:space="0" w:color="auto"/>
              <w:bottom w:val="single" w:sz="4" w:space="0" w:color="auto"/>
            </w:tcBorders>
            <w:shd w:val="clear" w:color="auto" w:fill="auto"/>
          </w:tcPr>
          <w:p w14:paraId="12D50349" w14:textId="77777777" w:rsidR="007B5F21" w:rsidRPr="00E67132" w:rsidRDefault="007B5F21" w:rsidP="00A41E82">
            <w:pPr>
              <w:pStyle w:val="BodyText3"/>
              <w:numPr>
                <w:ilvl w:val="0"/>
                <w:numId w:val="3"/>
              </w:numPr>
              <w:rPr>
                <w:rFonts w:ascii="Calibri" w:hAnsi="Calibri" w:cs="Calibri"/>
                <w:noProof/>
                <w:sz w:val="22"/>
                <w:szCs w:val="22"/>
                <w:lang w:val="ro-RO"/>
              </w:rPr>
            </w:pPr>
          </w:p>
        </w:tc>
        <w:tc>
          <w:tcPr>
            <w:tcW w:w="1080" w:type="dxa"/>
            <w:gridSpan w:val="3"/>
            <w:tcBorders>
              <w:bottom w:val="single" w:sz="4" w:space="0" w:color="auto"/>
            </w:tcBorders>
          </w:tcPr>
          <w:p w14:paraId="10EBB634" w14:textId="77777777" w:rsidR="007B5F21" w:rsidRPr="00E67132" w:rsidRDefault="007B5F21" w:rsidP="00A41E82">
            <w:pPr>
              <w:pStyle w:val="BodyText3"/>
              <w:numPr>
                <w:ilvl w:val="0"/>
                <w:numId w:val="3"/>
              </w:numPr>
              <w:rPr>
                <w:rFonts w:ascii="Calibri" w:hAnsi="Calibri" w:cs="Calibri"/>
                <w:noProof/>
                <w:sz w:val="22"/>
                <w:szCs w:val="22"/>
                <w:lang w:val="ro-RO"/>
              </w:rPr>
            </w:pPr>
          </w:p>
        </w:tc>
        <w:tc>
          <w:tcPr>
            <w:tcW w:w="903" w:type="dxa"/>
            <w:gridSpan w:val="2"/>
            <w:tcBorders>
              <w:bottom w:val="single" w:sz="4" w:space="0" w:color="auto"/>
            </w:tcBorders>
            <w:shd w:val="clear" w:color="auto" w:fill="auto"/>
          </w:tcPr>
          <w:p w14:paraId="3DB9A296" w14:textId="77777777" w:rsidR="00023EF8" w:rsidRPr="00E67132" w:rsidRDefault="00023EF8" w:rsidP="00B82EBD">
            <w:pPr>
              <w:pStyle w:val="BodyText3"/>
              <w:ind w:left="900"/>
              <w:jc w:val="left"/>
              <w:rPr>
                <w:rFonts w:ascii="Calibri" w:hAnsi="Calibri" w:cs="Calibri"/>
                <w:noProof/>
                <w:sz w:val="22"/>
                <w:szCs w:val="22"/>
                <w:lang w:val="ro-RO"/>
              </w:rPr>
            </w:pPr>
          </w:p>
        </w:tc>
      </w:tr>
      <w:tr w:rsidR="00435252" w:rsidRPr="00E67132" w14:paraId="0081ECC4" w14:textId="77777777" w:rsidTr="00B82EBD">
        <w:trPr>
          <w:gridAfter w:val="4"/>
          <w:wAfter w:w="4970" w:type="dxa"/>
          <w:trHeight w:val="403"/>
        </w:trPr>
        <w:tc>
          <w:tcPr>
            <w:tcW w:w="6768" w:type="dxa"/>
            <w:gridSpan w:val="5"/>
            <w:vMerge w:val="restart"/>
            <w:tcBorders>
              <w:top w:val="nil"/>
              <w:left w:val="single" w:sz="4" w:space="0" w:color="auto"/>
              <w:bottom w:val="single" w:sz="4" w:space="0" w:color="auto"/>
              <w:right w:val="single" w:sz="4" w:space="0" w:color="auto"/>
            </w:tcBorders>
            <w:shd w:val="clear" w:color="auto" w:fill="auto"/>
          </w:tcPr>
          <w:p w14:paraId="15F80D9B" w14:textId="77777777" w:rsidR="00250259" w:rsidRPr="00E04F96" w:rsidRDefault="00250259" w:rsidP="007B5F21">
            <w:pPr>
              <w:jc w:val="both"/>
              <w:rPr>
                <w:rFonts w:ascii="Calibri" w:hAnsi="Calibri" w:cs="Calibri"/>
                <w:noProof/>
                <w:lang w:val="ro-RO"/>
              </w:rPr>
            </w:pPr>
            <w:r w:rsidRPr="00E04F96">
              <w:rPr>
                <w:rFonts w:ascii="Calibri" w:hAnsi="Calibri" w:cs="Calibri"/>
                <w:noProof/>
                <w:lang w:val="ro-RO"/>
              </w:rPr>
              <w:t>- își elaborează singur proiectul</w:t>
            </w:r>
          </w:p>
          <w:p w14:paraId="682EBA43" w14:textId="77777777" w:rsidR="00250259" w:rsidRPr="00E04F96" w:rsidRDefault="00250259" w:rsidP="00A45C1E">
            <w:pPr>
              <w:jc w:val="both"/>
              <w:rPr>
                <w:rFonts w:ascii="Calibri" w:eastAsia="Calibri" w:hAnsi="Calibri" w:cs="Calibri"/>
                <w:noProof/>
                <w:lang w:val="ro-RO"/>
              </w:rPr>
            </w:pPr>
            <w:r w:rsidRPr="00E04F96">
              <w:rPr>
                <w:rFonts w:ascii="Calibri" w:hAnsi="Calibri" w:cs="Calibri"/>
                <w:noProof/>
                <w:lang w:val="ro-RO"/>
              </w:rPr>
              <w:t>- apelează la serviciile unui consultant autorizat și suma aferentă va fi inclusă în planul de afaceri</w:t>
            </w:r>
          </w:p>
          <w:p w14:paraId="63AC9D11" w14:textId="77777777" w:rsidR="00250259" w:rsidRPr="00E04F96" w:rsidRDefault="00250259" w:rsidP="007B5F21">
            <w:pPr>
              <w:jc w:val="both"/>
              <w:rPr>
                <w:rFonts w:ascii="Calibri" w:eastAsia="Calibri" w:hAnsi="Calibri" w:cs="Calibri"/>
                <w:noProof/>
                <w:lang w:val="ro-RO"/>
              </w:rPr>
            </w:pPr>
            <w:r w:rsidRPr="00E04F96">
              <w:rPr>
                <w:rFonts w:ascii="Calibri" w:hAnsi="Calibri" w:cs="Calibri"/>
                <w:noProof/>
                <w:lang w:val="ro-RO"/>
              </w:rPr>
              <w:t>- apelează</w:t>
            </w:r>
            <w:r w:rsidR="003F177D" w:rsidRPr="00E04F96">
              <w:rPr>
                <w:rFonts w:ascii="Calibri" w:hAnsi="Calibri" w:cs="Calibri"/>
                <w:noProof/>
                <w:lang w:val="ro-RO"/>
              </w:rPr>
              <w:t xml:space="preserve"> la servicii de consiliere gratuită prin intermediul măsurii </w:t>
            </w:r>
            <w:r w:rsidR="003F177D" w:rsidRPr="00E04F96">
              <w:rPr>
                <w:rFonts w:ascii="Calibri" w:hAnsi="Calibri" w:cs="Calibri"/>
                <w:bCs/>
                <w:noProof/>
                <w:lang w:val="ro-RO"/>
              </w:rPr>
              <w:t>M02 - Servicii de consiliere, servicii de gestionare a fermei și servicii de înlocuire în cadrul fermei</w:t>
            </w:r>
          </w:p>
        </w:tc>
        <w:tc>
          <w:tcPr>
            <w:tcW w:w="1347" w:type="dxa"/>
            <w:gridSpan w:val="4"/>
            <w:tcBorders>
              <w:top w:val="single" w:sz="4" w:space="0" w:color="auto"/>
              <w:left w:val="single" w:sz="4" w:space="0" w:color="auto"/>
              <w:bottom w:val="nil"/>
              <w:right w:val="single" w:sz="4" w:space="0" w:color="auto"/>
            </w:tcBorders>
            <w:shd w:val="clear" w:color="auto" w:fill="auto"/>
          </w:tcPr>
          <w:p w14:paraId="70127143" w14:textId="77777777" w:rsidR="00250259" w:rsidRPr="00E67132" w:rsidRDefault="00250259" w:rsidP="00A41E82">
            <w:pPr>
              <w:pStyle w:val="BodyText3"/>
              <w:numPr>
                <w:ilvl w:val="0"/>
                <w:numId w:val="3"/>
              </w:numPr>
              <w:rPr>
                <w:rFonts w:ascii="Calibri" w:hAnsi="Calibri" w:cs="Calibri"/>
                <w:noProof/>
                <w:sz w:val="22"/>
                <w:szCs w:val="22"/>
                <w:lang w:val="ro-RO"/>
              </w:rPr>
            </w:pPr>
          </w:p>
        </w:tc>
        <w:tc>
          <w:tcPr>
            <w:tcW w:w="1080" w:type="dxa"/>
            <w:gridSpan w:val="3"/>
            <w:tcBorders>
              <w:top w:val="single" w:sz="4" w:space="0" w:color="auto"/>
              <w:left w:val="single" w:sz="4" w:space="0" w:color="auto"/>
              <w:bottom w:val="nil"/>
              <w:right w:val="single" w:sz="4" w:space="0" w:color="auto"/>
            </w:tcBorders>
          </w:tcPr>
          <w:p w14:paraId="0E8FFA40" w14:textId="77777777" w:rsidR="00250259" w:rsidRPr="00E67132" w:rsidRDefault="00250259" w:rsidP="00A41E82">
            <w:pPr>
              <w:pStyle w:val="BodyText3"/>
              <w:numPr>
                <w:ilvl w:val="0"/>
                <w:numId w:val="3"/>
              </w:numPr>
              <w:rPr>
                <w:rFonts w:ascii="Calibri" w:hAnsi="Calibri" w:cs="Calibri"/>
                <w:noProof/>
                <w:sz w:val="22"/>
                <w:szCs w:val="22"/>
                <w:lang w:val="ro-RO"/>
              </w:rPr>
            </w:pPr>
          </w:p>
        </w:tc>
        <w:tc>
          <w:tcPr>
            <w:tcW w:w="903" w:type="dxa"/>
            <w:gridSpan w:val="2"/>
            <w:tcBorders>
              <w:top w:val="single" w:sz="4" w:space="0" w:color="auto"/>
              <w:left w:val="single" w:sz="4" w:space="0" w:color="auto"/>
              <w:bottom w:val="nil"/>
              <w:right w:val="single" w:sz="4" w:space="0" w:color="auto"/>
            </w:tcBorders>
            <w:shd w:val="clear" w:color="auto" w:fill="auto"/>
          </w:tcPr>
          <w:p w14:paraId="448013BC" w14:textId="77777777" w:rsidR="00250259" w:rsidRPr="00E67132" w:rsidRDefault="00250259" w:rsidP="00435252">
            <w:pPr>
              <w:pStyle w:val="BodyText3"/>
              <w:ind w:left="540"/>
              <w:jc w:val="left"/>
              <w:rPr>
                <w:rFonts w:ascii="Calibri" w:hAnsi="Calibri" w:cs="Calibri"/>
                <w:noProof/>
                <w:sz w:val="22"/>
                <w:szCs w:val="22"/>
                <w:lang w:val="ro-RO"/>
              </w:rPr>
            </w:pPr>
          </w:p>
        </w:tc>
      </w:tr>
      <w:tr w:rsidR="00435252" w:rsidRPr="00E67132" w14:paraId="05CD620F" w14:textId="77777777" w:rsidTr="00B82EBD">
        <w:trPr>
          <w:gridAfter w:val="4"/>
          <w:wAfter w:w="4970" w:type="dxa"/>
          <w:trHeight w:val="436"/>
        </w:trPr>
        <w:tc>
          <w:tcPr>
            <w:tcW w:w="6768" w:type="dxa"/>
            <w:gridSpan w:val="5"/>
            <w:vMerge/>
            <w:tcBorders>
              <w:top w:val="nil"/>
              <w:left w:val="single" w:sz="4" w:space="0" w:color="auto"/>
              <w:bottom w:val="single" w:sz="4" w:space="0" w:color="auto"/>
              <w:right w:val="single" w:sz="4" w:space="0" w:color="auto"/>
            </w:tcBorders>
            <w:shd w:val="clear" w:color="auto" w:fill="auto"/>
          </w:tcPr>
          <w:p w14:paraId="1364CA09" w14:textId="77777777" w:rsidR="00250259" w:rsidRPr="00E04F96" w:rsidRDefault="00250259" w:rsidP="007B5F21">
            <w:pPr>
              <w:jc w:val="both"/>
              <w:rPr>
                <w:rFonts w:ascii="Calibri" w:eastAsia="Calibri" w:hAnsi="Calibri" w:cs="Calibri"/>
                <w:noProof/>
                <w:lang w:val="ro-RO"/>
              </w:rPr>
            </w:pPr>
          </w:p>
        </w:tc>
        <w:tc>
          <w:tcPr>
            <w:tcW w:w="1347" w:type="dxa"/>
            <w:gridSpan w:val="4"/>
            <w:tcBorders>
              <w:top w:val="nil"/>
              <w:left w:val="single" w:sz="4" w:space="0" w:color="auto"/>
              <w:bottom w:val="nil"/>
              <w:right w:val="single" w:sz="4" w:space="0" w:color="auto"/>
            </w:tcBorders>
            <w:shd w:val="clear" w:color="auto" w:fill="auto"/>
          </w:tcPr>
          <w:p w14:paraId="1CA782E8" w14:textId="77777777" w:rsidR="00250259" w:rsidRPr="00E67132" w:rsidRDefault="00250259" w:rsidP="00A41E82">
            <w:pPr>
              <w:pStyle w:val="BodyText3"/>
              <w:numPr>
                <w:ilvl w:val="0"/>
                <w:numId w:val="3"/>
              </w:numPr>
              <w:rPr>
                <w:rFonts w:ascii="Calibri" w:hAnsi="Calibri" w:cs="Calibri"/>
                <w:noProof/>
                <w:sz w:val="22"/>
                <w:szCs w:val="22"/>
                <w:lang w:val="ro-RO"/>
              </w:rPr>
            </w:pPr>
          </w:p>
        </w:tc>
        <w:tc>
          <w:tcPr>
            <w:tcW w:w="1080" w:type="dxa"/>
            <w:gridSpan w:val="3"/>
            <w:tcBorders>
              <w:top w:val="nil"/>
              <w:left w:val="single" w:sz="4" w:space="0" w:color="auto"/>
              <w:bottom w:val="nil"/>
              <w:right w:val="single" w:sz="4" w:space="0" w:color="auto"/>
            </w:tcBorders>
          </w:tcPr>
          <w:p w14:paraId="6155AFC5" w14:textId="77777777" w:rsidR="00250259" w:rsidRPr="00E67132" w:rsidRDefault="00250259" w:rsidP="00A41E82">
            <w:pPr>
              <w:pStyle w:val="BodyText3"/>
              <w:numPr>
                <w:ilvl w:val="0"/>
                <w:numId w:val="3"/>
              </w:numPr>
              <w:rPr>
                <w:rFonts w:ascii="Calibri" w:hAnsi="Calibri" w:cs="Calibri"/>
                <w:noProof/>
                <w:sz w:val="22"/>
                <w:szCs w:val="22"/>
                <w:lang w:val="ro-RO"/>
              </w:rPr>
            </w:pPr>
          </w:p>
        </w:tc>
        <w:tc>
          <w:tcPr>
            <w:tcW w:w="903" w:type="dxa"/>
            <w:gridSpan w:val="2"/>
            <w:tcBorders>
              <w:top w:val="nil"/>
              <w:left w:val="single" w:sz="4" w:space="0" w:color="auto"/>
              <w:bottom w:val="nil"/>
              <w:right w:val="single" w:sz="4" w:space="0" w:color="auto"/>
            </w:tcBorders>
            <w:shd w:val="clear" w:color="auto" w:fill="auto"/>
          </w:tcPr>
          <w:p w14:paraId="2F450494" w14:textId="77777777" w:rsidR="00250259" w:rsidRPr="00E67132" w:rsidRDefault="00250259" w:rsidP="00435252">
            <w:pPr>
              <w:pStyle w:val="BodyText3"/>
              <w:ind w:left="540"/>
              <w:jc w:val="left"/>
              <w:rPr>
                <w:rFonts w:ascii="Calibri" w:hAnsi="Calibri" w:cs="Calibri"/>
                <w:noProof/>
                <w:sz w:val="22"/>
                <w:szCs w:val="22"/>
                <w:lang w:val="ro-RO"/>
              </w:rPr>
            </w:pPr>
          </w:p>
        </w:tc>
      </w:tr>
      <w:tr w:rsidR="00435252" w:rsidRPr="00E67132" w14:paraId="1182F847" w14:textId="77777777" w:rsidTr="00B82EBD">
        <w:trPr>
          <w:gridAfter w:val="4"/>
          <w:wAfter w:w="4970" w:type="dxa"/>
          <w:trHeight w:val="436"/>
        </w:trPr>
        <w:tc>
          <w:tcPr>
            <w:tcW w:w="6768" w:type="dxa"/>
            <w:gridSpan w:val="5"/>
            <w:vMerge/>
            <w:tcBorders>
              <w:top w:val="nil"/>
              <w:left w:val="single" w:sz="4" w:space="0" w:color="auto"/>
              <w:bottom w:val="single" w:sz="4" w:space="0" w:color="auto"/>
              <w:right w:val="single" w:sz="4" w:space="0" w:color="auto"/>
            </w:tcBorders>
            <w:shd w:val="clear" w:color="auto" w:fill="auto"/>
          </w:tcPr>
          <w:p w14:paraId="33378715" w14:textId="77777777" w:rsidR="00250259" w:rsidRPr="00E04F96" w:rsidRDefault="00250259" w:rsidP="007B5F21">
            <w:pPr>
              <w:jc w:val="both"/>
              <w:rPr>
                <w:rFonts w:ascii="Calibri" w:hAnsi="Calibri" w:cs="Calibri"/>
                <w:noProof/>
                <w:lang w:val="ro-RO"/>
              </w:rPr>
            </w:pPr>
          </w:p>
        </w:tc>
        <w:tc>
          <w:tcPr>
            <w:tcW w:w="1347" w:type="dxa"/>
            <w:gridSpan w:val="4"/>
            <w:tcBorders>
              <w:top w:val="nil"/>
              <w:left w:val="single" w:sz="4" w:space="0" w:color="auto"/>
              <w:bottom w:val="single" w:sz="4" w:space="0" w:color="auto"/>
              <w:right w:val="single" w:sz="4" w:space="0" w:color="auto"/>
            </w:tcBorders>
            <w:shd w:val="clear" w:color="auto" w:fill="auto"/>
          </w:tcPr>
          <w:p w14:paraId="7445FBDB" w14:textId="77777777" w:rsidR="00250259" w:rsidRPr="00E67132" w:rsidRDefault="00250259" w:rsidP="00F84A7A">
            <w:pPr>
              <w:pStyle w:val="BodyText3"/>
              <w:numPr>
                <w:ilvl w:val="0"/>
                <w:numId w:val="3"/>
              </w:numPr>
              <w:rPr>
                <w:rFonts w:ascii="Calibri" w:hAnsi="Calibri" w:cs="Calibri"/>
                <w:noProof/>
                <w:sz w:val="22"/>
                <w:szCs w:val="22"/>
                <w:lang w:val="ro-RO"/>
              </w:rPr>
            </w:pPr>
          </w:p>
        </w:tc>
        <w:tc>
          <w:tcPr>
            <w:tcW w:w="1080" w:type="dxa"/>
            <w:gridSpan w:val="3"/>
            <w:tcBorders>
              <w:top w:val="nil"/>
              <w:left w:val="single" w:sz="4" w:space="0" w:color="auto"/>
              <w:bottom w:val="single" w:sz="4" w:space="0" w:color="auto"/>
              <w:right w:val="single" w:sz="4" w:space="0" w:color="auto"/>
            </w:tcBorders>
          </w:tcPr>
          <w:p w14:paraId="3BDBE87C" w14:textId="77777777" w:rsidR="00250259" w:rsidRPr="00E67132" w:rsidRDefault="00250259" w:rsidP="00F84A7A">
            <w:pPr>
              <w:pStyle w:val="BodyText3"/>
              <w:numPr>
                <w:ilvl w:val="0"/>
                <w:numId w:val="3"/>
              </w:numPr>
              <w:rPr>
                <w:rFonts w:ascii="Calibri" w:hAnsi="Calibri" w:cs="Calibri"/>
                <w:noProof/>
                <w:sz w:val="22"/>
                <w:szCs w:val="22"/>
                <w:lang w:val="ro-RO"/>
              </w:rPr>
            </w:pPr>
          </w:p>
        </w:tc>
        <w:tc>
          <w:tcPr>
            <w:tcW w:w="903" w:type="dxa"/>
            <w:gridSpan w:val="2"/>
            <w:tcBorders>
              <w:top w:val="nil"/>
              <w:left w:val="single" w:sz="4" w:space="0" w:color="auto"/>
              <w:bottom w:val="single" w:sz="4" w:space="0" w:color="auto"/>
              <w:right w:val="single" w:sz="4" w:space="0" w:color="auto"/>
            </w:tcBorders>
            <w:shd w:val="clear" w:color="auto" w:fill="auto"/>
          </w:tcPr>
          <w:p w14:paraId="7E72B47C" w14:textId="77777777" w:rsidR="00023EF8" w:rsidRPr="00E67132" w:rsidRDefault="00023EF8" w:rsidP="00B82EBD">
            <w:pPr>
              <w:pStyle w:val="BodyText3"/>
              <w:ind w:left="540"/>
              <w:jc w:val="left"/>
              <w:rPr>
                <w:rFonts w:ascii="Calibri" w:hAnsi="Calibri" w:cs="Calibri"/>
                <w:noProof/>
                <w:sz w:val="22"/>
                <w:szCs w:val="22"/>
                <w:lang w:val="ro-RO"/>
              </w:rPr>
            </w:pPr>
          </w:p>
        </w:tc>
      </w:tr>
      <w:tr w:rsidR="00F84A7A" w:rsidRPr="00E67132" w14:paraId="1B20234E" w14:textId="77777777" w:rsidTr="00B82EBD">
        <w:trPr>
          <w:gridAfter w:val="4"/>
          <w:wAfter w:w="4970" w:type="dxa"/>
          <w:trHeight w:val="436"/>
        </w:trPr>
        <w:tc>
          <w:tcPr>
            <w:tcW w:w="6768" w:type="dxa"/>
            <w:gridSpan w:val="5"/>
            <w:tcBorders>
              <w:top w:val="single" w:sz="4" w:space="0" w:color="auto"/>
            </w:tcBorders>
            <w:shd w:val="clear" w:color="auto" w:fill="auto"/>
          </w:tcPr>
          <w:p w14:paraId="687B7FC0" w14:textId="77777777" w:rsidR="00F84A7A" w:rsidRPr="00E04F96" w:rsidRDefault="00F354E8" w:rsidP="00F84A7A">
            <w:pPr>
              <w:jc w:val="both"/>
              <w:rPr>
                <w:rFonts w:ascii="Calibri" w:hAnsi="Calibri" w:cs="Calibri"/>
                <w:iCs/>
                <w:noProof/>
                <w:lang w:val="ro-RO"/>
              </w:rPr>
            </w:pPr>
            <w:r w:rsidRPr="00E04F96">
              <w:rPr>
                <w:rFonts w:ascii="Calibri" w:eastAsia="Calibri" w:hAnsi="Calibri" w:cs="Calibri"/>
                <w:noProof/>
                <w:lang w:val="ro-RO"/>
              </w:rPr>
              <w:t>2</w:t>
            </w:r>
            <w:r w:rsidR="00DE45F8" w:rsidRPr="00E04F96">
              <w:rPr>
                <w:rFonts w:ascii="Calibri" w:eastAsia="Calibri" w:hAnsi="Calibri" w:cs="Calibri"/>
                <w:noProof/>
                <w:lang w:val="ro-RO"/>
              </w:rPr>
              <w:t>.2</w:t>
            </w:r>
            <w:r w:rsidR="00F84A7A" w:rsidRPr="00E04F96">
              <w:rPr>
                <w:rFonts w:ascii="Calibri" w:eastAsia="Calibri" w:hAnsi="Calibri" w:cs="Calibri"/>
                <w:noProof/>
                <w:lang w:val="ro-RO"/>
              </w:rPr>
              <w:t xml:space="preserve"> </w:t>
            </w:r>
            <w:r w:rsidR="00F84A7A" w:rsidRPr="00E04F96">
              <w:rPr>
                <w:rFonts w:ascii="Calibri" w:hAnsi="Calibri" w:cs="Calibri"/>
                <w:iCs/>
                <w:noProof/>
                <w:lang w:val="ro-RO"/>
              </w:rPr>
              <w:t>Solicitantul</w:t>
            </w:r>
            <w:r w:rsidR="003F177D" w:rsidRPr="00E04F96">
              <w:rPr>
                <w:rFonts w:ascii="Calibri" w:hAnsi="Calibri" w:cs="Calibri"/>
                <w:iCs/>
                <w:noProof/>
                <w:lang w:val="ro-RO"/>
              </w:rPr>
              <w:t xml:space="preserve"> și-a dat acordul pentru prelucrarea, de către AFIR, a datelor cu caracter personal?</w:t>
            </w:r>
          </w:p>
          <w:p w14:paraId="64E0DF49" w14:textId="77777777" w:rsidR="008323D6" w:rsidRPr="00E04F96" w:rsidRDefault="008323D6" w:rsidP="00F84A7A">
            <w:pPr>
              <w:jc w:val="both"/>
              <w:rPr>
                <w:rFonts w:ascii="Calibri" w:eastAsia="Calibri" w:hAnsi="Calibri" w:cs="Calibri"/>
                <w:noProof/>
                <w:lang w:val="ro-RO"/>
              </w:rPr>
            </w:pPr>
          </w:p>
        </w:tc>
        <w:tc>
          <w:tcPr>
            <w:tcW w:w="1347" w:type="dxa"/>
            <w:gridSpan w:val="4"/>
            <w:tcBorders>
              <w:top w:val="single" w:sz="4" w:space="0" w:color="auto"/>
            </w:tcBorders>
            <w:shd w:val="clear" w:color="auto" w:fill="auto"/>
          </w:tcPr>
          <w:p w14:paraId="21E2DAFF" w14:textId="77777777" w:rsidR="00F84A7A" w:rsidRPr="00E67132" w:rsidRDefault="00F84A7A" w:rsidP="00F84A7A">
            <w:pPr>
              <w:pStyle w:val="BodyText3"/>
              <w:numPr>
                <w:ilvl w:val="0"/>
                <w:numId w:val="3"/>
              </w:numPr>
              <w:rPr>
                <w:rFonts w:ascii="Calibri" w:hAnsi="Calibri" w:cs="Calibri"/>
                <w:noProof/>
                <w:sz w:val="22"/>
                <w:szCs w:val="22"/>
                <w:lang w:val="ro-RO"/>
              </w:rPr>
            </w:pPr>
          </w:p>
        </w:tc>
        <w:tc>
          <w:tcPr>
            <w:tcW w:w="1080" w:type="dxa"/>
            <w:gridSpan w:val="3"/>
            <w:tcBorders>
              <w:top w:val="single" w:sz="4" w:space="0" w:color="auto"/>
            </w:tcBorders>
          </w:tcPr>
          <w:p w14:paraId="16F83C8F" w14:textId="77777777" w:rsidR="00F84A7A" w:rsidRPr="00E67132" w:rsidRDefault="00F84A7A" w:rsidP="00F84A7A">
            <w:pPr>
              <w:pStyle w:val="BodyText3"/>
              <w:numPr>
                <w:ilvl w:val="0"/>
                <w:numId w:val="3"/>
              </w:numPr>
              <w:rPr>
                <w:rFonts w:ascii="Calibri" w:hAnsi="Calibri" w:cs="Calibri"/>
                <w:noProof/>
                <w:sz w:val="22"/>
                <w:szCs w:val="22"/>
                <w:lang w:val="ro-RO"/>
              </w:rPr>
            </w:pPr>
          </w:p>
        </w:tc>
        <w:tc>
          <w:tcPr>
            <w:tcW w:w="903" w:type="dxa"/>
            <w:gridSpan w:val="2"/>
            <w:tcBorders>
              <w:top w:val="single" w:sz="4" w:space="0" w:color="auto"/>
            </w:tcBorders>
            <w:shd w:val="clear" w:color="auto" w:fill="auto"/>
          </w:tcPr>
          <w:p w14:paraId="4C37FE35" w14:textId="77777777" w:rsidR="00F84A7A" w:rsidRPr="00E67132" w:rsidRDefault="00F84A7A" w:rsidP="00F84A7A">
            <w:pPr>
              <w:pStyle w:val="BodyText3"/>
              <w:ind w:left="720"/>
              <w:jc w:val="left"/>
              <w:rPr>
                <w:rFonts w:ascii="Calibri" w:hAnsi="Calibri" w:cs="Calibri"/>
                <w:noProof/>
                <w:sz w:val="22"/>
                <w:szCs w:val="22"/>
                <w:lang w:val="ro-RO"/>
              </w:rPr>
            </w:pPr>
          </w:p>
        </w:tc>
      </w:tr>
      <w:tr w:rsidR="008323D6" w:rsidRPr="00E67132" w14:paraId="75FAEA7C" w14:textId="77777777" w:rsidTr="00B82EBD">
        <w:trPr>
          <w:gridAfter w:val="4"/>
          <w:wAfter w:w="4970" w:type="dxa"/>
          <w:trHeight w:val="436"/>
        </w:trPr>
        <w:tc>
          <w:tcPr>
            <w:tcW w:w="6768" w:type="dxa"/>
            <w:gridSpan w:val="5"/>
            <w:tcBorders>
              <w:top w:val="single" w:sz="4" w:space="0" w:color="auto"/>
            </w:tcBorders>
            <w:shd w:val="clear" w:color="auto" w:fill="auto"/>
          </w:tcPr>
          <w:p w14:paraId="3AF717F7" w14:textId="77777777" w:rsidR="008323D6" w:rsidRPr="00E04F96" w:rsidRDefault="008323D6" w:rsidP="00F84A7A">
            <w:pPr>
              <w:jc w:val="both"/>
              <w:rPr>
                <w:rFonts w:asciiTheme="minorHAnsi" w:eastAsia="Calibri" w:hAnsiTheme="minorHAnsi" w:cstheme="minorHAnsi"/>
                <w:noProof/>
                <w:lang w:val="ro-RO"/>
              </w:rPr>
            </w:pPr>
            <w:r w:rsidRPr="00E04F96">
              <w:rPr>
                <w:rFonts w:asciiTheme="minorHAnsi" w:eastAsia="Calibri" w:hAnsiTheme="minorHAnsi" w:cstheme="minorHAnsi"/>
                <w:noProof/>
                <w:lang w:val="ro-RO"/>
              </w:rPr>
              <w:t xml:space="preserve">2.3 </w:t>
            </w:r>
            <w:r w:rsidRPr="00E04F96">
              <w:rPr>
                <w:rFonts w:asciiTheme="minorHAnsi" w:hAnsiTheme="minorHAnsi" w:cstheme="minorHAnsi"/>
                <w:noProof/>
                <w:lang w:val="ro-RO"/>
              </w:rPr>
              <w:t xml:space="preserve">Solicitantul este un tânăr </w:t>
            </w:r>
            <w:r w:rsidR="006237C5" w:rsidRPr="00E04F96">
              <w:rPr>
                <w:rFonts w:asciiTheme="minorHAnsi" w:hAnsiTheme="minorHAnsi" w:cstheme="minorHAnsi"/>
                <w:noProof/>
                <w:lang w:val="ro-RO"/>
              </w:rPr>
              <w:t xml:space="preserve">cetăţean român </w:t>
            </w:r>
            <w:r w:rsidRPr="00E04F96">
              <w:rPr>
                <w:rFonts w:asciiTheme="minorHAnsi" w:hAnsiTheme="minorHAnsi" w:cstheme="minorHAnsi"/>
                <w:noProof/>
                <w:lang w:val="ro-RO"/>
              </w:rPr>
              <w:t>din afara granițelor țării care se instalează c</w:t>
            </w:r>
            <w:r w:rsidR="00B6767D" w:rsidRPr="00E04F96">
              <w:rPr>
                <w:rFonts w:asciiTheme="minorHAnsi" w:hAnsiTheme="minorHAnsi" w:cstheme="minorHAnsi"/>
                <w:noProof/>
                <w:lang w:val="ro-RO"/>
              </w:rPr>
              <w:t>a șef/manager a</w:t>
            </w:r>
            <w:r w:rsidR="005B56AB" w:rsidRPr="00E04F96">
              <w:rPr>
                <w:rFonts w:asciiTheme="minorHAnsi" w:hAnsiTheme="minorHAnsi" w:cstheme="minorHAnsi"/>
                <w:noProof/>
                <w:lang w:val="ro-RO"/>
              </w:rPr>
              <w:t>l</w:t>
            </w:r>
            <w:r w:rsidR="00B6767D" w:rsidRPr="00E04F96">
              <w:rPr>
                <w:rFonts w:asciiTheme="minorHAnsi" w:hAnsiTheme="minorHAnsi" w:cstheme="minorHAnsi"/>
                <w:noProof/>
                <w:lang w:val="ro-RO"/>
              </w:rPr>
              <w:t xml:space="preserve"> exploatației</w:t>
            </w:r>
            <w:r w:rsidRPr="00E04F96">
              <w:rPr>
                <w:rFonts w:asciiTheme="minorHAnsi" w:hAnsiTheme="minorHAnsi" w:cstheme="minorHAnsi"/>
                <w:noProof/>
                <w:lang w:val="ro-RO"/>
              </w:rPr>
              <w:t>?</w:t>
            </w:r>
          </w:p>
        </w:tc>
        <w:tc>
          <w:tcPr>
            <w:tcW w:w="1347" w:type="dxa"/>
            <w:gridSpan w:val="4"/>
            <w:tcBorders>
              <w:top w:val="single" w:sz="4" w:space="0" w:color="auto"/>
            </w:tcBorders>
            <w:shd w:val="clear" w:color="auto" w:fill="auto"/>
          </w:tcPr>
          <w:p w14:paraId="345F3426" w14:textId="77777777" w:rsidR="008323D6" w:rsidRPr="00E67132" w:rsidRDefault="008323D6" w:rsidP="00F84A7A">
            <w:pPr>
              <w:pStyle w:val="BodyText3"/>
              <w:numPr>
                <w:ilvl w:val="0"/>
                <w:numId w:val="3"/>
              </w:numPr>
              <w:rPr>
                <w:rFonts w:ascii="Calibri" w:hAnsi="Calibri" w:cs="Calibri"/>
                <w:noProof/>
                <w:sz w:val="22"/>
                <w:szCs w:val="22"/>
                <w:lang w:val="ro-RO"/>
              </w:rPr>
            </w:pPr>
          </w:p>
        </w:tc>
        <w:tc>
          <w:tcPr>
            <w:tcW w:w="1080" w:type="dxa"/>
            <w:gridSpan w:val="3"/>
            <w:tcBorders>
              <w:top w:val="single" w:sz="4" w:space="0" w:color="auto"/>
            </w:tcBorders>
          </w:tcPr>
          <w:p w14:paraId="43607257" w14:textId="77777777" w:rsidR="008323D6" w:rsidRPr="00E67132" w:rsidRDefault="008323D6" w:rsidP="00F84A7A">
            <w:pPr>
              <w:pStyle w:val="BodyText3"/>
              <w:numPr>
                <w:ilvl w:val="0"/>
                <w:numId w:val="3"/>
              </w:numPr>
              <w:rPr>
                <w:rFonts w:ascii="Calibri" w:hAnsi="Calibri" w:cs="Calibri"/>
                <w:noProof/>
                <w:sz w:val="22"/>
                <w:szCs w:val="22"/>
                <w:lang w:val="ro-RO"/>
              </w:rPr>
            </w:pPr>
          </w:p>
        </w:tc>
        <w:tc>
          <w:tcPr>
            <w:tcW w:w="903" w:type="dxa"/>
            <w:gridSpan w:val="2"/>
            <w:tcBorders>
              <w:top w:val="single" w:sz="4" w:space="0" w:color="auto"/>
            </w:tcBorders>
            <w:shd w:val="clear" w:color="auto" w:fill="auto"/>
          </w:tcPr>
          <w:p w14:paraId="660F59F5" w14:textId="77777777" w:rsidR="008323D6" w:rsidRPr="00E67132" w:rsidRDefault="008323D6" w:rsidP="00CF2FA6">
            <w:pPr>
              <w:pStyle w:val="BodyText3"/>
              <w:numPr>
                <w:ilvl w:val="0"/>
                <w:numId w:val="3"/>
              </w:numPr>
              <w:jc w:val="left"/>
              <w:rPr>
                <w:rFonts w:ascii="Calibri" w:hAnsi="Calibri" w:cs="Calibri"/>
                <w:noProof/>
                <w:sz w:val="22"/>
                <w:szCs w:val="22"/>
                <w:lang w:val="ro-RO"/>
              </w:rPr>
            </w:pPr>
          </w:p>
        </w:tc>
      </w:tr>
      <w:tr w:rsidR="00F84A7A" w:rsidRPr="00E67132" w14:paraId="0527E565" w14:textId="77777777" w:rsidTr="00342928">
        <w:trPr>
          <w:gridAfter w:val="4"/>
          <w:wAfter w:w="4970" w:type="dxa"/>
        </w:trPr>
        <w:tc>
          <w:tcPr>
            <w:tcW w:w="10098" w:type="dxa"/>
            <w:gridSpan w:val="14"/>
          </w:tcPr>
          <w:p w14:paraId="36029920" w14:textId="77777777" w:rsidR="00F84A7A" w:rsidRPr="00E04F96" w:rsidRDefault="00F84A7A" w:rsidP="00F84A7A">
            <w:pPr>
              <w:pStyle w:val="BodyText3"/>
              <w:jc w:val="left"/>
              <w:rPr>
                <w:rFonts w:ascii="Calibri" w:hAnsi="Calibri" w:cs="Calibri"/>
                <w:noProof/>
                <w:sz w:val="24"/>
                <w:szCs w:val="24"/>
                <w:u w:val="single"/>
                <w:lang w:val="ro-RO"/>
              </w:rPr>
            </w:pPr>
            <w:r w:rsidRPr="00E04F96">
              <w:rPr>
                <w:rFonts w:ascii="Calibri" w:hAnsi="Calibri" w:cs="Calibri"/>
                <w:noProof/>
                <w:sz w:val="24"/>
                <w:szCs w:val="24"/>
                <w:lang w:val="ro-RO"/>
              </w:rPr>
              <w:t>2.Verificarea conditiilor de eligibilitate</w:t>
            </w:r>
          </w:p>
          <w:p w14:paraId="1CB920B1" w14:textId="77777777" w:rsidR="00F84A7A" w:rsidRPr="00E04F96" w:rsidRDefault="00F84A7A" w:rsidP="00F84A7A">
            <w:pPr>
              <w:pStyle w:val="BodyText3"/>
              <w:jc w:val="left"/>
              <w:rPr>
                <w:rFonts w:ascii="Calibri" w:hAnsi="Calibri" w:cs="Calibri"/>
                <w:noProof/>
                <w:sz w:val="24"/>
                <w:szCs w:val="24"/>
                <w:lang w:val="ro-RO"/>
              </w:rPr>
            </w:pPr>
          </w:p>
        </w:tc>
      </w:tr>
      <w:tr w:rsidR="00F84A7A" w:rsidRPr="00E67132" w14:paraId="167DF69B" w14:textId="77777777" w:rsidTr="00342928">
        <w:trPr>
          <w:gridAfter w:val="4"/>
          <w:wAfter w:w="4970" w:type="dxa"/>
        </w:trPr>
        <w:tc>
          <w:tcPr>
            <w:tcW w:w="6768" w:type="dxa"/>
            <w:gridSpan w:val="5"/>
            <w:shd w:val="clear" w:color="auto" w:fill="auto"/>
          </w:tcPr>
          <w:p w14:paraId="669804EB" w14:textId="77777777" w:rsidR="00F84A7A" w:rsidRPr="00E04F96" w:rsidRDefault="00F84A7A" w:rsidP="00BA5438">
            <w:pPr>
              <w:pStyle w:val="BodyText3"/>
              <w:jc w:val="both"/>
              <w:rPr>
                <w:rFonts w:ascii="Calibri" w:hAnsi="Calibri" w:cs="Calibri"/>
                <w:noProof/>
                <w:sz w:val="24"/>
                <w:szCs w:val="24"/>
                <w:lang w:val="ro-RO"/>
              </w:rPr>
            </w:pPr>
            <w:r w:rsidRPr="00E04F96">
              <w:rPr>
                <w:rFonts w:ascii="Calibri" w:hAnsi="Calibri" w:cs="Calibri"/>
                <w:noProof/>
                <w:sz w:val="24"/>
                <w:szCs w:val="24"/>
                <w:lang w:val="ro-RO"/>
              </w:rPr>
              <w:t>EG1 Solicitantul aparţine categoriei de solicitanţi eligibili şi este înregistrat ca  microîntreprindere sau intreprindere mica, având pentru prima dată obiect de activitate în domeniul agricol cu maximum 24 de luni înaintea depunerii cererii de finanţare?</w:t>
            </w:r>
          </w:p>
          <w:p w14:paraId="7101922C" w14:textId="77777777" w:rsidR="00F84A7A" w:rsidRPr="00E04F96" w:rsidRDefault="00F84A7A" w:rsidP="00BA5438">
            <w:pPr>
              <w:pStyle w:val="BodyText3"/>
              <w:jc w:val="both"/>
              <w:rPr>
                <w:rFonts w:ascii="Calibri" w:hAnsi="Calibri" w:cs="Calibri"/>
                <w:b w:val="0"/>
                <w:noProof/>
                <w:sz w:val="24"/>
                <w:szCs w:val="24"/>
                <w:lang w:val="ro-RO"/>
              </w:rPr>
            </w:pPr>
            <w:r w:rsidRPr="00E04F96">
              <w:rPr>
                <w:rFonts w:ascii="Calibri" w:hAnsi="Calibri" w:cs="Calibri"/>
                <w:noProof/>
                <w:sz w:val="24"/>
                <w:szCs w:val="24"/>
                <w:lang w:val="ro-RO"/>
              </w:rPr>
              <w:t xml:space="preserve">- </w:t>
            </w:r>
            <w:r w:rsidRPr="00E04F96">
              <w:rPr>
                <w:rFonts w:ascii="Calibri" w:hAnsi="Calibri" w:cs="Calibri"/>
                <w:b w:val="0"/>
                <w:noProof/>
                <w:sz w:val="24"/>
                <w:szCs w:val="24"/>
                <w:lang w:val="ro-RO"/>
              </w:rPr>
              <w:t>Persoana fizica autorizata (OUG nr. 44/16 aprilie 2008)</w:t>
            </w:r>
            <w:r w:rsidRPr="00E04F96">
              <w:rPr>
                <w:rFonts w:ascii="Calibri" w:hAnsi="Calibri" w:cs="Calibri"/>
                <w:b w:val="0"/>
                <w:noProof/>
                <w:sz w:val="24"/>
                <w:szCs w:val="24"/>
                <w:lang w:val="ro-RO"/>
              </w:rPr>
              <w:tab/>
            </w:r>
            <w:r w:rsidRPr="00E04F96">
              <w:rPr>
                <w:rFonts w:asciiTheme="minorHAnsi" w:hAnsiTheme="minorHAnsi"/>
                <w:noProof/>
                <w:sz w:val="24"/>
                <w:szCs w:val="24"/>
                <w:lang w:val="ro-RO"/>
              </w:rPr>
              <w:t>(PFA)</w:t>
            </w:r>
            <w:r w:rsidRPr="00E04F96">
              <w:rPr>
                <w:rFonts w:ascii="Calibri" w:hAnsi="Calibri" w:cs="Calibri"/>
                <w:b w:val="0"/>
                <w:noProof/>
                <w:sz w:val="24"/>
                <w:szCs w:val="24"/>
                <w:lang w:val="ro-RO"/>
              </w:rPr>
              <w:t xml:space="preserve">            </w:t>
            </w:r>
            <w:r w:rsidRPr="00E04F96">
              <w:rPr>
                <w:rFonts w:ascii="Calibri" w:hAnsi="Calibri" w:cs="Calibri"/>
                <w:b w:val="0"/>
                <w:noProof/>
                <w:sz w:val="24"/>
                <w:szCs w:val="24"/>
                <w:lang w:val="ro-RO"/>
              </w:rPr>
              <w:tab/>
              <w:t xml:space="preserve">  </w:t>
            </w:r>
          </w:p>
          <w:p w14:paraId="645183EA" w14:textId="77777777" w:rsidR="00F84A7A" w:rsidRPr="00E04F96" w:rsidRDefault="00F84A7A" w:rsidP="00BA5438">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 xml:space="preserve">- Intreprinderi individuale (OUG nr. 44/16 aprilie 2008) </w:t>
            </w:r>
            <w:r w:rsidRPr="00E04F96">
              <w:rPr>
                <w:rFonts w:asciiTheme="minorHAnsi" w:hAnsiTheme="minorHAnsi"/>
                <w:noProof/>
                <w:sz w:val="24"/>
                <w:szCs w:val="24"/>
                <w:lang w:val="ro-RO"/>
              </w:rPr>
              <w:t>(II);</w:t>
            </w:r>
            <w:r w:rsidRPr="00E04F96">
              <w:rPr>
                <w:rFonts w:ascii="Calibri" w:hAnsi="Calibri" w:cs="Calibri"/>
                <w:b w:val="0"/>
                <w:noProof/>
                <w:sz w:val="24"/>
                <w:szCs w:val="24"/>
                <w:lang w:val="ro-RO"/>
              </w:rPr>
              <w:tab/>
              <w:t xml:space="preserve">                        </w:t>
            </w:r>
          </w:p>
          <w:p w14:paraId="263E916F" w14:textId="77777777" w:rsidR="00F84A7A" w:rsidRPr="00E04F96" w:rsidRDefault="00F84A7A" w:rsidP="00BA5438">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 xml:space="preserve">- Intreprindere familială (OUG nr. 44/16 aprilie 2008)  </w:t>
            </w:r>
            <w:r w:rsidRPr="00E04F96">
              <w:rPr>
                <w:rFonts w:asciiTheme="minorHAnsi" w:hAnsiTheme="minorHAnsi"/>
                <w:noProof/>
                <w:sz w:val="24"/>
                <w:szCs w:val="24"/>
                <w:lang w:val="ro-RO"/>
              </w:rPr>
              <w:t>(IF)</w:t>
            </w:r>
            <w:r w:rsidRPr="00E04F96">
              <w:rPr>
                <w:rFonts w:ascii="Calibri" w:hAnsi="Calibri" w:cs="Calibri"/>
                <w:b w:val="0"/>
                <w:noProof/>
                <w:sz w:val="24"/>
                <w:szCs w:val="24"/>
                <w:lang w:val="ro-RO"/>
              </w:rPr>
              <w:t xml:space="preserve">                                   </w:t>
            </w:r>
          </w:p>
          <w:p w14:paraId="495E189B" w14:textId="77777777" w:rsidR="00F84A7A" w:rsidRPr="00E04F96" w:rsidRDefault="00F84A7A" w:rsidP="00BA5438">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 Societate cu raspundere limitata – SRL (Legea nr.31/1990</w:t>
            </w:r>
          </w:p>
          <w:p w14:paraId="4AB37703" w14:textId="6F99B46F" w:rsidR="00E81DF4" w:rsidRPr="00E04F96" w:rsidRDefault="00E81DF4" w:rsidP="00BA5438">
            <w:pPr>
              <w:pStyle w:val="xl61"/>
              <w:pBdr>
                <w:left w:val="none" w:sz="0" w:space="0" w:color="auto"/>
              </w:pBdr>
              <w:spacing w:before="0" w:beforeAutospacing="0" w:after="0" w:afterAutospacing="0"/>
              <w:rPr>
                <w:rFonts w:ascii="Calibri" w:hAnsi="Calibri" w:cs="Calibri"/>
                <w:b/>
                <w:noProof/>
                <w:szCs w:val="24"/>
                <w:lang w:val="ro-RO"/>
              </w:rPr>
            </w:pPr>
            <w:r w:rsidRPr="00E04F96">
              <w:rPr>
                <w:rFonts w:ascii="Calibri" w:hAnsi="Calibri" w:cs="Calibri"/>
                <w:b/>
                <w:noProof/>
                <w:szCs w:val="24"/>
                <w:lang w:val="ro-RO"/>
              </w:rPr>
              <w:t xml:space="preserve">- </w:t>
            </w:r>
            <w:r w:rsidR="005F4024" w:rsidRPr="00E04F96">
              <w:rPr>
                <w:rFonts w:ascii="Calibri" w:hAnsi="Calibri" w:cs="Calibri"/>
                <w:b/>
                <w:noProof/>
                <w:szCs w:val="24"/>
                <w:lang w:val="ro-RO"/>
              </w:rPr>
              <w:t xml:space="preserve">tinerii </w:t>
            </w:r>
            <w:r w:rsidR="00B8388D" w:rsidRPr="00E04F96">
              <w:rPr>
                <w:rFonts w:ascii="Calibri" w:hAnsi="Calibri" w:cs="Calibri"/>
                <w:b/>
                <w:noProof/>
                <w:szCs w:val="24"/>
                <w:lang w:val="ro-RO"/>
              </w:rPr>
              <w:t xml:space="preserve">cetăţeni români </w:t>
            </w:r>
            <w:r w:rsidR="005F4024" w:rsidRPr="00E04F96">
              <w:rPr>
                <w:rFonts w:ascii="Calibri" w:hAnsi="Calibri" w:cs="Calibri"/>
                <w:b/>
                <w:noProof/>
                <w:szCs w:val="24"/>
                <w:lang w:val="ro-RO"/>
              </w:rPr>
              <w:t xml:space="preserve">din afara granițelor țării care se instalează ca șefi/manageri ai exploatației, înregistrați conform </w:t>
            </w:r>
            <w:r w:rsidR="005F4024" w:rsidRPr="00E04F96">
              <w:rPr>
                <w:rFonts w:asciiTheme="minorHAnsi" w:eastAsia="Calibri" w:hAnsiTheme="minorHAnsi" w:cstheme="minorHAnsi"/>
                <w:b/>
                <w:i/>
                <w:noProof/>
                <w:szCs w:val="24"/>
                <w:lang w:val="ro-RO"/>
              </w:rPr>
              <w:t>OUG  nr. 44/2008</w:t>
            </w:r>
            <w:r w:rsidR="005F4024" w:rsidRPr="00E04F96">
              <w:rPr>
                <w:rFonts w:asciiTheme="minorHAnsi" w:eastAsia="Calibri" w:hAnsiTheme="minorHAnsi" w:cstheme="minorHAnsi"/>
                <w:b/>
                <w:bCs/>
                <w:i/>
                <w:noProof/>
                <w:szCs w:val="24"/>
                <w:lang w:val="ro-RO"/>
              </w:rPr>
              <w:t xml:space="preserve">  sau</w:t>
            </w:r>
            <w:r w:rsidR="005F4024" w:rsidRPr="00E04F96">
              <w:rPr>
                <w:rFonts w:asciiTheme="minorHAnsi" w:eastAsia="Calibri" w:hAnsiTheme="minorHAnsi" w:cstheme="minorHAnsi"/>
                <w:b/>
                <w:i/>
                <w:noProof/>
                <w:szCs w:val="24"/>
                <w:lang w:val="ro-RO"/>
              </w:rPr>
              <w:t xml:space="preserve"> Legea </w:t>
            </w:r>
            <w:r w:rsidR="005F4024" w:rsidRPr="00E04F96">
              <w:rPr>
                <w:rFonts w:asciiTheme="minorHAnsi" w:eastAsia="Calibri" w:hAnsiTheme="minorHAnsi" w:cstheme="minorHAnsi"/>
                <w:b/>
                <w:bCs/>
                <w:i/>
                <w:noProof/>
                <w:szCs w:val="24"/>
                <w:lang w:val="ro-RO"/>
              </w:rPr>
              <w:t xml:space="preserve">societăţilor nr. </w:t>
            </w:r>
            <w:r w:rsidR="005F4024" w:rsidRPr="00E04F96">
              <w:rPr>
                <w:rFonts w:asciiTheme="minorHAnsi" w:eastAsia="Calibri" w:hAnsiTheme="minorHAnsi" w:cstheme="minorHAnsi"/>
                <w:b/>
                <w:i/>
                <w:noProof/>
                <w:szCs w:val="24"/>
                <w:lang w:val="ro-RO"/>
              </w:rPr>
              <w:t>31</w:t>
            </w:r>
            <w:r w:rsidR="005F4024" w:rsidRPr="00E04F96">
              <w:rPr>
                <w:rFonts w:asciiTheme="minorHAnsi" w:eastAsia="Calibri" w:hAnsiTheme="minorHAnsi" w:cstheme="minorHAnsi"/>
                <w:b/>
                <w:bCs/>
                <w:i/>
                <w:noProof/>
                <w:szCs w:val="24"/>
                <w:lang w:val="ro-RO"/>
              </w:rPr>
              <w:t>/</w:t>
            </w:r>
            <w:r w:rsidR="005F4024" w:rsidRPr="00E04F96">
              <w:rPr>
                <w:rFonts w:asciiTheme="minorHAnsi" w:eastAsia="Calibri" w:hAnsiTheme="minorHAnsi" w:cstheme="minorHAnsi"/>
                <w:b/>
                <w:i/>
                <w:noProof/>
                <w:szCs w:val="24"/>
                <w:lang w:val="ro-RO"/>
              </w:rPr>
              <w:t>1990</w:t>
            </w:r>
            <w:r w:rsidR="005F4024" w:rsidRPr="00E04F96">
              <w:rPr>
                <w:rFonts w:asciiTheme="minorHAnsi" w:eastAsia="Calibri" w:hAnsiTheme="minorHAnsi" w:cstheme="minorHAnsi"/>
                <w:b/>
                <w:bCs/>
                <w:i/>
                <w:noProof/>
                <w:szCs w:val="24"/>
                <w:lang w:val="ro-RO"/>
              </w:rPr>
              <w:t xml:space="preserve"> republicată.</w:t>
            </w:r>
          </w:p>
        </w:tc>
        <w:tc>
          <w:tcPr>
            <w:tcW w:w="1530" w:type="dxa"/>
            <w:gridSpan w:val="5"/>
            <w:shd w:val="clear" w:color="auto" w:fill="auto"/>
          </w:tcPr>
          <w:p w14:paraId="61E99C9B" w14:textId="77777777" w:rsidR="00F84A7A" w:rsidRPr="00E67132" w:rsidRDefault="00F84A7A" w:rsidP="00F84A7A">
            <w:pPr>
              <w:pStyle w:val="BodyText3"/>
              <w:rPr>
                <w:rFonts w:ascii="Calibri" w:hAnsi="Calibri" w:cs="Calibri"/>
                <w:noProof/>
                <w:sz w:val="22"/>
                <w:szCs w:val="22"/>
                <w:lang w:val="ro-RO"/>
              </w:rPr>
            </w:pPr>
          </w:p>
          <w:p w14:paraId="5A29E370" w14:textId="77777777" w:rsidR="00F84A7A" w:rsidRPr="00E67132" w:rsidRDefault="00F84A7A" w:rsidP="00F84A7A">
            <w:pPr>
              <w:pStyle w:val="BodyText3"/>
              <w:rPr>
                <w:rFonts w:ascii="Calibri" w:hAnsi="Calibri" w:cs="Calibri"/>
                <w:noProof/>
                <w:sz w:val="22"/>
                <w:szCs w:val="22"/>
                <w:lang w:val="ro-RO"/>
              </w:rPr>
            </w:pPr>
          </w:p>
          <w:p w14:paraId="14072691" w14:textId="77777777" w:rsidR="00F84A7A" w:rsidRPr="00E67132" w:rsidRDefault="00F84A7A" w:rsidP="00F84A7A">
            <w:pPr>
              <w:pStyle w:val="BodyText3"/>
              <w:rPr>
                <w:rFonts w:ascii="Calibri" w:hAnsi="Calibri" w:cs="Calibri"/>
                <w:noProof/>
                <w:sz w:val="22"/>
                <w:szCs w:val="22"/>
                <w:lang w:val="ro-RO"/>
              </w:rPr>
            </w:pPr>
          </w:p>
          <w:p w14:paraId="715F4B36"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990" w:type="dxa"/>
            <w:gridSpan w:val="3"/>
          </w:tcPr>
          <w:p w14:paraId="6FD53BD8" w14:textId="77777777" w:rsidR="00F84A7A" w:rsidRPr="00E67132" w:rsidRDefault="00F84A7A" w:rsidP="00F84A7A">
            <w:pPr>
              <w:pStyle w:val="BodyText3"/>
              <w:rPr>
                <w:rFonts w:ascii="Calibri" w:hAnsi="Calibri" w:cs="Calibri"/>
                <w:noProof/>
                <w:sz w:val="22"/>
                <w:szCs w:val="22"/>
                <w:lang w:val="ro-RO"/>
              </w:rPr>
            </w:pPr>
          </w:p>
          <w:p w14:paraId="6265B697" w14:textId="77777777" w:rsidR="00F84A7A" w:rsidRPr="00E67132" w:rsidRDefault="00F84A7A" w:rsidP="00F84A7A">
            <w:pPr>
              <w:pStyle w:val="BodyText3"/>
              <w:rPr>
                <w:rFonts w:ascii="Calibri" w:hAnsi="Calibri" w:cs="Calibri"/>
                <w:noProof/>
                <w:sz w:val="22"/>
                <w:szCs w:val="22"/>
                <w:lang w:val="ro-RO"/>
              </w:rPr>
            </w:pPr>
          </w:p>
          <w:p w14:paraId="731AB910" w14:textId="77777777" w:rsidR="00F84A7A" w:rsidRPr="00E67132" w:rsidRDefault="00F84A7A" w:rsidP="00F84A7A">
            <w:pPr>
              <w:pStyle w:val="BodyText3"/>
              <w:rPr>
                <w:rFonts w:ascii="Calibri" w:hAnsi="Calibri" w:cs="Calibri"/>
                <w:noProof/>
                <w:sz w:val="22"/>
                <w:szCs w:val="22"/>
                <w:lang w:val="ro-RO"/>
              </w:rPr>
            </w:pPr>
          </w:p>
          <w:p w14:paraId="633A7E77"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6128B8C"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20805E6A" w14:textId="77777777" w:rsidR="00F84A7A" w:rsidRPr="00E67132" w:rsidRDefault="00F84A7A" w:rsidP="00F84A7A">
            <w:pPr>
              <w:pStyle w:val="BodyText3"/>
              <w:rPr>
                <w:rFonts w:ascii="Calibri" w:hAnsi="Calibri" w:cs="Calibri"/>
                <w:b w:val="0"/>
                <w:noProof/>
                <w:sz w:val="22"/>
                <w:szCs w:val="22"/>
                <w:lang w:val="ro-RO"/>
              </w:rPr>
            </w:pPr>
          </w:p>
          <w:p w14:paraId="77B2D934" w14:textId="77777777" w:rsidR="00F84A7A" w:rsidRPr="00E67132" w:rsidRDefault="00F84A7A" w:rsidP="00F84A7A">
            <w:pPr>
              <w:pStyle w:val="BodyText3"/>
              <w:rPr>
                <w:rFonts w:ascii="Calibri" w:hAnsi="Calibri" w:cs="Calibri"/>
                <w:b w:val="0"/>
                <w:noProof/>
                <w:sz w:val="22"/>
                <w:szCs w:val="22"/>
                <w:lang w:val="ro-RO"/>
              </w:rPr>
            </w:pPr>
          </w:p>
          <w:p w14:paraId="234391C9" w14:textId="77777777" w:rsidR="00F84A7A" w:rsidRPr="00E67132" w:rsidRDefault="00F84A7A" w:rsidP="00F84A7A">
            <w:pPr>
              <w:pStyle w:val="BodyText3"/>
              <w:rPr>
                <w:rFonts w:ascii="Calibri" w:hAnsi="Calibri" w:cs="Calibri"/>
                <w:b w:val="0"/>
                <w:noProof/>
                <w:sz w:val="22"/>
                <w:szCs w:val="22"/>
                <w:lang w:val="ro-RO"/>
              </w:rPr>
            </w:pPr>
          </w:p>
          <w:p w14:paraId="723C8317"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2212430D" w14:textId="77777777" w:rsidTr="00342928">
        <w:trPr>
          <w:gridAfter w:val="4"/>
          <w:wAfter w:w="4970" w:type="dxa"/>
        </w:trPr>
        <w:tc>
          <w:tcPr>
            <w:tcW w:w="6768" w:type="dxa"/>
            <w:gridSpan w:val="5"/>
            <w:shd w:val="clear" w:color="auto" w:fill="auto"/>
          </w:tcPr>
          <w:p w14:paraId="796A457D" w14:textId="77777777" w:rsidR="00F84A7A" w:rsidRPr="00E04F96" w:rsidRDefault="00F84A7A" w:rsidP="00F84A7A">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Baza de date a serviciul online RECOM  a ONRC.</w:t>
            </w:r>
          </w:p>
          <w:p w14:paraId="7CF8BA8D" w14:textId="77777777" w:rsidR="00F84A7A" w:rsidRPr="00E04F96" w:rsidRDefault="00F84A7A" w:rsidP="00F84A7A">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Doc. Situatii financiare/ Declaratiia 200/ Declaratia 221/Declarația unică</w:t>
            </w:r>
          </w:p>
          <w:p w14:paraId="6D19B406" w14:textId="77777777" w:rsidR="00F84A7A" w:rsidRPr="00E04F96" w:rsidRDefault="00F84A7A" w:rsidP="00F84A7A">
            <w:pPr>
              <w:pStyle w:val="BodyText3"/>
              <w:jc w:val="both"/>
              <w:rPr>
                <w:rFonts w:ascii="Calibri" w:hAnsi="Calibri" w:cs="Calibri"/>
                <w:b w:val="0"/>
                <w:noProof/>
                <w:sz w:val="24"/>
                <w:szCs w:val="24"/>
                <w:lang w:val="ro-RO"/>
              </w:rPr>
            </w:pPr>
            <w:r w:rsidRPr="00E04F96">
              <w:rPr>
                <w:rFonts w:ascii="Calibri" w:hAnsi="Calibri" w:cs="Calibri"/>
                <w:b w:val="0"/>
                <w:noProof/>
                <w:sz w:val="24"/>
                <w:szCs w:val="24"/>
                <w:lang w:val="ro-RO"/>
              </w:rPr>
              <w:t>Doc. Certificat de inregistrare (CUI), Doc. Hotărârea AGA</w:t>
            </w:r>
          </w:p>
          <w:p w14:paraId="0E1C2D50" w14:textId="77777777" w:rsidR="008022F6" w:rsidRPr="00E04F96" w:rsidRDefault="002226FB" w:rsidP="008022F6">
            <w:pPr>
              <w:pStyle w:val="BodyText3"/>
              <w:jc w:val="both"/>
              <w:rPr>
                <w:rFonts w:ascii="Calibri" w:hAnsi="Calibri" w:cs="Calibri"/>
                <w:b w:val="0"/>
                <w:sz w:val="24"/>
                <w:szCs w:val="24"/>
                <w:lang w:val="en-GB"/>
              </w:rPr>
            </w:pPr>
            <w:r w:rsidRPr="00E04F96">
              <w:rPr>
                <w:rFonts w:ascii="Calibri" w:hAnsi="Calibri" w:cs="Calibri"/>
                <w:b w:val="0"/>
                <w:noProof/>
                <w:sz w:val="24"/>
                <w:szCs w:val="24"/>
                <w:lang w:val="ro-RO"/>
              </w:rPr>
              <w:t xml:space="preserve">DOC.14 </w:t>
            </w:r>
            <w:r w:rsidR="00D56618" w:rsidRPr="00E04F96">
              <w:rPr>
                <w:rFonts w:ascii="Calibri" w:hAnsi="Calibri" w:cs="Calibri"/>
                <w:b w:val="0"/>
                <w:noProof/>
                <w:sz w:val="24"/>
                <w:szCs w:val="24"/>
                <w:lang w:val="ro-RO"/>
              </w:rPr>
              <w:t>–</w:t>
            </w:r>
            <w:r w:rsidRPr="00E04F96">
              <w:rPr>
                <w:rFonts w:ascii="Calibri" w:hAnsi="Calibri" w:cs="Calibri"/>
                <w:b w:val="0"/>
                <w:noProof/>
                <w:sz w:val="24"/>
                <w:szCs w:val="24"/>
                <w:lang w:val="ro-RO"/>
              </w:rPr>
              <w:t xml:space="preserve"> </w:t>
            </w:r>
            <w:r w:rsidR="008022F6" w:rsidRPr="00E04F96">
              <w:rPr>
                <w:rFonts w:ascii="Calibri" w:hAnsi="Calibri" w:cs="Calibri"/>
                <w:b w:val="0"/>
                <w:sz w:val="24"/>
                <w:szCs w:val="24"/>
              </w:rPr>
              <w:t xml:space="preserve">Documente depuse de cetățenii români din afara granițelor României pentru dovada locului de muncă (doc.14.1) </w:t>
            </w:r>
            <w:r w:rsidR="008022F6" w:rsidRPr="00E04F96">
              <w:rPr>
                <w:rFonts w:ascii="Calibri" w:hAnsi="Calibri" w:cs="Calibri"/>
                <w:sz w:val="24"/>
                <w:szCs w:val="24"/>
                <w:u w:val="single"/>
              </w:rPr>
              <w:t>SAU</w:t>
            </w:r>
            <w:r w:rsidR="008022F6" w:rsidRPr="00E04F96">
              <w:rPr>
                <w:rFonts w:ascii="Calibri" w:hAnsi="Calibri" w:cs="Calibri"/>
                <w:b w:val="0"/>
                <w:sz w:val="24"/>
                <w:szCs w:val="24"/>
              </w:rPr>
              <w:t xml:space="preserve"> absolvirea de programe de studii (doc. 14.2)</w:t>
            </w:r>
            <w:r w:rsidR="008022F6" w:rsidRPr="00E04F96">
              <w:rPr>
                <w:rFonts w:ascii="Calibri" w:hAnsi="Calibri" w:cs="Calibri"/>
                <w:b w:val="0"/>
                <w:sz w:val="24"/>
                <w:szCs w:val="24"/>
                <w:lang w:val="en-GB"/>
              </w:rPr>
              <w:t>:</w:t>
            </w:r>
          </w:p>
          <w:p w14:paraId="6A031586" w14:textId="77777777" w:rsidR="008022F6" w:rsidRPr="00E04F96" w:rsidRDefault="008022F6" w:rsidP="008022F6">
            <w:pPr>
              <w:pStyle w:val="BodyText3"/>
              <w:jc w:val="both"/>
              <w:rPr>
                <w:rFonts w:ascii="Calibri" w:hAnsi="Calibri" w:cs="Calibri"/>
                <w:b w:val="0"/>
                <w:noProof/>
                <w:sz w:val="24"/>
                <w:szCs w:val="24"/>
              </w:rPr>
            </w:pPr>
            <w:r w:rsidRPr="00E04F96">
              <w:rPr>
                <w:rFonts w:ascii="Calibri" w:hAnsi="Calibri" w:cs="Calibri"/>
                <w:b w:val="0"/>
                <w:sz w:val="24"/>
                <w:szCs w:val="24"/>
              </w:rPr>
              <w:t xml:space="preserve">14.1 Pentru dovada locului de muncă </w:t>
            </w:r>
            <w:r w:rsidRPr="00E04F96">
              <w:rPr>
                <w:rFonts w:ascii="Calibri" w:hAnsi="Calibri" w:cs="Calibri"/>
                <w:b w:val="0"/>
                <w:noProof/>
                <w:sz w:val="24"/>
                <w:szCs w:val="24"/>
              </w:rPr>
              <w:t xml:space="preserve">în domeniul agricol, </w:t>
            </w:r>
            <w:r w:rsidRPr="00E04F96">
              <w:rPr>
                <w:rFonts w:ascii="Calibri" w:hAnsi="Calibri" w:cs="Calibri"/>
                <w:b w:val="0"/>
                <w:sz w:val="24"/>
                <w:szCs w:val="24"/>
              </w:rPr>
              <w:t>agro-alimentar, veterinar sau economie agrară:</w:t>
            </w:r>
          </w:p>
          <w:p w14:paraId="135DB01E" w14:textId="424F9158" w:rsidR="008022F6" w:rsidRPr="00E04F96" w:rsidRDefault="008022F6" w:rsidP="008022F6">
            <w:pPr>
              <w:pStyle w:val="BodyText3"/>
              <w:jc w:val="both"/>
              <w:rPr>
                <w:rFonts w:ascii="Calibri" w:hAnsi="Calibri" w:cs="Calibri"/>
                <w:b w:val="0"/>
                <w:sz w:val="24"/>
                <w:szCs w:val="24"/>
              </w:rPr>
            </w:pPr>
            <w:r w:rsidRPr="00E04F96">
              <w:rPr>
                <w:rFonts w:ascii="Calibri" w:hAnsi="Calibri" w:cs="Calibri"/>
                <w:b w:val="0"/>
                <w:noProof/>
                <w:sz w:val="24"/>
                <w:szCs w:val="24"/>
              </w:rPr>
              <w:t xml:space="preserve"> a) Document oficial cu apostilă (conform Convenției de la Haga) care să facă dovada raporturilor de muncă încheiate în statele membre</w:t>
            </w:r>
            <w:r w:rsidR="002C0806" w:rsidRPr="00E04F96">
              <w:rPr>
                <w:rFonts w:ascii="Calibri" w:hAnsi="Calibri" w:cs="Calibri"/>
                <w:b w:val="0"/>
                <w:noProof/>
                <w:sz w:val="24"/>
                <w:szCs w:val="24"/>
              </w:rPr>
              <w:t xml:space="preserve"> UE sau state terțe</w:t>
            </w:r>
            <w:r w:rsidRPr="00E04F96">
              <w:rPr>
                <w:rFonts w:ascii="Calibri" w:hAnsi="Calibri" w:cs="Calibri"/>
                <w:b w:val="0"/>
                <w:noProof/>
                <w:sz w:val="24"/>
                <w:szCs w:val="24"/>
              </w:rPr>
              <w:t xml:space="preserve"> </w:t>
            </w:r>
            <w:r w:rsidR="00BE17EE" w:rsidRPr="00E04F96">
              <w:rPr>
                <w:rFonts w:ascii="Calibri" w:hAnsi="Calibri" w:cs="Calibri"/>
                <w:b w:val="0"/>
                <w:noProof/>
                <w:sz w:val="24"/>
                <w:szCs w:val="24"/>
              </w:rPr>
              <w:t xml:space="preserve">UE </w:t>
            </w:r>
            <w:r w:rsidRPr="00E04F96">
              <w:rPr>
                <w:rFonts w:ascii="Calibri" w:hAnsi="Calibri" w:cs="Calibri"/>
                <w:b w:val="0"/>
                <w:noProof/>
                <w:sz w:val="24"/>
                <w:szCs w:val="24"/>
              </w:rPr>
              <w:t>(ex. contract individual de muncă/ certificat de angajare, ori o dovadă privind desfăşurarea unei activităţi independente)</w:t>
            </w:r>
            <w:r w:rsidRPr="00E04F96">
              <w:rPr>
                <w:rFonts w:ascii="Calibri" w:hAnsi="Calibri" w:cs="Calibri"/>
                <w:b w:val="0"/>
                <w:sz w:val="24"/>
                <w:szCs w:val="24"/>
              </w:rPr>
              <w:t xml:space="preserve">                 </w:t>
            </w:r>
          </w:p>
          <w:p w14:paraId="0C3A1ABC" w14:textId="53A4CA1D" w:rsidR="008022F6" w:rsidRPr="00E04F96" w:rsidRDefault="008022F6" w:rsidP="008022F6">
            <w:pPr>
              <w:pStyle w:val="BodyText3"/>
              <w:jc w:val="both"/>
              <w:rPr>
                <w:rFonts w:ascii="Calibri" w:hAnsi="Calibri" w:cs="Calibri"/>
                <w:sz w:val="24"/>
                <w:szCs w:val="24"/>
                <w:u w:val="single"/>
              </w:rPr>
            </w:pPr>
            <w:r w:rsidRPr="00E04F96">
              <w:rPr>
                <w:rFonts w:ascii="Calibri" w:hAnsi="Calibri" w:cs="Calibri"/>
                <w:b w:val="0"/>
                <w:sz w:val="24"/>
                <w:szCs w:val="24"/>
              </w:rPr>
              <w:t xml:space="preserve"> </w:t>
            </w:r>
            <w:r w:rsidR="008A17D6" w:rsidRPr="00E04F96">
              <w:rPr>
                <w:rFonts w:ascii="Calibri" w:hAnsi="Calibri" w:cs="Calibri"/>
                <w:sz w:val="24"/>
                <w:szCs w:val="24"/>
                <w:u w:val="single"/>
              </w:rPr>
              <w:t>Sau</w:t>
            </w:r>
          </w:p>
          <w:p w14:paraId="2C205BBD" w14:textId="1D0CF433" w:rsidR="00BE17EE" w:rsidRPr="00E04F96" w:rsidRDefault="008022F6" w:rsidP="008022F6">
            <w:pPr>
              <w:pStyle w:val="BodyText3"/>
              <w:jc w:val="both"/>
              <w:rPr>
                <w:rFonts w:ascii="Calibri" w:hAnsi="Calibri" w:cs="Calibri"/>
                <w:b w:val="0"/>
                <w:sz w:val="24"/>
                <w:szCs w:val="24"/>
                <w:lang w:val="ro-RO"/>
              </w:rPr>
            </w:pPr>
            <w:r w:rsidRPr="00E04F96">
              <w:rPr>
                <w:rFonts w:ascii="Calibri" w:hAnsi="Calibri" w:cs="Calibri"/>
                <w:b w:val="0"/>
                <w:sz w:val="24"/>
                <w:szCs w:val="24"/>
              </w:rPr>
              <w:t xml:space="preserve">b) </w:t>
            </w:r>
            <w:r w:rsidR="00741397" w:rsidRPr="00E04F96">
              <w:rPr>
                <w:rFonts w:ascii="Calibri" w:hAnsi="Calibri" w:cs="Calibri"/>
                <w:b w:val="0"/>
                <w:sz w:val="24"/>
                <w:szCs w:val="24"/>
                <w:lang w:val="ro-RO"/>
              </w:rPr>
              <w:t>Document care face dovada raporturilor de muncă încheiate în statele membre</w:t>
            </w:r>
            <w:r w:rsidR="002C0806" w:rsidRPr="00E04F96">
              <w:rPr>
                <w:rFonts w:ascii="Calibri" w:hAnsi="Calibri" w:cs="Calibri"/>
                <w:b w:val="0"/>
                <w:sz w:val="24"/>
                <w:szCs w:val="24"/>
                <w:lang w:val="ro-RO"/>
              </w:rPr>
              <w:t xml:space="preserve"> UE sau state</w:t>
            </w:r>
            <w:r w:rsidR="001E5841" w:rsidRPr="00E04F96">
              <w:rPr>
                <w:rFonts w:ascii="Calibri" w:hAnsi="Calibri" w:cs="Calibri"/>
                <w:b w:val="0"/>
                <w:sz w:val="24"/>
                <w:szCs w:val="24"/>
                <w:lang w:val="ro-RO"/>
              </w:rPr>
              <w:t>le</w:t>
            </w:r>
            <w:r w:rsidR="002C0806" w:rsidRPr="00E04F96">
              <w:rPr>
                <w:rFonts w:ascii="Calibri" w:hAnsi="Calibri" w:cs="Calibri"/>
                <w:b w:val="0"/>
                <w:sz w:val="24"/>
                <w:szCs w:val="24"/>
                <w:lang w:val="ro-RO"/>
              </w:rPr>
              <w:t xml:space="preserve"> terțe</w:t>
            </w:r>
            <w:r w:rsidR="00BE17EE" w:rsidRPr="00E04F96">
              <w:rPr>
                <w:rFonts w:ascii="Calibri" w:hAnsi="Calibri" w:cs="Calibri"/>
                <w:b w:val="0"/>
                <w:sz w:val="24"/>
                <w:szCs w:val="24"/>
                <w:lang w:val="ro-RO"/>
              </w:rPr>
              <w:t xml:space="preserve"> UE</w:t>
            </w:r>
            <w:r w:rsidR="00741397" w:rsidRPr="00E04F96">
              <w:rPr>
                <w:rFonts w:ascii="Calibri" w:hAnsi="Calibri" w:cs="Calibri"/>
                <w:b w:val="0"/>
                <w:sz w:val="24"/>
                <w:szCs w:val="24"/>
                <w:lang w:val="ro-RO"/>
              </w:rPr>
              <w:t xml:space="preserve"> de tipul: contract individual de muncă/ certificat de angajare, ori o dovadă privind desfăşurarea unei activităţi independente/ raport de muncă/ stagiu de practică/ internship/ contract de ucenicie sau alt document eliberat de angajator, în conformitate cu actele în vigoare ale acelui stat, </w:t>
            </w:r>
            <w:r w:rsidR="00F464D6" w:rsidRPr="00E04F96">
              <w:rPr>
                <w:rFonts w:ascii="Calibri" w:hAnsi="Calibri" w:cs="Calibri"/>
                <w:b w:val="0"/>
                <w:sz w:val="24"/>
                <w:szCs w:val="24"/>
                <w:lang w:val="ro-RO"/>
              </w:rPr>
              <w:t xml:space="preserve">care fac dovada fapului că solicitantul a desfășurat o activitate, </w:t>
            </w:r>
            <w:r w:rsidR="00457A97" w:rsidRPr="00E04F96">
              <w:rPr>
                <w:rFonts w:ascii="Calibri" w:hAnsi="Calibri" w:cs="Calibri"/>
                <w:b w:val="0"/>
                <w:sz w:val="24"/>
                <w:szCs w:val="24"/>
                <w:lang w:val="ro-RO"/>
              </w:rPr>
              <w:t>în</w:t>
            </w:r>
            <w:r w:rsidR="00F464D6" w:rsidRPr="00E04F96">
              <w:rPr>
                <w:rFonts w:ascii="Calibri" w:hAnsi="Calibri" w:cs="Calibri"/>
                <w:b w:val="0"/>
                <w:sz w:val="24"/>
                <w:szCs w:val="24"/>
                <w:lang w:val="ro-RO"/>
              </w:rPr>
              <w:t xml:space="preserve"> domeniu</w:t>
            </w:r>
            <w:r w:rsidR="00457A97" w:rsidRPr="00E04F96">
              <w:rPr>
                <w:rFonts w:ascii="Calibri" w:hAnsi="Calibri" w:cs="Calibri"/>
                <w:b w:val="0"/>
                <w:sz w:val="24"/>
                <w:szCs w:val="24"/>
                <w:lang w:val="ro-RO"/>
              </w:rPr>
              <w:t>l</w:t>
            </w:r>
            <w:r w:rsidR="00F464D6" w:rsidRPr="00E04F96">
              <w:rPr>
                <w:rFonts w:ascii="Calibri" w:hAnsi="Calibri" w:cs="Calibri"/>
                <w:b w:val="0"/>
                <w:sz w:val="24"/>
                <w:szCs w:val="24"/>
                <w:lang w:val="ro-RO"/>
              </w:rPr>
              <w:t>: agricol, agro-alimentar, veterinar sau economie agrară</w:t>
            </w:r>
            <w:r w:rsidR="00145F6E" w:rsidRPr="00E04F96">
              <w:rPr>
                <w:rFonts w:ascii="Calibri" w:hAnsi="Calibri" w:cs="Calibri"/>
                <w:b w:val="0"/>
                <w:sz w:val="24"/>
                <w:szCs w:val="24"/>
                <w:lang w:val="ro-RO"/>
              </w:rPr>
              <w:t xml:space="preserve"> cel puțin 3 luni neîntrerupte</w:t>
            </w:r>
            <w:r w:rsidR="00BE17EE" w:rsidRPr="00E04F96">
              <w:rPr>
                <w:rFonts w:ascii="Calibri" w:hAnsi="Calibri" w:cs="Calibri"/>
                <w:b w:val="0"/>
                <w:sz w:val="24"/>
                <w:szCs w:val="24"/>
                <w:lang w:val="ro-RO"/>
              </w:rPr>
              <w:t xml:space="preserve"> </w:t>
            </w:r>
          </w:p>
          <w:p w14:paraId="706C3966" w14:textId="650F3EA8" w:rsidR="00BE17EE" w:rsidRPr="00E04F96" w:rsidRDefault="00741397" w:rsidP="008022F6">
            <w:pPr>
              <w:pStyle w:val="BodyText3"/>
              <w:jc w:val="both"/>
              <w:rPr>
                <w:rFonts w:ascii="Calibri" w:hAnsi="Calibri" w:cs="Calibri"/>
                <w:sz w:val="24"/>
                <w:szCs w:val="24"/>
                <w:lang w:val="ro-RO"/>
              </w:rPr>
            </w:pPr>
            <w:r w:rsidRPr="00E04F96">
              <w:rPr>
                <w:rFonts w:ascii="Calibri" w:hAnsi="Calibri" w:cs="Calibri"/>
                <w:sz w:val="24"/>
                <w:szCs w:val="24"/>
                <w:lang w:val="ro-RO"/>
              </w:rPr>
              <w:t>însoțit de</w:t>
            </w:r>
          </w:p>
          <w:p w14:paraId="02E2F2CC" w14:textId="00664F31" w:rsidR="008022F6" w:rsidRPr="00E04F96" w:rsidRDefault="00741397" w:rsidP="008022F6">
            <w:pPr>
              <w:pStyle w:val="BodyText3"/>
              <w:jc w:val="both"/>
              <w:rPr>
                <w:rFonts w:ascii="Calibri" w:hAnsi="Calibri" w:cs="Calibri"/>
                <w:b w:val="0"/>
                <w:sz w:val="24"/>
                <w:szCs w:val="24"/>
                <w:lang w:val="en-GB"/>
              </w:rPr>
            </w:pPr>
            <w:r w:rsidRPr="00E04F96">
              <w:rPr>
                <w:rFonts w:ascii="Calibri" w:hAnsi="Calibri" w:cs="Calibri"/>
                <w:b w:val="0"/>
                <w:sz w:val="24"/>
                <w:szCs w:val="24"/>
                <w:lang w:val="ro-RO"/>
              </w:rPr>
              <w:t xml:space="preserve"> </w:t>
            </w:r>
            <w:r w:rsidR="008022F6" w:rsidRPr="00E04F96">
              <w:rPr>
                <w:rFonts w:ascii="Calibri" w:hAnsi="Calibri" w:cs="Calibri"/>
                <w:b w:val="0"/>
                <w:sz w:val="24"/>
                <w:szCs w:val="24"/>
              </w:rPr>
              <w:t>Certificat de înregistrare care dovedește prezența solicitantului în statul în care a desfăşurat activitate cel puţin 3 luni neîntrerupte,</w:t>
            </w:r>
            <w:r w:rsidR="008022F6" w:rsidRPr="00E04F96">
              <w:rPr>
                <w:rFonts w:ascii="Calibri" w:hAnsi="Calibri" w:cs="Calibri"/>
                <w:b w:val="0"/>
                <w:bCs w:val="0"/>
                <w:sz w:val="24"/>
                <w:szCs w:val="24"/>
              </w:rPr>
              <w:t xml:space="preserve"> în ultimele </w:t>
            </w:r>
            <w:r w:rsidR="008022F6" w:rsidRPr="00E04F96">
              <w:rPr>
                <w:rFonts w:ascii="Calibri" w:hAnsi="Calibri" w:cs="Calibri"/>
                <w:b w:val="0"/>
                <w:sz w:val="24"/>
                <w:szCs w:val="24"/>
              </w:rPr>
              <w:t>24</w:t>
            </w:r>
            <w:r w:rsidR="008022F6" w:rsidRPr="00E04F96">
              <w:rPr>
                <w:rFonts w:ascii="Calibri" w:hAnsi="Calibri" w:cs="Calibri"/>
                <w:b w:val="0"/>
                <w:bCs w:val="0"/>
                <w:sz w:val="24"/>
                <w:szCs w:val="24"/>
              </w:rPr>
              <w:t xml:space="preserve"> luni anterioare depunerii cererii de finanţare</w:t>
            </w:r>
            <w:r w:rsidR="00145F6E" w:rsidRPr="00E04F96">
              <w:rPr>
                <w:rFonts w:ascii="Calibri" w:hAnsi="Calibri" w:cs="Calibri"/>
                <w:b w:val="0"/>
                <w:bCs w:val="0"/>
                <w:sz w:val="24"/>
                <w:szCs w:val="24"/>
              </w:rPr>
              <w:t>,</w:t>
            </w:r>
            <w:r w:rsidR="008022F6" w:rsidRPr="00E04F96">
              <w:rPr>
                <w:rFonts w:ascii="Calibri" w:hAnsi="Calibri" w:cs="Calibri"/>
                <w:b w:val="0"/>
                <w:bCs w:val="0"/>
                <w:sz w:val="24"/>
                <w:szCs w:val="24"/>
              </w:rPr>
              <w:t xml:space="preserve"> emis de autorităţile locale (ex. poliția</w:t>
            </w:r>
            <w:r w:rsidR="00017EB6" w:rsidRPr="00E04F96">
              <w:rPr>
                <w:rFonts w:ascii="Calibri" w:hAnsi="Calibri" w:cs="Calibri"/>
                <w:b w:val="0"/>
                <w:bCs w:val="0"/>
                <w:sz w:val="24"/>
                <w:szCs w:val="24"/>
              </w:rPr>
              <w:t>,</w:t>
            </w:r>
            <w:r w:rsidR="008022F6" w:rsidRPr="00E04F96">
              <w:rPr>
                <w:rFonts w:ascii="Calibri" w:hAnsi="Calibri" w:cs="Calibri"/>
                <w:b w:val="0"/>
                <w:bCs w:val="0"/>
                <w:sz w:val="24"/>
                <w:szCs w:val="24"/>
              </w:rPr>
              <w:t>primăria</w:t>
            </w:r>
            <w:r w:rsidR="00017EB6" w:rsidRPr="00E04F96">
              <w:rPr>
                <w:rFonts w:ascii="Calibri" w:hAnsi="Calibri" w:cs="Calibri"/>
                <w:b w:val="0"/>
                <w:bCs w:val="0"/>
                <w:sz w:val="24"/>
                <w:szCs w:val="24"/>
              </w:rPr>
              <w:t>, etc</w:t>
            </w:r>
            <w:r w:rsidR="008022F6" w:rsidRPr="00E04F96">
              <w:rPr>
                <w:rFonts w:ascii="Calibri" w:hAnsi="Calibri" w:cs="Calibri"/>
                <w:b w:val="0"/>
                <w:bCs w:val="0"/>
                <w:sz w:val="24"/>
                <w:szCs w:val="24"/>
              </w:rPr>
              <w:t xml:space="preserve">), care cuprinde numele şi adresa persoanei înregistrate, precum şi data înregistrării, în baza </w:t>
            </w:r>
            <w:r w:rsidR="008E15AB" w:rsidRPr="00E04F96">
              <w:rPr>
                <w:rFonts w:ascii="Calibri" w:hAnsi="Calibri" w:cs="Calibri"/>
                <w:b w:val="0"/>
                <w:bCs w:val="0"/>
                <w:sz w:val="24"/>
                <w:szCs w:val="24"/>
              </w:rPr>
              <w:t xml:space="preserve">art. 8 a </w:t>
            </w:r>
            <w:r w:rsidR="008022F6" w:rsidRPr="00E04F96">
              <w:rPr>
                <w:rFonts w:ascii="Calibri" w:hAnsi="Calibri" w:cs="Calibri"/>
                <w:b w:val="0"/>
                <w:bCs w:val="0"/>
                <w:sz w:val="24"/>
                <w:szCs w:val="24"/>
              </w:rPr>
              <w:t>Directivei 2004/38/CE</w:t>
            </w:r>
            <w:r w:rsidR="00D25763" w:rsidRPr="00E04F96">
              <w:rPr>
                <w:rFonts w:ascii="Calibri" w:hAnsi="Calibri" w:cs="Calibri"/>
                <w:b w:val="0"/>
                <w:bCs w:val="0"/>
                <w:sz w:val="24"/>
                <w:szCs w:val="24"/>
              </w:rPr>
              <w:t>.</w:t>
            </w:r>
            <w:r w:rsidR="008022F6" w:rsidRPr="00E04F96">
              <w:rPr>
                <w:rFonts w:ascii="Calibri" w:hAnsi="Calibri" w:cs="Calibri"/>
                <w:b w:val="0"/>
                <w:bCs w:val="0"/>
                <w:sz w:val="24"/>
                <w:szCs w:val="24"/>
              </w:rPr>
              <w:t xml:space="preserve"> </w:t>
            </w:r>
          </w:p>
          <w:p w14:paraId="44F35F2B" w14:textId="77777777" w:rsidR="00BE17EE" w:rsidRPr="00E04F96" w:rsidRDefault="00BE17EE" w:rsidP="008022F6">
            <w:pPr>
              <w:pStyle w:val="BodyText3"/>
              <w:jc w:val="both"/>
              <w:rPr>
                <w:rFonts w:ascii="Calibri" w:hAnsi="Calibri" w:cs="Calibri"/>
                <w:sz w:val="24"/>
                <w:szCs w:val="24"/>
              </w:rPr>
            </w:pPr>
          </w:p>
          <w:p w14:paraId="4796BEA6" w14:textId="6CD31FA3" w:rsidR="008022F6" w:rsidRPr="00E04F96" w:rsidRDefault="008022F6" w:rsidP="008022F6">
            <w:pPr>
              <w:pStyle w:val="BodyText3"/>
              <w:jc w:val="both"/>
              <w:rPr>
                <w:rFonts w:ascii="Calibri" w:hAnsi="Calibri" w:cs="Calibri"/>
                <w:b w:val="0"/>
                <w:sz w:val="24"/>
                <w:szCs w:val="24"/>
                <w:lang w:val="en-GB"/>
              </w:rPr>
            </w:pPr>
            <w:r w:rsidRPr="00E04F96">
              <w:rPr>
                <w:rFonts w:ascii="Calibri" w:hAnsi="Calibri" w:cs="Calibri"/>
                <w:b w:val="0"/>
                <w:sz w:val="24"/>
                <w:szCs w:val="24"/>
              </w:rPr>
              <w:t xml:space="preserve">14.2 </w:t>
            </w:r>
            <w:r w:rsidR="00BE17EE" w:rsidRPr="00E04F96">
              <w:rPr>
                <w:rFonts w:ascii="Calibri" w:hAnsi="Calibri" w:cs="Calibri"/>
                <w:b w:val="0"/>
                <w:sz w:val="24"/>
                <w:szCs w:val="24"/>
              </w:rPr>
              <w:t>În cazul</w:t>
            </w:r>
            <w:r w:rsidRPr="00E04F96">
              <w:rPr>
                <w:rFonts w:ascii="Calibri" w:hAnsi="Calibri" w:cs="Calibri"/>
                <w:b w:val="0"/>
                <w:sz w:val="24"/>
                <w:szCs w:val="24"/>
              </w:rPr>
              <w:t xml:space="preserve"> </w:t>
            </w:r>
            <w:r w:rsidR="00A00196" w:rsidRPr="00E04F96">
              <w:rPr>
                <w:rFonts w:ascii="Calibri" w:hAnsi="Calibri" w:cs="Calibri"/>
                <w:b w:val="0"/>
                <w:sz w:val="24"/>
                <w:szCs w:val="24"/>
              </w:rPr>
              <w:t>solicitanți</w:t>
            </w:r>
            <w:r w:rsidR="00BE17EE" w:rsidRPr="00E04F96">
              <w:rPr>
                <w:rFonts w:ascii="Calibri" w:hAnsi="Calibri" w:cs="Calibri"/>
                <w:b w:val="0"/>
                <w:sz w:val="24"/>
                <w:szCs w:val="24"/>
              </w:rPr>
              <w:t>lor</w:t>
            </w:r>
            <w:r w:rsidR="00A00196" w:rsidRPr="00E04F96">
              <w:rPr>
                <w:rFonts w:ascii="Calibri" w:hAnsi="Calibri" w:cs="Calibri"/>
                <w:b w:val="0"/>
                <w:sz w:val="24"/>
                <w:szCs w:val="24"/>
              </w:rPr>
              <w:t xml:space="preserve"> care au absolvit î</w:t>
            </w:r>
            <w:r w:rsidR="00F464D6" w:rsidRPr="00E04F96">
              <w:rPr>
                <w:rFonts w:ascii="Calibri" w:hAnsi="Calibri" w:cs="Calibri"/>
                <w:b w:val="0"/>
                <w:sz w:val="24"/>
                <w:szCs w:val="24"/>
                <w:lang w:val="en-US"/>
              </w:rPr>
              <w:t>n ultimele 60 de luni</w:t>
            </w:r>
            <w:r w:rsidR="00D53AF9" w:rsidRPr="00E04F96">
              <w:rPr>
                <w:rFonts w:ascii="Calibri" w:hAnsi="Calibri" w:cs="Calibri"/>
                <w:b w:val="0"/>
                <w:sz w:val="24"/>
                <w:szCs w:val="24"/>
                <w:lang w:val="en-US"/>
              </w:rPr>
              <w:t xml:space="preserve">, </w:t>
            </w:r>
            <w:r w:rsidR="00D53AF9" w:rsidRPr="00E04F96">
              <w:rPr>
                <w:rFonts w:ascii="Calibri" w:hAnsi="Calibri" w:cs="Calibri"/>
                <w:b w:val="0"/>
                <w:noProof/>
                <w:sz w:val="24"/>
                <w:szCs w:val="24"/>
                <w:lang w:val="ro-RO"/>
              </w:rPr>
              <w:t>în state</w:t>
            </w:r>
            <w:r w:rsidR="001E5841" w:rsidRPr="00E04F96">
              <w:rPr>
                <w:rFonts w:ascii="Calibri" w:hAnsi="Calibri" w:cs="Calibri"/>
                <w:b w:val="0"/>
                <w:noProof/>
                <w:sz w:val="24"/>
                <w:szCs w:val="24"/>
                <w:lang w:val="ro-RO"/>
              </w:rPr>
              <w:t>le</w:t>
            </w:r>
            <w:r w:rsidR="00017EB6" w:rsidRPr="00E04F96">
              <w:rPr>
                <w:rFonts w:ascii="Calibri" w:hAnsi="Calibri" w:cs="Calibri"/>
                <w:b w:val="0"/>
                <w:noProof/>
                <w:sz w:val="24"/>
                <w:szCs w:val="24"/>
                <w:lang w:val="ro-RO"/>
              </w:rPr>
              <w:t xml:space="preserve"> membre</w:t>
            </w:r>
            <w:r w:rsidR="00D53AF9" w:rsidRPr="00E04F96">
              <w:rPr>
                <w:rFonts w:ascii="Calibri" w:hAnsi="Calibri" w:cs="Calibri"/>
                <w:b w:val="0"/>
                <w:noProof/>
                <w:sz w:val="24"/>
                <w:szCs w:val="24"/>
                <w:lang w:val="ro-RO"/>
              </w:rPr>
              <w:t xml:space="preserve"> UE sau terțe UE,</w:t>
            </w:r>
            <w:r w:rsidR="00F464D6" w:rsidRPr="00E04F96">
              <w:rPr>
                <w:rFonts w:ascii="Calibri" w:hAnsi="Calibri" w:cs="Calibri"/>
                <w:b w:val="0"/>
                <w:bCs w:val="0"/>
                <w:noProof/>
                <w:sz w:val="24"/>
                <w:szCs w:val="24"/>
                <w:lang w:val="en-US" w:eastAsia="en-US"/>
              </w:rPr>
              <w:t xml:space="preserve"> </w:t>
            </w:r>
            <w:r w:rsidR="00A00196" w:rsidRPr="00E04F96">
              <w:rPr>
                <w:rFonts w:ascii="Calibri" w:hAnsi="Calibri" w:cs="Calibri"/>
                <w:b w:val="0"/>
                <w:sz w:val="24"/>
                <w:szCs w:val="24"/>
                <w:lang w:val="en-US"/>
              </w:rPr>
              <w:t>î</w:t>
            </w:r>
            <w:r w:rsidR="00F464D6" w:rsidRPr="00E04F96">
              <w:rPr>
                <w:rFonts w:ascii="Calibri" w:hAnsi="Calibri" w:cs="Calibri"/>
                <w:b w:val="0"/>
                <w:sz w:val="24"/>
                <w:szCs w:val="24"/>
                <w:lang w:val="en-US"/>
              </w:rPr>
              <w:t>naintea depunerii cererii de finanţare,</w:t>
            </w:r>
            <w:r w:rsidRPr="00E04F96">
              <w:rPr>
                <w:rFonts w:ascii="Calibri" w:hAnsi="Calibri" w:cs="Calibri"/>
                <w:b w:val="0"/>
                <w:sz w:val="24"/>
                <w:szCs w:val="24"/>
              </w:rPr>
              <w:t xml:space="preserve"> programe de studii </w:t>
            </w:r>
            <w:r w:rsidR="00145F6E" w:rsidRPr="00E04F96">
              <w:rPr>
                <w:rFonts w:ascii="Calibri" w:hAnsi="Calibri" w:cs="Calibri"/>
                <w:b w:val="0"/>
                <w:sz w:val="24"/>
                <w:szCs w:val="24"/>
                <w:lang w:val="en-US"/>
              </w:rPr>
              <w:t>(postuniversitare, universitare,  preuniversitare)</w:t>
            </w:r>
            <w:r w:rsidR="00145F6E" w:rsidRPr="00E04F96">
              <w:rPr>
                <w:rFonts w:ascii="Calibri" w:hAnsi="Calibri" w:cs="Calibri"/>
                <w:sz w:val="24"/>
                <w:szCs w:val="24"/>
                <w:lang w:val="en-US"/>
              </w:rPr>
              <w:t xml:space="preserve"> </w:t>
            </w:r>
            <w:r w:rsidRPr="00E04F96">
              <w:rPr>
                <w:rFonts w:ascii="Calibri" w:hAnsi="Calibri" w:cs="Calibri"/>
                <w:b w:val="0"/>
                <w:sz w:val="24"/>
                <w:szCs w:val="24"/>
              </w:rPr>
              <w:t>în domeniul agricol, agro-alimentar, veterinar sau economie agrară</w:t>
            </w:r>
            <w:r w:rsidR="00BE17EE" w:rsidRPr="00E04F96">
              <w:rPr>
                <w:rFonts w:ascii="Calibri" w:hAnsi="Calibri" w:cs="Calibri"/>
                <w:b w:val="0"/>
                <w:sz w:val="24"/>
                <w:szCs w:val="24"/>
              </w:rPr>
              <w:t>, aceștia vor depune</w:t>
            </w:r>
            <w:r w:rsidRPr="00E04F96">
              <w:rPr>
                <w:rFonts w:ascii="Calibri" w:hAnsi="Calibri" w:cs="Calibri"/>
                <w:b w:val="0"/>
                <w:sz w:val="24"/>
                <w:szCs w:val="24"/>
                <w:lang w:val="en-GB"/>
              </w:rPr>
              <w:t>:</w:t>
            </w:r>
          </w:p>
          <w:p w14:paraId="7D1CD1D3" w14:textId="76BD8849" w:rsidR="008022F6" w:rsidRPr="00E04F96" w:rsidRDefault="008022F6" w:rsidP="008022F6">
            <w:pPr>
              <w:pStyle w:val="BodyText3"/>
              <w:jc w:val="both"/>
              <w:rPr>
                <w:rFonts w:ascii="Calibri" w:hAnsi="Calibri" w:cs="Calibri"/>
                <w:b w:val="0"/>
                <w:noProof/>
                <w:sz w:val="24"/>
                <w:szCs w:val="24"/>
                <w:lang w:val="ro-RO"/>
              </w:rPr>
            </w:pPr>
            <w:r w:rsidRPr="00E04F96">
              <w:rPr>
                <w:rFonts w:ascii="Calibri" w:hAnsi="Calibri" w:cs="Calibri"/>
                <w:b w:val="0"/>
                <w:sz w:val="24"/>
                <w:szCs w:val="24"/>
                <w:lang w:val="en-GB"/>
              </w:rPr>
              <w:t>a)</w:t>
            </w:r>
            <w:r w:rsidRPr="00E04F96">
              <w:rPr>
                <w:rFonts w:ascii="Calibri" w:hAnsi="Calibri" w:cs="Calibri"/>
                <w:b w:val="0"/>
                <w:noProof/>
                <w:sz w:val="24"/>
                <w:szCs w:val="24"/>
              </w:rPr>
              <w:t xml:space="preserve"> Document oficial (diplomă/certificat de absolvire</w:t>
            </w:r>
            <w:r w:rsidR="00D53AF9" w:rsidRPr="00E04F96">
              <w:rPr>
                <w:rFonts w:ascii="Calibri" w:hAnsi="Calibri" w:cs="Calibri"/>
                <w:b w:val="0"/>
                <w:noProof/>
                <w:sz w:val="24"/>
                <w:szCs w:val="24"/>
              </w:rPr>
              <w:t>/</w:t>
            </w:r>
            <w:r w:rsidR="000D2C57" w:rsidRPr="00E04F96">
              <w:rPr>
                <w:sz w:val="24"/>
                <w:szCs w:val="24"/>
              </w:rPr>
              <w:t xml:space="preserve"> </w:t>
            </w:r>
            <w:r w:rsidR="000D2C57" w:rsidRPr="00E04F96">
              <w:rPr>
                <w:rFonts w:ascii="Calibri" w:hAnsi="Calibri" w:cs="Calibri"/>
                <w:b w:val="0"/>
                <w:noProof/>
                <w:sz w:val="24"/>
                <w:szCs w:val="24"/>
              </w:rPr>
              <w:t>adeverinţă de absolvire a studiilor respective, însoţită de situația școlară</w:t>
            </w:r>
            <w:r w:rsidR="00D53AF9" w:rsidRPr="00E04F96">
              <w:rPr>
                <w:rFonts w:ascii="Calibri" w:hAnsi="Calibri" w:cs="Calibri"/>
                <w:b w:val="0"/>
                <w:noProof/>
                <w:sz w:val="24"/>
                <w:szCs w:val="24"/>
              </w:rPr>
              <w:t>*</w:t>
            </w:r>
            <w:r w:rsidR="00EB1C19" w:rsidRPr="00E04F96">
              <w:rPr>
                <w:rFonts w:ascii="Calibri" w:hAnsi="Calibri" w:cs="Calibri"/>
                <w:b w:val="0"/>
                <w:noProof/>
                <w:sz w:val="24"/>
                <w:szCs w:val="24"/>
              </w:rPr>
              <w:t xml:space="preserve"> sau alt document care să dovedească absolvirea unui</w:t>
            </w:r>
            <w:r w:rsidR="00EB1C19" w:rsidRPr="00E04F96" w:rsidDel="00C54D2F">
              <w:rPr>
                <w:rFonts w:ascii="Calibri" w:hAnsi="Calibri" w:cs="Calibri"/>
                <w:b w:val="0"/>
                <w:noProof/>
                <w:sz w:val="24"/>
                <w:szCs w:val="24"/>
              </w:rPr>
              <w:t xml:space="preserve"> </w:t>
            </w:r>
            <w:r w:rsidR="00EB1C19" w:rsidRPr="00E04F96">
              <w:rPr>
                <w:rFonts w:ascii="Calibri" w:hAnsi="Calibri" w:cs="Calibri"/>
                <w:b w:val="0"/>
                <w:noProof/>
                <w:sz w:val="24"/>
                <w:szCs w:val="24"/>
              </w:rPr>
              <w:t xml:space="preserve">program de studiu), </w:t>
            </w:r>
            <w:r w:rsidR="00EB1C19" w:rsidRPr="00E04F96">
              <w:rPr>
                <w:rFonts w:ascii="Calibri" w:hAnsi="Calibri" w:cs="Calibri"/>
                <w:b w:val="0"/>
                <w:sz w:val="24"/>
                <w:szCs w:val="24"/>
              </w:rPr>
              <w:t>î</w:t>
            </w:r>
            <w:r w:rsidR="00EB1C19" w:rsidRPr="00E04F96">
              <w:rPr>
                <w:rFonts w:ascii="Calibri" w:hAnsi="Calibri" w:cs="Calibri"/>
                <w:b w:val="0"/>
                <w:sz w:val="24"/>
                <w:szCs w:val="24"/>
                <w:lang w:val="en-US"/>
              </w:rPr>
              <w:t>n ultimele 60 de luni</w:t>
            </w:r>
            <w:r w:rsidR="00EB1C19" w:rsidRPr="00E04F96">
              <w:rPr>
                <w:rFonts w:ascii="Calibri" w:hAnsi="Calibri" w:cs="Calibri"/>
                <w:b w:val="0"/>
                <w:bCs w:val="0"/>
                <w:noProof/>
                <w:sz w:val="24"/>
                <w:szCs w:val="24"/>
                <w:lang w:val="en-US" w:eastAsia="en-US"/>
              </w:rPr>
              <w:t xml:space="preserve"> </w:t>
            </w:r>
            <w:r w:rsidR="00EB1C19" w:rsidRPr="00E04F96">
              <w:rPr>
                <w:rFonts w:ascii="Calibri" w:hAnsi="Calibri" w:cs="Calibri"/>
                <w:b w:val="0"/>
                <w:sz w:val="24"/>
                <w:szCs w:val="24"/>
                <w:lang w:val="en-US"/>
              </w:rPr>
              <w:t>înaintea depunerii cererii de finanţare,</w:t>
            </w:r>
            <w:r w:rsidR="00EB1C19" w:rsidRPr="00E04F96">
              <w:rPr>
                <w:rFonts w:ascii="Calibri" w:hAnsi="Calibri" w:cs="Calibri"/>
                <w:b w:val="0"/>
                <w:noProof/>
                <w:sz w:val="24"/>
                <w:szCs w:val="24"/>
              </w:rPr>
              <w:t xml:space="preserve"> în domeniul agricol, </w:t>
            </w:r>
            <w:r w:rsidR="00EB1C19" w:rsidRPr="00E04F96">
              <w:rPr>
                <w:rFonts w:ascii="Calibri" w:hAnsi="Calibri" w:cs="Calibri"/>
                <w:b w:val="0"/>
                <w:sz w:val="24"/>
                <w:szCs w:val="24"/>
              </w:rPr>
              <w:t>agro-alimentar, veterinar sau economie agrară a s</w:t>
            </w:r>
            <w:r w:rsidR="00EB1C19" w:rsidRPr="00E04F96">
              <w:rPr>
                <w:rFonts w:ascii="Calibri" w:hAnsi="Calibri" w:cs="Calibri"/>
                <w:b w:val="0"/>
                <w:noProof/>
                <w:sz w:val="24"/>
                <w:szCs w:val="24"/>
              </w:rPr>
              <w:t xml:space="preserve">olicitantului </w:t>
            </w:r>
            <w:r w:rsidR="00EB1C19" w:rsidRPr="00E04F96">
              <w:rPr>
                <w:rFonts w:ascii="Calibri" w:hAnsi="Calibri" w:cs="Calibri"/>
                <w:b w:val="0"/>
                <w:noProof/>
                <w:sz w:val="24"/>
                <w:szCs w:val="24"/>
                <w:lang w:val="ro-RO"/>
              </w:rPr>
              <w:t>în state</w:t>
            </w:r>
            <w:r w:rsidR="001E5841" w:rsidRPr="00E04F96">
              <w:rPr>
                <w:rFonts w:ascii="Calibri" w:hAnsi="Calibri" w:cs="Calibri"/>
                <w:b w:val="0"/>
                <w:noProof/>
                <w:sz w:val="24"/>
                <w:szCs w:val="24"/>
                <w:lang w:val="ro-RO"/>
              </w:rPr>
              <w:t>le</w:t>
            </w:r>
            <w:r w:rsidR="00017EB6" w:rsidRPr="00E04F96">
              <w:rPr>
                <w:rFonts w:ascii="Calibri" w:hAnsi="Calibri" w:cs="Calibri"/>
                <w:b w:val="0"/>
                <w:noProof/>
                <w:sz w:val="24"/>
                <w:szCs w:val="24"/>
                <w:lang w:val="ro-RO"/>
              </w:rPr>
              <w:t xml:space="preserve"> membre</w:t>
            </w:r>
            <w:r w:rsidR="00EB1C19" w:rsidRPr="00E04F96">
              <w:rPr>
                <w:rFonts w:ascii="Calibri" w:hAnsi="Calibri" w:cs="Calibri"/>
                <w:b w:val="0"/>
                <w:noProof/>
                <w:sz w:val="24"/>
                <w:szCs w:val="24"/>
                <w:lang w:val="ro-RO"/>
              </w:rPr>
              <w:t xml:space="preserve"> UE sau terțe UE</w:t>
            </w:r>
            <w:r w:rsidR="00017EB6" w:rsidRPr="00E04F96">
              <w:rPr>
                <w:rFonts w:ascii="Calibri" w:hAnsi="Calibri" w:cs="Calibri"/>
                <w:b w:val="0"/>
                <w:noProof/>
                <w:sz w:val="24"/>
                <w:szCs w:val="24"/>
                <w:lang w:val="ro-RO"/>
              </w:rPr>
              <w:t>,</w:t>
            </w:r>
            <w:r w:rsidR="00EB1C19" w:rsidRPr="00E04F96">
              <w:rPr>
                <w:rFonts w:ascii="Calibri" w:hAnsi="Calibri" w:cs="Calibri"/>
                <w:b w:val="0"/>
                <w:noProof/>
                <w:sz w:val="24"/>
                <w:szCs w:val="24"/>
                <w:lang w:val="ro-RO"/>
              </w:rPr>
              <w:t xml:space="preserve"> </w:t>
            </w:r>
            <w:r w:rsidRPr="00E04F96">
              <w:rPr>
                <w:rFonts w:ascii="Calibri" w:hAnsi="Calibri" w:cs="Calibri"/>
                <w:b w:val="0"/>
                <w:noProof/>
                <w:sz w:val="24"/>
                <w:szCs w:val="24"/>
              </w:rPr>
              <w:t xml:space="preserve">cu apostilă (Conform Convenției de la Haga) </w:t>
            </w:r>
          </w:p>
          <w:p w14:paraId="55AA7E97" w14:textId="3B7074BF" w:rsidR="008022F6" w:rsidRPr="00E04F96" w:rsidRDefault="008022F6" w:rsidP="008022F6">
            <w:pPr>
              <w:pStyle w:val="BodyText3"/>
              <w:jc w:val="both"/>
              <w:rPr>
                <w:rFonts w:ascii="Calibri" w:hAnsi="Calibri" w:cs="Calibri"/>
                <w:noProof/>
                <w:sz w:val="24"/>
                <w:szCs w:val="24"/>
              </w:rPr>
            </w:pPr>
            <w:r w:rsidRPr="00E04F96">
              <w:rPr>
                <w:rFonts w:ascii="Calibri" w:hAnsi="Calibri" w:cs="Calibri"/>
                <w:b w:val="0"/>
                <w:noProof/>
                <w:sz w:val="24"/>
                <w:szCs w:val="24"/>
              </w:rPr>
              <w:t xml:space="preserve"> </w:t>
            </w:r>
            <w:r w:rsidRPr="00E04F96">
              <w:rPr>
                <w:rFonts w:ascii="Calibri" w:hAnsi="Calibri" w:cs="Calibri"/>
                <w:noProof/>
                <w:sz w:val="24"/>
                <w:szCs w:val="24"/>
              </w:rPr>
              <w:t>sau</w:t>
            </w:r>
          </w:p>
          <w:p w14:paraId="08C75946" w14:textId="3E63B6AD" w:rsidR="008022F6" w:rsidRPr="00E04F96" w:rsidRDefault="008022F6" w:rsidP="008022F6">
            <w:pPr>
              <w:pStyle w:val="BodyText3"/>
              <w:jc w:val="both"/>
              <w:rPr>
                <w:rFonts w:ascii="Calibri" w:hAnsi="Calibri" w:cs="Calibri"/>
                <w:b w:val="0"/>
                <w:sz w:val="24"/>
                <w:szCs w:val="24"/>
              </w:rPr>
            </w:pPr>
            <w:r w:rsidRPr="00E04F96">
              <w:rPr>
                <w:rFonts w:ascii="Calibri" w:hAnsi="Calibri" w:cs="Calibri"/>
                <w:b w:val="0"/>
                <w:noProof/>
                <w:sz w:val="24"/>
                <w:szCs w:val="24"/>
              </w:rPr>
              <w:t xml:space="preserve">b) </w:t>
            </w:r>
            <w:r w:rsidR="002C0806" w:rsidRPr="00E04F96">
              <w:rPr>
                <w:rFonts w:ascii="Calibri" w:hAnsi="Calibri" w:cs="Calibri"/>
                <w:b w:val="0"/>
                <w:noProof/>
                <w:sz w:val="24"/>
                <w:szCs w:val="24"/>
              </w:rPr>
              <w:t>Document (diplomă/certificat de absolvire/</w:t>
            </w:r>
            <w:r w:rsidR="002C0806" w:rsidRPr="00E04F96">
              <w:rPr>
                <w:sz w:val="24"/>
                <w:szCs w:val="24"/>
              </w:rPr>
              <w:t xml:space="preserve"> </w:t>
            </w:r>
            <w:r w:rsidR="002C0806" w:rsidRPr="00E04F96">
              <w:rPr>
                <w:rFonts w:ascii="Calibri" w:hAnsi="Calibri" w:cs="Calibri"/>
                <w:b w:val="0"/>
                <w:noProof/>
                <w:sz w:val="24"/>
                <w:szCs w:val="24"/>
              </w:rPr>
              <w:t>adeverinţă de absolvire a studiilor respective, însoţită de situația școlară* sau alt d</w:t>
            </w:r>
            <w:r w:rsidRPr="00E04F96">
              <w:rPr>
                <w:rFonts w:ascii="Calibri" w:hAnsi="Calibri" w:cs="Calibri"/>
                <w:b w:val="0"/>
                <w:noProof/>
                <w:sz w:val="24"/>
                <w:szCs w:val="24"/>
              </w:rPr>
              <w:t>ocument care să dovedească absolvirea</w:t>
            </w:r>
            <w:r w:rsidR="00D53AF9" w:rsidRPr="00E04F96">
              <w:rPr>
                <w:rFonts w:ascii="Calibri" w:hAnsi="Calibri" w:cs="Calibri"/>
                <w:b w:val="0"/>
                <w:noProof/>
                <w:sz w:val="24"/>
                <w:szCs w:val="24"/>
              </w:rPr>
              <w:t xml:space="preserve"> </w:t>
            </w:r>
            <w:r w:rsidRPr="00E04F96">
              <w:rPr>
                <w:rFonts w:ascii="Calibri" w:hAnsi="Calibri" w:cs="Calibri"/>
                <w:b w:val="0"/>
                <w:noProof/>
                <w:sz w:val="24"/>
                <w:szCs w:val="24"/>
              </w:rPr>
              <w:t>unui</w:t>
            </w:r>
            <w:r w:rsidRPr="00E04F96" w:rsidDel="00C54D2F">
              <w:rPr>
                <w:rFonts w:ascii="Calibri" w:hAnsi="Calibri" w:cs="Calibri"/>
                <w:b w:val="0"/>
                <w:noProof/>
                <w:sz w:val="24"/>
                <w:szCs w:val="24"/>
              </w:rPr>
              <w:t xml:space="preserve"> </w:t>
            </w:r>
            <w:r w:rsidRPr="00E04F96">
              <w:rPr>
                <w:rFonts w:ascii="Calibri" w:hAnsi="Calibri" w:cs="Calibri"/>
                <w:b w:val="0"/>
                <w:noProof/>
                <w:sz w:val="24"/>
                <w:szCs w:val="24"/>
              </w:rPr>
              <w:t>program de studiu</w:t>
            </w:r>
            <w:r w:rsidR="002C0806" w:rsidRPr="00E04F96">
              <w:rPr>
                <w:rFonts w:ascii="Calibri" w:hAnsi="Calibri" w:cs="Calibri"/>
                <w:b w:val="0"/>
                <w:noProof/>
                <w:sz w:val="24"/>
                <w:szCs w:val="24"/>
              </w:rPr>
              <w:t>)</w:t>
            </w:r>
            <w:r w:rsidR="00D53AF9" w:rsidRPr="00E04F96">
              <w:rPr>
                <w:rFonts w:ascii="Calibri" w:hAnsi="Calibri" w:cs="Calibri"/>
                <w:b w:val="0"/>
                <w:noProof/>
                <w:sz w:val="24"/>
                <w:szCs w:val="24"/>
              </w:rPr>
              <w:t xml:space="preserve">, </w:t>
            </w:r>
            <w:r w:rsidR="00D53AF9" w:rsidRPr="00E04F96">
              <w:rPr>
                <w:rFonts w:ascii="Calibri" w:hAnsi="Calibri" w:cs="Calibri"/>
                <w:b w:val="0"/>
                <w:sz w:val="24"/>
                <w:szCs w:val="24"/>
              </w:rPr>
              <w:t>î</w:t>
            </w:r>
            <w:r w:rsidR="00D53AF9" w:rsidRPr="00E04F96">
              <w:rPr>
                <w:rFonts w:ascii="Calibri" w:hAnsi="Calibri" w:cs="Calibri"/>
                <w:b w:val="0"/>
                <w:sz w:val="24"/>
                <w:szCs w:val="24"/>
                <w:lang w:val="en-US"/>
              </w:rPr>
              <w:t>n ultimele 60 de luni</w:t>
            </w:r>
            <w:r w:rsidR="00D53AF9" w:rsidRPr="00E04F96">
              <w:rPr>
                <w:rFonts w:ascii="Calibri" w:hAnsi="Calibri" w:cs="Calibri"/>
                <w:b w:val="0"/>
                <w:bCs w:val="0"/>
                <w:noProof/>
                <w:sz w:val="24"/>
                <w:szCs w:val="24"/>
                <w:lang w:val="en-US" w:eastAsia="en-US"/>
              </w:rPr>
              <w:t xml:space="preserve"> </w:t>
            </w:r>
            <w:r w:rsidR="00D53AF9" w:rsidRPr="00E04F96">
              <w:rPr>
                <w:rFonts w:ascii="Calibri" w:hAnsi="Calibri" w:cs="Calibri"/>
                <w:b w:val="0"/>
                <w:sz w:val="24"/>
                <w:szCs w:val="24"/>
                <w:lang w:val="en-US"/>
              </w:rPr>
              <w:t>înaintea depunerii cererii de finanţare,</w:t>
            </w:r>
            <w:r w:rsidRPr="00E04F96">
              <w:rPr>
                <w:rFonts w:ascii="Calibri" w:hAnsi="Calibri" w:cs="Calibri"/>
                <w:b w:val="0"/>
                <w:noProof/>
                <w:sz w:val="24"/>
                <w:szCs w:val="24"/>
              </w:rPr>
              <w:t xml:space="preserve"> în domeniul agricol, </w:t>
            </w:r>
            <w:r w:rsidRPr="00E04F96">
              <w:rPr>
                <w:rFonts w:ascii="Calibri" w:hAnsi="Calibri" w:cs="Calibri"/>
                <w:b w:val="0"/>
                <w:sz w:val="24"/>
                <w:szCs w:val="24"/>
              </w:rPr>
              <w:t>agro-alimentar, veterinar sau economie agrară</w:t>
            </w:r>
            <w:r w:rsidR="00D53AF9" w:rsidRPr="00E04F96">
              <w:rPr>
                <w:rFonts w:ascii="Calibri" w:hAnsi="Calibri" w:cs="Calibri"/>
                <w:b w:val="0"/>
                <w:sz w:val="24"/>
                <w:szCs w:val="24"/>
              </w:rPr>
              <w:t xml:space="preserve"> a</w:t>
            </w:r>
            <w:r w:rsidR="00017EB6" w:rsidRPr="00E04F96">
              <w:rPr>
                <w:rFonts w:ascii="Calibri" w:hAnsi="Calibri" w:cs="Calibri"/>
                <w:b w:val="0"/>
                <w:sz w:val="24"/>
                <w:szCs w:val="24"/>
              </w:rPr>
              <w:t xml:space="preserve"> s</w:t>
            </w:r>
            <w:r w:rsidRPr="00E04F96">
              <w:rPr>
                <w:rFonts w:ascii="Calibri" w:hAnsi="Calibri" w:cs="Calibri"/>
                <w:b w:val="0"/>
                <w:noProof/>
                <w:sz w:val="24"/>
                <w:szCs w:val="24"/>
              </w:rPr>
              <w:t xml:space="preserve">olicitantului </w:t>
            </w:r>
            <w:r w:rsidR="00145F6E" w:rsidRPr="00E04F96">
              <w:rPr>
                <w:rFonts w:ascii="Calibri" w:hAnsi="Calibri" w:cs="Calibri"/>
                <w:b w:val="0"/>
                <w:noProof/>
                <w:sz w:val="24"/>
                <w:szCs w:val="24"/>
                <w:lang w:val="ro-RO"/>
              </w:rPr>
              <w:t>în state</w:t>
            </w:r>
            <w:r w:rsidR="001E5841" w:rsidRPr="00E04F96">
              <w:rPr>
                <w:rFonts w:ascii="Calibri" w:hAnsi="Calibri" w:cs="Calibri"/>
                <w:b w:val="0"/>
                <w:noProof/>
                <w:sz w:val="24"/>
                <w:szCs w:val="24"/>
                <w:lang w:val="ro-RO"/>
              </w:rPr>
              <w:t>le</w:t>
            </w:r>
            <w:r w:rsidR="00145F6E" w:rsidRPr="00E04F96">
              <w:rPr>
                <w:rFonts w:ascii="Calibri" w:hAnsi="Calibri" w:cs="Calibri"/>
                <w:b w:val="0"/>
                <w:noProof/>
                <w:sz w:val="24"/>
                <w:szCs w:val="24"/>
                <w:lang w:val="ro-RO"/>
              </w:rPr>
              <w:t xml:space="preserve"> </w:t>
            </w:r>
            <w:r w:rsidR="00017EB6" w:rsidRPr="00E04F96">
              <w:rPr>
                <w:rFonts w:ascii="Calibri" w:hAnsi="Calibri" w:cs="Calibri"/>
                <w:b w:val="0"/>
                <w:noProof/>
                <w:sz w:val="24"/>
                <w:szCs w:val="24"/>
                <w:lang w:val="ro-RO"/>
              </w:rPr>
              <w:t xml:space="preserve">membre </w:t>
            </w:r>
            <w:r w:rsidR="00145F6E" w:rsidRPr="00E04F96">
              <w:rPr>
                <w:rFonts w:ascii="Calibri" w:hAnsi="Calibri" w:cs="Calibri"/>
                <w:b w:val="0"/>
                <w:noProof/>
                <w:sz w:val="24"/>
                <w:szCs w:val="24"/>
                <w:lang w:val="ro-RO"/>
              </w:rPr>
              <w:t xml:space="preserve">UE sau </w:t>
            </w:r>
            <w:r w:rsidR="0092491F" w:rsidRPr="00E04F96">
              <w:rPr>
                <w:rFonts w:ascii="Calibri" w:hAnsi="Calibri" w:cs="Calibri"/>
                <w:b w:val="0"/>
                <w:noProof/>
                <w:sz w:val="24"/>
                <w:szCs w:val="24"/>
                <w:lang w:val="ro-RO"/>
              </w:rPr>
              <w:t xml:space="preserve"> state </w:t>
            </w:r>
            <w:r w:rsidR="00145F6E" w:rsidRPr="00E04F96">
              <w:rPr>
                <w:rFonts w:ascii="Calibri" w:hAnsi="Calibri" w:cs="Calibri"/>
                <w:b w:val="0"/>
                <w:noProof/>
                <w:sz w:val="24"/>
                <w:szCs w:val="24"/>
                <w:lang w:val="ro-RO"/>
              </w:rPr>
              <w:t>terțe UE</w:t>
            </w:r>
            <w:r w:rsidR="00017EB6" w:rsidRPr="00E04F96">
              <w:rPr>
                <w:rFonts w:ascii="Calibri" w:hAnsi="Calibri" w:cs="Calibri"/>
                <w:b w:val="0"/>
                <w:noProof/>
                <w:sz w:val="24"/>
                <w:szCs w:val="24"/>
                <w:lang w:val="ro-RO"/>
              </w:rPr>
              <w:t>,</w:t>
            </w:r>
            <w:r w:rsidR="00EB1C19" w:rsidRPr="00E04F96">
              <w:rPr>
                <w:rFonts w:ascii="Calibri" w:hAnsi="Calibri" w:cs="Calibri"/>
                <w:b w:val="0"/>
                <w:noProof/>
                <w:sz w:val="24"/>
                <w:szCs w:val="24"/>
                <w:lang w:val="ro-RO"/>
              </w:rPr>
              <w:t xml:space="preserve"> </w:t>
            </w:r>
          </w:p>
          <w:p w14:paraId="62B893EA" w14:textId="77777777" w:rsidR="00FF1150" w:rsidRPr="00E04F96" w:rsidRDefault="00FF1150" w:rsidP="00FF1150">
            <w:pPr>
              <w:pStyle w:val="BodyText3"/>
              <w:jc w:val="both"/>
              <w:rPr>
                <w:rFonts w:ascii="Calibri" w:hAnsi="Calibri" w:cs="Calibri"/>
                <w:sz w:val="24"/>
                <w:szCs w:val="24"/>
                <w:lang w:val="ro-RO"/>
              </w:rPr>
            </w:pPr>
            <w:r w:rsidRPr="00E04F96">
              <w:rPr>
                <w:rFonts w:ascii="Calibri" w:hAnsi="Calibri" w:cs="Calibri"/>
                <w:sz w:val="24"/>
                <w:szCs w:val="24"/>
                <w:lang w:val="ro-RO"/>
              </w:rPr>
              <w:t>însoțit de</w:t>
            </w:r>
          </w:p>
          <w:p w14:paraId="5E0F6EC5" w14:textId="1263EAD5" w:rsidR="00FF1150" w:rsidRPr="00E04F96" w:rsidRDefault="00FF1150" w:rsidP="00FF1150">
            <w:pPr>
              <w:pStyle w:val="BodyText3"/>
              <w:jc w:val="both"/>
              <w:rPr>
                <w:rFonts w:ascii="Calibri" w:hAnsi="Calibri" w:cs="Calibri"/>
                <w:b w:val="0"/>
                <w:noProof/>
                <w:sz w:val="24"/>
                <w:szCs w:val="24"/>
                <w:lang w:val="ro-RO"/>
              </w:rPr>
            </w:pPr>
            <w:r w:rsidRPr="00E04F96">
              <w:rPr>
                <w:rFonts w:ascii="Calibri" w:hAnsi="Calibri" w:cs="Calibri"/>
                <w:b w:val="0"/>
                <w:sz w:val="24"/>
                <w:szCs w:val="24"/>
                <w:lang w:val="ro-RO"/>
              </w:rPr>
              <w:t xml:space="preserve"> </w:t>
            </w:r>
            <w:r w:rsidRPr="00E04F96">
              <w:rPr>
                <w:rFonts w:ascii="Calibri" w:hAnsi="Calibri" w:cs="Calibri"/>
                <w:b w:val="0"/>
                <w:sz w:val="24"/>
                <w:szCs w:val="24"/>
              </w:rPr>
              <w:t>Certificat de înregistrare care dovedește prezența solicitantului în statul în care a desfăşurat activitate cel puţin 3 luni neîntrerupte,</w:t>
            </w:r>
            <w:r w:rsidRPr="00E04F96">
              <w:rPr>
                <w:rFonts w:ascii="Calibri" w:hAnsi="Calibri" w:cs="Calibri"/>
                <w:b w:val="0"/>
                <w:bCs w:val="0"/>
                <w:sz w:val="24"/>
                <w:szCs w:val="24"/>
              </w:rPr>
              <w:t xml:space="preserve"> în ultimele </w:t>
            </w:r>
            <w:r w:rsidRPr="00E04F96">
              <w:rPr>
                <w:rFonts w:ascii="Calibri" w:hAnsi="Calibri" w:cs="Calibri"/>
                <w:b w:val="0"/>
                <w:sz w:val="24"/>
                <w:szCs w:val="24"/>
              </w:rPr>
              <w:t>24</w:t>
            </w:r>
            <w:r w:rsidRPr="00E04F96">
              <w:rPr>
                <w:rFonts w:ascii="Calibri" w:hAnsi="Calibri" w:cs="Calibri"/>
                <w:b w:val="0"/>
                <w:bCs w:val="0"/>
                <w:sz w:val="24"/>
                <w:szCs w:val="24"/>
              </w:rPr>
              <w:t xml:space="preserve"> luni anterioare depunerii cererii de finanţare, emis de autorităţile locale (ex. poliția</w:t>
            </w:r>
            <w:r w:rsidR="00017EB6" w:rsidRPr="00E04F96">
              <w:rPr>
                <w:rFonts w:ascii="Calibri" w:hAnsi="Calibri" w:cs="Calibri"/>
                <w:b w:val="0"/>
                <w:bCs w:val="0"/>
                <w:sz w:val="24"/>
                <w:szCs w:val="24"/>
              </w:rPr>
              <w:t>,</w:t>
            </w:r>
            <w:r w:rsidRPr="00E04F96">
              <w:rPr>
                <w:rFonts w:ascii="Calibri" w:hAnsi="Calibri" w:cs="Calibri"/>
                <w:b w:val="0"/>
                <w:bCs w:val="0"/>
                <w:sz w:val="24"/>
                <w:szCs w:val="24"/>
              </w:rPr>
              <w:t>primăria</w:t>
            </w:r>
            <w:r w:rsidR="00017EB6" w:rsidRPr="00E04F96">
              <w:rPr>
                <w:rFonts w:ascii="Calibri" w:hAnsi="Calibri" w:cs="Calibri"/>
                <w:b w:val="0"/>
                <w:bCs w:val="0"/>
                <w:sz w:val="24"/>
                <w:szCs w:val="24"/>
              </w:rPr>
              <w:t>, etc</w:t>
            </w:r>
            <w:r w:rsidRPr="00E04F96">
              <w:rPr>
                <w:rFonts w:ascii="Calibri" w:hAnsi="Calibri" w:cs="Calibri"/>
                <w:b w:val="0"/>
                <w:bCs w:val="0"/>
                <w:sz w:val="24"/>
                <w:szCs w:val="24"/>
              </w:rPr>
              <w:t>), care cuprinde numele şi adresa persoanei înregistrate, precum şi data înregistrării, în baza art. 8 a Directivei 2004/38/CE</w:t>
            </w:r>
            <w:r w:rsidR="00017EB6" w:rsidRPr="00E04F96">
              <w:rPr>
                <w:rFonts w:ascii="Calibri" w:hAnsi="Calibri" w:cs="Calibri"/>
                <w:b w:val="0"/>
                <w:bCs w:val="0"/>
                <w:sz w:val="24"/>
                <w:szCs w:val="24"/>
              </w:rPr>
              <w:t>.</w:t>
            </w:r>
          </w:p>
          <w:p w14:paraId="11195196" w14:textId="77777777" w:rsidR="00FF1150" w:rsidRPr="00E04F96" w:rsidRDefault="00FF1150" w:rsidP="008022F6">
            <w:pPr>
              <w:pStyle w:val="BodyText3"/>
              <w:jc w:val="both"/>
              <w:rPr>
                <w:rFonts w:ascii="Calibri" w:hAnsi="Calibri" w:cs="Calibri"/>
                <w:b w:val="0"/>
                <w:noProof/>
                <w:sz w:val="24"/>
                <w:szCs w:val="24"/>
                <w:lang w:val="ro-RO"/>
              </w:rPr>
            </w:pPr>
          </w:p>
          <w:p w14:paraId="135BAF0D" w14:textId="77777777" w:rsidR="007C492A" w:rsidRPr="00E04F96" w:rsidRDefault="007C492A" w:rsidP="007C492A">
            <w:pPr>
              <w:pStyle w:val="BodyText3"/>
              <w:jc w:val="both"/>
              <w:rPr>
                <w:rFonts w:asciiTheme="minorHAnsi" w:hAnsiTheme="minorHAnsi" w:cstheme="minorHAnsi"/>
                <w:b w:val="0"/>
                <w:noProof/>
                <w:sz w:val="24"/>
                <w:szCs w:val="24"/>
              </w:rPr>
            </w:pPr>
            <w:r w:rsidRPr="00E04F96">
              <w:rPr>
                <w:rFonts w:asciiTheme="minorHAnsi" w:hAnsiTheme="minorHAnsi" w:cstheme="minorHAnsi"/>
                <w:b w:val="0"/>
                <w:noProof/>
                <w:sz w:val="24"/>
                <w:szCs w:val="24"/>
              </w:rPr>
              <w:t>Documentul prezentat de absolvenţii de programe de studii trebuie să fie însoţit de foaia matricolă corespunzătoare.</w:t>
            </w:r>
          </w:p>
          <w:p w14:paraId="1654F8CA" w14:textId="7E029FDB" w:rsidR="008022F6" w:rsidRPr="00E04F96" w:rsidRDefault="007C492A" w:rsidP="008022F6">
            <w:pPr>
              <w:pStyle w:val="BodyText3"/>
              <w:jc w:val="both"/>
              <w:rPr>
                <w:rFonts w:ascii="Calibri" w:hAnsi="Calibri" w:cs="Calibri"/>
                <w:b w:val="0"/>
                <w:noProof/>
                <w:sz w:val="24"/>
                <w:szCs w:val="24"/>
                <w:lang w:val="ro-RO"/>
              </w:rPr>
            </w:pPr>
            <w:r w:rsidRPr="00E04F96">
              <w:rPr>
                <w:rFonts w:ascii="Calibri" w:hAnsi="Calibri" w:cs="Calibri"/>
                <w:b w:val="0"/>
                <w:sz w:val="24"/>
                <w:szCs w:val="24"/>
              </w:rPr>
              <w:t>Documentele enumerate anterior se depun cu traducere legalizată în limba română.</w:t>
            </w:r>
          </w:p>
          <w:p w14:paraId="7A5EABC0" w14:textId="2F5006A0" w:rsidR="002226FB" w:rsidRPr="00E04F96" w:rsidRDefault="000D2C57" w:rsidP="00BA5438">
            <w:pPr>
              <w:rPr>
                <w:rFonts w:ascii="Calibri" w:hAnsi="Calibri" w:cs="Calibri"/>
                <w:noProof/>
                <w:lang w:val="ro-RO"/>
              </w:rPr>
            </w:pPr>
            <w:r w:rsidRPr="00E04F96">
              <w:rPr>
                <w:rFonts w:ascii="Calibri" w:hAnsi="Calibri" w:cs="Calibri"/>
                <w:b/>
                <w:noProof/>
                <w:lang w:val="ro-RO"/>
              </w:rPr>
              <w:t>*</w:t>
            </w:r>
            <w:r w:rsidRPr="00E04F96">
              <w:rPr>
                <w:rFonts w:ascii="Calibri" w:hAnsi="Calibri" w:cs="Calibri"/>
                <w:bCs/>
                <w:noProof/>
                <w:lang w:val="ro-RO"/>
              </w:rPr>
              <w:t xml:space="preserve"> În cazul în care solicitantul care a absolvit în ultimele 12 luni până la data depunerii Cererii de finanţare</w:t>
            </w:r>
            <w:r w:rsidR="00017EB6" w:rsidRPr="00E04F96">
              <w:rPr>
                <w:rFonts w:ascii="Calibri" w:hAnsi="Calibri" w:cs="Calibri"/>
                <w:bCs/>
                <w:noProof/>
                <w:lang w:val="ro-RO"/>
              </w:rPr>
              <w:t>.</w:t>
            </w:r>
          </w:p>
        </w:tc>
        <w:tc>
          <w:tcPr>
            <w:tcW w:w="1530" w:type="dxa"/>
            <w:gridSpan w:val="5"/>
            <w:shd w:val="clear" w:color="auto" w:fill="auto"/>
          </w:tcPr>
          <w:p w14:paraId="1CEFCF13"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36E7DC27"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77F58C3F"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369AD5C1" w14:textId="77777777" w:rsidTr="00342928">
        <w:trPr>
          <w:gridAfter w:val="4"/>
          <w:wAfter w:w="4970" w:type="dxa"/>
          <w:trHeight w:val="395"/>
        </w:trPr>
        <w:tc>
          <w:tcPr>
            <w:tcW w:w="6768" w:type="dxa"/>
            <w:gridSpan w:val="5"/>
            <w:shd w:val="clear" w:color="auto" w:fill="auto"/>
          </w:tcPr>
          <w:p w14:paraId="31A30E6F" w14:textId="77777777" w:rsidR="00F84A7A" w:rsidRPr="00942ADA" w:rsidRDefault="00F84A7A" w:rsidP="00942ADA">
            <w:pPr>
              <w:pStyle w:val="BodyText3"/>
              <w:jc w:val="both"/>
              <w:rPr>
                <w:rFonts w:ascii="Calibri" w:hAnsi="Calibri" w:cs="Calibri"/>
                <w:noProof/>
                <w:sz w:val="24"/>
                <w:szCs w:val="24"/>
                <w:lang w:val="ro-RO"/>
              </w:rPr>
            </w:pPr>
            <w:r w:rsidRPr="00942ADA">
              <w:rPr>
                <w:rFonts w:ascii="Calibri" w:hAnsi="Calibri" w:cs="Calibri"/>
                <w:noProof/>
                <w:sz w:val="24"/>
                <w:szCs w:val="24"/>
                <w:lang w:val="ro-RO"/>
              </w:rPr>
              <w:t>EG2</w:t>
            </w:r>
            <w:r w:rsidRPr="00942ADA">
              <w:rPr>
                <w:rFonts w:ascii="Calibri" w:hAnsi="Calibri" w:cs="Calibri"/>
                <w:b w:val="0"/>
                <w:noProof/>
                <w:sz w:val="24"/>
                <w:szCs w:val="24"/>
                <w:lang w:val="ro-RO"/>
              </w:rPr>
              <w:t xml:space="preserve"> </w:t>
            </w:r>
            <w:r w:rsidRPr="00942ADA">
              <w:rPr>
                <w:rFonts w:ascii="Calibri" w:hAnsi="Calibri" w:cs="Calibri"/>
                <w:noProof/>
                <w:sz w:val="24"/>
                <w:szCs w:val="24"/>
                <w:lang w:val="ro-RO"/>
              </w:rPr>
              <w:t xml:space="preserve">Solicitantul deţine o exploataţie agricolă cu dimensiunea economică cuprinsă între 12.000 şi 50.000 SO la momentul depunerii cererii de finantare?  </w:t>
            </w:r>
          </w:p>
        </w:tc>
        <w:tc>
          <w:tcPr>
            <w:tcW w:w="1530" w:type="dxa"/>
            <w:gridSpan w:val="5"/>
            <w:shd w:val="clear" w:color="auto" w:fill="auto"/>
          </w:tcPr>
          <w:p w14:paraId="576D8174"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990" w:type="dxa"/>
            <w:gridSpan w:val="3"/>
          </w:tcPr>
          <w:p w14:paraId="1F0C23C6"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FC5143C"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36A60934" w14:textId="77777777" w:rsidR="00F84A7A" w:rsidRPr="00E67132" w:rsidRDefault="00F84A7A" w:rsidP="00F84A7A">
            <w:pPr>
              <w:pStyle w:val="BodyText3"/>
              <w:rPr>
                <w:rFonts w:ascii="Calibri" w:hAnsi="Calibri" w:cs="Calibri"/>
                <w:b w:val="0"/>
                <w:noProof/>
                <w:sz w:val="22"/>
                <w:szCs w:val="22"/>
                <w:lang w:val="ro-RO"/>
              </w:rPr>
            </w:pPr>
          </w:p>
          <w:p w14:paraId="1ABBEDB4"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4450D58E" w14:textId="77777777" w:rsidTr="00342928">
        <w:trPr>
          <w:gridAfter w:val="4"/>
          <w:wAfter w:w="4970" w:type="dxa"/>
          <w:trHeight w:val="1039"/>
        </w:trPr>
        <w:tc>
          <w:tcPr>
            <w:tcW w:w="6768" w:type="dxa"/>
            <w:gridSpan w:val="5"/>
            <w:shd w:val="clear" w:color="auto" w:fill="auto"/>
          </w:tcPr>
          <w:p w14:paraId="6D070BE7" w14:textId="77777777" w:rsidR="00F84A7A" w:rsidRPr="00942ADA" w:rsidRDefault="00F84A7A" w:rsidP="00942ADA">
            <w:pPr>
              <w:tabs>
                <w:tab w:val="left" w:pos="6700"/>
              </w:tabs>
              <w:jc w:val="both"/>
              <w:rPr>
                <w:rFonts w:ascii="Calibri" w:hAnsi="Calibri" w:cs="Calibri"/>
                <w:noProof/>
                <w:lang w:val="ro-RO"/>
              </w:rPr>
            </w:pPr>
            <w:r w:rsidRPr="00942ADA">
              <w:rPr>
                <w:rFonts w:ascii="Calibri" w:hAnsi="Calibri" w:cs="Calibri"/>
                <w:noProof/>
                <w:lang w:val="ro-RO"/>
              </w:rPr>
              <w:t>Doc. Cererea de finanţare – tabel calcul SO</w:t>
            </w:r>
          </w:p>
          <w:p w14:paraId="42607F00" w14:textId="77777777" w:rsidR="00F84A7A" w:rsidRPr="00942ADA" w:rsidRDefault="00F84A7A" w:rsidP="00942ADA">
            <w:pPr>
              <w:tabs>
                <w:tab w:val="left" w:pos="6700"/>
              </w:tabs>
              <w:jc w:val="both"/>
              <w:rPr>
                <w:rFonts w:ascii="Calibri" w:hAnsi="Calibri" w:cs="Calibri"/>
                <w:noProof/>
                <w:lang w:val="ro-RO"/>
              </w:rPr>
            </w:pPr>
            <w:r w:rsidRPr="00942ADA">
              <w:rPr>
                <w:rFonts w:ascii="Calibri" w:hAnsi="Calibri" w:cs="Calibri"/>
                <w:noProof/>
                <w:lang w:val="ro-RO"/>
              </w:rPr>
              <w:t>Doc. Documente verificate si listate de expertul OJFIR din baza de date IACS de la APIA sau Extras din Registrul Exploatatiei emis de ANSVSA/DSVSA</w:t>
            </w:r>
          </w:p>
          <w:p w14:paraId="0AF4F400" w14:textId="77777777" w:rsidR="00023EF8" w:rsidRPr="00942ADA" w:rsidRDefault="003F177D" w:rsidP="00942ADA">
            <w:pPr>
              <w:autoSpaceDE w:val="0"/>
              <w:autoSpaceDN w:val="0"/>
              <w:adjustRightInd w:val="0"/>
              <w:jc w:val="both"/>
              <w:rPr>
                <w:rFonts w:ascii="Calibri" w:hAnsi="Calibri" w:cs="Calibri"/>
                <w:noProof/>
                <w:lang w:val="ro-RO"/>
              </w:rPr>
            </w:pPr>
            <w:r w:rsidRPr="00942ADA">
              <w:rPr>
                <w:rFonts w:ascii="Calibri" w:eastAsia="Calibri" w:hAnsi="Calibri" w:cs="Calibri"/>
                <w:noProof/>
                <w:lang w:val="ro-RO"/>
              </w:rPr>
              <w:t>Doc. Documente proprietate/folosinţă pentru exploataţia agricolă</w:t>
            </w:r>
          </w:p>
        </w:tc>
        <w:tc>
          <w:tcPr>
            <w:tcW w:w="1530" w:type="dxa"/>
            <w:gridSpan w:val="5"/>
            <w:shd w:val="clear" w:color="auto" w:fill="auto"/>
          </w:tcPr>
          <w:p w14:paraId="72416509"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51CDFD95"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66862BF2"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712BBA37" w14:textId="77777777" w:rsidTr="00342928">
        <w:trPr>
          <w:gridAfter w:val="4"/>
          <w:wAfter w:w="4970" w:type="dxa"/>
        </w:trPr>
        <w:tc>
          <w:tcPr>
            <w:tcW w:w="6768" w:type="dxa"/>
            <w:gridSpan w:val="5"/>
            <w:shd w:val="clear" w:color="auto" w:fill="auto"/>
          </w:tcPr>
          <w:p w14:paraId="6C1D7EFA" w14:textId="77777777" w:rsidR="00F84A7A" w:rsidRPr="00942ADA" w:rsidRDefault="00F84A7A" w:rsidP="00942ADA">
            <w:pPr>
              <w:pStyle w:val="BodyText3"/>
              <w:jc w:val="both"/>
              <w:rPr>
                <w:rFonts w:ascii="Calibri" w:hAnsi="Calibri" w:cs="Calibri"/>
                <w:b w:val="0"/>
                <w:noProof/>
                <w:sz w:val="24"/>
                <w:szCs w:val="24"/>
                <w:lang w:val="ro-RO"/>
              </w:rPr>
            </w:pPr>
            <w:r w:rsidRPr="00942ADA">
              <w:rPr>
                <w:rFonts w:ascii="Calibri" w:hAnsi="Calibri" w:cs="Calibri"/>
                <w:noProof/>
                <w:sz w:val="24"/>
                <w:szCs w:val="24"/>
                <w:lang w:val="ro-RO"/>
              </w:rPr>
              <w:t>EG 3 Reprezentantul legal în calitate de asociat unic / asociatul majoritar (deține cel puţin 50%+1din acțiuni) si administrator al societăţii are vârsta  de până la  40 de ani</w:t>
            </w:r>
            <w:r w:rsidRPr="00942ADA">
              <w:rPr>
                <w:rFonts w:ascii="Calibri" w:hAnsi="Calibri"/>
                <w:b w:val="0"/>
                <w:noProof/>
                <w:sz w:val="24"/>
                <w:szCs w:val="24"/>
                <w:lang w:val="ro-RO"/>
              </w:rPr>
              <w:t xml:space="preserve"> </w:t>
            </w:r>
            <w:r w:rsidRPr="00942ADA">
              <w:rPr>
                <w:rFonts w:ascii="Calibri" w:hAnsi="Calibri"/>
                <w:noProof/>
                <w:sz w:val="24"/>
                <w:szCs w:val="24"/>
                <w:lang w:val="ro-RO"/>
              </w:rPr>
              <w:t>inclusiv (</w:t>
            </w:r>
            <w:r w:rsidRPr="00942ADA">
              <w:rPr>
                <w:rFonts w:ascii="Calibri" w:hAnsi="Calibri"/>
                <w:b w:val="0"/>
                <w:bCs w:val="0"/>
                <w:noProof/>
                <w:sz w:val="24"/>
                <w:szCs w:val="24"/>
                <w:lang w:val="ro-RO" w:eastAsia="en-US"/>
              </w:rPr>
              <w:t xml:space="preserve">până cel mult </w:t>
            </w:r>
            <w:r w:rsidRPr="00942ADA">
              <w:rPr>
                <w:rFonts w:ascii="Calibri" w:hAnsi="Calibri"/>
                <w:noProof/>
                <w:sz w:val="24"/>
                <w:szCs w:val="24"/>
                <w:lang w:val="ro-RO"/>
              </w:rPr>
              <w:t xml:space="preserve">cu o zi înainte de a împlini 41 de ani) </w:t>
            </w:r>
            <w:r w:rsidRPr="00942ADA">
              <w:rPr>
                <w:rFonts w:ascii="Calibri" w:hAnsi="Calibri"/>
                <w:b w:val="0"/>
                <w:noProof/>
                <w:sz w:val="24"/>
                <w:szCs w:val="24"/>
                <w:lang w:val="ro-RO"/>
              </w:rPr>
              <w:t xml:space="preserve"> </w:t>
            </w:r>
            <w:r w:rsidRPr="00942ADA">
              <w:rPr>
                <w:rFonts w:ascii="Calibri" w:hAnsi="Calibri" w:cs="Calibri"/>
                <w:noProof/>
                <w:sz w:val="24"/>
                <w:szCs w:val="24"/>
                <w:lang w:val="ro-RO"/>
              </w:rPr>
              <w:t xml:space="preserve"> şi se instalează pentru prima dată în exploataţia agricolă în calitate de  conducător (şef/manager)  ai unei exploataţii agricole ?</w:t>
            </w:r>
          </w:p>
        </w:tc>
        <w:tc>
          <w:tcPr>
            <w:tcW w:w="1530" w:type="dxa"/>
            <w:gridSpan w:val="5"/>
            <w:shd w:val="clear" w:color="auto" w:fill="auto"/>
          </w:tcPr>
          <w:p w14:paraId="429D2738"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990" w:type="dxa"/>
            <w:gridSpan w:val="3"/>
          </w:tcPr>
          <w:p w14:paraId="21F6667D"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4C68668"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4F1EF1B6"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4112C73C" w14:textId="77777777" w:rsidTr="00342928">
        <w:trPr>
          <w:gridAfter w:val="4"/>
          <w:wAfter w:w="4970" w:type="dxa"/>
          <w:trHeight w:val="395"/>
        </w:trPr>
        <w:tc>
          <w:tcPr>
            <w:tcW w:w="6768" w:type="dxa"/>
            <w:gridSpan w:val="5"/>
            <w:shd w:val="clear" w:color="auto" w:fill="auto"/>
          </w:tcPr>
          <w:p w14:paraId="3593CDC9" w14:textId="77777777" w:rsidR="00F84A7A" w:rsidRPr="00942ADA" w:rsidRDefault="00F84A7A" w:rsidP="00F84A7A">
            <w:pPr>
              <w:pStyle w:val="Header"/>
              <w:jc w:val="both"/>
              <w:rPr>
                <w:rFonts w:ascii="Calibri" w:hAnsi="Calibri" w:cs="Calibri"/>
                <w:noProof/>
                <w:lang w:val="ro-RO"/>
              </w:rPr>
            </w:pPr>
            <w:r w:rsidRPr="00942ADA">
              <w:rPr>
                <w:rFonts w:ascii="Calibri" w:hAnsi="Calibri" w:cs="Calibri"/>
                <w:noProof/>
                <w:lang w:val="ro-RO"/>
              </w:rPr>
              <w:t>Doc. Copia actului de identitate pentru solicitant asociat/ asociat majoritar (deține cel puţin 50%+1 din acțiuni)si administrator unic.</w:t>
            </w:r>
          </w:p>
          <w:p w14:paraId="024A70F7" w14:textId="77777777" w:rsidR="00F84A7A" w:rsidRPr="00942ADA" w:rsidRDefault="00F84A7A" w:rsidP="00F84A7A">
            <w:pPr>
              <w:jc w:val="both"/>
              <w:rPr>
                <w:rFonts w:ascii="Calibri" w:hAnsi="Calibri" w:cs="Calibri"/>
                <w:noProof/>
                <w:lang w:val="ro-RO"/>
              </w:rPr>
            </w:pPr>
            <w:r w:rsidRPr="00942ADA">
              <w:rPr>
                <w:rFonts w:ascii="Calibri" w:hAnsi="Calibri" w:cs="Calibri"/>
                <w:noProof/>
                <w:lang w:val="ro-RO"/>
              </w:rPr>
              <w:t>Verificare efectuată în serviciul on-line RECOM (certificat constatator - Oficiul Național al Registrului Comerţului).</w:t>
            </w:r>
          </w:p>
          <w:p w14:paraId="7CDC5824" w14:textId="77777777" w:rsidR="00F84A7A" w:rsidRPr="00942ADA" w:rsidRDefault="00F84A7A" w:rsidP="00F84A7A">
            <w:pPr>
              <w:pStyle w:val="BodyText3"/>
              <w:jc w:val="left"/>
              <w:rPr>
                <w:rFonts w:ascii="Calibri" w:hAnsi="Calibri" w:cs="Calibri"/>
                <w:b w:val="0"/>
                <w:noProof/>
                <w:sz w:val="24"/>
                <w:szCs w:val="24"/>
                <w:lang w:val="ro-RO"/>
              </w:rPr>
            </w:pPr>
            <w:r w:rsidRPr="00942ADA">
              <w:rPr>
                <w:rFonts w:ascii="Calibri" w:hAnsi="Calibri" w:cs="Calibri"/>
                <w:b w:val="0"/>
                <w:noProof/>
                <w:sz w:val="24"/>
                <w:szCs w:val="24"/>
                <w:lang w:val="ro-RO"/>
              </w:rPr>
              <w:t>Doc. Hotărârea Adunării Generale a Acţionarilor (AGA), dupa caz.</w:t>
            </w:r>
          </w:p>
        </w:tc>
        <w:tc>
          <w:tcPr>
            <w:tcW w:w="1530" w:type="dxa"/>
            <w:gridSpan w:val="5"/>
            <w:shd w:val="clear" w:color="auto" w:fill="auto"/>
          </w:tcPr>
          <w:p w14:paraId="2C2E67ED"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0B55A978"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7053272C"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529F0830" w14:textId="77777777" w:rsidTr="00342928">
        <w:trPr>
          <w:gridAfter w:val="4"/>
          <w:wAfter w:w="4970" w:type="dxa"/>
          <w:trHeight w:val="395"/>
        </w:trPr>
        <w:tc>
          <w:tcPr>
            <w:tcW w:w="6768" w:type="dxa"/>
            <w:gridSpan w:val="5"/>
            <w:shd w:val="clear" w:color="auto" w:fill="auto"/>
          </w:tcPr>
          <w:p w14:paraId="08721334" w14:textId="77777777" w:rsidR="00F84A7A" w:rsidRPr="00942ADA" w:rsidRDefault="00F84A7A" w:rsidP="00942ADA">
            <w:pPr>
              <w:pStyle w:val="BodyText3"/>
              <w:jc w:val="both"/>
              <w:rPr>
                <w:rFonts w:ascii="Calibri" w:hAnsi="Calibri" w:cs="Calibri"/>
                <w:b w:val="0"/>
                <w:noProof/>
                <w:sz w:val="24"/>
                <w:szCs w:val="24"/>
                <w:u w:val="single"/>
                <w:lang w:val="ro-RO"/>
              </w:rPr>
            </w:pPr>
            <w:r w:rsidRPr="00942ADA">
              <w:rPr>
                <w:rFonts w:ascii="Calibri" w:hAnsi="Calibri" w:cs="Calibri"/>
                <w:noProof/>
                <w:sz w:val="24"/>
                <w:szCs w:val="24"/>
                <w:lang w:val="ro-RO"/>
              </w:rPr>
              <w:t>EG 4</w:t>
            </w:r>
            <w:r w:rsidRPr="00942ADA">
              <w:rPr>
                <w:rFonts w:ascii="Calibri" w:hAnsi="Calibri" w:cs="Calibri"/>
                <w:b w:val="0"/>
                <w:noProof/>
                <w:sz w:val="24"/>
                <w:szCs w:val="24"/>
                <w:lang w:val="ro-RO"/>
              </w:rPr>
              <w:t xml:space="preserve"> Solicitantul detine competente şi aptitudini profesionale sau se angajeaza sa dobandeasca competente în domeniul agricol, în acord cu domeniul proiectului?</w:t>
            </w:r>
          </w:p>
          <w:p w14:paraId="1B577388" w14:textId="77777777" w:rsidR="00F84A7A" w:rsidRPr="00942ADA" w:rsidRDefault="00F84A7A" w:rsidP="00942ADA">
            <w:pPr>
              <w:pStyle w:val="BodyText3"/>
              <w:jc w:val="both"/>
              <w:rPr>
                <w:rFonts w:cs="Calibri"/>
                <w:noProof/>
                <w:sz w:val="24"/>
                <w:szCs w:val="24"/>
                <w:lang w:val="ro-RO"/>
              </w:rPr>
            </w:pPr>
            <w:r w:rsidRPr="00942ADA">
              <w:rPr>
                <w:rFonts w:ascii="Calibri" w:hAnsi="Calibri" w:cs="Calibri"/>
                <w:b w:val="0"/>
                <w:noProof/>
                <w:sz w:val="24"/>
                <w:szCs w:val="24"/>
                <w:lang w:val="ro-RO"/>
              </w:rPr>
              <w:t>1.Studii medii/superioare/postuniversitare în domeniul agricol/veterinar/economie agrară;.</w:t>
            </w:r>
          </w:p>
          <w:p w14:paraId="04F7E062" w14:textId="77777777" w:rsidR="00F84A7A" w:rsidRPr="00942ADA" w:rsidRDefault="00F84A7A" w:rsidP="00942ADA">
            <w:pPr>
              <w:pStyle w:val="BodyText3"/>
              <w:jc w:val="both"/>
              <w:rPr>
                <w:rFonts w:cs="Calibri"/>
                <w:noProof/>
                <w:sz w:val="24"/>
                <w:szCs w:val="24"/>
                <w:lang w:val="ro-RO"/>
              </w:rPr>
            </w:pPr>
            <w:r w:rsidRPr="00942ADA">
              <w:rPr>
                <w:rFonts w:ascii="Calibri" w:hAnsi="Calibri" w:cs="Calibri"/>
                <w:b w:val="0"/>
                <w:noProof/>
                <w:sz w:val="24"/>
                <w:szCs w:val="24"/>
                <w:lang w:val="ro-RO"/>
              </w:rPr>
              <w:t>sau</w:t>
            </w:r>
          </w:p>
          <w:p w14:paraId="3467B704" w14:textId="77777777" w:rsidR="00F84A7A" w:rsidRPr="00942ADA" w:rsidRDefault="00F84A7A" w:rsidP="00942ADA">
            <w:pPr>
              <w:pStyle w:val="BodyText3"/>
              <w:jc w:val="both"/>
              <w:rPr>
                <w:rFonts w:ascii="Calibri" w:hAnsi="Calibri" w:cs="Calibri"/>
                <w:noProof/>
                <w:sz w:val="24"/>
                <w:szCs w:val="24"/>
                <w:lang w:val="ro-RO"/>
              </w:rPr>
            </w:pPr>
            <w:r w:rsidRPr="00942ADA">
              <w:rPr>
                <w:rFonts w:ascii="Calibri" w:hAnsi="Calibri" w:cs="Calibri"/>
                <w:b w:val="0"/>
                <w:noProof/>
                <w:sz w:val="24"/>
                <w:szCs w:val="24"/>
                <w:lang w:val="ro-RO"/>
              </w:rPr>
              <w:t>2.</w:t>
            </w:r>
            <w:r w:rsidRPr="00942ADA">
              <w:rPr>
                <w:rFonts w:asciiTheme="minorHAnsi" w:hAnsiTheme="minorHAnsi"/>
                <w:b w:val="0"/>
                <w:noProof/>
                <w:sz w:val="24"/>
                <w:szCs w:val="24"/>
                <w:lang w:val="ro-RO"/>
              </w:rPr>
              <w:t>Formare profesională prin studii/ curs de calificare în domeniul agricol, agro-alimentar, veterinar sau economie agrară de cel calificare profesională, conform legislaţiei aplicabile la momentul acordării certificatului de calificare profesională</w:t>
            </w:r>
          </w:p>
          <w:p w14:paraId="09E4DCC3" w14:textId="77777777" w:rsidR="00F84A7A" w:rsidRPr="00942ADA" w:rsidRDefault="00F84A7A" w:rsidP="00942ADA">
            <w:pPr>
              <w:pStyle w:val="NoSpacing"/>
              <w:jc w:val="both"/>
              <w:rPr>
                <w:rFonts w:asciiTheme="minorHAnsi" w:hAnsiTheme="minorHAnsi"/>
                <w:noProof/>
                <w:sz w:val="24"/>
                <w:szCs w:val="24"/>
                <w:lang w:val="ro-RO"/>
              </w:rPr>
            </w:pPr>
            <w:r w:rsidRPr="00942ADA">
              <w:rPr>
                <w:rFonts w:asciiTheme="minorHAnsi" w:hAnsiTheme="minorHAnsi"/>
                <w:noProof/>
                <w:sz w:val="24"/>
                <w:szCs w:val="24"/>
                <w:lang w:val="ro-RO"/>
              </w:rPr>
              <w:t>sau</w:t>
            </w:r>
          </w:p>
          <w:p w14:paraId="2BF5E32F" w14:textId="77777777" w:rsidR="00F84A7A" w:rsidRPr="00942ADA" w:rsidRDefault="00F84A7A" w:rsidP="00942ADA">
            <w:pPr>
              <w:pStyle w:val="NoSpacing"/>
              <w:jc w:val="both"/>
              <w:outlineLvl w:val="0"/>
              <w:rPr>
                <w:rFonts w:asciiTheme="minorHAnsi" w:hAnsiTheme="minorHAnsi"/>
                <w:noProof/>
                <w:sz w:val="24"/>
                <w:szCs w:val="24"/>
                <w:lang w:val="ro-RO"/>
              </w:rPr>
            </w:pPr>
            <w:r w:rsidRPr="00942ADA">
              <w:rPr>
                <w:rFonts w:cs="Calibri"/>
                <w:noProof/>
                <w:sz w:val="24"/>
                <w:szCs w:val="24"/>
                <w:lang w:val="ro-RO"/>
              </w:rPr>
              <w:t>3.Competențe în domeniul agricol</w:t>
            </w:r>
            <w:r w:rsidRPr="00942ADA">
              <w:rPr>
                <w:rFonts w:cs="Calibri"/>
                <w:b/>
                <w:noProof/>
                <w:sz w:val="24"/>
                <w:szCs w:val="24"/>
                <w:lang w:val="ro-RO"/>
              </w:rPr>
              <w:t>/</w:t>
            </w:r>
            <w:r w:rsidRPr="00942ADA">
              <w:rPr>
                <w:rFonts w:cs="Calibri"/>
                <w:noProof/>
                <w:sz w:val="24"/>
                <w:szCs w:val="24"/>
                <w:lang w:val="ro-RO"/>
              </w:rPr>
              <w:t xml:space="preserve">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inclusiv certificat de calificare ANCA.  </w:t>
            </w:r>
          </w:p>
          <w:p w14:paraId="13193A59" w14:textId="77777777" w:rsidR="00F84A7A" w:rsidRPr="00942ADA" w:rsidRDefault="00F84A7A" w:rsidP="00942ADA">
            <w:pPr>
              <w:pStyle w:val="BodyText3"/>
              <w:jc w:val="both"/>
              <w:rPr>
                <w:rFonts w:ascii="Calibri" w:hAnsi="Calibri" w:cs="Calibri"/>
                <w:b w:val="0"/>
                <w:noProof/>
                <w:sz w:val="24"/>
                <w:szCs w:val="24"/>
                <w:lang w:val="ro-RO"/>
              </w:rPr>
            </w:pPr>
            <w:r w:rsidRPr="00942ADA">
              <w:rPr>
                <w:rFonts w:ascii="Calibri" w:hAnsi="Calibri" w:cs="Calibri"/>
                <w:b w:val="0"/>
                <w:noProof/>
                <w:sz w:val="24"/>
                <w:szCs w:val="24"/>
                <w:lang w:val="ro-RO"/>
              </w:rPr>
              <w:t>sau</w:t>
            </w:r>
          </w:p>
          <w:p w14:paraId="49E02B9E" w14:textId="77777777" w:rsidR="00F84A7A" w:rsidRPr="00942ADA" w:rsidRDefault="00F84A7A" w:rsidP="00942ADA">
            <w:pPr>
              <w:pStyle w:val="NoSpacing"/>
              <w:ind w:right="9"/>
              <w:jc w:val="both"/>
              <w:rPr>
                <w:rFonts w:cs="Calibri"/>
                <w:noProof/>
                <w:sz w:val="24"/>
                <w:szCs w:val="24"/>
                <w:lang w:val="ro-RO"/>
              </w:rPr>
            </w:pPr>
            <w:r w:rsidRPr="00942ADA">
              <w:rPr>
                <w:rFonts w:cs="Calibri"/>
                <w:b/>
                <w:noProof/>
                <w:sz w:val="24"/>
                <w:szCs w:val="24"/>
                <w:lang w:val="ro-RO"/>
              </w:rPr>
              <w:t xml:space="preserve">- </w:t>
            </w:r>
            <w:r w:rsidRPr="00942ADA">
              <w:rPr>
                <w:rFonts w:cs="Calibri"/>
                <w:noProof/>
                <w:sz w:val="24"/>
                <w:szCs w:val="24"/>
                <w:lang w:val="ro-RO"/>
              </w:rPr>
              <w:t>recunoaşterea de către un centru de evaluare si certificare a competențelor profesionale obținute pe alte căi decât cele formale autorizat ANC a competenţelor dobândite ca urmare a experienţei profesionale.</w:t>
            </w:r>
          </w:p>
          <w:p w14:paraId="37F62A96" w14:textId="77777777" w:rsidR="00F84A7A" w:rsidRPr="00942ADA" w:rsidRDefault="00F84A7A" w:rsidP="00942ADA">
            <w:pPr>
              <w:pStyle w:val="NoSpacing"/>
              <w:ind w:right="9"/>
              <w:jc w:val="both"/>
              <w:rPr>
                <w:rFonts w:cs="Calibri"/>
                <w:noProof/>
                <w:sz w:val="24"/>
                <w:szCs w:val="24"/>
                <w:lang w:val="ro-RO"/>
              </w:rPr>
            </w:pPr>
            <w:r w:rsidRPr="00942ADA">
              <w:rPr>
                <w:rFonts w:cs="Calibri"/>
                <w:noProof/>
                <w:sz w:val="24"/>
                <w:szCs w:val="24"/>
                <w:lang w:val="ro-RO"/>
              </w:rPr>
              <w:t>sau</w:t>
            </w:r>
          </w:p>
          <w:p w14:paraId="79CC7C54" w14:textId="77777777" w:rsidR="00F84A7A" w:rsidRPr="00942ADA" w:rsidRDefault="00F84A7A" w:rsidP="00942ADA">
            <w:pPr>
              <w:pStyle w:val="BodyText3"/>
              <w:jc w:val="both"/>
              <w:rPr>
                <w:rFonts w:ascii="Calibri" w:hAnsi="Calibri" w:cs="Calibri"/>
                <w:noProof/>
                <w:sz w:val="24"/>
                <w:szCs w:val="24"/>
                <w:lang w:val="ro-RO"/>
              </w:rPr>
            </w:pPr>
            <w:r w:rsidRPr="00942ADA">
              <w:rPr>
                <w:rFonts w:ascii="Calibri" w:hAnsi="Calibri" w:cs="Calibri"/>
                <w:b w:val="0"/>
                <w:noProof/>
                <w:sz w:val="24"/>
                <w:szCs w:val="24"/>
                <w:lang w:val="ro-RO"/>
              </w:rPr>
              <w:t>4.Angajamentul de a dobândi competențele profesionale adecvate într-o perioadă de grație de maximum 33 de luni de la data adoptării deciziei individuale de acordare a ajutorului, dar nu mai mult de ultima tranşă de plată</w:t>
            </w:r>
            <w:r w:rsidRPr="00942ADA">
              <w:rPr>
                <w:rFonts w:ascii="Calibri" w:hAnsi="Calibri" w:cs="Calibri"/>
                <w:noProof/>
                <w:sz w:val="24"/>
                <w:szCs w:val="24"/>
                <w:lang w:val="ro-RO"/>
              </w:rPr>
              <w:t>.</w:t>
            </w:r>
          </w:p>
        </w:tc>
        <w:tc>
          <w:tcPr>
            <w:tcW w:w="1530" w:type="dxa"/>
            <w:gridSpan w:val="5"/>
            <w:shd w:val="clear" w:color="auto" w:fill="auto"/>
          </w:tcPr>
          <w:p w14:paraId="34CA996E"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B6CCEA0"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783FBCC5"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039B9F1"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019F2D71"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26F9FAEC" w14:textId="77777777" w:rsidTr="00D0069B">
        <w:trPr>
          <w:gridAfter w:val="4"/>
          <w:wAfter w:w="4970" w:type="dxa"/>
          <w:trHeight w:val="395"/>
        </w:trPr>
        <w:tc>
          <w:tcPr>
            <w:tcW w:w="6768" w:type="dxa"/>
            <w:gridSpan w:val="5"/>
            <w:shd w:val="clear" w:color="auto" w:fill="auto"/>
          </w:tcPr>
          <w:p w14:paraId="3A0A05DC" w14:textId="77777777" w:rsidR="00F84A7A" w:rsidRPr="00B61CAA" w:rsidRDefault="00F84A7A" w:rsidP="00F84A7A">
            <w:pPr>
              <w:pStyle w:val="BodyText3"/>
              <w:jc w:val="both"/>
              <w:rPr>
                <w:rFonts w:ascii="Calibri" w:hAnsi="Calibri" w:cs="Calibri"/>
                <w:b w:val="0"/>
                <w:noProof/>
                <w:sz w:val="24"/>
                <w:szCs w:val="24"/>
                <w:lang w:val="ro-RO"/>
              </w:rPr>
            </w:pPr>
            <w:r w:rsidRPr="00B61CAA">
              <w:rPr>
                <w:rFonts w:ascii="Calibri" w:eastAsia="Calibri" w:hAnsi="Calibri" w:cs="Calibri"/>
                <w:noProof/>
                <w:sz w:val="24"/>
                <w:szCs w:val="24"/>
                <w:lang w:val="ro-RO"/>
              </w:rPr>
              <w:t>Doc. Diplomă de absolvire studii superioare în domeniul agricol/</w:t>
            </w:r>
            <w:r w:rsidRPr="00B61CAA">
              <w:rPr>
                <w:rFonts w:ascii="Calibri" w:hAnsi="Calibri" w:cs="Calibri"/>
                <w:b w:val="0"/>
                <w:noProof/>
                <w:sz w:val="24"/>
                <w:szCs w:val="24"/>
                <w:lang w:val="ro-RO"/>
              </w:rPr>
              <w:t xml:space="preserve"> veterinar/economie agrară;</w:t>
            </w:r>
          </w:p>
          <w:p w14:paraId="2D8FA7DC" w14:textId="77777777" w:rsidR="00F84A7A" w:rsidRPr="00B61CAA" w:rsidRDefault="00F84A7A" w:rsidP="00F84A7A">
            <w:pPr>
              <w:pStyle w:val="BodyText3"/>
              <w:jc w:val="both"/>
              <w:rPr>
                <w:rFonts w:ascii="Calibri" w:hAnsi="Calibri" w:cs="Calibri"/>
                <w:b w:val="0"/>
                <w:noProof/>
                <w:sz w:val="24"/>
                <w:szCs w:val="24"/>
                <w:lang w:val="ro-RO"/>
              </w:rPr>
            </w:pPr>
            <w:r w:rsidRPr="00B61CAA">
              <w:rPr>
                <w:rFonts w:ascii="Calibri" w:eastAsia="Calibri" w:hAnsi="Calibri" w:cs="Calibri"/>
                <w:b w:val="0"/>
                <w:noProof/>
                <w:sz w:val="24"/>
                <w:szCs w:val="24"/>
                <w:lang w:val="ro-RO"/>
              </w:rPr>
              <w:t>Doc. Diplomă de absolvire  studii postliceale sau liceale în domeniul agricol/</w:t>
            </w:r>
            <w:r w:rsidRPr="00B61CAA">
              <w:rPr>
                <w:rFonts w:ascii="Calibri" w:hAnsi="Calibri" w:cs="Calibri"/>
                <w:b w:val="0"/>
                <w:noProof/>
                <w:sz w:val="24"/>
                <w:szCs w:val="24"/>
                <w:lang w:val="ro-RO"/>
              </w:rPr>
              <w:t xml:space="preserve"> veterinar/economie agrară</w:t>
            </w:r>
          </w:p>
          <w:p w14:paraId="7B275BB7" w14:textId="77777777" w:rsidR="0040711E" w:rsidRPr="00B61CAA" w:rsidRDefault="00F84A7A" w:rsidP="00F84A7A">
            <w:pPr>
              <w:pStyle w:val="BodyText3"/>
              <w:jc w:val="both"/>
              <w:rPr>
                <w:rFonts w:ascii="Calibri" w:hAnsi="Calibri" w:cs="Calibri"/>
                <w:b w:val="0"/>
                <w:noProof/>
                <w:sz w:val="24"/>
                <w:szCs w:val="24"/>
                <w:lang w:val="ro-RO"/>
              </w:rPr>
            </w:pPr>
            <w:r w:rsidRPr="00B61CAA">
              <w:rPr>
                <w:rFonts w:ascii="Calibri" w:hAnsi="Calibri" w:cs="Calibri"/>
                <w:b w:val="0"/>
                <w:noProof/>
                <w:sz w:val="24"/>
                <w:szCs w:val="24"/>
                <w:lang w:val="ro-RO"/>
              </w:rPr>
              <w:t xml:space="preserve">Doc. </w:t>
            </w:r>
            <w:r w:rsidRPr="00B61CAA">
              <w:rPr>
                <w:rFonts w:ascii="Calibri" w:hAnsi="Calibri" w:cs="Calibri"/>
                <w:b w:val="0"/>
                <w:bCs w:val="0"/>
                <w:noProof/>
                <w:sz w:val="24"/>
                <w:szCs w:val="24"/>
                <w:lang w:val="ro-RO"/>
              </w:rPr>
              <w:t>Certificat/diplomă/atestat de absolvire a cursului/ document echivalent acestora/ adeverință (sub condiția prezentării în original a unuia din documente menționate la depunerea tranșei a doua de plată)</w:t>
            </w:r>
            <w:r w:rsidRPr="00B61CAA">
              <w:rPr>
                <w:rFonts w:ascii="Calibri" w:hAnsi="Calibri" w:cs="Calibri"/>
                <w:bCs w:val="0"/>
                <w:noProof/>
                <w:sz w:val="24"/>
                <w:szCs w:val="24"/>
                <w:lang w:val="ro-RO"/>
              </w:rPr>
              <w:t xml:space="preserve">  prin care se atestă competenţele</w:t>
            </w:r>
            <w:r w:rsidRPr="00B61CAA">
              <w:rPr>
                <w:rFonts w:ascii="Calibri" w:hAnsi="Calibri" w:cs="Calibri"/>
                <w:b w:val="0"/>
                <w:noProof/>
                <w:sz w:val="24"/>
                <w:szCs w:val="24"/>
                <w:lang w:val="ro-RO"/>
              </w:rPr>
              <w:t xml:space="preserve"> profesionale</w:t>
            </w:r>
            <w:r w:rsidRPr="00B61CAA">
              <w:rPr>
                <w:rFonts w:ascii="Calibri" w:hAnsi="Calibri" w:cs="Calibri"/>
                <w:noProof/>
                <w:sz w:val="24"/>
                <w:szCs w:val="24"/>
                <w:lang w:val="ro-RO"/>
              </w:rPr>
              <w:t xml:space="preserve"> </w:t>
            </w:r>
            <w:r w:rsidRPr="00B61CAA">
              <w:rPr>
                <w:rFonts w:ascii="Calibri" w:hAnsi="Calibri" w:cs="Calibri"/>
                <w:b w:val="0"/>
                <w:noProof/>
                <w:sz w:val="24"/>
                <w:szCs w:val="24"/>
                <w:lang w:val="ro-RO"/>
              </w:rPr>
              <w:t>în domeniul agricol/  veterinar/economie agrară, în acord cu domeniul proiectului, dobândite</w:t>
            </w:r>
            <w:r w:rsidRPr="00B61CAA">
              <w:rPr>
                <w:rFonts w:ascii="Calibri" w:hAnsi="Calibri" w:cs="Calibri"/>
                <w:noProof/>
                <w:sz w:val="24"/>
                <w:szCs w:val="24"/>
                <w:lang w:val="ro-RO"/>
              </w:rPr>
              <w:t xml:space="preserve"> </w:t>
            </w:r>
            <w:r w:rsidRPr="00B61CAA">
              <w:rPr>
                <w:rFonts w:ascii="Calibri" w:hAnsi="Calibri" w:cs="Calibri"/>
                <w:b w:val="0"/>
                <w:noProof/>
                <w:sz w:val="24"/>
                <w:szCs w:val="24"/>
                <w:lang w:val="ro-RO"/>
              </w:rPr>
              <w:t xml:space="preserve">prin participarea la programe de iniţiere/instruire/specializare care nu necesită un document eliberat de formatorii recunoscuţi de către  </w:t>
            </w:r>
            <w:r w:rsidRPr="00B61CAA">
              <w:rPr>
                <w:rFonts w:ascii="Calibri" w:hAnsi="Calibri" w:cs="Calibri"/>
                <w:bCs w:val="0"/>
                <w:noProof/>
                <w:sz w:val="24"/>
                <w:szCs w:val="24"/>
                <w:lang w:val="ro-RO"/>
              </w:rPr>
              <w:t>ca urmare a experienţei</w:t>
            </w:r>
            <w:r w:rsidRPr="00B61CAA">
              <w:rPr>
                <w:rFonts w:ascii="Calibri" w:hAnsi="Calibri" w:cs="Calibri"/>
                <w:b w:val="0"/>
                <w:noProof/>
                <w:sz w:val="24"/>
                <w:szCs w:val="24"/>
                <w:lang w:val="ro-RO"/>
              </w:rPr>
              <w:t xml:space="preserve"> (ANC), este eligibil inclusiv certificat de calificare ANCA,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w:t>
            </w:r>
          </w:p>
          <w:p w14:paraId="2FF66F8C" w14:textId="77777777" w:rsidR="00F84A7A" w:rsidRPr="00B61CAA" w:rsidRDefault="00F84A7A" w:rsidP="00F84A7A">
            <w:pPr>
              <w:pStyle w:val="BodyText3"/>
              <w:jc w:val="both"/>
              <w:rPr>
                <w:rFonts w:ascii="Calibri" w:hAnsi="Calibri" w:cs="Calibri"/>
                <w:b w:val="0"/>
                <w:noProof/>
                <w:sz w:val="24"/>
                <w:szCs w:val="24"/>
                <w:lang w:val="ro-RO"/>
              </w:rPr>
            </w:pPr>
            <w:r w:rsidRPr="00B61CAA">
              <w:rPr>
                <w:rFonts w:ascii="Calibri" w:hAnsi="Calibri" w:cs="Calibri"/>
                <w:b w:val="0"/>
                <w:noProof/>
                <w:sz w:val="24"/>
                <w:szCs w:val="24"/>
                <w:lang w:val="ro-RO"/>
              </w:rPr>
              <w:t>Doc. Diplomă/document justificativ absolvire minimum 8 clase;</w:t>
            </w:r>
          </w:p>
          <w:p w14:paraId="1C220F46" w14:textId="77777777" w:rsidR="00F84A7A" w:rsidRPr="00B61CAA" w:rsidRDefault="00F84A7A" w:rsidP="00F84A7A">
            <w:pPr>
              <w:pStyle w:val="BodyText3"/>
              <w:jc w:val="both"/>
              <w:rPr>
                <w:rFonts w:ascii="Calibri" w:hAnsi="Calibri" w:cs="Calibri"/>
                <w:b w:val="0"/>
                <w:noProof/>
                <w:sz w:val="24"/>
                <w:szCs w:val="24"/>
                <w:lang w:val="ro-RO"/>
              </w:rPr>
            </w:pPr>
            <w:r w:rsidRPr="00B61CAA">
              <w:rPr>
                <w:rFonts w:ascii="Calibri" w:hAnsi="Calibri" w:cs="Calibri"/>
                <w:b w:val="0"/>
                <w:noProof/>
                <w:sz w:val="24"/>
                <w:szCs w:val="24"/>
                <w:lang w:val="ro-RO"/>
              </w:rPr>
              <w:t>Doc. Declaratia F din cererea de finantare-Angajamentul de a dobândi competențele profesionale adecvate</w:t>
            </w:r>
          </w:p>
          <w:p w14:paraId="61B0B9DC" w14:textId="2C632A4A" w:rsidR="00340D5B" w:rsidRPr="00B61CAA" w:rsidRDefault="00340D5B">
            <w:pPr>
              <w:pStyle w:val="BodyText3"/>
              <w:jc w:val="both"/>
              <w:rPr>
                <w:rFonts w:ascii="Calibri" w:hAnsi="Calibri" w:cs="Calibri"/>
                <w:b w:val="0"/>
                <w:noProof/>
                <w:sz w:val="24"/>
                <w:szCs w:val="24"/>
                <w:lang w:val="ro-RO"/>
              </w:rPr>
            </w:pPr>
            <w:r w:rsidRPr="00B61CAA">
              <w:rPr>
                <w:rFonts w:ascii="Calibri" w:hAnsi="Calibri" w:cs="Calibri"/>
                <w:sz w:val="24"/>
                <w:szCs w:val="24"/>
                <w:lang w:val="ro-RO"/>
              </w:rPr>
              <w:t>Dacă solicitantul a absolvit un program de studi</w:t>
            </w:r>
            <w:r w:rsidR="00A00196" w:rsidRPr="00B61CAA">
              <w:rPr>
                <w:rFonts w:ascii="Calibri" w:hAnsi="Calibri" w:cs="Calibri"/>
                <w:sz w:val="24"/>
                <w:szCs w:val="24"/>
                <w:lang w:val="ro-RO"/>
              </w:rPr>
              <w:t>u</w:t>
            </w:r>
            <w:r w:rsidRPr="00B61CAA">
              <w:rPr>
                <w:rFonts w:ascii="Calibri" w:hAnsi="Calibri" w:cs="Calibri"/>
                <w:sz w:val="24"/>
                <w:szCs w:val="24"/>
                <w:lang w:val="ro-RO"/>
              </w:rPr>
              <w:t xml:space="preserve"> în </w:t>
            </w:r>
            <w:r w:rsidR="003A539E" w:rsidRPr="00B61CAA">
              <w:rPr>
                <w:rFonts w:ascii="Calibri" w:hAnsi="Calibri" w:cs="Calibri"/>
                <w:sz w:val="24"/>
                <w:szCs w:val="24"/>
                <w:lang w:val="ro-RO"/>
              </w:rPr>
              <w:t>țări membre UE sau terțe UE</w:t>
            </w:r>
            <w:r w:rsidRPr="00B61CAA">
              <w:rPr>
                <w:rFonts w:ascii="Calibri" w:hAnsi="Calibri" w:cs="Calibri"/>
                <w:sz w:val="24"/>
                <w:szCs w:val="24"/>
                <w:lang w:val="ro-RO"/>
              </w:rPr>
              <w:t xml:space="preserve">, în ultimele 60 de luni </w:t>
            </w:r>
            <w:r w:rsidR="00A00196" w:rsidRPr="00B61CAA">
              <w:rPr>
                <w:rFonts w:ascii="Calibri" w:hAnsi="Calibri" w:cs="Calibri"/>
                <w:sz w:val="24"/>
                <w:szCs w:val="24"/>
                <w:lang w:val="ro-RO"/>
              </w:rPr>
              <w:t>î</w:t>
            </w:r>
            <w:r w:rsidRPr="00B61CAA">
              <w:rPr>
                <w:rFonts w:ascii="Calibri" w:hAnsi="Calibri" w:cs="Calibri"/>
                <w:sz w:val="24"/>
                <w:szCs w:val="24"/>
                <w:lang w:val="ro-RO"/>
              </w:rPr>
              <w:t>naintea depunerii cererii de finanţare, atunci documentul</w:t>
            </w:r>
            <w:r w:rsidR="0040711E" w:rsidRPr="00B61CAA">
              <w:rPr>
                <w:rFonts w:ascii="Calibri" w:hAnsi="Calibri" w:cs="Calibri"/>
                <w:sz w:val="24"/>
                <w:szCs w:val="24"/>
                <w:lang w:val="ro-RO"/>
              </w:rPr>
              <w:t xml:space="preserve"> </w:t>
            </w:r>
            <w:r w:rsidR="00AD5804" w:rsidRPr="00B61CAA">
              <w:rPr>
                <w:rFonts w:ascii="Calibri" w:hAnsi="Calibri" w:cs="Calibri"/>
                <w:sz w:val="24"/>
                <w:szCs w:val="24"/>
                <w:lang w:val="ro-RO"/>
              </w:rPr>
              <w:t xml:space="preserve"> (diplomă fără apostilă</w:t>
            </w:r>
            <w:r w:rsidR="003A539E" w:rsidRPr="00B61CAA">
              <w:rPr>
                <w:rFonts w:ascii="Calibri" w:hAnsi="Calibri" w:cs="Calibri"/>
                <w:sz w:val="24"/>
                <w:szCs w:val="24"/>
                <w:lang w:val="ro-RO"/>
              </w:rPr>
              <w:t xml:space="preserve"> conform Convenției de la HAGA</w:t>
            </w:r>
            <w:r w:rsidR="00AD5804" w:rsidRPr="00B61CAA">
              <w:rPr>
                <w:rFonts w:ascii="Calibri" w:hAnsi="Calibri" w:cs="Calibri"/>
                <w:sz w:val="24"/>
                <w:szCs w:val="24"/>
                <w:lang w:val="ro-RO"/>
              </w:rPr>
              <w:t xml:space="preserve">) </w:t>
            </w:r>
            <w:r w:rsidRPr="00B61CAA">
              <w:rPr>
                <w:rFonts w:ascii="Calibri" w:hAnsi="Calibri" w:cs="Calibri"/>
                <w:sz w:val="24"/>
                <w:szCs w:val="24"/>
                <w:lang w:val="ro-RO"/>
              </w:rPr>
              <w:t xml:space="preserve"> al formării profesionale, adecvate tipului activităţii agricole ce face obiectul proiectului, trebuie să fie echivalat, conform legislaţiei naţionale, fie la depunerea cererii de finanţare, fie până la depunerea dosarului pentru acordarea tranşei a doua de plată.</w:t>
            </w:r>
          </w:p>
        </w:tc>
        <w:tc>
          <w:tcPr>
            <w:tcW w:w="1530" w:type="dxa"/>
            <w:gridSpan w:val="5"/>
            <w:shd w:val="clear" w:color="auto" w:fill="auto"/>
          </w:tcPr>
          <w:p w14:paraId="53D7070F" w14:textId="77777777" w:rsidR="00F84A7A" w:rsidRPr="00E67132" w:rsidRDefault="00F84A7A" w:rsidP="00F84A7A">
            <w:pPr>
              <w:pStyle w:val="BodyText3"/>
              <w:rPr>
                <w:rFonts w:ascii="Calibri" w:hAnsi="Calibri" w:cs="Calibri"/>
                <w:noProof/>
                <w:sz w:val="22"/>
                <w:szCs w:val="22"/>
                <w:lang w:val="ro-RO"/>
              </w:rPr>
            </w:pPr>
          </w:p>
          <w:p w14:paraId="7B36B7FE" w14:textId="77777777" w:rsidR="00F84A7A" w:rsidRPr="00E67132" w:rsidRDefault="00F84A7A" w:rsidP="00F84A7A">
            <w:pPr>
              <w:pStyle w:val="BodyText3"/>
              <w:rPr>
                <w:rFonts w:ascii="Calibri" w:hAnsi="Calibri" w:cs="Calibri"/>
                <w:noProof/>
                <w:sz w:val="22"/>
                <w:szCs w:val="22"/>
                <w:lang w:val="ro-RO"/>
              </w:rPr>
            </w:pPr>
          </w:p>
          <w:p w14:paraId="7D3D7A8A" w14:textId="77777777" w:rsidR="00F84A7A" w:rsidRPr="00E67132" w:rsidRDefault="00F84A7A" w:rsidP="00F84A7A">
            <w:pPr>
              <w:pStyle w:val="BodyText3"/>
              <w:rPr>
                <w:rFonts w:ascii="Calibri" w:hAnsi="Calibri" w:cs="Calibri"/>
                <w:noProof/>
                <w:sz w:val="22"/>
                <w:szCs w:val="22"/>
                <w:lang w:val="ro-RO"/>
              </w:rPr>
            </w:pPr>
          </w:p>
          <w:p w14:paraId="3A92F64C"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990" w:type="dxa"/>
            <w:gridSpan w:val="3"/>
          </w:tcPr>
          <w:p w14:paraId="32FF8652" w14:textId="77777777" w:rsidR="00F84A7A" w:rsidRPr="00E67132" w:rsidRDefault="00F84A7A" w:rsidP="00F84A7A">
            <w:pPr>
              <w:pStyle w:val="BodyText3"/>
              <w:rPr>
                <w:rFonts w:ascii="Calibri" w:hAnsi="Calibri" w:cs="Calibri"/>
                <w:noProof/>
                <w:sz w:val="22"/>
                <w:szCs w:val="22"/>
                <w:lang w:val="ro-RO"/>
              </w:rPr>
            </w:pPr>
          </w:p>
          <w:p w14:paraId="0FD0C0EC" w14:textId="77777777" w:rsidR="00F84A7A" w:rsidRPr="00E67132" w:rsidRDefault="00F84A7A" w:rsidP="00F84A7A">
            <w:pPr>
              <w:pStyle w:val="BodyText3"/>
              <w:rPr>
                <w:rFonts w:ascii="Calibri" w:hAnsi="Calibri" w:cs="Calibri"/>
                <w:noProof/>
                <w:sz w:val="22"/>
                <w:szCs w:val="22"/>
                <w:lang w:val="ro-RO"/>
              </w:rPr>
            </w:pPr>
          </w:p>
          <w:p w14:paraId="5685DC00" w14:textId="77777777" w:rsidR="00F84A7A" w:rsidRPr="00E67132" w:rsidRDefault="00F84A7A" w:rsidP="00F84A7A">
            <w:pPr>
              <w:pStyle w:val="BodyText3"/>
              <w:rPr>
                <w:rFonts w:ascii="Calibri" w:hAnsi="Calibri" w:cs="Calibri"/>
                <w:noProof/>
                <w:sz w:val="22"/>
                <w:szCs w:val="22"/>
                <w:lang w:val="ro-RO"/>
              </w:rPr>
            </w:pPr>
          </w:p>
          <w:p w14:paraId="6855C3AA"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D403E87"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64AB9EDA"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5B8CED38" w14:textId="77777777" w:rsidTr="00342928">
        <w:trPr>
          <w:gridAfter w:val="4"/>
          <w:wAfter w:w="4970" w:type="dxa"/>
        </w:trPr>
        <w:tc>
          <w:tcPr>
            <w:tcW w:w="6768" w:type="dxa"/>
            <w:gridSpan w:val="5"/>
            <w:shd w:val="clear" w:color="auto" w:fill="auto"/>
          </w:tcPr>
          <w:p w14:paraId="5F1BEE86"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EG5 Solicitantul prin  Planul  de afaceri demonstrezează îmbunătăţirea performanţei generale a exploataţiei agricole Implementarea corectă a planului de afaceri este  conditionată realizarea obiectivelor propuse  cu privire la:</w:t>
            </w:r>
          </w:p>
          <w:p w14:paraId="4D9A6CC3" w14:textId="77777777" w:rsidR="00F84A7A" w:rsidRPr="00E67132" w:rsidRDefault="00F84A7A" w:rsidP="00F84A7A">
            <w:pPr>
              <w:numPr>
                <w:ilvl w:val="0"/>
                <w:numId w:val="11"/>
              </w:numPr>
              <w:jc w:val="both"/>
              <w:rPr>
                <w:rFonts w:ascii="Calibri" w:hAnsi="Calibri" w:cs="Calibri"/>
                <w:b/>
                <w:noProof/>
                <w:sz w:val="22"/>
                <w:szCs w:val="22"/>
                <w:lang w:val="ro-RO"/>
              </w:rPr>
            </w:pPr>
            <w:r w:rsidRPr="00E67132">
              <w:rPr>
                <w:rFonts w:ascii="Calibri" w:hAnsi="Calibri" w:cs="Calibri"/>
                <w:b/>
                <w:noProof/>
                <w:sz w:val="22"/>
                <w:szCs w:val="22"/>
                <w:lang w:val="ro-RO"/>
              </w:rPr>
              <w:t>Implementarea corectă a planului de afaceri</w:t>
            </w:r>
          </w:p>
          <w:p w14:paraId="384B45C3" w14:textId="4EA0BC0B" w:rsidR="00F84A7A" w:rsidRPr="00E67132" w:rsidRDefault="00B61CAA" w:rsidP="00F84A7A">
            <w:pPr>
              <w:pStyle w:val="NoSpacing"/>
              <w:numPr>
                <w:ilvl w:val="0"/>
                <w:numId w:val="4"/>
              </w:numPr>
              <w:tabs>
                <w:tab w:val="left" w:pos="360"/>
              </w:tabs>
              <w:spacing w:line="276" w:lineRule="auto"/>
              <w:ind w:right="99"/>
              <w:jc w:val="both"/>
              <w:rPr>
                <w:rFonts w:cs="Calibri"/>
                <w:noProof/>
                <w:lang w:val="ro-RO"/>
              </w:rPr>
            </w:pPr>
            <w:r>
              <w:rPr>
                <w:rFonts w:cs="Calibri"/>
                <w:noProof/>
                <w:lang w:val="ro-RO"/>
              </w:rPr>
              <w:t xml:space="preserve">creşterea performanţelor </w:t>
            </w:r>
            <w:r w:rsidR="00F84A7A" w:rsidRPr="00E67132">
              <w:rPr>
                <w:rFonts w:cs="Calibri"/>
                <w:noProof/>
                <w:lang w:val="ro-RO"/>
              </w:rPr>
              <w:t>economice ale exploatației, prin comercializarea producției proprii în procent de minimum 20% din valoarea primei tranșe de plată (cerința va fi verificată în momentul finalizării implementării planului de afaceri);</w:t>
            </w:r>
          </w:p>
          <w:p w14:paraId="3AC02A46" w14:textId="77777777" w:rsidR="00F84A7A" w:rsidRPr="00E67132" w:rsidRDefault="00F84A7A" w:rsidP="00F84A7A">
            <w:pPr>
              <w:pStyle w:val="NoSpacing"/>
              <w:numPr>
                <w:ilvl w:val="0"/>
                <w:numId w:val="4"/>
              </w:numPr>
              <w:tabs>
                <w:tab w:val="left" w:pos="360"/>
              </w:tabs>
              <w:spacing w:line="276" w:lineRule="auto"/>
              <w:ind w:right="99"/>
              <w:jc w:val="both"/>
              <w:rPr>
                <w:rFonts w:cs="Calibri"/>
                <w:noProof/>
                <w:lang w:val="ro-RO"/>
              </w:rPr>
            </w:pPr>
            <w:r w:rsidRPr="00E67132">
              <w:rPr>
                <w:rFonts w:cs="Calibri"/>
                <w:noProof/>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14:paraId="79229080" w14:textId="77777777" w:rsidR="00F84A7A" w:rsidRPr="00E67132" w:rsidRDefault="00F84A7A" w:rsidP="00F84A7A">
            <w:pPr>
              <w:pStyle w:val="NoSpacing"/>
              <w:numPr>
                <w:ilvl w:val="0"/>
                <w:numId w:val="4"/>
              </w:numPr>
              <w:tabs>
                <w:tab w:val="left" w:pos="360"/>
              </w:tabs>
              <w:spacing w:line="276" w:lineRule="auto"/>
              <w:ind w:right="99"/>
              <w:jc w:val="both"/>
              <w:rPr>
                <w:rFonts w:cs="Calibri"/>
                <w:noProof/>
                <w:lang w:val="ro-RO"/>
              </w:rPr>
            </w:pPr>
            <w:r w:rsidRPr="00E67132">
              <w:rPr>
                <w:rFonts w:cs="Calibri"/>
                <w:noProof/>
                <w:lang w:val="ro-RO"/>
              </w:rPr>
              <w:t>locul de muncă, în cazul în care este încadrat într-o activitate salarizată, în aceeaşi UAT sau zona limitrofă a UAT în care este înregistrată exploataţia vizată pentru sprijin, până la momentul demarării implementării planului de afaceri;</w:t>
            </w:r>
          </w:p>
          <w:p w14:paraId="3E0E6CDF" w14:textId="77777777" w:rsidR="00F84A7A" w:rsidRPr="00E67132" w:rsidRDefault="00F84A7A" w:rsidP="00F84A7A">
            <w:pPr>
              <w:pStyle w:val="NoSpacing"/>
              <w:numPr>
                <w:ilvl w:val="0"/>
                <w:numId w:val="4"/>
              </w:numPr>
              <w:tabs>
                <w:tab w:val="left" w:pos="360"/>
              </w:tabs>
              <w:spacing w:line="276" w:lineRule="auto"/>
              <w:ind w:right="99"/>
              <w:jc w:val="both"/>
              <w:rPr>
                <w:rFonts w:cs="Calibri"/>
                <w:noProof/>
                <w:lang w:val="ro-RO"/>
              </w:rPr>
            </w:pPr>
            <w:r w:rsidRPr="00E67132">
              <w:rPr>
                <w:rFonts w:cs="Calibri"/>
                <w:noProof/>
                <w:lang w:val="ro-RO"/>
              </w:rPr>
              <w:t xml:space="preserve">vor fi propuse de către solicitant </w:t>
            </w:r>
            <w:r w:rsidRPr="00E67132">
              <w:rPr>
                <w:rFonts w:cs="Calibri"/>
                <w:b/>
                <w:noProof/>
                <w:lang w:val="ro-RO"/>
              </w:rPr>
              <w:t>minim 3 obiective suplimentare</w:t>
            </w:r>
            <w:r w:rsidRPr="00E67132">
              <w:rPr>
                <w:rFonts w:cs="Calibri"/>
                <w:noProof/>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14:paraId="4A736FEB" w14:textId="77777777" w:rsidR="00F84A7A" w:rsidRPr="00E67132" w:rsidRDefault="00F84A7A" w:rsidP="00F84A7A">
            <w:pPr>
              <w:pStyle w:val="NoSpacing"/>
              <w:numPr>
                <w:ilvl w:val="0"/>
                <w:numId w:val="4"/>
              </w:numPr>
              <w:tabs>
                <w:tab w:val="left" w:pos="360"/>
              </w:tabs>
              <w:spacing w:line="276" w:lineRule="auto"/>
              <w:ind w:right="99"/>
              <w:jc w:val="both"/>
              <w:rPr>
                <w:rFonts w:cs="Calibri"/>
                <w:noProof/>
                <w:lang w:val="ro-RO"/>
              </w:rPr>
            </w:pPr>
            <w:r w:rsidRPr="00E67132">
              <w:rPr>
                <w:rFonts w:cs="Calibri"/>
                <w:noProof/>
                <w:lang w:val="ro-RO"/>
              </w:rPr>
              <w:t xml:space="preserve"> 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14:paraId="49995A18" w14:textId="77777777" w:rsidR="00F84A7A" w:rsidRPr="00E67132" w:rsidRDefault="00F84A7A" w:rsidP="00F84A7A">
            <w:pPr>
              <w:pStyle w:val="NoSpacing"/>
              <w:numPr>
                <w:ilvl w:val="0"/>
                <w:numId w:val="4"/>
              </w:numPr>
              <w:tabs>
                <w:tab w:val="left" w:pos="360"/>
              </w:tabs>
              <w:spacing w:line="276" w:lineRule="auto"/>
              <w:ind w:right="99"/>
              <w:jc w:val="both"/>
              <w:rPr>
                <w:rFonts w:cs="Calibri"/>
                <w:noProof/>
                <w:lang w:val="ro-RO"/>
              </w:rPr>
            </w:pPr>
            <w:r w:rsidRPr="00E67132">
              <w:rPr>
                <w:rFonts w:cs="Calibri"/>
                <w:noProof/>
                <w:lang w:val="ro-RO"/>
              </w:rPr>
              <w:t>demararea implementării Planului de Afaceri trebuie să înceapă în termen de cel mult 9 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14:paraId="1B222EC0" w14:textId="77777777" w:rsidR="00F84A7A" w:rsidRPr="00E67132" w:rsidRDefault="00F84A7A" w:rsidP="00F84A7A">
            <w:pPr>
              <w:pStyle w:val="NoSpacing"/>
              <w:tabs>
                <w:tab w:val="left" w:pos="360"/>
              </w:tabs>
              <w:spacing w:line="276" w:lineRule="auto"/>
              <w:ind w:left="90" w:right="99"/>
              <w:jc w:val="both"/>
              <w:rPr>
                <w:rFonts w:cs="Calibri"/>
                <w:noProof/>
                <w:lang w:val="ro-RO"/>
              </w:rPr>
            </w:pPr>
          </w:p>
          <w:p w14:paraId="09684209" w14:textId="77777777" w:rsidR="00F84A7A" w:rsidRPr="00E67132" w:rsidRDefault="00F84A7A" w:rsidP="00F84A7A">
            <w:pPr>
              <w:pStyle w:val="NoSpacing"/>
              <w:spacing w:line="276" w:lineRule="auto"/>
              <w:jc w:val="both"/>
              <w:rPr>
                <w:rFonts w:asciiTheme="minorHAnsi" w:hAnsiTheme="minorHAnsi"/>
                <w:noProof/>
                <w:sz w:val="24"/>
                <w:szCs w:val="24"/>
                <w:lang w:val="ro-RO"/>
              </w:rPr>
            </w:pPr>
            <w:r w:rsidRPr="00E67132">
              <w:rPr>
                <w:rFonts w:cs="Calibri"/>
                <w:b/>
                <w:noProof/>
                <w:lang w:val="ro-RO"/>
              </w:rPr>
              <w:t xml:space="preserve">B Solicitantul şi-a prevăzut prin planul de afaceri acţiuni eligibile prin PNS? </w:t>
            </w:r>
          </w:p>
          <w:p w14:paraId="20CF45F9" w14:textId="77777777" w:rsidR="0094756D" w:rsidRPr="00E67132" w:rsidRDefault="0094756D" w:rsidP="00F84A7A">
            <w:pPr>
              <w:pStyle w:val="NoSpacing"/>
              <w:jc w:val="both"/>
              <w:rPr>
                <w:rFonts w:cs="Calibri"/>
                <w:noProof/>
                <w:lang w:val="ro-RO"/>
              </w:rPr>
            </w:pPr>
          </w:p>
          <w:p w14:paraId="4ABC1AA1" w14:textId="77777777" w:rsidR="00F84A7A" w:rsidRPr="00E67132" w:rsidRDefault="00F84A7A" w:rsidP="00F84A7A">
            <w:pPr>
              <w:pStyle w:val="NoSpacing"/>
              <w:jc w:val="both"/>
              <w:rPr>
                <w:rFonts w:cs="Calibri"/>
                <w:noProof/>
                <w:lang w:val="ro-RO"/>
              </w:rPr>
            </w:pPr>
            <w:r w:rsidRPr="00E67132">
              <w:rPr>
                <w:rFonts w:cs="Calibri"/>
                <w:noProof/>
                <w:lang w:val="ro-RO"/>
              </w:rPr>
              <w:t>În vederea evitării dublei finanţări, nu pot fi finanţate prin PNDR acţiunile eligibile prin PNS aprobat, în vigoare.</w:t>
            </w:r>
          </w:p>
          <w:p w14:paraId="2D565CAB" w14:textId="77777777" w:rsidR="00F84A7A" w:rsidRPr="00E67132" w:rsidRDefault="00F84A7A" w:rsidP="00F84A7A">
            <w:pPr>
              <w:pStyle w:val="NoSpacing"/>
              <w:jc w:val="both"/>
              <w:rPr>
                <w:rFonts w:cs="Calibri"/>
                <w:noProof/>
                <w:lang w:val="ro-RO"/>
              </w:rPr>
            </w:pPr>
            <w:r w:rsidRPr="00E67132">
              <w:rPr>
                <w:rFonts w:cs="Calibri"/>
                <w:noProof/>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652DDF37" w14:textId="77777777" w:rsidR="00F84A7A" w:rsidRPr="00E67132" w:rsidRDefault="00F84A7A" w:rsidP="00F84A7A">
            <w:pPr>
              <w:pStyle w:val="NoSpacing"/>
              <w:spacing w:line="276" w:lineRule="auto"/>
              <w:jc w:val="both"/>
              <w:rPr>
                <w:rFonts w:cs="Calibri"/>
                <w:b/>
                <w:noProof/>
                <w:lang w:val="ro-RO"/>
              </w:rPr>
            </w:pPr>
          </w:p>
          <w:p w14:paraId="2BD92BAE" w14:textId="77777777" w:rsidR="00F84A7A" w:rsidRPr="00E67132" w:rsidRDefault="00F84A7A" w:rsidP="00F84A7A">
            <w:pPr>
              <w:pStyle w:val="NoSpacing"/>
              <w:spacing w:line="276" w:lineRule="auto"/>
              <w:jc w:val="both"/>
              <w:rPr>
                <w:rFonts w:asciiTheme="minorHAnsi" w:hAnsiTheme="minorHAnsi"/>
                <w:noProof/>
                <w:sz w:val="24"/>
                <w:szCs w:val="24"/>
                <w:lang w:val="ro-RO"/>
              </w:rPr>
            </w:pPr>
            <w:r w:rsidRPr="00E67132">
              <w:rPr>
                <w:rFonts w:cs="Calibri"/>
                <w:b/>
                <w:noProof/>
                <w:lang w:val="ro-RO"/>
              </w:rPr>
              <w:t xml:space="preserve">C Solicitantul şi-a prevăzut prin planul de afaceri acţiuni eligibile prin PNA? </w:t>
            </w:r>
          </w:p>
          <w:p w14:paraId="456D7EDD" w14:textId="6950C475" w:rsidR="00F84A7A" w:rsidRPr="00E67132" w:rsidRDefault="00F84A7A" w:rsidP="00F84A7A">
            <w:pPr>
              <w:pStyle w:val="NoSpacing"/>
              <w:jc w:val="both"/>
              <w:rPr>
                <w:rFonts w:cs="Calibri"/>
                <w:noProof/>
                <w:lang w:val="ro-RO"/>
              </w:rPr>
            </w:pPr>
            <w:r w:rsidRPr="00E67132">
              <w:rPr>
                <w:rFonts w:cs="Calibri"/>
                <w:noProof/>
                <w:lang w:val="ro-RO"/>
              </w:rPr>
              <w:t>În vederea evitării dublei finanţări, nu este permisă achiziţionarea aceloraşi produse din PNA 2014-2016/2017-2019</w:t>
            </w:r>
            <w:r w:rsidR="00E579F6" w:rsidRPr="00E67132">
              <w:rPr>
                <w:rFonts w:cs="Calibri"/>
                <w:noProof/>
                <w:lang w:val="ro-RO"/>
              </w:rPr>
              <w:t>/2020-2022</w:t>
            </w:r>
            <w:r w:rsidRPr="00E67132">
              <w:rPr>
                <w:rFonts w:cs="Calibri"/>
                <w:noProof/>
                <w:lang w:val="ro-RO"/>
              </w:rPr>
              <w:t xml:space="preserve"> şi din PNDR 2014-2020 de către apicultorul care solicită sprijin prin PNDR. Aşadar, NU pot fi propuse în Planul de Afaceri acele cheltuieli decontate/</w:t>
            </w:r>
            <w:r w:rsidR="00BD7140">
              <w:rPr>
                <w:rFonts w:cs="Calibri"/>
                <w:noProof/>
                <w:lang w:val="ro-RO"/>
              </w:rPr>
              <w:t xml:space="preserve"> </w:t>
            </w:r>
            <w:r w:rsidRPr="00E67132">
              <w:rPr>
                <w:rFonts w:cs="Calibri"/>
                <w:noProof/>
                <w:lang w:val="ro-RO"/>
              </w:rPr>
              <w:t>care urmează a fi decontate prin PNA</w:t>
            </w:r>
            <w:r w:rsidR="0000454E" w:rsidRPr="00E67132">
              <w:rPr>
                <w:rFonts w:cs="Calibri"/>
                <w:noProof/>
                <w:lang w:val="ro-RO"/>
              </w:rPr>
              <w:t xml:space="preserve"> </w:t>
            </w:r>
            <w:r w:rsidRPr="00E67132">
              <w:rPr>
                <w:rFonts w:cs="Calibri"/>
                <w:noProof/>
                <w:lang w:val="ro-RO"/>
              </w:rPr>
              <w:t>2014-2016/2017-2019</w:t>
            </w:r>
            <w:r w:rsidR="0000454E" w:rsidRPr="00E67132">
              <w:rPr>
                <w:rFonts w:cs="Calibri"/>
                <w:noProof/>
                <w:lang w:val="ro-RO"/>
              </w:rPr>
              <w:t>/2020-2022</w:t>
            </w:r>
            <w:r w:rsidRPr="00E67132">
              <w:rPr>
                <w:rFonts w:cs="Calibri"/>
                <w:noProof/>
                <w:lang w:val="ro-RO"/>
              </w:rPr>
              <w:t xml:space="preserve">, în conformitate cu legislaţia în vigoare care aplică cele două programe, respectiv stipulează lista de cheltuieli eligibile. </w:t>
            </w:r>
          </w:p>
          <w:p w14:paraId="0CFAFC2C" w14:textId="05F3B6CF" w:rsidR="00F84A7A" w:rsidRPr="00E67132" w:rsidRDefault="00F84A7A" w:rsidP="009C79F0">
            <w:pPr>
              <w:pStyle w:val="NoSpacing"/>
              <w:spacing w:line="276" w:lineRule="auto"/>
              <w:jc w:val="both"/>
              <w:rPr>
                <w:rFonts w:cs="Calibri"/>
                <w:noProof/>
                <w:lang w:val="ro-RO"/>
              </w:rPr>
            </w:pPr>
            <w:r w:rsidRPr="00E67132">
              <w:rPr>
                <w:rFonts w:cs="Calibri"/>
                <w:b/>
                <w:noProof/>
                <w:lang w:val="ro-RO"/>
              </w:rPr>
              <w:t>Nu pot fi finanțate atât din PNDR cât şi din PNS în vigoare, respectiv PNA 2014-2016/2017-2019</w:t>
            </w:r>
            <w:r w:rsidR="0085107A" w:rsidRPr="00E67132">
              <w:rPr>
                <w:rFonts w:cs="Calibri"/>
                <w:b/>
                <w:noProof/>
                <w:lang w:val="ro-RO"/>
              </w:rPr>
              <w:t>/2020-202</w:t>
            </w:r>
            <w:r w:rsidR="00B15B5C" w:rsidRPr="00E67132">
              <w:rPr>
                <w:rFonts w:cs="Calibri"/>
                <w:b/>
                <w:noProof/>
                <w:lang w:val="ro-RO"/>
              </w:rPr>
              <w:t>2</w:t>
            </w:r>
            <w:r w:rsidRPr="00E67132">
              <w:rPr>
                <w:rFonts w:cs="Calibri"/>
                <w:b/>
                <w:noProof/>
                <w:lang w:val="ro-RO"/>
              </w:rPr>
              <w:t xml:space="preserve"> aceleaşi acţiuni, însă este permisă accesarea simultană a proiectelor finanţate din PNDR 2014-2020 cu cele două programe.  </w:t>
            </w:r>
          </w:p>
        </w:tc>
        <w:tc>
          <w:tcPr>
            <w:tcW w:w="1530" w:type="dxa"/>
            <w:gridSpan w:val="5"/>
            <w:shd w:val="clear" w:color="auto" w:fill="auto"/>
          </w:tcPr>
          <w:p w14:paraId="13A8CF5F"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E282981" w14:textId="77777777" w:rsidR="00F84A7A" w:rsidRPr="00E67132" w:rsidRDefault="00F84A7A" w:rsidP="00F84A7A">
            <w:pPr>
              <w:pStyle w:val="BodyText3"/>
              <w:rPr>
                <w:rFonts w:ascii="Calibri" w:hAnsi="Calibri" w:cs="Calibri"/>
                <w:noProof/>
                <w:sz w:val="22"/>
                <w:szCs w:val="22"/>
                <w:lang w:val="ro-RO"/>
              </w:rPr>
            </w:pPr>
          </w:p>
          <w:p w14:paraId="75CD2A54" w14:textId="77777777" w:rsidR="00F84A7A" w:rsidRPr="00E67132" w:rsidRDefault="00F84A7A" w:rsidP="00F84A7A">
            <w:pPr>
              <w:pStyle w:val="BodyText3"/>
              <w:rPr>
                <w:rFonts w:ascii="Calibri" w:hAnsi="Calibri" w:cs="Calibri"/>
                <w:noProof/>
                <w:sz w:val="22"/>
                <w:szCs w:val="22"/>
                <w:lang w:val="ro-RO"/>
              </w:rPr>
            </w:pPr>
          </w:p>
          <w:p w14:paraId="5ADDCB01" w14:textId="77777777" w:rsidR="00F84A7A" w:rsidRPr="00E67132" w:rsidRDefault="00F84A7A" w:rsidP="00F84A7A">
            <w:pPr>
              <w:pStyle w:val="BodyText3"/>
              <w:rPr>
                <w:rFonts w:ascii="Calibri" w:hAnsi="Calibri" w:cs="Calibri"/>
                <w:noProof/>
                <w:sz w:val="22"/>
                <w:szCs w:val="22"/>
                <w:lang w:val="ro-RO"/>
              </w:rPr>
            </w:pPr>
          </w:p>
          <w:p w14:paraId="09C1D430" w14:textId="77777777" w:rsidR="00F84A7A" w:rsidRPr="00E67132" w:rsidRDefault="00F84A7A" w:rsidP="00F84A7A">
            <w:pPr>
              <w:pStyle w:val="BodyText3"/>
              <w:rPr>
                <w:rFonts w:ascii="Calibri" w:hAnsi="Calibri" w:cs="Calibri"/>
                <w:noProof/>
                <w:sz w:val="22"/>
                <w:szCs w:val="22"/>
                <w:lang w:val="ro-RO"/>
              </w:rPr>
            </w:pPr>
          </w:p>
          <w:p w14:paraId="6BF5DB59" w14:textId="77777777" w:rsidR="00F84A7A" w:rsidRPr="00E67132" w:rsidRDefault="00F84A7A" w:rsidP="00F84A7A">
            <w:pPr>
              <w:pStyle w:val="BodyText3"/>
              <w:rPr>
                <w:rFonts w:ascii="Calibri" w:hAnsi="Calibri" w:cs="Calibri"/>
                <w:noProof/>
                <w:sz w:val="22"/>
                <w:szCs w:val="22"/>
                <w:lang w:val="ro-RO"/>
              </w:rPr>
            </w:pPr>
          </w:p>
          <w:p w14:paraId="51ECE216" w14:textId="77777777" w:rsidR="00F84A7A" w:rsidRPr="00E67132" w:rsidRDefault="00F84A7A" w:rsidP="00F84A7A">
            <w:pPr>
              <w:pStyle w:val="BodyText3"/>
              <w:rPr>
                <w:rFonts w:ascii="Calibri" w:hAnsi="Calibri" w:cs="Calibri"/>
                <w:noProof/>
                <w:sz w:val="22"/>
                <w:szCs w:val="22"/>
                <w:lang w:val="ro-RO"/>
              </w:rPr>
            </w:pPr>
          </w:p>
          <w:p w14:paraId="07AA5078" w14:textId="77777777" w:rsidR="00F84A7A" w:rsidRPr="00E67132" w:rsidRDefault="00F84A7A" w:rsidP="00F84A7A">
            <w:pPr>
              <w:pStyle w:val="BodyText3"/>
              <w:rPr>
                <w:rFonts w:ascii="Calibri" w:hAnsi="Calibri" w:cs="Calibri"/>
                <w:noProof/>
                <w:sz w:val="22"/>
                <w:szCs w:val="22"/>
                <w:lang w:val="ro-RO"/>
              </w:rPr>
            </w:pPr>
          </w:p>
          <w:p w14:paraId="2BDDC358" w14:textId="77777777" w:rsidR="00F84A7A" w:rsidRPr="00E67132" w:rsidRDefault="00F84A7A" w:rsidP="00F84A7A">
            <w:pPr>
              <w:pStyle w:val="BodyText3"/>
              <w:rPr>
                <w:rFonts w:ascii="Calibri" w:hAnsi="Calibri" w:cs="Calibri"/>
                <w:noProof/>
                <w:sz w:val="22"/>
                <w:szCs w:val="22"/>
                <w:lang w:val="ro-RO"/>
              </w:rPr>
            </w:pPr>
          </w:p>
          <w:p w14:paraId="759BBFD6" w14:textId="77777777" w:rsidR="00F84A7A" w:rsidRPr="00E67132" w:rsidRDefault="00F84A7A" w:rsidP="00F84A7A">
            <w:pPr>
              <w:pStyle w:val="BodyText3"/>
              <w:rPr>
                <w:rFonts w:ascii="Calibri" w:hAnsi="Calibri" w:cs="Calibri"/>
                <w:noProof/>
                <w:sz w:val="22"/>
                <w:szCs w:val="22"/>
                <w:lang w:val="ro-RO"/>
              </w:rPr>
            </w:pPr>
          </w:p>
          <w:p w14:paraId="731B6FC6" w14:textId="77777777" w:rsidR="00F84A7A" w:rsidRPr="00E67132" w:rsidRDefault="00F84A7A" w:rsidP="00F84A7A">
            <w:pPr>
              <w:pStyle w:val="BodyText3"/>
              <w:rPr>
                <w:rFonts w:ascii="Calibri" w:hAnsi="Calibri" w:cs="Calibri"/>
                <w:noProof/>
                <w:sz w:val="22"/>
                <w:szCs w:val="22"/>
                <w:lang w:val="ro-RO"/>
              </w:rPr>
            </w:pPr>
          </w:p>
          <w:p w14:paraId="7E9BE2A8" w14:textId="77777777" w:rsidR="00F84A7A" w:rsidRPr="00E67132" w:rsidRDefault="00F84A7A" w:rsidP="00F84A7A">
            <w:pPr>
              <w:pStyle w:val="BodyText3"/>
              <w:rPr>
                <w:rFonts w:ascii="Calibri" w:hAnsi="Calibri" w:cs="Calibri"/>
                <w:noProof/>
                <w:sz w:val="22"/>
                <w:szCs w:val="22"/>
                <w:lang w:val="ro-RO"/>
              </w:rPr>
            </w:pPr>
          </w:p>
          <w:p w14:paraId="3D533E3E" w14:textId="77777777" w:rsidR="00F84A7A" w:rsidRPr="00E67132" w:rsidRDefault="00F84A7A" w:rsidP="00F84A7A">
            <w:pPr>
              <w:pStyle w:val="BodyText3"/>
              <w:rPr>
                <w:rFonts w:ascii="Calibri" w:hAnsi="Calibri" w:cs="Calibri"/>
                <w:noProof/>
                <w:sz w:val="22"/>
                <w:szCs w:val="22"/>
                <w:lang w:val="ro-RO"/>
              </w:rPr>
            </w:pPr>
          </w:p>
          <w:p w14:paraId="3D87AA10" w14:textId="77777777" w:rsidR="00F84A7A" w:rsidRPr="00E67132" w:rsidRDefault="00F84A7A" w:rsidP="00F84A7A">
            <w:pPr>
              <w:pStyle w:val="BodyText3"/>
              <w:rPr>
                <w:rFonts w:ascii="Calibri" w:hAnsi="Calibri" w:cs="Calibri"/>
                <w:noProof/>
                <w:sz w:val="22"/>
                <w:szCs w:val="22"/>
                <w:lang w:val="ro-RO"/>
              </w:rPr>
            </w:pPr>
          </w:p>
          <w:p w14:paraId="189403FA" w14:textId="77777777" w:rsidR="00F84A7A" w:rsidRPr="00E67132" w:rsidRDefault="00F84A7A" w:rsidP="00F84A7A">
            <w:pPr>
              <w:pStyle w:val="BodyText3"/>
              <w:rPr>
                <w:rFonts w:ascii="Calibri" w:hAnsi="Calibri" w:cs="Calibri"/>
                <w:noProof/>
                <w:sz w:val="22"/>
                <w:szCs w:val="22"/>
                <w:lang w:val="ro-RO"/>
              </w:rPr>
            </w:pPr>
          </w:p>
          <w:p w14:paraId="01695156" w14:textId="77777777" w:rsidR="00F84A7A" w:rsidRPr="00E67132" w:rsidRDefault="00F84A7A" w:rsidP="00F84A7A">
            <w:pPr>
              <w:pStyle w:val="BodyText3"/>
              <w:rPr>
                <w:rFonts w:ascii="Calibri" w:hAnsi="Calibri" w:cs="Calibri"/>
                <w:noProof/>
                <w:sz w:val="22"/>
                <w:szCs w:val="22"/>
                <w:lang w:val="ro-RO"/>
              </w:rPr>
            </w:pPr>
          </w:p>
          <w:p w14:paraId="4061F69B" w14:textId="77777777" w:rsidR="00F84A7A" w:rsidRPr="00E67132" w:rsidRDefault="00F84A7A" w:rsidP="00F84A7A">
            <w:pPr>
              <w:pStyle w:val="BodyText3"/>
              <w:rPr>
                <w:rFonts w:ascii="Calibri" w:hAnsi="Calibri" w:cs="Calibri"/>
                <w:noProof/>
                <w:sz w:val="22"/>
                <w:szCs w:val="22"/>
                <w:lang w:val="ro-RO"/>
              </w:rPr>
            </w:pPr>
          </w:p>
          <w:p w14:paraId="093E7227" w14:textId="77777777" w:rsidR="00F84A7A" w:rsidRPr="00E67132" w:rsidRDefault="00F84A7A" w:rsidP="00F84A7A">
            <w:pPr>
              <w:pStyle w:val="BodyText3"/>
              <w:rPr>
                <w:rFonts w:ascii="Calibri" w:hAnsi="Calibri" w:cs="Calibri"/>
                <w:noProof/>
                <w:sz w:val="22"/>
                <w:szCs w:val="22"/>
                <w:lang w:val="ro-RO"/>
              </w:rPr>
            </w:pPr>
          </w:p>
          <w:p w14:paraId="3BADF8F1" w14:textId="77777777" w:rsidR="00F84A7A" w:rsidRPr="00E67132" w:rsidRDefault="00F84A7A" w:rsidP="00F84A7A">
            <w:pPr>
              <w:pStyle w:val="BodyText3"/>
              <w:rPr>
                <w:rFonts w:ascii="Calibri" w:hAnsi="Calibri" w:cs="Calibri"/>
                <w:noProof/>
                <w:sz w:val="22"/>
                <w:szCs w:val="22"/>
                <w:lang w:val="ro-RO"/>
              </w:rPr>
            </w:pPr>
          </w:p>
          <w:p w14:paraId="1C3406ED" w14:textId="77777777" w:rsidR="00F84A7A" w:rsidRPr="00E67132" w:rsidRDefault="00F84A7A" w:rsidP="00F84A7A">
            <w:pPr>
              <w:pStyle w:val="BodyText3"/>
              <w:rPr>
                <w:rFonts w:ascii="Calibri" w:hAnsi="Calibri" w:cs="Calibri"/>
                <w:noProof/>
                <w:sz w:val="22"/>
                <w:szCs w:val="22"/>
                <w:lang w:val="ro-RO"/>
              </w:rPr>
            </w:pPr>
          </w:p>
          <w:p w14:paraId="12FA6F9E" w14:textId="77777777" w:rsidR="00F84A7A" w:rsidRPr="00E67132" w:rsidRDefault="00F84A7A" w:rsidP="00F84A7A">
            <w:pPr>
              <w:pStyle w:val="BodyText3"/>
              <w:rPr>
                <w:rFonts w:ascii="Calibri" w:hAnsi="Calibri" w:cs="Calibri"/>
                <w:noProof/>
                <w:sz w:val="22"/>
                <w:szCs w:val="22"/>
                <w:lang w:val="ro-RO"/>
              </w:rPr>
            </w:pPr>
          </w:p>
          <w:p w14:paraId="2C98B8BF" w14:textId="77777777" w:rsidR="00F84A7A" w:rsidRPr="00E67132" w:rsidRDefault="00F84A7A" w:rsidP="00F84A7A">
            <w:pPr>
              <w:pStyle w:val="BodyText3"/>
              <w:rPr>
                <w:rFonts w:ascii="Calibri" w:hAnsi="Calibri" w:cs="Calibri"/>
                <w:noProof/>
                <w:sz w:val="22"/>
                <w:szCs w:val="22"/>
                <w:lang w:val="ro-RO"/>
              </w:rPr>
            </w:pPr>
          </w:p>
          <w:p w14:paraId="79F441A3" w14:textId="77777777" w:rsidR="00F84A7A" w:rsidRPr="00E67132" w:rsidRDefault="00F84A7A" w:rsidP="00F84A7A">
            <w:pPr>
              <w:pStyle w:val="BodyText3"/>
              <w:rPr>
                <w:rFonts w:ascii="Calibri" w:hAnsi="Calibri" w:cs="Calibri"/>
                <w:noProof/>
                <w:sz w:val="22"/>
                <w:szCs w:val="22"/>
                <w:lang w:val="ro-RO"/>
              </w:rPr>
            </w:pPr>
          </w:p>
          <w:p w14:paraId="2A870AA5" w14:textId="77777777" w:rsidR="00F84A7A" w:rsidRPr="00E67132" w:rsidRDefault="00F84A7A" w:rsidP="00F84A7A">
            <w:pPr>
              <w:pStyle w:val="BodyText3"/>
              <w:rPr>
                <w:rFonts w:ascii="Calibri" w:hAnsi="Calibri" w:cs="Calibri"/>
                <w:noProof/>
                <w:sz w:val="22"/>
                <w:szCs w:val="22"/>
                <w:lang w:val="ro-RO"/>
              </w:rPr>
            </w:pPr>
          </w:p>
          <w:p w14:paraId="19B01C4F" w14:textId="77777777" w:rsidR="00F84A7A" w:rsidRPr="00E67132" w:rsidRDefault="00F84A7A" w:rsidP="00F84A7A">
            <w:pPr>
              <w:pStyle w:val="BodyText3"/>
              <w:rPr>
                <w:rFonts w:ascii="Calibri" w:hAnsi="Calibri" w:cs="Calibri"/>
                <w:noProof/>
                <w:sz w:val="22"/>
                <w:szCs w:val="22"/>
                <w:lang w:val="ro-RO"/>
              </w:rPr>
            </w:pPr>
          </w:p>
          <w:p w14:paraId="143AB74D" w14:textId="77777777" w:rsidR="00F84A7A" w:rsidRPr="00E67132" w:rsidRDefault="00F84A7A" w:rsidP="00F84A7A">
            <w:pPr>
              <w:pStyle w:val="BodyText3"/>
              <w:rPr>
                <w:rFonts w:ascii="Calibri" w:hAnsi="Calibri" w:cs="Calibri"/>
                <w:noProof/>
                <w:sz w:val="22"/>
                <w:szCs w:val="22"/>
                <w:lang w:val="ro-RO"/>
              </w:rPr>
            </w:pPr>
          </w:p>
          <w:p w14:paraId="2B96CC15" w14:textId="77777777" w:rsidR="00F84A7A" w:rsidRPr="00E67132" w:rsidRDefault="00F84A7A" w:rsidP="00F84A7A">
            <w:pPr>
              <w:pStyle w:val="BodyText3"/>
              <w:rPr>
                <w:rFonts w:ascii="Calibri" w:hAnsi="Calibri" w:cs="Calibri"/>
                <w:noProof/>
                <w:sz w:val="22"/>
                <w:szCs w:val="22"/>
                <w:lang w:val="ro-RO"/>
              </w:rPr>
            </w:pPr>
          </w:p>
          <w:p w14:paraId="53200391"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E35A586" w14:textId="77777777" w:rsidR="00F84A7A" w:rsidRPr="00E67132" w:rsidRDefault="00F84A7A" w:rsidP="00F84A7A">
            <w:pPr>
              <w:pStyle w:val="BodyText3"/>
              <w:rPr>
                <w:rFonts w:ascii="Calibri" w:hAnsi="Calibri" w:cs="Calibri"/>
                <w:b w:val="0"/>
                <w:noProof/>
                <w:sz w:val="22"/>
                <w:szCs w:val="22"/>
                <w:lang w:val="ro-RO"/>
              </w:rPr>
            </w:pPr>
          </w:p>
          <w:p w14:paraId="3B1BC2F9" w14:textId="77777777" w:rsidR="00F84A7A" w:rsidRPr="00E67132" w:rsidRDefault="00F84A7A" w:rsidP="00F84A7A">
            <w:pPr>
              <w:pStyle w:val="BodyText3"/>
              <w:rPr>
                <w:rFonts w:ascii="Calibri" w:hAnsi="Calibri" w:cs="Calibri"/>
                <w:b w:val="0"/>
                <w:noProof/>
                <w:sz w:val="22"/>
                <w:szCs w:val="22"/>
                <w:lang w:val="ro-RO"/>
              </w:rPr>
            </w:pPr>
          </w:p>
          <w:p w14:paraId="33139443" w14:textId="77777777" w:rsidR="00F84A7A" w:rsidRPr="00E67132" w:rsidRDefault="00F84A7A" w:rsidP="00F84A7A">
            <w:pPr>
              <w:pStyle w:val="BodyText3"/>
              <w:rPr>
                <w:rFonts w:ascii="Calibri" w:hAnsi="Calibri" w:cs="Calibri"/>
                <w:b w:val="0"/>
                <w:noProof/>
                <w:sz w:val="22"/>
                <w:szCs w:val="22"/>
                <w:lang w:val="ro-RO"/>
              </w:rPr>
            </w:pPr>
          </w:p>
          <w:p w14:paraId="112BA4F6" w14:textId="77777777" w:rsidR="00F84A7A" w:rsidRPr="00E67132" w:rsidRDefault="00F84A7A" w:rsidP="00F84A7A">
            <w:pPr>
              <w:pStyle w:val="BodyText3"/>
              <w:rPr>
                <w:rFonts w:ascii="Calibri" w:hAnsi="Calibri" w:cs="Calibri"/>
                <w:b w:val="0"/>
                <w:noProof/>
                <w:sz w:val="22"/>
                <w:szCs w:val="22"/>
                <w:lang w:val="ro-RO"/>
              </w:rPr>
            </w:pPr>
          </w:p>
          <w:p w14:paraId="526423F1" w14:textId="77777777" w:rsidR="00F84A7A" w:rsidRPr="00E67132" w:rsidRDefault="00F84A7A" w:rsidP="00F84A7A">
            <w:pPr>
              <w:pStyle w:val="BodyText3"/>
              <w:rPr>
                <w:rFonts w:ascii="Calibri" w:hAnsi="Calibri" w:cs="Calibri"/>
                <w:b w:val="0"/>
                <w:noProof/>
                <w:sz w:val="22"/>
                <w:szCs w:val="22"/>
                <w:lang w:val="ro-RO"/>
              </w:rPr>
            </w:pPr>
          </w:p>
          <w:p w14:paraId="66C3C5B1" w14:textId="77777777" w:rsidR="00F84A7A" w:rsidRPr="00E67132" w:rsidRDefault="00F84A7A" w:rsidP="00F84A7A">
            <w:pPr>
              <w:pStyle w:val="BodyText3"/>
              <w:rPr>
                <w:rFonts w:ascii="Calibri" w:hAnsi="Calibri" w:cs="Calibri"/>
                <w:b w:val="0"/>
                <w:noProof/>
                <w:sz w:val="22"/>
                <w:szCs w:val="22"/>
                <w:lang w:val="ro-RO"/>
              </w:rPr>
            </w:pPr>
          </w:p>
          <w:p w14:paraId="7F83FBC7" w14:textId="77777777" w:rsidR="00F84A7A" w:rsidRPr="00E67132" w:rsidRDefault="00F84A7A" w:rsidP="00F84A7A">
            <w:pPr>
              <w:pStyle w:val="BodyText3"/>
              <w:rPr>
                <w:rFonts w:ascii="Calibri" w:hAnsi="Calibri" w:cs="Calibri"/>
                <w:b w:val="0"/>
                <w:noProof/>
                <w:sz w:val="22"/>
                <w:szCs w:val="22"/>
                <w:lang w:val="ro-RO"/>
              </w:rPr>
            </w:pPr>
          </w:p>
          <w:p w14:paraId="055EF164" w14:textId="77777777" w:rsidR="00F84A7A" w:rsidRPr="00E67132" w:rsidRDefault="00F84A7A" w:rsidP="00F84A7A">
            <w:pPr>
              <w:pStyle w:val="BodyText3"/>
              <w:rPr>
                <w:rFonts w:ascii="Calibri" w:hAnsi="Calibri" w:cs="Calibri"/>
                <w:b w:val="0"/>
                <w:noProof/>
                <w:sz w:val="22"/>
                <w:szCs w:val="22"/>
                <w:lang w:val="ro-RO"/>
              </w:rPr>
            </w:pPr>
          </w:p>
          <w:p w14:paraId="265F329E" w14:textId="77777777" w:rsidR="00F84A7A" w:rsidRPr="00E67132" w:rsidRDefault="00F84A7A" w:rsidP="00F84A7A">
            <w:pPr>
              <w:pStyle w:val="BodyText3"/>
              <w:rPr>
                <w:rFonts w:ascii="Calibri" w:hAnsi="Calibri" w:cs="Calibri"/>
                <w:b w:val="0"/>
                <w:noProof/>
                <w:sz w:val="22"/>
                <w:szCs w:val="22"/>
                <w:lang w:val="ro-RO"/>
              </w:rPr>
            </w:pPr>
          </w:p>
          <w:p w14:paraId="2D258E19" w14:textId="77777777" w:rsidR="00F84A7A" w:rsidRPr="00E67132" w:rsidRDefault="00F84A7A" w:rsidP="00F84A7A">
            <w:pPr>
              <w:pStyle w:val="BodyText3"/>
              <w:rPr>
                <w:rFonts w:ascii="Calibri" w:hAnsi="Calibri" w:cs="Calibri"/>
                <w:b w:val="0"/>
                <w:noProof/>
                <w:sz w:val="22"/>
                <w:szCs w:val="22"/>
                <w:lang w:val="ro-RO"/>
              </w:rPr>
            </w:pPr>
          </w:p>
          <w:p w14:paraId="14C91F7D" w14:textId="77777777" w:rsidR="00F84A7A" w:rsidRPr="00E67132" w:rsidRDefault="00F84A7A" w:rsidP="00F84A7A">
            <w:pPr>
              <w:pStyle w:val="BodyText3"/>
              <w:rPr>
                <w:rFonts w:ascii="Calibri" w:hAnsi="Calibri" w:cs="Calibri"/>
                <w:b w:val="0"/>
                <w:noProof/>
                <w:sz w:val="22"/>
                <w:szCs w:val="22"/>
                <w:lang w:val="ro-RO"/>
              </w:rPr>
            </w:pPr>
          </w:p>
          <w:p w14:paraId="02C9C00D" w14:textId="77777777" w:rsidR="00F84A7A" w:rsidRPr="00E67132" w:rsidRDefault="00F84A7A" w:rsidP="00F84A7A">
            <w:pPr>
              <w:pStyle w:val="BodyText3"/>
              <w:rPr>
                <w:rFonts w:ascii="Calibri" w:hAnsi="Calibri" w:cs="Calibri"/>
                <w:b w:val="0"/>
                <w:noProof/>
                <w:sz w:val="22"/>
                <w:szCs w:val="22"/>
                <w:lang w:val="ro-RO"/>
              </w:rPr>
            </w:pPr>
          </w:p>
          <w:p w14:paraId="10D96AB3" w14:textId="77777777" w:rsidR="00F84A7A" w:rsidRPr="00E67132" w:rsidRDefault="00F84A7A" w:rsidP="00F84A7A">
            <w:pPr>
              <w:pStyle w:val="BodyText3"/>
              <w:rPr>
                <w:rFonts w:ascii="Calibri" w:hAnsi="Calibri" w:cs="Calibri"/>
                <w:b w:val="0"/>
                <w:noProof/>
                <w:sz w:val="22"/>
                <w:szCs w:val="22"/>
                <w:lang w:val="ro-RO"/>
              </w:rPr>
            </w:pPr>
          </w:p>
          <w:p w14:paraId="7FDEFC70" w14:textId="77777777" w:rsidR="00F84A7A" w:rsidRPr="00E67132" w:rsidRDefault="00F84A7A" w:rsidP="00F84A7A">
            <w:pPr>
              <w:pStyle w:val="BodyText3"/>
              <w:rPr>
                <w:rFonts w:ascii="Calibri" w:hAnsi="Calibri" w:cs="Calibri"/>
                <w:b w:val="0"/>
                <w:noProof/>
                <w:sz w:val="22"/>
                <w:szCs w:val="22"/>
                <w:lang w:val="ro-RO"/>
              </w:rPr>
            </w:pPr>
          </w:p>
          <w:p w14:paraId="28875A5C"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BA2570F" w14:textId="77777777" w:rsidR="00F84A7A" w:rsidRPr="00E67132" w:rsidRDefault="00F84A7A" w:rsidP="00F84A7A">
            <w:pPr>
              <w:pStyle w:val="BodyText3"/>
              <w:rPr>
                <w:rFonts w:ascii="Calibri" w:hAnsi="Calibri" w:cs="Calibri"/>
                <w:b w:val="0"/>
                <w:noProof/>
                <w:sz w:val="22"/>
                <w:szCs w:val="22"/>
                <w:lang w:val="ro-RO"/>
              </w:rPr>
            </w:pPr>
          </w:p>
          <w:p w14:paraId="4DF2B9E8" w14:textId="77777777" w:rsidR="00F84A7A" w:rsidRPr="00E67132" w:rsidRDefault="00F84A7A" w:rsidP="00F84A7A">
            <w:pPr>
              <w:pStyle w:val="BodyText3"/>
              <w:rPr>
                <w:rFonts w:ascii="Calibri" w:hAnsi="Calibri" w:cs="Calibri"/>
                <w:b w:val="0"/>
                <w:noProof/>
                <w:sz w:val="22"/>
                <w:szCs w:val="22"/>
                <w:lang w:val="ro-RO"/>
              </w:rPr>
            </w:pPr>
          </w:p>
          <w:p w14:paraId="73D2E301" w14:textId="77777777" w:rsidR="00F84A7A" w:rsidRPr="00E67132" w:rsidRDefault="00F84A7A" w:rsidP="00F84A7A">
            <w:pPr>
              <w:pStyle w:val="BodyText3"/>
              <w:rPr>
                <w:rFonts w:ascii="Calibri" w:hAnsi="Calibri" w:cs="Calibri"/>
                <w:b w:val="0"/>
                <w:noProof/>
                <w:sz w:val="22"/>
                <w:szCs w:val="22"/>
                <w:lang w:val="ro-RO"/>
              </w:rPr>
            </w:pPr>
          </w:p>
          <w:p w14:paraId="7C5B8283" w14:textId="77777777" w:rsidR="00F84A7A" w:rsidRPr="00E67132" w:rsidRDefault="00F84A7A" w:rsidP="00F84A7A">
            <w:pPr>
              <w:pStyle w:val="BodyText3"/>
              <w:rPr>
                <w:rFonts w:ascii="Calibri" w:hAnsi="Calibri" w:cs="Calibri"/>
                <w:b w:val="0"/>
                <w:noProof/>
                <w:sz w:val="22"/>
                <w:szCs w:val="22"/>
                <w:lang w:val="ro-RO"/>
              </w:rPr>
            </w:pPr>
          </w:p>
          <w:p w14:paraId="5DAAE42F" w14:textId="77777777" w:rsidR="00F84A7A" w:rsidRPr="00E67132" w:rsidRDefault="00F84A7A" w:rsidP="00F84A7A">
            <w:pPr>
              <w:pStyle w:val="BodyText3"/>
              <w:rPr>
                <w:rFonts w:ascii="Calibri" w:hAnsi="Calibri" w:cs="Calibri"/>
                <w:b w:val="0"/>
                <w:noProof/>
                <w:sz w:val="22"/>
                <w:szCs w:val="22"/>
                <w:lang w:val="ro-RO"/>
              </w:rPr>
            </w:pPr>
          </w:p>
          <w:p w14:paraId="0000BE03" w14:textId="77777777" w:rsidR="00F84A7A" w:rsidRPr="00E67132" w:rsidRDefault="00F84A7A" w:rsidP="00F84A7A">
            <w:pPr>
              <w:pStyle w:val="BodyText3"/>
              <w:rPr>
                <w:rFonts w:ascii="Calibri" w:hAnsi="Calibri" w:cs="Calibri"/>
                <w:b w:val="0"/>
                <w:noProof/>
                <w:sz w:val="22"/>
                <w:szCs w:val="22"/>
                <w:lang w:val="ro-RO"/>
              </w:rPr>
            </w:pPr>
          </w:p>
          <w:p w14:paraId="378631E3" w14:textId="77777777" w:rsidR="00F84A7A" w:rsidRPr="00E67132" w:rsidRDefault="00F84A7A" w:rsidP="00F84A7A">
            <w:pPr>
              <w:pStyle w:val="BodyText3"/>
              <w:rPr>
                <w:rFonts w:ascii="Calibri" w:hAnsi="Calibri" w:cs="Calibri"/>
                <w:b w:val="0"/>
                <w:noProof/>
                <w:sz w:val="22"/>
                <w:szCs w:val="22"/>
                <w:lang w:val="ro-RO"/>
              </w:rPr>
            </w:pPr>
          </w:p>
          <w:p w14:paraId="32349F2B" w14:textId="77777777" w:rsidR="00F84A7A" w:rsidRPr="00E67132" w:rsidRDefault="00F84A7A" w:rsidP="00F84A7A">
            <w:pPr>
              <w:pStyle w:val="BodyText3"/>
              <w:rPr>
                <w:rFonts w:ascii="Calibri" w:hAnsi="Calibri" w:cs="Calibri"/>
                <w:b w:val="0"/>
                <w:noProof/>
                <w:sz w:val="22"/>
                <w:szCs w:val="22"/>
                <w:lang w:val="ro-RO"/>
              </w:rPr>
            </w:pPr>
          </w:p>
          <w:p w14:paraId="27CB03BF" w14:textId="77777777" w:rsidR="00F84A7A" w:rsidRPr="00E67132" w:rsidRDefault="00F84A7A" w:rsidP="00F84A7A">
            <w:pPr>
              <w:pStyle w:val="BodyText3"/>
              <w:rPr>
                <w:rFonts w:ascii="Calibri" w:hAnsi="Calibri" w:cs="Calibri"/>
                <w:b w:val="0"/>
                <w:noProof/>
                <w:sz w:val="22"/>
                <w:szCs w:val="22"/>
                <w:lang w:val="ro-RO"/>
              </w:rPr>
            </w:pPr>
          </w:p>
          <w:p w14:paraId="325B8909"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CA4DF27" w14:textId="77777777" w:rsidR="00F84A7A" w:rsidRPr="00E67132" w:rsidRDefault="00F84A7A" w:rsidP="00F84A7A">
            <w:pPr>
              <w:pStyle w:val="BodyText3"/>
              <w:rPr>
                <w:rFonts w:ascii="Calibri" w:hAnsi="Calibri" w:cs="Calibri"/>
                <w:b w:val="0"/>
                <w:noProof/>
                <w:sz w:val="22"/>
                <w:szCs w:val="22"/>
                <w:lang w:val="ro-RO"/>
              </w:rPr>
            </w:pPr>
          </w:p>
          <w:p w14:paraId="5C11E6E8" w14:textId="77777777" w:rsidR="00F84A7A" w:rsidRPr="00E67132" w:rsidRDefault="00F84A7A" w:rsidP="00F84A7A">
            <w:pPr>
              <w:pStyle w:val="BodyText3"/>
              <w:rPr>
                <w:rFonts w:ascii="Calibri" w:hAnsi="Calibri" w:cs="Calibri"/>
                <w:b w:val="0"/>
                <w:noProof/>
                <w:sz w:val="22"/>
                <w:szCs w:val="22"/>
                <w:lang w:val="ro-RO"/>
              </w:rPr>
            </w:pPr>
          </w:p>
          <w:p w14:paraId="35D44958" w14:textId="77777777" w:rsidR="00F84A7A" w:rsidRPr="00E67132" w:rsidRDefault="00F84A7A" w:rsidP="00F84A7A">
            <w:pPr>
              <w:pStyle w:val="BodyText3"/>
              <w:rPr>
                <w:rFonts w:ascii="Calibri" w:hAnsi="Calibri" w:cs="Calibri"/>
                <w:b w:val="0"/>
                <w:noProof/>
                <w:sz w:val="22"/>
                <w:szCs w:val="22"/>
                <w:lang w:val="ro-RO"/>
              </w:rPr>
            </w:pPr>
          </w:p>
          <w:p w14:paraId="2C0E807F" w14:textId="77777777" w:rsidR="00F84A7A" w:rsidRPr="00E67132" w:rsidRDefault="00F84A7A" w:rsidP="00F84A7A">
            <w:pPr>
              <w:pStyle w:val="BodyText3"/>
              <w:rPr>
                <w:rFonts w:ascii="Calibri" w:hAnsi="Calibri" w:cs="Calibri"/>
                <w:b w:val="0"/>
                <w:noProof/>
                <w:sz w:val="22"/>
                <w:szCs w:val="22"/>
                <w:lang w:val="ro-RO"/>
              </w:rPr>
            </w:pPr>
          </w:p>
          <w:p w14:paraId="43646593" w14:textId="77777777" w:rsidR="00F84A7A" w:rsidRPr="00E67132" w:rsidRDefault="00F84A7A" w:rsidP="00F84A7A">
            <w:pPr>
              <w:pStyle w:val="BodyText3"/>
              <w:rPr>
                <w:rFonts w:ascii="Calibri" w:hAnsi="Calibri" w:cs="Calibri"/>
                <w:b w:val="0"/>
                <w:noProof/>
                <w:sz w:val="22"/>
                <w:szCs w:val="22"/>
                <w:lang w:val="ro-RO"/>
              </w:rPr>
            </w:pPr>
          </w:p>
          <w:p w14:paraId="7D997F48" w14:textId="77777777" w:rsidR="00F84A7A" w:rsidRPr="00E67132" w:rsidRDefault="00F84A7A" w:rsidP="00F84A7A">
            <w:pPr>
              <w:pStyle w:val="BodyText3"/>
              <w:rPr>
                <w:rFonts w:ascii="Calibri" w:hAnsi="Calibri" w:cs="Calibri"/>
                <w:b w:val="0"/>
                <w:noProof/>
                <w:sz w:val="22"/>
                <w:szCs w:val="22"/>
                <w:lang w:val="ro-RO"/>
              </w:rPr>
            </w:pPr>
          </w:p>
          <w:p w14:paraId="04B4E6EB" w14:textId="77777777" w:rsidR="00F84A7A" w:rsidRPr="00E67132" w:rsidRDefault="00F84A7A" w:rsidP="00F84A7A">
            <w:pPr>
              <w:pStyle w:val="BodyText3"/>
              <w:rPr>
                <w:rFonts w:ascii="Calibri" w:hAnsi="Calibri" w:cs="Calibri"/>
                <w:b w:val="0"/>
                <w:noProof/>
                <w:sz w:val="22"/>
                <w:szCs w:val="22"/>
                <w:lang w:val="ro-RO"/>
              </w:rPr>
            </w:pPr>
          </w:p>
          <w:p w14:paraId="2B0B7F4B" w14:textId="77777777" w:rsidR="00F84A7A" w:rsidRPr="00E67132" w:rsidRDefault="00F84A7A" w:rsidP="00F84A7A">
            <w:pPr>
              <w:pStyle w:val="BodyText3"/>
              <w:rPr>
                <w:rFonts w:ascii="Calibri" w:hAnsi="Calibri" w:cs="Calibri"/>
                <w:b w:val="0"/>
                <w:noProof/>
                <w:sz w:val="22"/>
                <w:szCs w:val="22"/>
                <w:lang w:val="ro-RO"/>
              </w:rPr>
            </w:pPr>
          </w:p>
          <w:p w14:paraId="731F2361" w14:textId="77777777" w:rsidR="00F84A7A" w:rsidRPr="00E67132" w:rsidRDefault="00F84A7A" w:rsidP="00F84A7A">
            <w:pPr>
              <w:pStyle w:val="BodyText3"/>
              <w:rPr>
                <w:rFonts w:ascii="Calibri" w:hAnsi="Calibri" w:cs="Calibri"/>
                <w:b w:val="0"/>
                <w:noProof/>
                <w:sz w:val="22"/>
                <w:szCs w:val="22"/>
                <w:lang w:val="ro-RO"/>
              </w:rPr>
            </w:pPr>
          </w:p>
          <w:p w14:paraId="0C9D36DA" w14:textId="77777777" w:rsidR="00F84A7A" w:rsidRPr="00E67132" w:rsidRDefault="00F84A7A" w:rsidP="00F84A7A">
            <w:pPr>
              <w:pStyle w:val="BodyText3"/>
              <w:rPr>
                <w:rFonts w:ascii="Calibri" w:hAnsi="Calibri" w:cs="Calibri"/>
                <w:b w:val="0"/>
                <w:noProof/>
                <w:sz w:val="22"/>
                <w:szCs w:val="22"/>
                <w:lang w:val="ro-RO"/>
              </w:rPr>
            </w:pPr>
          </w:p>
          <w:p w14:paraId="064E115B" w14:textId="77777777" w:rsidR="00F84A7A" w:rsidRPr="00E67132" w:rsidRDefault="00F84A7A" w:rsidP="00F84A7A">
            <w:pPr>
              <w:pStyle w:val="BodyText3"/>
              <w:rPr>
                <w:rFonts w:ascii="Calibri" w:hAnsi="Calibri" w:cs="Calibri"/>
                <w:b w:val="0"/>
                <w:noProof/>
                <w:sz w:val="22"/>
                <w:szCs w:val="22"/>
                <w:lang w:val="ro-RO"/>
              </w:rPr>
            </w:pPr>
          </w:p>
          <w:p w14:paraId="7BFC8075" w14:textId="77777777" w:rsidR="00F84A7A" w:rsidRPr="00E67132" w:rsidRDefault="00F84A7A" w:rsidP="00F84A7A">
            <w:pPr>
              <w:pStyle w:val="BodyText3"/>
              <w:rPr>
                <w:rFonts w:ascii="Calibri" w:hAnsi="Calibri" w:cs="Calibri"/>
                <w:b w:val="0"/>
                <w:noProof/>
                <w:sz w:val="22"/>
                <w:szCs w:val="22"/>
                <w:lang w:val="ro-RO"/>
              </w:rPr>
            </w:pPr>
          </w:p>
          <w:p w14:paraId="20D915BF"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43240300"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793DCD5" w14:textId="77777777" w:rsidR="00F84A7A" w:rsidRPr="00E67132" w:rsidRDefault="00F84A7A" w:rsidP="00F84A7A">
            <w:pPr>
              <w:pStyle w:val="BodyText3"/>
              <w:rPr>
                <w:rFonts w:ascii="Calibri" w:hAnsi="Calibri" w:cs="Calibri"/>
                <w:noProof/>
                <w:sz w:val="22"/>
                <w:szCs w:val="22"/>
                <w:lang w:val="ro-RO"/>
              </w:rPr>
            </w:pPr>
          </w:p>
          <w:p w14:paraId="5E8BBC4E" w14:textId="77777777" w:rsidR="00F84A7A" w:rsidRPr="00E67132" w:rsidRDefault="00F84A7A" w:rsidP="00F84A7A">
            <w:pPr>
              <w:pStyle w:val="BodyText3"/>
              <w:rPr>
                <w:rFonts w:ascii="Calibri" w:hAnsi="Calibri" w:cs="Calibri"/>
                <w:noProof/>
                <w:sz w:val="22"/>
                <w:szCs w:val="22"/>
                <w:lang w:val="ro-RO"/>
              </w:rPr>
            </w:pPr>
          </w:p>
          <w:p w14:paraId="31C3EFE0" w14:textId="77777777" w:rsidR="00F84A7A" w:rsidRPr="00E67132" w:rsidRDefault="00F84A7A" w:rsidP="00F84A7A">
            <w:pPr>
              <w:pStyle w:val="BodyText3"/>
              <w:rPr>
                <w:rFonts w:ascii="Calibri" w:hAnsi="Calibri" w:cs="Calibri"/>
                <w:noProof/>
                <w:sz w:val="22"/>
                <w:szCs w:val="22"/>
                <w:lang w:val="ro-RO"/>
              </w:rPr>
            </w:pPr>
          </w:p>
          <w:p w14:paraId="44D641A9" w14:textId="77777777" w:rsidR="00F84A7A" w:rsidRPr="00E67132" w:rsidRDefault="00F84A7A" w:rsidP="00F84A7A">
            <w:pPr>
              <w:pStyle w:val="BodyText3"/>
              <w:rPr>
                <w:rFonts w:ascii="Calibri" w:hAnsi="Calibri" w:cs="Calibri"/>
                <w:noProof/>
                <w:sz w:val="22"/>
                <w:szCs w:val="22"/>
                <w:lang w:val="ro-RO"/>
              </w:rPr>
            </w:pPr>
          </w:p>
          <w:p w14:paraId="6AA1CFB3" w14:textId="77777777" w:rsidR="00F84A7A" w:rsidRPr="00E67132" w:rsidRDefault="00F84A7A" w:rsidP="00F84A7A">
            <w:pPr>
              <w:pStyle w:val="BodyText3"/>
              <w:rPr>
                <w:rFonts w:ascii="Calibri" w:hAnsi="Calibri" w:cs="Calibri"/>
                <w:noProof/>
                <w:sz w:val="22"/>
                <w:szCs w:val="22"/>
                <w:lang w:val="ro-RO"/>
              </w:rPr>
            </w:pPr>
          </w:p>
          <w:p w14:paraId="5CAA0807" w14:textId="77777777" w:rsidR="00F84A7A" w:rsidRPr="00E67132" w:rsidRDefault="00F84A7A" w:rsidP="00F84A7A">
            <w:pPr>
              <w:pStyle w:val="BodyText3"/>
              <w:rPr>
                <w:rFonts w:ascii="Calibri" w:hAnsi="Calibri" w:cs="Calibri"/>
                <w:noProof/>
                <w:sz w:val="22"/>
                <w:szCs w:val="22"/>
                <w:lang w:val="ro-RO"/>
              </w:rPr>
            </w:pPr>
          </w:p>
          <w:p w14:paraId="0202D401" w14:textId="77777777" w:rsidR="00F84A7A" w:rsidRPr="00E67132" w:rsidRDefault="00F84A7A" w:rsidP="00F84A7A">
            <w:pPr>
              <w:pStyle w:val="BodyText3"/>
              <w:rPr>
                <w:rFonts w:ascii="Calibri" w:hAnsi="Calibri" w:cs="Calibri"/>
                <w:noProof/>
                <w:sz w:val="22"/>
                <w:szCs w:val="22"/>
                <w:lang w:val="ro-RO"/>
              </w:rPr>
            </w:pPr>
          </w:p>
          <w:p w14:paraId="418BED93" w14:textId="77777777" w:rsidR="00F84A7A" w:rsidRPr="00E67132" w:rsidRDefault="00F84A7A" w:rsidP="00F84A7A">
            <w:pPr>
              <w:pStyle w:val="BodyText3"/>
              <w:rPr>
                <w:rFonts w:ascii="Calibri" w:hAnsi="Calibri" w:cs="Calibri"/>
                <w:noProof/>
                <w:sz w:val="22"/>
                <w:szCs w:val="22"/>
                <w:lang w:val="ro-RO"/>
              </w:rPr>
            </w:pPr>
          </w:p>
          <w:p w14:paraId="3025F79F" w14:textId="77777777" w:rsidR="00F84A7A" w:rsidRPr="00E67132" w:rsidRDefault="00F84A7A" w:rsidP="00F84A7A">
            <w:pPr>
              <w:pStyle w:val="BodyText3"/>
              <w:rPr>
                <w:rFonts w:ascii="Calibri" w:hAnsi="Calibri" w:cs="Calibri"/>
                <w:noProof/>
                <w:sz w:val="22"/>
                <w:szCs w:val="22"/>
                <w:lang w:val="ro-RO"/>
              </w:rPr>
            </w:pPr>
          </w:p>
          <w:p w14:paraId="3B9969BA" w14:textId="77777777" w:rsidR="00F84A7A" w:rsidRPr="00E67132" w:rsidRDefault="00F84A7A" w:rsidP="00F84A7A">
            <w:pPr>
              <w:pStyle w:val="BodyText3"/>
              <w:rPr>
                <w:rFonts w:ascii="Calibri" w:hAnsi="Calibri" w:cs="Calibri"/>
                <w:noProof/>
                <w:sz w:val="22"/>
                <w:szCs w:val="22"/>
                <w:lang w:val="ro-RO"/>
              </w:rPr>
            </w:pPr>
          </w:p>
          <w:p w14:paraId="0779CBAE" w14:textId="77777777" w:rsidR="00F84A7A" w:rsidRPr="00E67132" w:rsidRDefault="00F84A7A" w:rsidP="00F84A7A">
            <w:pPr>
              <w:pStyle w:val="BodyText3"/>
              <w:rPr>
                <w:rFonts w:ascii="Calibri" w:hAnsi="Calibri" w:cs="Calibri"/>
                <w:noProof/>
                <w:sz w:val="22"/>
                <w:szCs w:val="22"/>
                <w:lang w:val="ro-RO"/>
              </w:rPr>
            </w:pPr>
          </w:p>
          <w:p w14:paraId="66879425" w14:textId="77777777" w:rsidR="00F84A7A" w:rsidRPr="00E67132" w:rsidRDefault="00F84A7A" w:rsidP="00F84A7A">
            <w:pPr>
              <w:pStyle w:val="BodyText3"/>
              <w:rPr>
                <w:rFonts w:ascii="Calibri" w:hAnsi="Calibri" w:cs="Calibri"/>
                <w:noProof/>
                <w:sz w:val="22"/>
                <w:szCs w:val="22"/>
                <w:lang w:val="ro-RO"/>
              </w:rPr>
            </w:pPr>
          </w:p>
          <w:p w14:paraId="7A4B49A5" w14:textId="77777777" w:rsidR="00F84A7A" w:rsidRPr="00E67132" w:rsidRDefault="00F84A7A" w:rsidP="00F84A7A">
            <w:pPr>
              <w:pStyle w:val="BodyText3"/>
              <w:rPr>
                <w:rFonts w:ascii="Calibri" w:hAnsi="Calibri" w:cs="Calibri"/>
                <w:noProof/>
                <w:sz w:val="22"/>
                <w:szCs w:val="22"/>
                <w:lang w:val="ro-RO"/>
              </w:rPr>
            </w:pPr>
          </w:p>
          <w:p w14:paraId="355548F6" w14:textId="77777777" w:rsidR="00F84A7A" w:rsidRPr="00E67132" w:rsidRDefault="00F84A7A" w:rsidP="00F84A7A">
            <w:pPr>
              <w:pStyle w:val="BodyText3"/>
              <w:rPr>
                <w:rFonts w:ascii="Calibri" w:hAnsi="Calibri" w:cs="Calibri"/>
                <w:noProof/>
                <w:sz w:val="22"/>
                <w:szCs w:val="22"/>
                <w:lang w:val="ro-RO"/>
              </w:rPr>
            </w:pPr>
          </w:p>
          <w:p w14:paraId="23DCCF53" w14:textId="77777777" w:rsidR="00F84A7A" w:rsidRPr="00E67132" w:rsidRDefault="00F84A7A" w:rsidP="00F84A7A">
            <w:pPr>
              <w:pStyle w:val="BodyText3"/>
              <w:rPr>
                <w:rFonts w:ascii="Calibri" w:hAnsi="Calibri" w:cs="Calibri"/>
                <w:noProof/>
                <w:sz w:val="22"/>
                <w:szCs w:val="22"/>
                <w:lang w:val="ro-RO"/>
              </w:rPr>
            </w:pPr>
          </w:p>
          <w:p w14:paraId="690A6157" w14:textId="77777777" w:rsidR="00F84A7A" w:rsidRPr="00E67132" w:rsidRDefault="00F84A7A" w:rsidP="00F84A7A">
            <w:pPr>
              <w:pStyle w:val="BodyText3"/>
              <w:rPr>
                <w:rFonts w:ascii="Calibri" w:hAnsi="Calibri" w:cs="Calibri"/>
                <w:noProof/>
                <w:sz w:val="22"/>
                <w:szCs w:val="22"/>
                <w:lang w:val="ro-RO"/>
              </w:rPr>
            </w:pPr>
          </w:p>
          <w:p w14:paraId="4E453DAA" w14:textId="77777777" w:rsidR="00F84A7A" w:rsidRPr="00E67132" w:rsidRDefault="00F84A7A" w:rsidP="00F84A7A">
            <w:pPr>
              <w:pStyle w:val="BodyText3"/>
              <w:rPr>
                <w:rFonts w:ascii="Calibri" w:hAnsi="Calibri" w:cs="Calibri"/>
                <w:noProof/>
                <w:sz w:val="22"/>
                <w:szCs w:val="22"/>
                <w:lang w:val="ro-RO"/>
              </w:rPr>
            </w:pPr>
          </w:p>
          <w:p w14:paraId="515B94A6" w14:textId="77777777" w:rsidR="00F84A7A" w:rsidRPr="00E67132" w:rsidRDefault="00F84A7A" w:rsidP="00F84A7A">
            <w:pPr>
              <w:pStyle w:val="BodyText3"/>
              <w:rPr>
                <w:rFonts w:ascii="Calibri" w:hAnsi="Calibri" w:cs="Calibri"/>
                <w:noProof/>
                <w:sz w:val="22"/>
                <w:szCs w:val="22"/>
                <w:lang w:val="ro-RO"/>
              </w:rPr>
            </w:pPr>
          </w:p>
          <w:p w14:paraId="416281BE" w14:textId="77777777" w:rsidR="00F84A7A" w:rsidRPr="00E67132" w:rsidRDefault="00F84A7A" w:rsidP="00F84A7A">
            <w:pPr>
              <w:pStyle w:val="BodyText3"/>
              <w:rPr>
                <w:rFonts w:ascii="Calibri" w:hAnsi="Calibri" w:cs="Calibri"/>
                <w:noProof/>
                <w:sz w:val="22"/>
                <w:szCs w:val="22"/>
                <w:lang w:val="ro-RO"/>
              </w:rPr>
            </w:pPr>
          </w:p>
          <w:p w14:paraId="7B181CE7" w14:textId="77777777" w:rsidR="00F84A7A" w:rsidRPr="00E67132" w:rsidRDefault="00F84A7A" w:rsidP="00F84A7A">
            <w:pPr>
              <w:pStyle w:val="BodyText3"/>
              <w:rPr>
                <w:rFonts w:ascii="Calibri" w:hAnsi="Calibri" w:cs="Calibri"/>
                <w:noProof/>
                <w:sz w:val="22"/>
                <w:szCs w:val="22"/>
                <w:lang w:val="ro-RO"/>
              </w:rPr>
            </w:pPr>
          </w:p>
          <w:p w14:paraId="6719C3AD" w14:textId="77777777" w:rsidR="00F84A7A" w:rsidRPr="00E67132" w:rsidRDefault="00F84A7A" w:rsidP="00F84A7A">
            <w:pPr>
              <w:pStyle w:val="BodyText3"/>
              <w:rPr>
                <w:rFonts w:ascii="Calibri" w:hAnsi="Calibri" w:cs="Calibri"/>
                <w:noProof/>
                <w:sz w:val="22"/>
                <w:szCs w:val="22"/>
                <w:lang w:val="ro-RO"/>
              </w:rPr>
            </w:pPr>
          </w:p>
          <w:p w14:paraId="6274A421" w14:textId="77777777" w:rsidR="00F84A7A" w:rsidRPr="00E67132" w:rsidRDefault="00F84A7A" w:rsidP="00F84A7A">
            <w:pPr>
              <w:pStyle w:val="BodyText3"/>
              <w:rPr>
                <w:rFonts w:ascii="Calibri" w:hAnsi="Calibri" w:cs="Calibri"/>
                <w:noProof/>
                <w:sz w:val="22"/>
                <w:szCs w:val="22"/>
                <w:lang w:val="ro-RO"/>
              </w:rPr>
            </w:pPr>
          </w:p>
          <w:p w14:paraId="2FC96F7D" w14:textId="77777777" w:rsidR="00F84A7A" w:rsidRPr="00E67132" w:rsidRDefault="00F84A7A" w:rsidP="00F84A7A">
            <w:pPr>
              <w:pStyle w:val="BodyText3"/>
              <w:rPr>
                <w:rFonts w:ascii="Calibri" w:hAnsi="Calibri" w:cs="Calibri"/>
                <w:noProof/>
                <w:sz w:val="22"/>
                <w:szCs w:val="22"/>
                <w:lang w:val="ro-RO"/>
              </w:rPr>
            </w:pPr>
          </w:p>
          <w:p w14:paraId="5DC6DEA8" w14:textId="77777777" w:rsidR="00F84A7A" w:rsidRPr="00E67132" w:rsidRDefault="00F84A7A" w:rsidP="00F84A7A">
            <w:pPr>
              <w:pStyle w:val="BodyText3"/>
              <w:rPr>
                <w:rFonts w:ascii="Calibri" w:hAnsi="Calibri" w:cs="Calibri"/>
                <w:noProof/>
                <w:sz w:val="22"/>
                <w:szCs w:val="22"/>
                <w:lang w:val="ro-RO"/>
              </w:rPr>
            </w:pPr>
          </w:p>
          <w:p w14:paraId="3158C17A" w14:textId="77777777" w:rsidR="00F84A7A" w:rsidRPr="00E67132" w:rsidRDefault="00F84A7A" w:rsidP="00F84A7A">
            <w:pPr>
              <w:pStyle w:val="BodyText3"/>
              <w:rPr>
                <w:rFonts w:ascii="Calibri" w:hAnsi="Calibri" w:cs="Calibri"/>
                <w:noProof/>
                <w:sz w:val="22"/>
                <w:szCs w:val="22"/>
                <w:lang w:val="ro-RO"/>
              </w:rPr>
            </w:pPr>
          </w:p>
          <w:p w14:paraId="3503351F" w14:textId="77777777" w:rsidR="00F84A7A" w:rsidRPr="00E67132" w:rsidRDefault="00F84A7A" w:rsidP="00F84A7A">
            <w:pPr>
              <w:pStyle w:val="BodyText3"/>
              <w:rPr>
                <w:rFonts w:ascii="Calibri" w:hAnsi="Calibri" w:cs="Calibri"/>
                <w:noProof/>
                <w:sz w:val="22"/>
                <w:szCs w:val="22"/>
                <w:lang w:val="ro-RO"/>
              </w:rPr>
            </w:pPr>
          </w:p>
          <w:p w14:paraId="5719AAE5"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EBDFBB8" w14:textId="77777777" w:rsidR="00F84A7A" w:rsidRPr="00E67132" w:rsidRDefault="00F84A7A" w:rsidP="00F84A7A">
            <w:pPr>
              <w:pStyle w:val="BodyText3"/>
              <w:rPr>
                <w:rFonts w:ascii="Calibri" w:hAnsi="Calibri" w:cs="Calibri"/>
                <w:noProof/>
                <w:sz w:val="22"/>
                <w:szCs w:val="22"/>
                <w:lang w:val="ro-RO"/>
              </w:rPr>
            </w:pPr>
          </w:p>
          <w:p w14:paraId="296E843B" w14:textId="77777777" w:rsidR="00F84A7A" w:rsidRPr="00E67132" w:rsidRDefault="00F84A7A" w:rsidP="00F84A7A">
            <w:pPr>
              <w:pStyle w:val="BodyText3"/>
              <w:rPr>
                <w:rFonts w:ascii="Calibri" w:hAnsi="Calibri" w:cs="Calibri"/>
                <w:noProof/>
                <w:sz w:val="22"/>
                <w:szCs w:val="22"/>
                <w:lang w:val="ro-RO"/>
              </w:rPr>
            </w:pPr>
          </w:p>
          <w:p w14:paraId="0FD3A2BA" w14:textId="77777777" w:rsidR="00F84A7A" w:rsidRPr="00E67132" w:rsidRDefault="00F84A7A" w:rsidP="00F84A7A">
            <w:pPr>
              <w:pStyle w:val="BodyText3"/>
              <w:rPr>
                <w:rFonts w:ascii="Calibri" w:hAnsi="Calibri" w:cs="Calibri"/>
                <w:noProof/>
                <w:sz w:val="22"/>
                <w:szCs w:val="22"/>
                <w:lang w:val="ro-RO"/>
              </w:rPr>
            </w:pPr>
          </w:p>
          <w:p w14:paraId="45168480" w14:textId="77777777" w:rsidR="00F84A7A" w:rsidRPr="00E67132" w:rsidRDefault="00F84A7A" w:rsidP="00F84A7A">
            <w:pPr>
              <w:pStyle w:val="BodyText3"/>
              <w:rPr>
                <w:rFonts w:ascii="Calibri" w:hAnsi="Calibri" w:cs="Calibri"/>
                <w:noProof/>
                <w:sz w:val="22"/>
                <w:szCs w:val="22"/>
                <w:lang w:val="ro-RO"/>
              </w:rPr>
            </w:pPr>
          </w:p>
          <w:p w14:paraId="0BE5EE8E" w14:textId="77777777" w:rsidR="00F84A7A" w:rsidRPr="00E67132" w:rsidRDefault="00F84A7A" w:rsidP="00F84A7A">
            <w:pPr>
              <w:pStyle w:val="BodyText3"/>
              <w:rPr>
                <w:rFonts w:ascii="Calibri" w:hAnsi="Calibri" w:cs="Calibri"/>
                <w:noProof/>
                <w:sz w:val="22"/>
                <w:szCs w:val="22"/>
                <w:lang w:val="ro-RO"/>
              </w:rPr>
            </w:pPr>
          </w:p>
          <w:p w14:paraId="0EFD7F14" w14:textId="77777777" w:rsidR="00F84A7A" w:rsidRPr="00E67132" w:rsidRDefault="00F84A7A" w:rsidP="00F84A7A">
            <w:pPr>
              <w:pStyle w:val="BodyText3"/>
              <w:rPr>
                <w:rFonts w:ascii="Calibri" w:hAnsi="Calibri" w:cs="Calibri"/>
                <w:noProof/>
                <w:sz w:val="22"/>
                <w:szCs w:val="22"/>
                <w:lang w:val="ro-RO"/>
              </w:rPr>
            </w:pPr>
          </w:p>
          <w:p w14:paraId="2E00CC4D" w14:textId="77777777" w:rsidR="00F84A7A" w:rsidRPr="00E67132" w:rsidRDefault="00F84A7A" w:rsidP="00F84A7A">
            <w:pPr>
              <w:pStyle w:val="BodyText3"/>
              <w:rPr>
                <w:rFonts w:ascii="Calibri" w:hAnsi="Calibri" w:cs="Calibri"/>
                <w:noProof/>
                <w:sz w:val="22"/>
                <w:szCs w:val="22"/>
                <w:lang w:val="ro-RO"/>
              </w:rPr>
            </w:pPr>
          </w:p>
          <w:p w14:paraId="6FAA7BFD" w14:textId="77777777" w:rsidR="00F84A7A" w:rsidRPr="00E67132" w:rsidRDefault="00F84A7A" w:rsidP="00F84A7A">
            <w:pPr>
              <w:pStyle w:val="BodyText3"/>
              <w:rPr>
                <w:rFonts w:ascii="Calibri" w:hAnsi="Calibri" w:cs="Calibri"/>
                <w:noProof/>
                <w:sz w:val="22"/>
                <w:szCs w:val="22"/>
                <w:lang w:val="ro-RO"/>
              </w:rPr>
            </w:pPr>
          </w:p>
          <w:p w14:paraId="7A6386D4" w14:textId="77777777" w:rsidR="00F84A7A" w:rsidRPr="00E67132" w:rsidRDefault="00F84A7A" w:rsidP="00F84A7A">
            <w:pPr>
              <w:pStyle w:val="BodyText3"/>
              <w:rPr>
                <w:rFonts w:ascii="Calibri" w:hAnsi="Calibri" w:cs="Calibri"/>
                <w:noProof/>
                <w:sz w:val="22"/>
                <w:szCs w:val="22"/>
                <w:lang w:val="ro-RO"/>
              </w:rPr>
            </w:pPr>
          </w:p>
          <w:p w14:paraId="57385ED6" w14:textId="77777777" w:rsidR="00F84A7A" w:rsidRPr="00E67132" w:rsidRDefault="00F84A7A" w:rsidP="00F84A7A">
            <w:pPr>
              <w:pStyle w:val="BodyText3"/>
              <w:rPr>
                <w:rFonts w:ascii="Calibri" w:hAnsi="Calibri" w:cs="Calibri"/>
                <w:noProof/>
                <w:sz w:val="22"/>
                <w:szCs w:val="22"/>
                <w:lang w:val="ro-RO"/>
              </w:rPr>
            </w:pPr>
          </w:p>
          <w:p w14:paraId="289B2045" w14:textId="77777777" w:rsidR="00F84A7A" w:rsidRPr="00E67132" w:rsidRDefault="00F84A7A" w:rsidP="00F84A7A">
            <w:pPr>
              <w:pStyle w:val="BodyText3"/>
              <w:rPr>
                <w:rFonts w:ascii="Calibri" w:hAnsi="Calibri" w:cs="Calibri"/>
                <w:noProof/>
                <w:sz w:val="22"/>
                <w:szCs w:val="22"/>
                <w:lang w:val="ro-RO"/>
              </w:rPr>
            </w:pPr>
          </w:p>
          <w:p w14:paraId="6231B973" w14:textId="77777777" w:rsidR="00F84A7A" w:rsidRPr="00E67132" w:rsidRDefault="00F84A7A" w:rsidP="00F84A7A">
            <w:pPr>
              <w:pStyle w:val="BodyText3"/>
              <w:rPr>
                <w:rFonts w:ascii="Calibri" w:hAnsi="Calibri" w:cs="Calibri"/>
                <w:noProof/>
                <w:sz w:val="22"/>
                <w:szCs w:val="22"/>
                <w:lang w:val="ro-RO"/>
              </w:rPr>
            </w:pPr>
          </w:p>
          <w:p w14:paraId="28A46E6F" w14:textId="77777777" w:rsidR="00F84A7A" w:rsidRPr="00E67132" w:rsidRDefault="00F84A7A" w:rsidP="00F84A7A">
            <w:pPr>
              <w:pStyle w:val="BodyText3"/>
              <w:rPr>
                <w:rFonts w:ascii="Calibri" w:hAnsi="Calibri" w:cs="Calibri"/>
                <w:noProof/>
                <w:sz w:val="22"/>
                <w:szCs w:val="22"/>
                <w:lang w:val="ro-RO"/>
              </w:rPr>
            </w:pPr>
          </w:p>
          <w:p w14:paraId="472D6341" w14:textId="77777777" w:rsidR="00F84A7A" w:rsidRPr="00E67132" w:rsidRDefault="00F84A7A" w:rsidP="00F84A7A">
            <w:pPr>
              <w:pStyle w:val="BodyText3"/>
              <w:rPr>
                <w:rFonts w:ascii="Calibri" w:hAnsi="Calibri" w:cs="Calibri"/>
                <w:noProof/>
                <w:sz w:val="22"/>
                <w:szCs w:val="22"/>
                <w:lang w:val="ro-RO"/>
              </w:rPr>
            </w:pPr>
          </w:p>
          <w:p w14:paraId="334580AB"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C65E19D" w14:textId="77777777" w:rsidR="00F84A7A" w:rsidRPr="00E67132" w:rsidRDefault="00F84A7A" w:rsidP="00F84A7A">
            <w:pPr>
              <w:pStyle w:val="BodyText3"/>
              <w:rPr>
                <w:rFonts w:ascii="Calibri" w:hAnsi="Calibri" w:cs="Calibri"/>
                <w:b w:val="0"/>
                <w:noProof/>
                <w:sz w:val="22"/>
                <w:szCs w:val="22"/>
                <w:lang w:val="ro-RO"/>
              </w:rPr>
            </w:pPr>
          </w:p>
          <w:p w14:paraId="3B8CEE12" w14:textId="77777777" w:rsidR="00F84A7A" w:rsidRPr="00E67132" w:rsidRDefault="00F84A7A" w:rsidP="00F84A7A">
            <w:pPr>
              <w:pStyle w:val="BodyText3"/>
              <w:rPr>
                <w:rFonts w:ascii="Calibri" w:hAnsi="Calibri" w:cs="Calibri"/>
                <w:b w:val="0"/>
                <w:noProof/>
                <w:sz w:val="22"/>
                <w:szCs w:val="22"/>
                <w:lang w:val="ro-RO"/>
              </w:rPr>
            </w:pPr>
          </w:p>
          <w:p w14:paraId="2895FE8F" w14:textId="77777777" w:rsidR="00F84A7A" w:rsidRPr="00E67132" w:rsidRDefault="00F84A7A" w:rsidP="00F84A7A">
            <w:pPr>
              <w:pStyle w:val="BodyText3"/>
              <w:rPr>
                <w:rFonts w:ascii="Calibri" w:hAnsi="Calibri" w:cs="Calibri"/>
                <w:b w:val="0"/>
                <w:noProof/>
                <w:sz w:val="22"/>
                <w:szCs w:val="22"/>
                <w:lang w:val="ro-RO"/>
              </w:rPr>
            </w:pPr>
          </w:p>
          <w:p w14:paraId="1D537B82" w14:textId="77777777" w:rsidR="00F84A7A" w:rsidRPr="00E67132" w:rsidRDefault="00F84A7A" w:rsidP="00F84A7A">
            <w:pPr>
              <w:pStyle w:val="BodyText3"/>
              <w:rPr>
                <w:rFonts w:ascii="Calibri" w:hAnsi="Calibri" w:cs="Calibri"/>
                <w:b w:val="0"/>
                <w:noProof/>
                <w:sz w:val="22"/>
                <w:szCs w:val="22"/>
                <w:lang w:val="ro-RO"/>
              </w:rPr>
            </w:pPr>
          </w:p>
          <w:p w14:paraId="26B5EF9D" w14:textId="77777777" w:rsidR="00F84A7A" w:rsidRPr="00E67132" w:rsidRDefault="00F84A7A" w:rsidP="00F84A7A">
            <w:pPr>
              <w:pStyle w:val="BodyText3"/>
              <w:rPr>
                <w:rFonts w:ascii="Calibri" w:hAnsi="Calibri" w:cs="Calibri"/>
                <w:b w:val="0"/>
                <w:noProof/>
                <w:sz w:val="22"/>
                <w:szCs w:val="22"/>
                <w:lang w:val="ro-RO"/>
              </w:rPr>
            </w:pPr>
          </w:p>
          <w:p w14:paraId="2CB61528" w14:textId="77777777" w:rsidR="00F84A7A" w:rsidRPr="00E67132" w:rsidRDefault="00F84A7A" w:rsidP="00F84A7A">
            <w:pPr>
              <w:pStyle w:val="BodyText3"/>
              <w:rPr>
                <w:rFonts w:ascii="Calibri" w:hAnsi="Calibri" w:cs="Calibri"/>
                <w:b w:val="0"/>
                <w:noProof/>
                <w:sz w:val="22"/>
                <w:szCs w:val="22"/>
                <w:lang w:val="ro-RO"/>
              </w:rPr>
            </w:pPr>
          </w:p>
          <w:p w14:paraId="60565F12" w14:textId="77777777" w:rsidR="00F84A7A" w:rsidRPr="00E67132" w:rsidRDefault="00F84A7A" w:rsidP="00F84A7A">
            <w:pPr>
              <w:pStyle w:val="BodyText3"/>
              <w:rPr>
                <w:rFonts w:ascii="Calibri" w:hAnsi="Calibri" w:cs="Calibri"/>
                <w:b w:val="0"/>
                <w:noProof/>
                <w:sz w:val="22"/>
                <w:szCs w:val="22"/>
                <w:lang w:val="ro-RO"/>
              </w:rPr>
            </w:pPr>
          </w:p>
          <w:p w14:paraId="6C8A1093" w14:textId="77777777" w:rsidR="00F84A7A" w:rsidRPr="00E67132" w:rsidRDefault="00F84A7A" w:rsidP="00F84A7A">
            <w:pPr>
              <w:pStyle w:val="BodyText3"/>
              <w:rPr>
                <w:rFonts w:ascii="Calibri" w:hAnsi="Calibri" w:cs="Calibri"/>
                <w:b w:val="0"/>
                <w:noProof/>
                <w:sz w:val="22"/>
                <w:szCs w:val="22"/>
                <w:lang w:val="ro-RO"/>
              </w:rPr>
            </w:pPr>
          </w:p>
          <w:p w14:paraId="07AACBD8" w14:textId="77777777" w:rsidR="00F84A7A" w:rsidRPr="00E67132" w:rsidRDefault="00F84A7A" w:rsidP="00F84A7A">
            <w:pPr>
              <w:pStyle w:val="BodyText3"/>
              <w:rPr>
                <w:rFonts w:ascii="Calibri" w:hAnsi="Calibri" w:cs="Calibri"/>
                <w:b w:val="0"/>
                <w:noProof/>
                <w:sz w:val="22"/>
                <w:szCs w:val="22"/>
                <w:lang w:val="ro-RO"/>
              </w:rPr>
            </w:pPr>
          </w:p>
          <w:p w14:paraId="3E5ADB6F"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EA1137B" w14:textId="77777777" w:rsidR="00F84A7A" w:rsidRPr="00E67132" w:rsidRDefault="00F84A7A" w:rsidP="00F84A7A">
            <w:pPr>
              <w:pStyle w:val="BodyText3"/>
              <w:rPr>
                <w:rFonts w:ascii="Calibri" w:hAnsi="Calibri" w:cs="Calibri"/>
                <w:b w:val="0"/>
                <w:noProof/>
                <w:sz w:val="22"/>
                <w:szCs w:val="22"/>
                <w:lang w:val="ro-RO"/>
              </w:rPr>
            </w:pPr>
          </w:p>
          <w:p w14:paraId="44752D93" w14:textId="77777777" w:rsidR="00F84A7A" w:rsidRPr="00E67132" w:rsidRDefault="00F84A7A" w:rsidP="00F84A7A">
            <w:pPr>
              <w:pStyle w:val="BodyText3"/>
              <w:rPr>
                <w:rFonts w:ascii="Calibri" w:hAnsi="Calibri" w:cs="Calibri"/>
                <w:b w:val="0"/>
                <w:noProof/>
                <w:sz w:val="22"/>
                <w:szCs w:val="22"/>
                <w:lang w:val="ro-RO"/>
              </w:rPr>
            </w:pPr>
          </w:p>
          <w:p w14:paraId="5E623CB6" w14:textId="77777777" w:rsidR="00F84A7A" w:rsidRPr="00E67132" w:rsidRDefault="00F84A7A" w:rsidP="00F84A7A">
            <w:pPr>
              <w:pStyle w:val="BodyText3"/>
              <w:rPr>
                <w:rFonts w:ascii="Calibri" w:hAnsi="Calibri" w:cs="Calibri"/>
                <w:b w:val="0"/>
                <w:noProof/>
                <w:sz w:val="22"/>
                <w:szCs w:val="22"/>
                <w:lang w:val="ro-RO"/>
              </w:rPr>
            </w:pPr>
          </w:p>
          <w:p w14:paraId="79C009ED" w14:textId="77777777" w:rsidR="00F84A7A" w:rsidRPr="00E67132" w:rsidRDefault="00F84A7A" w:rsidP="00F84A7A">
            <w:pPr>
              <w:pStyle w:val="BodyText3"/>
              <w:rPr>
                <w:rFonts w:ascii="Calibri" w:hAnsi="Calibri" w:cs="Calibri"/>
                <w:b w:val="0"/>
                <w:noProof/>
                <w:sz w:val="22"/>
                <w:szCs w:val="22"/>
                <w:lang w:val="ro-RO"/>
              </w:rPr>
            </w:pPr>
          </w:p>
          <w:p w14:paraId="5749B3F2" w14:textId="77777777" w:rsidR="00F84A7A" w:rsidRPr="00E67132" w:rsidRDefault="00F84A7A" w:rsidP="00F84A7A">
            <w:pPr>
              <w:pStyle w:val="BodyText3"/>
              <w:rPr>
                <w:rFonts w:ascii="Calibri" w:hAnsi="Calibri" w:cs="Calibri"/>
                <w:b w:val="0"/>
                <w:noProof/>
                <w:sz w:val="22"/>
                <w:szCs w:val="22"/>
                <w:lang w:val="ro-RO"/>
              </w:rPr>
            </w:pPr>
          </w:p>
          <w:p w14:paraId="418925A7" w14:textId="77777777" w:rsidR="00F84A7A" w:rsidRPr="00E67132" w:rsidRDefault="00F84A7A" w:rsidP="00F84A7A">
            <w:pPr>
              <w:pStyle w:val="BodyText3"/>
              <w:rPr>
                <w:rFonts w:ascii="Calibri" w:hAnsi="Calibri" w:cs="Calibri"/>
                <w:b w:val="0"/>
                <w:noProof/>
                <w:sz w:val="22"/>
                <w:szCs w:val="22"/>
                <w:lang w:val="ro-RO"/>
              </w:rPr>
            </w:pPr>
          </w:p>
          <w:p w14:paraId="4576503C" w14:textId="77777777" w:rsidR="00F84A7A" w:rsidRPr="00E67132" w:rsidRDefault="00F84A7A" w:rsidP="00F84A7A">
            <w:pPr>
              <w:pStyle w:val="BodyText3"/>
              <w:rPr>
                <w:rFonts w:ascii="Calibri" w:hAnsi="Calibri" w:cs="Calibri"/>
                <w:b w:val="0"/>
                <w:noProof/>
                <w:sz w:val="22"/>
                <w:szCs w:val="22"/>
                <w:lang w:val="ro-RO"/>
              </w:rPr>
            </w:pPr>
          </w:p>
          <w:p w14:paraId="66F0DC18" w14:textId="77777777" w:rsidR="00F84A7A" w:rsidRPr="00E67132" w:rsidRDefault="00F84A7A" w:rsidP="00F84A7A">
            <w:pPr>
              <w:pStyle w:val="BodyText3"/>
              <w:rPr>
                <w:rFonts w:ascii="Calibri" w:hAnsi="Calibri" w:cs="Calibri"/>
                <w:b w:val="0"/>
                <w:noProof/>
                <w:sz w:val="22"/>
                <w:szCs w:val="22"/>
                <w:lang w:val="ro-RO"/>
              </w:rPr>
            </w:pPr>
          </w:p>
          <w:p w14:paraId="41387DCE" w14:textId="77777777" w:rsidR="00F84A7A" w:rsidRPr="00E67132" w:rsidRDefault="00F84A7A" w:rsidP="00F84A7A">
            <w:pPr>
              <w:pStyle w:val="BodyText3"/>
              <w:rPr>
                <w:rFonts w:ascii="Calibri" w:hAnsi="Calibri" w:cs="Calibri"/>
                <w:b w:val="0"/>
                <w:noProof/>
                <w:sz w:val="22"/>
                <w:szCs w:val="22"/>
                <w:lang w:val="ro-RO"/>
              </w:rPr>
            </w:pPr>
          </w:p>
          <w:p w14:paraId="2F3F0FB2" w14:textId="77777777" w:rsidR="00F84A7A" w:rsidRPr="00E67132" w:rsidRDefault="00F84A7A" w:rsidP="00F84A7A">
            <w:pPr>
              <w:pStyle w:val="BodyText3"/>
              <w:rPr>
                <w:rFonts w:ascii="Calibri" w:hAnsi="Calibri" w:cs="Calibri"/>
                <w:b w:val="0"/>
                <w:noProof/>
                <w:sz w:val="22"/>
                <w:szCs w:val="22"/>
                <w:lang w:val="ro-RO"/>
              </w:rPr>
            </w:pPr>
          </w:p>
          <w:p w14:paraId="2149DA8F" w14:textId="77777777" w:rsidR="00F84A7A" w:rsidRPr="00E67132" w:rsidRDefault="00F84A7A" w:rsidP="00F84A7A">
            <w:pPr>
              <w:pStyle w:val="BodyText3"/>
              <w:rPr>
                <w:rFonts w:ascii="Calibri" w:hAnsi="Calibri" w:cs="Calibri"/>
                <w:b w:val="0"/>
                <w:noProof/>
                <w:sz w:val="22"/>
                <w:szCs w:val="22"/>
                <w:lang w:val="ro-RO"/>
              </w:rPr>
            </w:pPr>
          </w:p>
          <w:p w14:paraId="295270F3" w14:textId="77777777" w:rsidR="00F84A7A" w:rsidRPr="00E67132" w:rsidRDefault="00F84A7A" w:rsidP="00F84A7A">
            <w:pPr>
              <w:pStyle w:val="BodyText3"/>
              <w:rPr>
                <w:rFonts w:ascii="Calibri" w:hAnsi="Calibri" w:cs="Calibri"/>
                <w:b w:val="0"/>
                <w:noProof/>
                <w:sz w:val="22"/>
                <w:szCs w:val="22"/>
                <w:lang w:val="ro-RO"/>
              </w:rPr>
            </w:pPr>
          </w:p>
          <w:p w14:paraId="5AC3DB50"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26C17F61" w14:textId="77777777" w:rsidR="00F84A7A" w:rsidRPr="00E67132" w:rsidRDefault="00F84A7A" w:rsidP="00F84A7A">
            <w:pPr>
              <w:pStyle w:val="BodyText3"/>
              <w:rPr>
                <w:rFonts w:ascii="Calibri" w:hAnsi="Calibri" w:cs="Calibri"/>
                <w:noProof/>
                <w:sz w:val="22"/>
                <w:szCs w:val="22"/>
                <w:lang w:val="ro-RO"/>
              </w:rPr>
            </w:pPr>
          </w:p>
          <w:p w14:paraId="6840749E" w14:textId="77777777" w:rsidR="00F84A7A" w:rsidRPr="00E67132" w:rsidRDefault="00F84A7A" w:rsidP="00F84A7A">
            <w:pPr>
              <w:pStyle w:val="BodyText3"/>
              <w:rPr>
                <w:rFonts w:ascii="Calibri" w:hAnsi="Calibri" w:cs="Calibri"/>
                <w:noProof/>
                <w:sz w:val="22"/>
                <w:szCs w:val="22"/>
                <w:lang w:val="ro-RO"/>
              </w:rPr>
            </w:pPr>
          </w:p>
          <w:p w14:paraId="0BC6BD13" w14:textId="77777777" w:rsidR="00F84A7A" w:rsidRPr="00E67132" w:rsidRDefault="00F84A7A" w:rsidP="00F84A7A">
            <w:pPr>
              <w:pStyle w:val="BodyText3"/>
              <w:rPr>
                <w:rFonts w:ascii="Calibri" w:hAnsi="Calibri" w:cs="Calibri"/>
                <w:noProof/>
                <w:sz w:val="22"/>
                <w:szCs w:val="22"/>
                <w:lang w:val="ro-RO"/>
              </w:rPr>
            </w:pPr>
          </w:p>
          <w:p w14:paraId="6250360D" w14:textId="77777777" w:rsidR="00F84A7A" w:rsidRPr="00E67132" w:rsidRDefault="00F84A7A" w:rsidP="00F84A7A">
            <w:pPr>
              <w:pStyle w:val="BodyText3"/>
              <w:rPr>
                <w:rFonts w:ascii="Calibri" w:hAnsi="Calibri" w:cs="Calibri"/>
                <w:noProof/>
                <w:sz w:val="22"/>
                <w:szCs w:val="22"/>
                <w:lang w:val="ro-RO"/>
              </w:rPr>
            </w:pPr>
          </w:p>
          <w:p w14:paraId="3A367ABF" w14:textId="77777777" w:rsidR="00F84A7A" w:rsidRPr="00E67132" w:rsidRDefault="00F84A7A" w:rsidP="00F84A7A">
            <w:pPr>
              <w:pStyle w:val="BodyText3"/>
              <w:rPr>
                <w:rFonts w:ascii="Calibri" w:hAnsi="Calibri" w:cs="Calibri"/>
                <w:noProof/>
                <w:sz w:val="22"/>
                <w:szCs w:val="22"/>
                <w:lang w:val="ro-RO"/>
              </w:rPr>
            </w:pPr>
          </w:p>
          <w:p w14:paraId="570FCC0D" w14:textId="77777777" w:rsidR="00F84A7A" w:rsidRPr="00E67132" w:rsidRDefault="00F84A7A" w:rsidP="00F84A7A">
            <w:pPr>
              <w:pStyle w:val="BodyText3"/>
              <w:rPr>
                <w:rFonts w:ascii="Calibri" w:hAnsi="Calibri" w:cs="Calibri"/>
                <w:noProof/>
                <w:sz w:val="22"/>
                <w:szCs w:val="22"/>
                <w:lang w:val="ro-RO"/>
              </w:rPr>
            </w:pPr>
          </w:p>
          <w:p w14:paraId="1413E053" w14:textId="77777777" w:rsidR="00F84A7A" w:rsidRPr="00E67132" w:rsidRDefault="00F84A7A" w:rsidP="00F84A7A">
            <w:pPr>
              <w:pStyle w:val="BodyText3"/>
              <w:rPr>
                <w:rFonts w:ascii="Calibri" w:hAnsi="Calibri" w:cs="Calibri"/>
                <w:noProof/>
                <w:sz w:val="22"/>
                <w:szCs w:val="22"/>
                <w:lang w:val="ro-RO"/>
              </w:rPr>
            </w:pPr>
          </w:p>
          <w:p w14:paraId="59917C35" w14:textId="77777777" w:rsidR="00F84A7A" w:rsidRPr="00E67132" w:rsidRDefault="00F84A7A" w:rsidP="00F84A7A">
            <w:pPr>
              <w:pStyle w:val="BodyText3"/>
              <w:rPr>
                <w:rFonts w:ascii="Calibri" w:hAnsi="Calibri" w:cs="Calibri"/>
                <w:noProof/>
                <w:sz w:val="22"/>
                <w:szCs w:val="22"/>
                <w:lang w:val="ro-RO"/>
              </w:rPr>
            </w:pPr>
          </w:p>
          <w:p w14:paraId="3D56F5F7" w14:textId="77777777" w:rsidR="00F84A7A" w:rsidRPr="00E67132" w:rsidRDefault="00F84A7A" w:rsidP="00F84A7A">
            <w:pPr>
              <w:pStyle w:val="BodyText3"/>
              <w:rPr>
                <w:rFonts w:ascii="Calibri" w:hAnsi="Calibri" w:cs="Calibri"/>
                <w:noProof/>
                <w:sz w:val="22"/>
                <w:szCs w:val="22"/>
                <w:lang w:val="ro-RO"/>
              </w:rPr>
            </w:pPr>
          </w:p>
          <w:p w14:paraId="4C26D01C" w14:textId="77777777" w:rsidR="00F84A7A" w:rsidRPr="00E67132" w:rsidRDefault="00F84A7A" w:rsidP="00F84A7A">
            <w:pPr>
              <w:pStyle w:val="BodyText3"/>
              <w:rPr>
                <w:rFonts w:ascii="Calibri" w:hAnsi="Calibri" w:cs="Calibri"/>
                <w:noProof/>
                <w:sz w:val="22"/>
                <w:szCs w:val="22"/>
                <w:lang w:val="ro-RO"/>
              </w:rPr>
            </w:pPr>
          </w:p>
          <w:p w14:paraId="080A91AD" w14:textId="77777777" w:rsidR="00F84A7A" w:rsidRPr="00E67132" w:rsidRDefault="00F84A7A" w:rsidP="00F84A7A">
            <w:pPr>
              <w:pStyle w:val="BodyText3"/>
              <w:rPr>
                <w:rFonts w:ascii="Calibri" w:hAnsi="Calibri" w:cs="Calibri"/>
                <w:noProof/>
                <w:sz w:val="22"/>
                <w:szCs w:val="22"/>
                <w:lang w:val="ro-RO"/>
              </w:rPr>
            </w:pPr>
          </w:p>
          <w:p w14:paraId="1883429D" w14:textId="77777777" w:rsidR="00F84A7A" w:rsidRPr="00E67132" w:rsidRDefault="00F84A7A" w:rsidP="00F84A7A">
            <w:pPr>
              <w:pStyle w:val="BodyText3"/>
              <w:rPr>
                <w:rFonts w:ascii="Calibri" w:hAnsi="Calibri" w:cs="Calibri"/>
                <w:noProof/>
                <w:sz w:val="22"/>
                <w:szCs w:val="22"/>
                <w:lang w:val="ro-RO"/>
              </w:rPr>
            </w:pPr>
          </w:p>
          <w:p w14:paraId="7E9F2D50" w14:textId="77777777" w:rsidR="00F84A7A" w:rsidRPr="00E67132" w:rsidRDefault="00F84A7A" w:rsidP="00F84A7A">
            <w:pPr>
              <w:pStyle w:val="BodyText3"/>
              <w:rPr>
                <w:rFonts w:ascii="Calibri" w:hAnsi="Calibri" w:cs="Calibri"/>
                <w:noProof/>
                <w:sz w:val="22"/>
                <w:szCs w:val="22"/>
                <w:lang w:val="ro-RO"/>
              </w:rPr>
            </w:pPr>
          </w:p>
          <w:p w14:paraId="3B9A63AD" w14:textId="77777777" w:rsidR="00F84A7A" w:rsidRPr="00E67132" w:rsidRDefault="00F84A7A" w:rsidP="00F84A7A">
            <w:pPr>
              <w:pStyle w:val="BodyText3"/>
              <w:rPr>
                <w:rFonts w:ascii="Calibri" w:hAnsi="Calibri" w:cs="Calibri"/>
                <w:noProof/>
                <w:sz w:val="22"/>
                <w:szCs w:val="22"/>
                <w:lang w:val="ro-RO"/>
              </w:rPr>
            </w:pPr>
          </w:p>
          <w:p w14:paraId="2CEEC961" w14:textId="77777777" w:rsidR="00F84A7A" w:rsidRPr="00E67132" w:rsidRDefault="00F84A7A" w:rsidP="00F84A7A">
            <w:pPr>
              <w:pStyle w:val="BodyText3"/>
              <w:rPr>
                <w:rFonts w:ascii="Calibri" w:hAnsi="Calibri" w:cs="Calibri"/>
                <w:noProof/>
                <w:sz w:val="22"/>
                <w:szCs w:val="22"/>
                <w:lang w:val="ro-RO"/>
              </w:rPr>
            </w:pPr>
          </w:p>
          <w:p w14:paraId="5FB0466F" w14:textId="77777777" w:rsidR="00F84A7A" w:rsidRPr="00E67132" w:rsidRDefault="00F84A7A" w:rsidP="00F84A7A">
            <w:pPr>
              <w:pStyle w:val="BodyText3"/>
              <w:rPr>
                <w:rFonts w:ascii="Calibri" w:hAnsi="Calibri" w:cs="Calibri"/>
                <w:noProof/>
                <w:sz w:val="22"/>
                <w:szCs w:val="22"/>
                <w:lang w:val="ro-RO"/>
              </w:rPr>
            </w:pPr>
          </w:p>
          <w:p w14:paraId="088AF302" w14:textId="77777777" w:rsidR="00F84A7A" w:rsidRPr="00E67132" w:rsidRDefault="00F84A7A" w:rsidP="00F84A7A">
            <w:pPr>
              <w:pStyle w:val="BodyText3"/>
              <w:rPr>
                <w:rFonts w:ascii="Calibri" w:hAnsi="Calibri" w:cs="Calibri"/>
                <w:noProof/>
                <w:sz w:val="22"/>
                <w:szCs w:val="22"/>
                <w:lang w:val="ro-RO"/>
              </w:rPr>
            </w:pPr>
          </w:p>
          <w:p w14:paraId="55994FAB" w14:textId="77777777" w:rsidR="00F84A7A" w:rsidRPr="00E67132" w:rsidRDefault="00F84A7A" w:rsidP="00F84A7A">
            <w:pPr>
              <w:pStyle w:val="BodyText3"/>
              <w:rPr>
                <w:rFonts w:ascii="Calibri" w:hAnsi="Calibri" w:cs="Calibri"/>
                <w:noProof/>
                <w:sz w:val="22"/>
                <w:szCs w:val="22"/>
                <w:lang w:val="ro-RO"/>
              </w:rPr>
            </w:pPr>
          </w:p>
          <w:p w14:paraId="759238F2" w14:textId="77777777" w:rsidR="00F84A7A" w:rsidRPr="00E67132" w:rsidRDefault="00F84A7A" w:rsidP="00F84A7A">
            <w:pPr>
              <w:pStyle w:val="BodyText3"/>
              <w:rPr>
                <w:rFonts w:ascii="Calibri" w:hAnsi="Calibri" w:cs="Calibri"/>
                <w:noProof/>
                <w:sz w:val="22"/>
                <w:szCs w:val="22"/>
                <w:lang w:val="ro-RO"/>
              </w:rPr>
            </w:pPr>
          </w:p>
          <w:p w14:paraId="059F965A" w14:textId="77777777" w:rsidR="00F84A7A" w:rsidRPr="00E67132" w:rsidRDefault="00F84A7A" w:rsidP="00F84A7A">
            <w:pPr>
              <w:pStyle w:val="BodyText3"/>
              <w:rPr>
                <w:rFonts w:ascii="Calibri" w:hAnsi="Calibri" w:cs="Calibri"/>
                <w:noProof/>
                <w:sz w:val="22"/>
                <w:szCs w:val="22"/>
                <w:lang w:val="ro-RO"/>
              </w:rPr>
            </w:pPr>
          </w:p>
          <w:p w14:paraId="5657A6AD" w14:textId="77777777" w:rsidR="00F84A7A" w:rsidRPr="00E67132" w:rsidRDefault="00F84A7A" w:rsidP="00F84A7A">
            <w:pPr>
              <w:pStyle w:val="BodyText3"/>
              <w:rPr>
                <w:rFonts w:ascii="Calibri" w:hAnsi="Calibri" w:cs="Calibri"/>
                <w:noProof/>
                <w:sz w:val="22"/>
                <w:szCs w:val="22"/>
                <w:lang w:val="ro-RO"/>
              </w:rPr>
            </w:pPr>
          </w:p>
          <w:p w14:paraId="7BA22C96" w14:textId="77777777" w:rsidR="00F84A7A" w:rsidRPr="00E67132" w:rsidRDefault="00F84A7A" w:rsidP="00F84A7A">
            <w:pPr>
              <w:pStyle w:val="BodyText3"/>
              <w:rPr>
                <w:rFonts w:ascii="Calibri" w:hAnsi="Calibri" w:cs="Calibri"/>
                <w:noProof/>
                <w:sz w:val="22"/>
                <w:szCs w:val="22"/>
                <w:lang w:val="ro-RO"/>
              </w:rPr>
            </w:pPr>
          </w:p>
          <w:p w14:paraId="17956C5B" w14:textId="77777777" w:rsidR="00F84A7A" w:rsidRPr="00E67132" w:rsidRDefault="00F84A7A" w:rsidP="00F84A7A">
            <w:pPr>
              <w:pStyle w:val="BodyText3"/>
              <w:rPr>
                <w:rFonts w:ascii="Calibri" w:hAnsi="Calibri" w:cs="Calibri"/>
                <w:noProof/>
                <w:sz w:val="22"/>
                <w:szCs w:val="22"/>
                <w:lang w:val="ro-RO"/>
              </w:rPr>
            </w:pPr>
          </w:p>
          <w:p w14:paraId="5A6AAE42" w14:textId="77777777" w:rsidR="00F84A7A" w:rsidRPr="00E67132" w:rsidRDefault="00F84A7A" w:rsidP="00F84A7A">
            <w:pPr>
              <w:pStyle w:val="BodyText3"/>
              <w:rPr>
                <w:rFonts w:ascii="Calibri" w:hAnsi="Calibri" w:cs="Calibri"/>
                <w:noProof/>
                <w:sz w:val="22"/>
                <w:szCs w:val="22"/>
                <w:lang w:val="ro-RO"/>
              </w:rPr>
            </w:pPr>
          </w:p>
          <w:p w14:paraId="49ABF397" w14:textId="77777777" w:rsidR="00F84A7A" w:rsidRPr="00E67132" w:rsidRDefault="00F84A7A" w:rsidP="00F84A7A">
            <w:pPr>
              <w:pStyle w:val="BodyText3"/>
              <w:rPr>
                <w:rFonts w:ascii="Calibri" w:hAnsi="Calibri" w:cs="Calibri"/>
                <w:noProof/>
                <w:sz w:val="22"/>
                <w:szCs w:val="22"/>
                <w:lang w:val="ro-RO"/>
              </w:rPr>
            </w:pPr>
          </w:p>
          <w:p w14:paraId="64ACCAFC" w14:textId="77777777" w:rsidR="00F84A7A" w:rsidRPr="00E67132" w:rsidRDefault="00F84A7A" w:rsidP="00F84A7A">
            <w:pPr>
              <w:pStyle w:val="BodyText3"/>
              <w:rPr>
                <w:rFonts w:ascii="Calibri" w:hAnsi="Calibri" w:cs="Calibri"/>
                <w:noProof/>
                <w:sz w:val="22"/>
                <w:szCs w:val="22"/>
                <w:lang w:val="ro-RO"/>
              </w:rPr>
            </w:pPr>
          </w:p>
          <w:p w14:paraId="53F40B4C" w14:textId="77777777" w:rsidR="00F84A7A" w:rsidRPr="00E67132" w:rsidRDefault="00F84A7A" w:rsidP="00F84A7A">
            <w:pPr>
              <w:pStyle w:val="BodyText3"/>
              <w:rPr>
                <w:rFonts w:ascii="Calibri" w:hAnsi="Calibri" w:cs="Calibri"/>
                <w:noProof/>
                <w:sz w:val="22"/>
                <w:szCs w:val="22"/>
                <w:lang w:val="ro-RO"/>
              </w:rPr>
            </w:pPr>
          </w:p>
          <w:p w14:paraId="54625613"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0217A38B" w14:textId="77777777" w:rsidTr="00342928">
        <w:trPr>
          <w:gridAfter w:val="4"/>
          <w:wAfter w:w="4970" w:type="dxa"/>
          <w:trHeight w:val="773"/>
        </w:trPr>
        <w:tc>
          <w:tcPr>
            <w:tcW w:w="6768" w:type="dxa"/>
            <w:gridSpan w:val="5"/>
            <w:shd w:val="clear" w:color="auto" w:fill="auto"/>
          </w:tcPr>
          <w:p w14:paraId="487560C6"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Planul de afaceri</w:t>
            </w:r>
          </w:p>
          <w:p w14:paraId="5A0E6731"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Angajamente asumat prin Declaratia F din cererea de finantare</w:t>
            </w:r>
          </w:p>
        </w:tc>
        <w:tc>
          <w:tcPr>
            <w:tcW w:w="1530" w:type="dxa"/>
            <w:gridSpan w:val="5"/>
            <w:shd w:val="clear" w:color="auto" w:fill="auto"/>
          </w:tcPr>
          <w:p w14:paraId="7599A5C7"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2279C179"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3400144D"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2B8B2756" w14:textId="77777777" w:rsidTr="00342928">
        <w:trPr>
          <w:gridAfter w:val="4"/>
          <w:wAfter w:w="4970" w:type="dxa"/>
          <w:trHeight w:val="440"/>
        </w:trPr>
        <w:tc>
          <w:tcPr>
            <w:tcW w:w="6768" w:type="dxa"/>
            <w:gridSpan w:val="5"/>
            <w:shd w:val="clear" w:color="auto" w:fill="auto"/>
          </w:tcPr>
          <w:p w14:paraId="5FE9CF9B"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EG6 Exploatația agricolă care vizează creșterea animalelor, prin Planul de Afaceri prevede în mod obligatoriu amenajări de gestionare a gunoiului de grajd, conform normelor de mediu ?</w:t>
            </w:r>
          </w:p>
        </w:tc>
        <w:tc>
          <w:tcPr>
            <w:tcW w:w="1530" w:type="dxa"/>
            <w:gridSpan w:val="5"/>
            <w:shd w:val="clear" w:color="auto" w:fill="auto"/>
          </w:tcPr>
          <w:p w14:paraId="27CE4B6C" w14:textId="77777777" w:rsidR="00F84A7A" w:rsidRPr="00E67132" w:rsidRDefault="00F84A7A" w:rsidP="00F84A7A">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sym w:font="Wingdings" w:char="F06F"/>
            </w:r>
          </w:p>
        </w:tc>
        <w:tc>
          <w:tcPr>
            <w:tcW w:w="990" w:type="dxa"/>
            <w:gridSpan w:val="3"/>
          </w:tcPr>
          <w:p w14:paraId="30303E1C" w14:textId="77777777" w:rsidR="00F84A7A" w:rsidRPr="00E67132" w:rsidRDefault="00F84A7A" w:rsidP="00F84A7A">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sym w:font="Wingdings" w:char="F06F"/>
            </w:r>
          </w:p>
        </w:tc>
        <w:tc>
          <w:tcPr>
            <w:tcW w:w="810" w:type="dxa"/>
            <w:shd w:val="clear" w:color="auto" w:fill="auto"/>
          </w:tcPr>
          <w:p w14:paraId="45CB83C6" w14:textId="77777777" w:rsidR="00F84A7A" w:rsidRPr="00E67132" w:rsidRDefault="00F84A7A" w:rsidP="00F84A7A">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sym w:font="Wingdings" w:char="F06F"/>
            </w:r>
          </w:p>
        </w:tc>
      </w:tr>
      <w:tr w:rsidR="00F84A7A" w:rsidRPr="00E67132" w14:paraId="215C92BA" w14:textId="77777777" w:rsidTr="00342928">
        <w:trPr>
          <w:gridAfter w:val="4"/>
          <w:wAfter w:w="4970" w:type="dxa"/>
          <w:trHeight w:val="773"/>
        </w:trPr>
        <w:tc>
          <w:tcPr>
            <w:tcW w:w="6768" w:type="dxa"/>
            <w:gridSpan w:val="5"/>
            <w:shd w:val="clear" w:color="auto" w:fill="auto"/>
          </w:tcPr>
          <w:p w14:paraId="1470D102"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Doc. </w:t>
            </w:r>
            <w:r w:rsidRPr="00E67132">
              <w:rPr>
                <w:rFonts w:ascii="Calibri" w:hAnsi="Calibri" w:cs="Calibri"/>
                <w:noProof/>
                <w:sz w:val="22"/>
                <w:szCs w:val="22"/>
                <w:lang w:val="ro-RO"/>
              </w:rPr>
              <w:t>Planul de afaceri</w:t>
            </w:r>
          </w:p>
          <w:p w14:paraId="21C5E00A" w14:textId="5525D764" w:rsidR="00F84A7A" w:rsidRPr="00E67132" w:rsidRDefault="00F84A7A" w:rsidP="00BD7140">
            <w:pPr>
              <w:pStyle w:val="NoSpacing"/>
              <w:tabs>
                <w:tab w:val="left" w:pos="567"/>
                <w:tab w:val="left" w:pos="993"/>
                <w:tab w:val="right" w:pos="9639"/>
              </w:tabs>
              <w:jc w:val="both"/>
              <w:rPr>
                <w:rFonts w:cs="Calibri"/>
                <w:noProof/>
                <w:lang w:val="ro-RO"/>
              </w:rPr>
            </w:pPr>
            <w:r w:rsidRPr="00E67132">
              <w:rPr>
                <w:rFonts w:cs="Calibri"/>
                <w:noProof/>
                <w:lang w:val="ro-RO"/>
              </w:rPr>
              <w:t xml:space="preserve">Anexa 8 – Codul bunelor practici agricole, respectiv </w:t>
            </w:r>
            <w:r w:rsidRPr="00E67132">
              <w:rPr>
                <w:rFonts w:cs="Calibri"/>
                <w:bCs/>
                <w:iCs/>
                <w:noProof/>
                <w:lang w:val="ro-RO"/>
              </w:rPr>
              <w:t>”</w:t>
            </w:r>
            <w:r w:rsidRPr="00E67132">
              <w:rPr>
                <w:rFonts w:cs="Calibri"/>
                <w:noProof/>
                <w:lang w:val="ro-RO"/>
              </w:rPr>
              <w:t xml:space="preserve">Calculator </w:t>
            </w:r>
            <w:r w:rsidRPr="00E67132">
              <w:rPr>
                <w:rFonts w:cs="Calibri"/>
                <w:bCs/>
                <w:iCs/>
                <w:noProof/>
                <w:lang w:val="ro-RO"/>
              </w:rPr>
              <w:t xml:space="preserve">- </w:t>
            </w:r>
            <w:r w:rsidRPr="00E67132">
              <w:rPr>
                <w:rFonts w:cs="Calibri"/>
                <w:noProof/>
                <w:lang w:val="ro-RO"/>
              </w:rPr>
              <w:t>Cod Bune Practici Agricole</w:t>
            </w:r>
            <w:r w:rsidRPr="00E67132">
              <w:rPr>
                <w:rFonts w:cs="Calibri"/>
                <w:bCs/>
                <w:iCs/>
                <w:noProof/>
                <w:lang w:val="ro-RO"/>
              </w:rPr>
              <w:t>”</w:t>
            </w:r>
          </w:p>
        </w:tc>
        <w:tc>
          <w:tcPr>
            <w:tcW w:w="1530" w:type="dxa"/>
            <w:gridSpan w:val="5"/>
            <w:shd w:val="clear" w:color="auto" w:fill="auto"/>
          </w:tcPr>
          <w:p w14:paraId="3F30AD8F"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497F1D31"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2C8FBD44"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578E180F" w14:textId="77777777" w:rsidTr="00342928">
        <w:trPr>
          <w:gridAfter w:val="4"/>
          <w:wAfter w:w="4970" w:type="dxa"/>
          <w:trHeight w:val="773"/>
        </w:trPr>
        <w:tc>
          <w:tcPr>
            <w:tcW w:w="6768" w:type="dxa"/>
            <w:gridSpan w:val="5"/>
            <w:shd w:val="clear" w:color="auto" w:fill="auto"/>
          </w:tcPr>
          <w:p w14:paraId="7775A5CF" w14:textId="77777777" w:rsidR="00F84A7A" w:rsidRPr="00E67132" w:rsidRDefault="00F84A7A" w:rsidP="00F84A7A">
            <w:pPr>
              <w:pStyle w:val="ListParagraph"/>
              <w:spacing w:line="276" w:lineRule="auto"/>
              <w:ind w:left="0"/>
              <w:contextualSpacing w:val="0"/>
              <w:jc w:val="both"/>
              <w:rPr>
                <w:rFonts w:ascii="Calibri" w:hAnsi="Calibri" w:cs="Calibri"/>
                <w:noProof/>
                <w:sz w:val="22"/>
                <w:szCs w:val="22"/>
                <w:lang w:val="ro-RO"/>
              </w:rPr>
            </w:pPr>
            <w:r w:rsidRPr="00E67132">
              <w:rPr>
                <w:rFonts w:ascii="Calibri" w:hAnsi="Calibri" w:cs="Calibri"/>
                <w:b/>
                <w:noProof/>
                <w:sz w:val="22"/>
                <w:szCs w:val="22"/>
                <w:lang w:val="ro-RO"/>
              </w:rPr>
              <w:t>EG7</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 xml:space="preserve">Exploatația agricolă vizează înfiinţarea şi reconversia plantaţiilor pomicole în planul de afaceri? </w:t>
            </w:r>
            <w:r w:rsidRPr="00E67132">
              <w:rPr>
                <w:rFonts w:ascii="Calibri" w:hAnsi="Calibri" w:cs="Calibri"/>
                <w:noProof/>
                <w:sz w:val="22"/>
                <w:szCs w:val="22"/>
                <w:lang w:val="ro-RO"/>
              </w:rPr>
              <w:t xml:space="preserve"> </w:t>
            </w:r>
          </w:p>
          <w:p w14:paraId="7766F7E6" w14:textId="77777777" w:rsidR="00F84A7A" w:rsidRPr="00E67132" w:rsidRDefault="00F84A7A" w:rsidP="00F84A7A">
            <w:pPr>
              <w:pStyle w:val="ListParagraph"/>
              <w:spacing w:line="276" w:lineRule="auto"/>
              <w:ind w:left="0"/>
              <w:contextualSpacing w:val="0"/>
              <w:jc w:val="both"/>
              <w:rPr>
                <w:rFonts w:ascii="Calibri" w:hAnsi="Calibri" w:cs="Calibri"/>
                <w:noProof/>
                <w:sz w:val="22"/>
                <w:szCs w:val="22"/>
                <w:lang w:val="ro-RO"/>
              </w:rPr>
            </w:pPr>
            <w:r w:rsidRPr="00E67132">
              <w:rPr>
                <w:rFonts w:ascii="Calibri" w:hAnsi="Calibri" w:cs="Calibri"/>
                <w:noProof/>
                <w:sz w:val="22"/>
                <w:szCs w:val="22"/>
                <w:lang w:val="ro-RO"/>
              </w:rPr>
              <w:t>Sunt eligibile pentru sprijin doar speciile eligibile și suprafeţele incluse în Anexa II din Subprogramul Tematic Pomicol (STP).</w:t>
            </w:r>
          </w:p>
          <w:p w14:paraId="44411C94" w14:textId="77777777" w:rsidR="00F84A7A" w:rsidRPr="00E67132" w:rsidRDefault="00F84A7A" w:rsidP="00F84A7A">
            <w:pPr>
              <w:pStyle w:val="ListParagraph"/>
              <w:spacing w:line="276" w:lineRule="auto"/>
              <w:ind w:left="0"/>
              <w:contextualSpacing w:val="0"/>
              <w:jc w:val="both"/>
              <w:rPr>
                <w:rFonts w:ascii="Calibri" w:hAnsi="Calibri" w:cs="Calibri"/>
                <w:noProof/>
                <w:sz w:val="22"/>
                <w:szCs w:val="22"/>
                <w:lang w:val="ro-RO"/>
              </w:rPr>
            </w:pPr>
            <w:r w:rsidRPr="00E67132">
              <w:rPr>
                <w:rFonts w:ascii="Calibri" w:hAnsi="Calibri" w:cs="Calibri"/>
                <w:noProof/>
                <w:sz w:val="22"/>
                <w:szCs w:val="22"/>
                <w:lang w:val="ro-RO"/>
              </w:rPr>
              <w:t xml:space="preserve">Exceptând </w:t>
            </w:r>
            <w:r w:rsidRPr="00E67132">
              <w:rPr>
                <w:rFonts w:asciiTheme="minorHAnsi" w:hAnsiTheme="minorHAnsi"/>
                <w:bCs/>
                <w:noProof/>
                <w:lang w:val="ro-RO"/>
              </w:rPr>
              <w:t>culturile</w:t>
            </w:r>
            <w:r w:rsidRPr="00E67132">
              <w:rPr>
                <w:rFonts w:asciiTheme="minorHAnsi" w:hAnsiTheme="minorHAnsi"/>
                <w:noProof/>
                <w:lang w:val="ro-RO"/>
              </w:rPr>
              <w:t xml:space="preserve"> din sectorul pomicol</w:t>
            </w:r>
            <w:r w:rsidRPr="00E67132" w:rsidDel="004005D2">
              <w:rPr>
                <w:rFonts w:ascii="Calibri" w:hAnsi="Calibri" w:cs="Calibri"/>
                <w:noProof/>
                <w:lang w:val="ro-RO"/>
              </w:rPr>
              <w:t xml:space="preserve"> </w:t>
            </w:r>
            <w:r w:rsidRPr="00E67132">
              <w:rPr>
                <w:rFonts w:ascii="Calibri" w:hAnsi="Calibri" w:cs="Calibri"/>
                <w:noProof/>
                <w:lang w:val="ro-RO"/>
              </w:rPr>
              <w:t xml:space="preserve">în sere,  solarii </w:t>
            </w:r>
            <w:r w:rsidRPr="00E67132">
              <w:rPr>
                <w:rFonts w:asciiTheme="minorHAnsi" w:hAnsiTheme="minorHAnsi"/>
                <w:noProof/>
                <w:lang w:val="ro-RO"/>
              </w:rPr>
              <w:t xml:space="preserve">și pepinierele </w:t>
            </w:r>
            <w:r w:rsidRPr="00E67132">
              <w:rPr>
                <w:rFonts w:ascii="Calibri" w:hAnsi="Calibri" w:cs="Calibri"/>
                <w:noProof/>
                <w:sz w:val="22"/>
                <w:szCs w:val="22"/>
                <w:lang w:val="ro-RO"/>
              </w:rPr>
              <w:t>care</w:t>
            </w:r>
            <w:r w:rsidRPr="00E67132">
              <w:rPr>
                <w:rFonts w:ascii="Calibri" w:hAnsi="Calibri" w:cs="Calibri"/>
                <w:i/>
                <w:noProof/>
                <w:sz w:val="22"/>
                <w:szCs w:val="22"/>
                <w:lang w:val="ro-RO"/>
              </w:rPr>
              <w:t xml:space="preserve"> pot fi inființată pe tot teritoriul național. Se aplică nota de favorabilitate &gt;= 2,00, conform </w:t>
            </w:r>
            <w:r w:rsidRPr="00E67132">
              <w:rPr>
                <w:rFonts w:ascii="Calibri" w:hAnsi="Calibri" w:cs="Calibri"/>
                <w:b/>
                <w:i/>
                <w:noProof/>
                <w:sz w:val="22"/>
                <w:szCs w:val="22"/>
                <w:lang w:val="ro-RO"/>
              </w:rPr>
              <w:t xml:space="preserve">metodologiei de calcul din cadrul Anexei aferenta </w:t>
            </w:r>
            <w:r w:rsidRPr="00E67132">
              <w:rPr>
                <w:rFonts w:ascii="Calibri" w:hAnsi="Calibri" w:cs="Calibri"/>
                <w:i/>
                <w:noProof/>
                <w:sz w:val="22"/>
                <w:szCs w:val="22"/>
                <w:lang w:val="ro-RO"/>
              </w:rPr>
              <w:t xml:space="preserve">Subprogramul Tematic Pomicol (STP din cadrul naţional legislativ de implementare). Aceasta nu se aplică în cazul achiziţiilor simple. </w:t>
            </w:r>
          </w:p>
        </w:tc>
        <w:tc>
          <w:tcPr>
            <w:tcW w:w="1530" w:type="dxa"/>
            <w:gridSpan w:val="5"/>
            <w:shd w:val="clear" w:color="auto" w:fill="auto"/>
          </w:tcPr>
          <w:p w14:paraId="10F23482" w14:textId="77777777" w:rsidR="00F84A7A" w:rsidRPr="00E67132" w:rsidRDefault="00F84A7A" w:rsidP="00F84A7A">
            <w:pPr>
              <w:pStyle w:val="BodyText3"/>
              <w:numPr>
                <w:ilvl w:val="0"/>
                <w:numId w:val="3"/>
              </w:numPr>
              <w:rPr>
                <w:rFonts w:ascii="Calibri" w:hAnsi="Calibri" w:cs="Calibri"/>
                <w:b w:val="0"/>
                <w:noProof/>
                <w:sz w:val="22"/>
                <w:szCs w:val="22"/>
                <w:lang w:val="ro-RO"/>
              </w:rPr>
            </w:pPr>
          </w:p>
        </w:tc>
        <w:tc>
          <w:tcPr>
            <w:tcW w:w="990" w:type="dxa"/>
            <w:gridSpan w:val="3"/>
          </w:tcPr>
          <w:p w14:paraId="36D5116E" w14:textId="77777777" w:rsidR="00F84A7A" w:rsidRPr="00E67132" w:rsidRDefault="00F84A7A" w:rsidP="00F84A7A">
            <w:pPr>
              <w:pStyle w:val="BodyText3"/>
              <w:numPr>
                <w:ilvl w:val="0"/>
                <w:numId w:val="3"/>
              </w:numPr>
              <w:rPr>
                <w:rFonts w:ascii="Calibri" w:hAnsi="Calibri" w:cs="Calibri"/>
                <w:b w:val="0"/>
                <w:noProof/>
                <w:sz w:val="22"/>
                <w:szCs w:val="22"/>
                <w:lang w:val="ro-RO"/>
              </w:rPr>
            </w:pPr>
          </w:p>
        </w:tc>
        <w:tc>
          <w:tcPr>
            <w:tcW w:w="810" w:type="dxa"/>
            <w:shd w:val="clear" w:color="auto" w:fill="auto"/>
          </w:tcPr>
          <w:p w14:paraId="270A7743" w14:textId="77777777" w:rsidR="00F84A7A" w:rsidRPr="00E67132" w:rsidRDefault="00F84A7A" w:rsidP="00F84A7A">
            <w:pPr>
              <w:pStyle w:val="BodyText3"/>
              <w:numPr>
                <w:ilvl w:val="0"/>
                <w:numId w:val="3"/>
              </w:numPr>
              <w:ind w:left="360"/>
              <w:jc w:val="left"/>
              <w:rPr>
                <w:rFonts w:ascii="Calibri" w:hAnsi="Calibri" w:cs="Calibri"/>
                <w:b w:val="0"/>
                <w:noProof/>
                <w:sz w:val="22"/>
                <w:szCs w:val="22"/>
                <w:lang w:val="ro-RO"/>
              </w:rPr>
            </w:pPr>
          </w:p>
        </w:tc>
      </w:tr>
      <w:tr w:rsidR="00F84A7A" w:rsidRPr="00E67132" w14:paraId="48516E56" w14:textId="77777777" w:rsidTr="00342928">
        <w:trPr>
          <w:gridAfter w:val="4"/>
          <w:wAfter w:w="4970" w:type="dxa"/>
          <w:trHeight w:val="773"/>
        </w:trPr>
        <w:tc>
          <w:tcPr>
            <w:tcW w:w="6768" w:type="dxa"/>
            <w:gridSpan w:val="5"/>
            <w:shd w:val="clear" w:color="auto" w:fill="auto"/>
          </w:tcPr>
          <w:p w14:paraId="013DE5AC"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Planul de afaceri</w:t>
            </w:r>
          </w:p>
          <w:p w14:paraId="3EA0B261"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Anexa 10 - Anexa aferentă Subprogramului Tematic Pomicol</w:t>
            </w:r>
            <w:r w:rsidRPr="00E67132">
              <w:rPr>
                <w:rFonts w:ascii="Calibri" w:hAnsi="Calibri" w:cs="Calibri"/>
                <w:i/>
                <w:noProof/>
                <w:sz w:val="22"/>
                <w:szCs w:val="22"/>
                <w:lang w:val="ro-RO"/>
              </w:rPr>
              <w:t xml:space="preserve"> </w:t>
            </w:r>
            <w:r w:rsidRPr="00E67132">
              <w:rPr>
                <w:rFonts w:ascii="Calibri" w:hAnsi="Calibri" w:cs="Calibri"/>
                <w:b w:val="0"/>
                <w:noProof/>
                <w:sz w:val="22"/>
                <w:szCs w:val="22"/>
                <w:lang w:val="ro-RO"/>
              </w:rPr>
              <w:t>din cadrul naţional legislativ de implementare (STP).</w:t>
            </w:r>
          </w:p>
        </w:tc>
        <w:tc>
          <w:tcPr>
            <w:tcW w:w="1530" w:type="dxa"/>
            <w:gridSpan w:val="5"/>
            <w:shd w:val="clear" w:color="auto" w:fill="auto"/>
          </w:tcPr>
          <w:p w14:paraId="35E8043D"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20F764AA"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4DDD92B1"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268DFE9E" w14:textId="77777777" w:rsidTr="00342928">
        <w:trPr>
          <w:gridAfter w:val="4"/>
          <w:wAfter w:w="4970" w:type="dxa"/>
          <w:trHeight w:val="526"/>
        </w:trPr>
        <w:tc>
          <w:tcPr>
            <w:tcW w:w="6768" w:type="dxa"/>
            <w:gridSpan w:val="5"/>
            <w:shd w:val="clear" w:color="auto" w:fill="auto"/>
          </w:tcPr>
          <w:p w14:paraId="7702B181" w14:textId="77777777" w:rsidR="00F84A7A" w:rsidRPr="00E67132" w:rsidRDefault="00F84A7A" w:rsidP="00F84A7A">
            <w:pPr>
              <w:pStyle w:val="NoSpacing"/>
              <w:spacing w:line="276" w:lineRule="auto"/>
              <w:jc w:val="both"/>
              <w:rPr>
                <w:rFonts w:cs="Calibri"/>
                <w:b/>
                <w:noProof/>
                <w:lang w:val="ro-RO"/>
              </w:rPr>
            </w:pPr>
            <w:r w:rsidRPr="00E67132">
              <w:rPr>
                <w:rFonts w:cs="Calibri"/>
                <w:b/>
                <w:noProof/>
                <w:lang w:val="ro-RO"/>
              </w:rPr>
              <w:t>EG8</w:t>
            </w:r>
            <w:r w:rsidRPr="00E67132">
              <w:rPr>
                <w:rFonts w:cs="Calibri"/>
                <w:noProof/>
                <w:lang w:val="ro-RO"/>
              </w:rPr>
              <w:t xml:space="preserve"> </w:t>
            </w:r>
            <w:r w:rsidRPr="00E67132">
              <w:rPr>
                <w:rFonts w:cs="Calibri"/>
                <w:b/>
                <w:noProof/>
                <w:lang w:val="ro-RO"/>
              </w:rPr>
              <w:t>Exploatația agricolă vizează investiţii în exploataţii viticole pentru soiurile de  struguri de vin?</w:t>
            </w:r>
          </w:p>
          <w:p w14:paraId="3D60A104" w14:textId="77777777" w:rsidR="00F84A7A" w:rsidRPr="00E67132" w:rsidRDefault="00F84A7A" w:rsidP="00F84A7A">
            <w:pPr>
              <w:pStyle w:val="NoSpacing"/>
              <w:spacing w:line="276" w:lineRule="auto"/>
              <w:jc w:val="both"/>
              <w:rPr>
                <w:rFonts w:cs="Calibri"/>
                <w:noProof/>
                <w:lang w:val="ro-RO"/>
              </w:rPr>
            </w:pPr>
            <w:r w:rsidRPr="00E67132">
              <w:rPr>
                <w:rFonts w:cs="Calibri"/>
                <w:b/>
                <w:noProof/>
                <w:lang w:val="ro-RO"/>
              </w:rPr>
              <w:t xml:space="preserve">Sunt eligibile doar exploataţiile de viţă de vie pentru vin din arealele vitiocole nominalizate prin OMADR 397/2003 </w:t>
            </w:r>
            <w:r w:rsidRPr="00E67132">
              <w:rPr>
                <w:rFonts w:cs="Calibri"/>
                <w:noProof/>
                <w:lang w:val="ro-RO"/>
              </w:rPr>
              <w:t xml:space="preserve"> pentru aprobarea Nominalizării arealelor viticole şi încadrării localităţilor pe regiuni viticole, podgorii şi centre viticole, cu modificările şi completările ulterioare (anexa 11 la Ghidul Solicitantului). </w:t>
            </w:r>
          </w:p>
        </w:tc>
        <w:tc>
          <w:tcPr>
            <w:tcW w:w="1530" w:type="dxa"/>
            <w:gridSpan w:val="5"/>
            <w:shd w:val="clear" w:color="auto" w:fill="auto"/>
          </w:tcPr>
          <w:p w14:paraId="3F0DF9BC" w14:textId="77777777" w:rsidR="00F84A7A" w:rsidRPr="00E67132" w:rsidRDefault="00F84A7A" w:rsidP="00F84A7A">
            <w:pPr>
              <w:pStyle w:val="BodyText3"/>
              <w:numPr>
                <w:ilvl w:val="0"/>
                <w:numId w:val="3"/>
              </w:numPr>
              <w:rPr>
                <w:rFonts w:ascii="Calibri" w:hAnsi="Calibri" w:cs="Calibri"/>
                <w:b w:val="0"/>
                <w:noProof/>
                <w:sz w:val="22"/>
                <w:szCs w:val="22"/>
                <w:lang w:val="ro-RO"/>
              </w:rPr>
            </w:pPr>
          </w:p>
        </w:tc>
        <w:tc>
          <w:tcPr>
            <w:tcW w:w="990" w:type="dxa"/>
            <w:gridSpan w:val="3"/>
          </w:tcPr>
          <w:p w14:paraId="16326EA0" w14:textId="77777777" w:rsidR="00F84A7A" w:rsidRPr="00E67132" w:rsidRDefault="00F84A7A" w:rsidP="00F84A7A">
            <w:pPr>
              <w:pStyle w:val="BodyText3"/>
              <w:numPr>
                <w:ilvl w:val="0"/>
                <w:numId w:val="3"/>
              </w:numPr>
              <w:rPr>
                <w:rFonts w:ascii="Calibri" w:hAnsi="Calibri" w:cs="Calibri"/>
                <w:b w:val="0"/>
                <w:noProof/>
                <w:sz w:val="22"/>
                <w:szCs w:val="22"/>
                <w:lang w:val="ro-RO"/>
              </w:rPr>
            </w:pPr>
          </w:p>
        </w:tc>
        <w:tc>
          <w:tcPr>
            <w:tcW w:w="810" w:type="dxa"/>
            <w:shd w:val="clear" w:color="auto" w:fill="auto"/>
          </w:tcPr>
          <w:p w14:paraId="27CAB4FC" w14:textId="77777777" w:rsidR="00F84A7A" w:rsidRPr="00E67132" w:rsidRDefault="00F84A7A" w:rsidP="00F84A7A">
            <w:pPr>
              <w:pStyle w:val="BodyText3"/>
              <w:numPr>
                <w:ilvl w:val="0"/>
                <w:numId w:val="3"/>
              </w:numPr>
              <w:ind w:left="504"/>
              <w:rPr>
                <w:rFonts w:ascii="Calibri" w:hAnsi="Calibri" w:cs="Calibri"/>
                <w:b w:val="0"/>
                <w:noProof/>
                <w:sz w:val="22"/>
                <w:szCs w:val="22"/>
                <w:lang w:val="ro-RO"/>
              </w:rPr>
            </w:pPr>
          </w:p>
        </w:tc>
      </w:tr>
      <w:tr w:rsidR="00F84A7A" w:rsidRPr="00E67132" w14:paraId="3C62879A" w14:textId="77777777" w:rsidTr="00342928">
        <w:trPr>
          <w:gridAfter w:val="4"/>
          <w:wAfter w:w="4970" w:type="dxa"/>
          <w:trHeight w:val="773"/>
        </w:trPr>
        <w:tc>
          <w:tcPr>
            <w:tcW w:w="6768" w:type="dxa"/>
            <w:gridSpan w:val="5"/>
            <w:shd w:val="clear" w:color="auto" w:fill="auto"/>
          </w:tcPr>
          <w:p w14:paraId="306DA96C"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Planul de afaceri</w:t>
            </w:r>
          </w:p>
          <w:p w14:paraId="7A096CA6" w14:textId="77777777" w:rsidR="00F84A7A" w:rsidRPr="00E67132" w:rsidRDefault="00F84A7A" w:rsidP="00F84A7A">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Doc. Anexa 11- OMADR nr. 397/2003 pentru aprobarea Nominalizării arealelor viticole şi încadrării localităţilor pe regiuni viticole, podgorii şi centre viticole</w:t>
            </w:r>
          </w:p>
        </w:tc>
        <w:tc>
          <w:tcPr>
            <w:tcW w:w="1530" w:type="dxa"/>
            <w:gridSpan w:val="5"/>
            <w:shd w:val="clear" w:color="auto" w:fill="auto"/>
          </w:tcPr>
          <w:p w14:paraId="569A0308" w14:textId="77777777" w:rsidR="00F84A7A" w:rsidRPr="00E67132" w:rsidRDefault="00F84A7A" w:rsidP="00F84A7A">
            <w:pPr>
              <w:pStyle w:val="BodyText3"/>
              <w:rPr>
                <w:rFonts w:ascii="Calibri" w:hAnsi="Calibri" w:cs="Calibri"/>
                <w:b w:val="0"/>
                <w:noProof/>
                <w:sz w:val="22"/>
                <w:szCs w:val="22"/>
                <w:lang w:val="ro-RO"/>
              </w:rPr>
            </w:pPr>
          </w:p>
          <w:p w14:paraId="6D7324F1" w14:textId="77777777" w:rsidR="00F84A7A" w:rsidRPr="00E67132" w:rsidRDefault="00F84A7A" w:rsidP="00F84A7A">
            <w:pPr>
              <w:pStyle w:val="BodyText3"/>
              <w:rPr>
                <w:rFonts w:ascii="Calibri" w:hAnsi="Calibri" w:cs="Calibri"/>
                <w:b w:val="0"/>
                <w:noProof/>
                <w:sz w:val="22"/>
                <w:szCs w:val="22"/>
                <w:lang w:val="ro-RO"/>
              </w:rPr>
            </w:pPr>
          </w:p>
          <w:p w14:paraId="755D25FD" w14:textId="77777777" w:rsidR="00F84A7A" w:rsidRPr="00E67132" w:rsidRDefault="00F84A7A" w:rsidP="00F84A7A">
            <w:pPr>
              <w:pStyle w:val="BodyText3"/>
              <w:rPr>
                <w:rFonts w:ascii="Calibri" w:hAnsi="Calibri" w:cs="Calibri"/>
                <w:b w:val="0"/>
                <w:noProof/>
                <w:sz w:val="22"/>
                <w:szCs w:val="22"/>
                <w:lang w:val="ro-RO"/>
              </w:rPr>
            </w:pPr>
          </w:p>
          <w:p w14:paraId="11873F3E"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0C91E965"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54B38030" w14:textId="77777777" w:rsidR="00F84A7A" w:rsidRPr="00E67132" w:rsidRDefault="00F84A7A" w:rsidP="00F84A7A">
            <w:pPr>
              <w:pStyle w:val="BodyText3"/>
              <w:rPr>
                <w:rFonts w:ascii="Calibri" w:hAnsi="Calibri" w:cs="Calibri"/>
                <w:b w:val="0"/>
                <w:noProof/>
                <w:sz w:val="22"/>
                <w:szCs w:val="22"/>
                <w:lang w:val="ro-RO"/>
              </w:rPr>
            </w:pPr>
          </w:p>
          <w:p w14:paraId="054989A2" w14:textId="77777777" w:rsidR="00F84A7A" w:rsidRPr="00E67132" w:rsidRDefault="00F84A7A" w:rsidP="00F84A7A">
            <w:pPr>
              <w:pStyle w:val="BodyText3"/>
              <w:rPr>
                <w:rFonts w:ascii="Calibri" w:hAnsi="Calibri" w:cs="Calibri"/>
                <w:b w:val="0"/>
                <w:noProof/>
                <w:sz w:val="22"/>
                <w:szCs w:val="22"/>
                <w:lang w:val="ro-RO"/>
              </w:rPr>
            </w:pPr>
          </w:p>
          <w:p w14:paraId="7131B74F" w14:textId="77777777" w:rsidR="00F84A7A" w:rsidRPr="00E67132" w:rsidRDefault="00F84A7A" w:rsidP="00F84A7A">
            <w:pPr>
              <w:pStyle w:val="BodyText3"/>
              <w:rPr>
                <w:rFonts w:ascii="Calibri" w:hAnsi="Calibri" w:cs="Calibri"/>
                <w:b w:val="0"/>
                <w:noProof/>
                <w:sz w:val="22"/>
                <w:szCs w:val="22"/>
                <w:lang w:val="ro-RO"/>
              </w:rPr>
            </w:pPr>
          </w:p>
          <w:p w14:paraId="1B523907"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4E1AB14A" w14:textId="77777777" w:rsidTr="00B82EBD">
        <w:trPr>
          <w:gridAfter w:val="4"/>
          <w:wAfter w:w="4970" w:type="dxa"/>
          <w:trHeight w:val="103"/>
        </w:trPr>
        <w:tc>
          <w:tcPr>
            <w:tcW w:w="6768" w:type="dxa"/>
            <w:gridSpan w:val="5"/>
            <w:shd w:val="clear" w:color="auto" w:fill="auto"/>
          </w:tcPr>
          <w:p w14:paraId="2AF8F26B" w14:textId="77777777" w:rsidR="00F84A7A" w:rsidRPr="00E67132" w:rsidRDefault="00F84A7A" w:rsidP="00F84A7A">
            <w:pPr>
              <w:pStyle w:val="BodyText3"/>
              <w:jc w:val="both"/>
              <w:rPr>
                <w:rFonts w:ascii="Calibri" w:hAnsi="Calibri" w:cs="Calibri"/>
                <w:noProof/>
                <w:sz w:val="22"/>
                <w:szCs w:val="22"/>
                <w:u w:val="single"/>
                <w:lang w:val="ro-RO"/>
              </w:rPr>
            </w:pPr>
            <w:r w:rsidRPr="00E67132">
              <w:rPr>
                <w:rFonts w:ascii="Calibri" w:hAnsi="Calibri" w:cs="Calibri"/>
                <w:noProof/>
                <w:sz w:val="22"/>
                <w:szCs w:val="22"/>
                <w:u w:val="single"/>
                <w:lang w:val="ro-RO"/>
              </w:rPr>
              <w:t>3.VALOAREA SPRIJINULUI:</w:t>
            </w:r>
          </w:p>
          <w:p w14:paraId="2B78B3B0"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Stabilirea dimensiunii exploataţiei agricole (calcularea sprijinului pentru instalare).</w:t>
            </w:r>
          </w:p>
          <w:p w14:paraId="50921EFC"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Dimensiunea exploataţiei în anul 0 conform Cererii de Finanţare</w:t>
            </w:r>
          </w:p>
          <w:p w14:paraId="10BB7E4B" w14:textId="77777777" w:rsidR="00F84A7A" w:rsidRPr="00E67132" w:rsidRDefault="00F84A7A" w:rsidP="00F84A7A">
            <w:pPr>
              <w:pStyle w:val="BodyText3"/>
              <w:jc w:val="both"/>
              <w:rPr>
                <w:rFonts w:ascii="Calibri" w:hAnsi="Calibri" w:cs="Calibri"/>
                <w:noProof/>
                <w:sz w:val="22"/>
                <w:szCs w:val="22"/>
                <w:lang w:val="ro-RO"/>
              </w:rPr>
            </w:pPr>
          </w:p>
          <w:p w14:paraId="03E8C76F"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12.000 S.O. - 29.999 S.O.</w:t>
            </w:r>
            <w:r w:rsidRPr="00E67132">
              <w:rPr>
                <w:rFonts w:ascii="Calibri" w:hAnsi="Calibri" w:cs="Calibri"/>
                <w:noProof/>
                <w:sz w:val="22"/>
                <w:szCs w:val="22"/>
                <w:lang w:val="ro-RO"/>
              </w:rPr>
              <w:tab/>
              <w:t>-</w:t>
            </w:r>
            <w:r w:rsidRPr="00E67132">
              <w:rPr>
                <w:rFonts w:ascii="Calibri" w:hAnsi="Calibri" w:cs="Calibri"/>
                <w:noProof/>
                <w:sz w:val="22"/>
                <w:szCs w:val="22"/>
                <w:lang w:val="ro-RO"/>
              </w:rPr>
              <w:tab/>
              <w:t>40.000 de euro</w:t>
            </w:r>
          </w:p>
          <w:p w14:paraId="1437AC0B" w14:textId="77777777" w:rsidR="00F84A7A" w:rsidRPr="00E67132" w:rsidRDefault="00F84A7A" w:rsidP="00B82EBD">
            <w:pPr>
              <w:pStyle w:val="BodyText3"/>
              <w:jc w:val="both"/>
              <w:rPr>
                <w:rFonts w:ascii="Calibri" w:hAnsi="Calibri" w:cs="Calibri"/>
                <w:noProof/>
                <w:sz w:val="22"/>
                <w:szCs w:val="22"/>
                <w:u w:val="single"/>
                <w:lang w:val="ro-RO"/>
              </w:rPr>
            </w:pPr>
            <w:r w:rsidRPr="00E67132">
              <w:rPr>
                <w:rFonts w:ascii="Calibri" w:hAnsi="Calibri" w:cs="Calibri"/>
                <w:noProof/>
                <w:sz w:val="22"/>
                <w:szCs w:val="22"/>
                <w:lang w:val="ro-RO"/>
              </w:rPr>
              <w:t>30.000 S.O. - 50.000 S.O.</w:t>
            </w:r>
            <w:r w:rsidRPr="00E67132">
              <w:rPr>
                <w:rFonts w:ascii="Calibri" w:hAnsi="Calibri" w:cs="Calibri"/>
                <w:noProof/>
                <w:sz w:val="22"/>
                <w:szCs w:val="22"/>
                <w:lang w:val="ro-RO"/>
              </w:rPr>
              <w:tab/>
              <w:t>-</w:t>
            </w:r>
            <w:r w:rsidRPr="00E67132">
              <w:rPr>
                <w:rFonts w:ascii="Calibri" w:hAnsi="Calibri" w:cs="Calibri"/>
                <w:noProof/>
                <w:sz w:val="22"/>
                <w:szCs w:val="22"/>
                <w:lang w:val="ro-RO"/>
              </w:rPr>
              <w:tab/>
              <w:t>50.000 de euro</w:t>
            </w:r>
          </w:p>
        </w:tc>
        <w:tc>
          <w:tcPr>
            <w:tcW w:w="1530" w:type="dxa"/>
            <w:gridSpan w:val="5"/>
            <w:shd w:val="clear" w:color="auto" w:fill="auto"/>
          </w:tcPr>
          <w:p w14:paraId="36CFD6BF" w14:textId="77777777" w:rsidR="00F84A7A" w:rsidRPr="00E67132" w:rsidRDefault="00F84A7A" w:rsidP="00F84A7A">
            <w:pPr>
              <w:pStyle w:val="BodyText3"/>
              <w:rPr>
                <w:rFonts w:ascii="Calibri" w:hAnsi="Calibri" w:cs="Calibri"/>
                <w:noProof/>
                <w:sz w:val="22"/>
                <w:szCs w:val="22"/>
                <w:lang w:val="ro-RO"/>
              </w:rPr>
            </w:pPr>
          </w:p>
          <w:p w14:paraId="5E6E326E" w14:textId="77777777" w:rsidR="00F84A7A" w:rsidRPr="00E67132" w:rsidRDefault="00F84A7A" w:rsidP="00F84A7A">
            <w:pPr>
              <w:pStyle w:val="BodyText3"/>
              <w:rPr>
                <w:rFonts w:ascii="Calibri" w:hAnsi="Calibri" w:cs="Calibri"/>
                <w:noProof/>
                <w:sz w:val="22"/>
                <w:szCs w:val="22"/>
                <w:lang w:val="ro-RO"/>
              </w:rPr>
            </w:pPr>
          </w:p>
          <w:p w14:paraId="44918605" w14:textId="77777777" w:rsidR="00F84A7A" w:rsidRPr="00E67132" w:rsidRDefault="00F84A7A" w:rsidP="00F84A7A">
            <w:pPr>
              <w:pStyle w:val="BodyText3"/>
              <w:rPr>
                <w:rFonts w:ascii="Calibri" w:hAnsi="Calibri" w:cs="Calibri"/>
                <w:noProof/>
                <w:sz w:val="22"/>
                <w:szCs w:val="22"/>
                <w:lang w:val="ro-RO"/>
              </w:rPr>
            </w:pPr>
          </w:p>
          <w:p w14:paraId="1DCF426A" w14:textId="77777777" w:rsidR="00F84A7A" w:rsidRPr="00E67132" w:rsidRDefault="00F84A7A" w:rsidP="00F84A7A">
            <w:pPr>
              <w:pStyle w:val="BodyText3"/>
              <w:rPr>
                <w:rFonts w:ascii="Calibri" w:hAnsi="Calibri" w:cs="Calibri"/>
                <w:noProof/>
                <w:sz w:val="22"/>
                <w:szCs w:val="22"/>
                <w:lang w:val="ro-RO"/>
              </w:rPr>
            </w:pPr>
          </w:p>
          <w:p w14:paraId="333392C2" w14:textId="77777777" w:rsidR="00F84A7A" w:rsidRPr="00E67132" w:rsidRDefault="00F84A7A" w:rsidP="00F84A7A">
            <w:pPr>
              <w:pStyle w:val="BodyText3"/>
              <w:rPr>
                <w:rFonts w:ascii="Calibri" w:hAnsi="Calibri" w:cs="Calibri"/>
                <w:noProof/>
                <w:sz w:val="22"/>
                <w:szCs w:val="22"/>
                <w:lang w:val="ro-RO"/>
              </w:rPr>
            </w:pPr>
          </w:p>
          <w:p w14:paraId="5C91E36F"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3CEF3B0"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5678307"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3F1A6016" w14:textId="77777777" w:rsidR="00F84A7A" w:rsidRPr="00E67132" w:rsidRDefault="00F84A7A" w:rsidP="00F84A7A">
            <w:pPr>
              <w:pStyle w:val="BodyText3"/>
              <w:rPr>
                <w:rFonts w:ascii="Calibri" w:hAnsi="Calibri" w:cs="Calibri"/>
                <w:noProof/>
                <w:sz w:val="22"/>
                <w:szCs w:val="22"/>
                <w:lang w:val="ro-RO"/>
              </w:rPr>
            </w:pPr>
          </w:p>
          <w:p w14:paraId="71E4FCD6" w14:textId="77777777" w:rsidR="00F84A7A" w:rsidRPr="00E67132" w:rsidRDefault="00F84A7A" w:rsidP="00F84A7A">
            <w:pPr>
              <w:pStyle w:val="BodyText3"/>
              <w:rPr>
                <w:rFonts w:ascii="Calibri" w:hAnsi="Calibri" w:cs="Calibri"/>
                <w:noProof/>
                <w:sz w:val="22"/>
                <w:szCs w:val="22"/>
                <w:lang w:val="ro-RO"/>
              </w:rPr>
            </w:pPr>
          </w:p>
          <w:p w14:paraId="78C49D91" w14:textId="77777777" w:rsidR="00F84A7A" w:rsidRPr="00E67132" w:rsidRDefault="00F84A7A" w:rsidP="00F84A7A">
            <w:pPr>
              <w:pStyle w:val="BodyText3"/>
              <w:rPr>
                <w:rFonts w:ascii="Calibri" w:hAnsi="Calibri" w:cs="Calibri"/>
                <w:noProof/>
                <w:sz w:val="22"/>
                <w:szCs w:val="22"/>
                <w:lang w:val="ro-RO"/>
              </w:rPr>
            </w:pPr>
          </w:p>
          <w:p w14:paraId="29DDBF62" w14:textId="77777777" w:rsidR="00F84A7A" w:rsidRPr="00E67132" w:rsidRDefault="00F84A7A" w:rsidP="00F84A7A">
            <w:pPr>
              <w:pStyle w:val="BodyText3"/>
              <w:rPr>
                <w:rFonts w:ascii="Calibri" w:hAnsi="Calibri" w:cs="Calibri"/>
                <w:noProof/>
                <w:sz w:val="22"/>
                <w:szCs w:val="22"/>
                <w:lang w:val="ro-RO"/>
              </w:rPr>
            </w:pPr>
          </w:p>
          <w:p w14:paraId="3B03E83F" w14:textId="77777777" w:rsidR="00F84A7A" w:rsidRPr="00E67132" w:rsidRDefault="00F84A7A" w:rsidP="00F84A7A">
            <w:pPr>
              <w:pStyle w:val="BodyText3"/>
              <w:rPr>
                <w:rFonts w:ascii="Calibri" w:hAnsi="Calibri" w:cs="Calibri"/>
                <w:noProof/>
                <w:sz w:val="22"/>
                <w:szCs w:val="22"/>
                <w:lang w:val="ro-RO"/>
              </w:rPr>
            </w:pPr>
          </w:p>
          <w:p w14:paraId="1FF183F8"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F6074B9" w14:textId="77777777" w:rsidR="00F84A7A" w:rsidRPr="00E67132" w:rsidRDefault="00F84A7A" w:rsidP="00B82EBD">
            <w:pPr>
              <w:pStyle w:val="BodyText3"/>
              <w:rPr>
                <w:rFonts w:ascii="Calibri" w:hAnsi="Calibri" w:cs="Calibri"/>
                <w:b w:val="0"/>
                <w:noProof/>
                <w:sz w:val="22"/>
                <w:szCs w:val="22"/>
                <w:lang w:val="ro-RO"/>
              </w:rPr>
            </w:pPr>
            <w:r w:rsidRPr="00E67132">
              <w:rPr>
                <w:rFonts w:ascii="Calibri" w:hAnsi="Calibri" w:cs="Calibri"/>
                <w:noProof/>
                <w:sz w:val="22"/>
                <w:szCs w:val="22"/>
                <w:lang w:val="ro-RO"/>
              </w:rPr>
              <w:sym w:font="Wingdings" w:char="F06F"/>
            </w:r>
          </w:p>
        </w:tc>
        <w:tc>
          <w:tcPr>
            <w:tcW w:w="810" w:type="dxa"/>
            <w:shd w:val="clear" w:color="auto" w:fill="auto"/>
          </w:tcPr>
          <w:p w14:paraId="026A9675"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018DC532" w14:textId="77777777" w:rsidTr="00342928">
        <w:trPr>
          <w:gridAfter w:val="4"/>
          <w:wAfter w:w="4970" w:type="dxa"/>
          <w:trHeight w:val="773"/>
        </w:trPr>
        <w:tc>
          <w:tcPr>
            <w:tcW w:w="6768" w:type="dxa"/>
            <w:gridSpan w:val="5"/>
            <w:shd w:val="clear" w:color="auto" w:fill="auto"/>
          </w:tcPr>
          <w:p w14:paraId="711032DB"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Planul de afaceri</w:t>
            </w:r>
          </w:p>
          <w:p w14:paraId="157BFDA3" w14:textId="77777777" w:rsidR="00F84A7A" w:rsidRPr="00E67132" w:rsidRDefault="00F84A7A" w:rsidP="00F84A7A">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Doc. Cererea de finanţare – tabel calcul SO</w:t>
            </w:r>
          </w:p>
          <w:p w14:paraId="50BE1647" w14:textId="77777777" w:rsidR="00F84A7A" w:rsidRPr="00E67132" w:rsidRDefault="00F84A7A" w:rsidP="00F84A7A">
            <w:pPr>
              <w:pStyle w:val="BodyText3"/>
              <w:jc w:val="both"/>
              <w:rPr>
                <w:rFonts w:ascii="Calibri" w:hAnsi="Calibri" w:cs="Calibri"/>
                <w:noProof/>
                <w:sz w:val="22"/>
                <w:szCs w:val="22"/>
                <w:u w:val="single"/>
                <w:lang w:val="ro-RO"/>
              </w:rPr>
            </w:pPr>
          </w:p>
        </w:tc>
        <w:tc>
          <w:tcPr>
            <w:tcW w:w="1530" w:type="dxa"/>
            <w:gridSpan w:val="5"/>
            <w:shd w:val="clear" w:color="auto" w:fill="auto"/>
          </w:tcPr>
          <w:p w14:paraId="2769873F"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1676537B"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546D561F" w14:textId="77777777" w:rsidR="00F84A7A" w:rsidRPr="00E67132" w:rsidRDefault="00F84A7A" w:rsidP="00F84A7A">
            <w:pPr>
              <w:pStyle w:val="BodyText3"/>
              <w:ind w:left="-468" w:right="-226" w:firstLine="360"/>
              <w:rPr>
                <w:rFonts w:ascii="Calibri" w:hAnsi="Calibri" w:cs="Calibri"/>
                <w:b w:val="0"/>
                <w:noProof/>
                <w:sz w:val="22"/>
                <w:szCs w:val="22"/>
                <w:lang w:val="ro-RO"/>
              </w:rPr>
            </w:pPr>
          </w:p>
        </w:tc>
      </w:tr>
      <w:tr w:rsidR="00F84A7A" w:rsidRPr="00E67132" w14:paraId="62E70920" w14:textId="77777777" w:rsidTr="00342928">
        <w:trPr>
          <w:gridAfter w:val="4"/>
          <w:wAfter w:w="4970" w:type="dxa"/>
          <w:trHeight w:val="773"/>
        </w:trPr>
        <w:tc>
          <w:tcPr>
            <w:tcW w:w="6768" w:type="dxa"/>
            <w:gridSpan w:val="5"/>
            <w:shd w:val="clear" w:color="auto" w:fill="auto"/>
          </w:tcPr>
          <w:p w14:paraId="36D2D227"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4. Exploataţia se află situată în Zona Montană?</w:t>
            </w:r>
          </w:p>
          <w:p w14:paraId="50D4E47B" w14:textId="77777777" w:rsidR="00F84A7A" w:rsidRPr="00E67132" w:rsidRDefault="00F84A7A" w:rsidP="00F84A7A">
            <w:pPr>
              <w:pStyle w:val="BodyText3"/>
              <w:jc w:val="left"/>
              <w:rPr>
                <w:rFonts w:ascii="Calibri" w:hAnsi="Calibri" w:cs="Calibri"/>
                <w:noProof/>
                <w:sz w:val="22"/>
                <w:szCs w:val="22"/>
                <w:u w:val="single"/>
                <w:lang w:val="ro-RO"/>
              </w:rPr>
            </w:pPr>
          </w:p>
        </w:tc>
        <w:tc>
          <w:tcPr>
            <w:tcW w:w="1530" w:type="dxa"/>
            <w:gridSpan w:val="5"/>
            <w:shd w:val="clear" w:color="auto" w:fill="auto"/>
          </w:tcPr>
          <w:p w14:paraId="124E1E79"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9F3CEFD"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Pr>
          <w:p w14:paraId="7958A13D"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82E9F7D"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0FA961D8"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01B505E"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5387782E" w14:textId="77777777" w:rsidTr="00342928">
        <w:trPr>
          <w:gridAfter w:val="4"/>
          <w:wAfter w:w="4970" w:type="dxa"/>
          <w:trHeight w:val="773"/>
        </w:trPr>
        <w:tc>
          <w:tcPr>
            <w:tcW w:w="6768" w:type="dxa"/>
            <w:gridSpan w:val="5"/>
            <w:shd w:val="clear" w:color="auto" w:fill="auto"/>
          </w:tcPr>
          <w:p w14:paraId="54560EE1"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Anexa 4-</w:t>
            </w:r>
            <w:r w:rsidRPr="00E67132">
              <w:rPr>
                <w:rFonts w:ascii="Calibri" w:hAnsi="Calibri" w:cs="Calibri"/>
                <w:b w:val="0"/>
                <w:i/>
                <w:noProof/>
                <w:sz w:val="22"/>
                <w:szCs w:val="22"/>
                <w:lang w:val="ro-RO"/>
              </w:rPr>
              <w:t xml:space="preserve"> </w:t>
            </w:r>
            <w:r w:rsidRPr="00E67132">
              <w:rPr>
                <w:rFonts w:ascii="Calibri" w:hAnsi="Calibri" w:cs="Calibri"/>
                <w:b w:val="0"/>
                <w:noProof/>
                <w:sz w:val="22"/>
                <w:szCs w:val="22"/>
                <w:lang w:val="ro-RO"/>
              </w:rPr>
              <w:t>Lista cu UAT care se regasesc în  zone montane, menționate la art. 32 (2) R(UE) nr. 1305/2013.</w:t>
            </w:r>
          </w:p>
        </w:tc>
        <w:tc>
          <w:tcPr>
            <w:tcW w:w="1530" w:type="dxa"/>
            <w:gridSpan w:val="5"/>
            <w:shd w:val="clear" w:color="auto" w:fill="auto"/>
          </w:tcPr>
          <w:p w14:paraId="0485AA0E" w14:textId="77777777" w:rsidR="00F84A7A" w:rsidRPr="00E67132" w:rsidRDefault="00F84A7A" w:rsidP="00F84A7A">
            <w:pPr>
              <w:pStyle w:val="BodyText3"/>
              <w:rPr>
                <w:rFonts w:ascii="Calibri" w:hAnsi="Calibri" w:cs="Calibri"/>
                <w:noProof/>
                <w:sz w:val="22"/>
                <w:szCs w:val="22"/>
                <w:lang w:val="ro-RO"/>
              </w:rPr>
            </w:pPr>
          </w:p>
        </w:tc>
        <w:tc>
          <w:tcPr>
            <w:tcW w:w="990" w:type="dxa"/>
            <w:gridSpan w:val="3"/>
          </w:tcPr>
          <w:p w14:paraId="16D9862C" w14:textId="77777777" w:rsidR="00F84A7A" w:rsidRPr="00E67132" w:rsidRDefault="00F84A7A" w:rsidP="00F84A7A">
            <w:pPr>
              <w:pStyle w:val="BodyText3"/>
              <w:rPr>
                <w:rFonts w:ascii="Calibri" w:hAnsi="Calibri" w:cs="Calibri"/>
                <w:noProof/>
                <w:sz w:val="22"/>
                <w:szCs w:val="22"/>
                <w:lang w:val="ro-RO"/>
              </w:rPr>
            </w:pPr>
          </w:p>
        </w:tc>
        <w:tc>
          <w:tcPr>
            <w:tcW w:w="810" w:type="dxa"/>
            <w:shd w:val="clear" w:color="auto" w:fill="auto"/>
          </w:tcPr>
          <w:p w14:paraId="31FD0A78" w14:textId="77777777" w:rsidR="00F84A7A" w:rsidRPr="00E67132" w:rsidRDefault="00F84A7A" w:rsidP="00F84A7A">
            <w:pPr>
              <w:pStyle w:val="BodyText3"/>
              <w:rPr>
                <w:rFonts w:ascii="Calibri" w:hAnsi="Calibri" w:cs="Calibri"/>
                <w:noProof/>
                <w:sz w:val="22"/>
                <w:szCs w:val="22"/>
                <w:lang w:val="ro-RO"/>
              </w:rPr>
            </w:pPr>
          </w:p>
        </w:tc>
      </w:tr>
      <w:tr w:rsidR="00F84A7A" w:rsidRPr="00E67132" w14:paraId="03EF68F0" w14:textId="77777777" w:rsidTr="00342928">
        <w:trPr>
          <w:gridAfter w:val="4"/>
          <w:wAfter w:w="4970" w:type="dxa"/>
          <w:trHeight w:val="773"/>
        </w:trPr>
        <w:tc>
          <w:tcPr>
            <w:tcW w:w="10098" w:type="dxa"/>
            <w:gridSpan w:val="14"/>
            <w:shd w:val="clear" w:color="auto" w:fill="auto"/>
          </w:tcPr>
          <w:p w14:paraId="0F1A6DB5"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5.Verificarea  indicatorilor de monitorizare</w:t>
            </w:r>
            <w:r w:rsidRPr="00E67132">
              <w:rPr>
                <w:rFonts w:ascii="Calibri" w:hAnsi="Calibri" w:cs="Calibri"/>
                <w:b w:val="0"/>
                <w:noProof/>
                <w:sz w:val="22"/>
                <w:szCs w:val="22"/>
                <w:lang w:val="ro-RO"/>
              </w:rPr>
              <w:t xml:space="preserve"> </w:t>
            </w:r>
          </w:p>
        </w:tc>
      </w:tr>
      <w:tr w:rsidR="00F84A7A" w:rsidRPr="00E67132" w14:paraId="523D3469" w14:textId="77777777" w:rsidTr="000802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trHeight w:val="4513"/>
        </w:trPr>
        <w:tc>
          <w:tcPr>
            <w:tcW w:w="14975" w:type="dxa"/>
            <w:gridSpan w:val="17"/>
            <w:tcBorders>
              <w:top w:val="nil"/>
              <w:left w:val="nil"/>
              <w:bottom w:val="nil"/>
              <w:right w:val="nil"/>
            </w:tcBorders>
            <w:shd w:val="clear" w:color="auto" w:fill="auto"/>
            <w:noWrap/>
            <w:vAlign w:val="center"/>
          </w:tcPr>
          <w:p w14:paraId="12996ACD" w14:textId="77777777" w:rsidR="00F84A7A" w:rsidRPr="00E67132" w:rsidRDefault="00F84A7A" w:rsidP="00F84A7A">
            <w:pPr>
              <w:jc w:val="center"/>
              <w:rPr>
                <w:rFonts w:ascii="Calibri" w:hAnsi="Calibri" w:cs="Calibri"/>
                <w:b/>
                <w:bCs/>
                <w:noProof/>
                <w:color w:val="FFFFFF"/>
                <w:sz w:val="22"/>
                <w:szCs w:val="22"/>
                <w:lang w:val="ro-RO"/>
              </w:rPr>
            </w:pPr>
            <w:bookmarkStart w:id="0" w:name="RANGE!A1:E41"/>
          </w:p>
          <w:tbl>
            <w:tblPr>
              <w:tblW w:w="9897" w:type="dxa"/>
              <w:tblLayout w:type="fixed"/>
              <w:tblLook w:val="04A0" w:firstRow="1" w:lastRow="0" w:firstColumn="1" w:lastColumn="0" w:noHBand="0" w:noVBand="1"/>
            </w:tblPr>
            <w:tblGrid>
              <w:gridCol w:w="3760"/>
              <w:gridCol w:w="3520"/>
              <w:gridCol w:w="2347"/>
              <w:gridCol w:w="237"/>
              <w:gridCol w:w="33"/>
            </w:tblGrid>
            <w:tr w:rsidR="00F676C1" w:rsidRPr="00E67132" w14:paraId="5DEBA7D4" w14:textId="77777777" w:rsidTr="00F676C1">
              <w:trPr>
                <w:trHeight w:val="465"/>
              </w:trPr>
              <w:tc>
                <w:tcPr>
                  <w:tcW w:w="9897" w:type="dxa"/>
                  <w:gridSpan w:val="5"/>
                  <w:tcBorders>
                    <w:top w:val="nil"/>
                    <w:left w:val="nil"/>
                    <w:bottom w:val="nil"/>
                    <w:right w:val="nil"/>
                  </w:tcBorders>
                  <w:shd w:val="clear" w:color="auto" w:fill="auto"/>
                  <w:noWrap/>
                  <w:vAlign w:val="center"/>
                  <w:hideMark/>
                </w:tcPr>
                <w:p w14:paraId="22A2E303" w14:textId="77777777" w:rsidR="00F84A7A" w:rsidRPr="00E67132" w:rsidRDefault="00F84A7A" w:rsidP="00B82EBD">
                  <w:pPr>
                    <w:ind w:left="-18"/>
                    <w:jc w:val="center"/>
                    <w:rPr>
                      <w:rFonts w:ascii="Calibri" w:hAnsi="Calibri" w:cs="Calibri"/>
                      <w:b/>
                      <w:bCs/>
                      <w:noProof/>
                      <w:sz w:val="22"/>
                      <w:szCs w:val="22"/>
                      <w:lang w:val="ro-RO"/>
                    </w:rPr>
                  </w:pPr>
                  <w:bookmarkStart w:id="1" w:name="RANGE!A1:E38"/>
                  <w:r w:rsidRPr="00E67132">
                    <w:rPr>
                      <w:rFonts w:ascii="Calibri" w:hAnsi="Calibri" w:cs="Calibri"/>
                      <w:b/>
                      <w:bCs/>
                      <w:noProof/>
                      <w:sz w:val="22"/>
                      <w:szCs w:val="22"/>
                      <w:lang w:val="ro-RO"/>
                    </w:rPr>
                    <w:t>Anexa INDICATORI DE MONITORIZARE</w:t>
                  </w:r>
                  <w:bookmarkEnd w:id="1"/>
                </w:p>
              </w:tc>
            </w:tr>
            <w:tr w:rsidR="00F676C1" w:rsidRPr="00E67132" w14:paraId="6F04FBBD" w14:textId="77777777" w:rsidTr="00F676C1">
              <w:trPr>
                <w:trHeight w:val="360"/>
              </w:trPr>
              <w:tc>
                <w:tcPr>
                  <w:tcW w:w="9897" w:type="dxa"/>
                  <w:gridSpan w:val="5"/>
                  <w:tcBorders>
                    <w:top w:val="nil"/>
                    <w:left w:val="nil"/>
                    <w:bottom w:val="single" w:sz="8" w:space="0" w:color="auto"/>
                    <w:right w:val="nil"/>
                  </w:tcBorders>
                  <w:shd w:val="clear" w:color="auto" w:fill="auto"/>
                  <w:noWrap/>
                  <w:vAlign w:val="center"/>
                  <w:hideMark/>
                </w:tcPr>
                <w:p w14:paraId="349263A2"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38C88AB4" w14:textId="77777777" w:rsidTr="00F676C1">
              <w:trPr>
                <w:trHeight w:val="1020"/>
              </w:trPr>
              <w:tc>
                <w:tcPr>
                  <w:tcW w:w="9897" w:type="dxa"/>
                  <w:gridSpan w:val="5"/>
                  <w:tcBorders>
                    <w:top w:val="single" w:sz="8" w:space="0" w:color="auto"/>
                    <w:left w:val="single" w:sz="8" w:space="0" w:color="auto"/>
                    <w:bottom w:val="nil"/>
                    <w:right w:val="single" w:sz="8" w:space="0" w:color="000000"/>
                  </w:tcBorders>
                  <w:shd w:val="clear" w:color="auto" w:fill="auto"/>
                  <w:vAlign w:val="center"/>
                  <w:hideMark/>
                </w:tcPr>
                <w:p w14:paraId="2D3A8336"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Masura 6 - Dezvoltarea exploataţiilor şi a întreprinderilor</w:t>
                  </w:r>
                  <w:r w:rsidRPr="00E67132">
                    <w:rPr>
                      <w:rFonts w:ascii="Calibri" w:hAnsi="Calibri" w:cs="Calibri"/>
                      <w:b/>
                      <w:bCs/>
                      <w:noProof/>
                      <w:sz w:val="22"/>
                      <w:szCs w:val="22"/>
                      <w:lang w:val="ro-RO"/>
                    </w:rPr>
                    <w:br/>
                    <w:t>Submăsura 6.1 - Sprijin pentru instalarea tinerilor fermieri</w:t>
                  </w:r>
                </w:p>
              </w:tc>
            </w:tr>
            <w:tr w:rsidR="00F676C1" w:rsidRPr="00E67132" w14:paraId="7413B3F7" w14:textId="77777777" w:rsidTr="00F676C1">
              <w:trPr>
                <w:gridAfter w:val="1"/>
                <w:wAfter w:w="33" w:type="dxa"/>
                <w:trHeight w:val="375"/>
              </w:trPr>
              <w:tc>
                <w:tcPr>
                  <w:tcW w:w="9627"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007DFE4D"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1. Cod CAEN</w:t>
                  </w:r>
                </w:p>
              </w:tc>
              <w:tc>
                <w:tcPr>
                  <w:tcW w:w="237" w:type="dxa"/>
                  <w:tcBorders>
                    <w:top w:val="single" w:sz="8" w:space="0" w:color="auto"/>
                    <w:left w:val="nil"/>
                    <w:bottom w:val="single" w:sz="4" w:space="0" w:color="auto"/>
                    <w:right w:val="single" w:sz="8" w:space="0" w:color="auto"/>
                  </w:tcBorders>
                  <w:shd w:val="clear" w:color="auto" w:fill="auto"/>
                  <w:vAlign w:val="center"/>
                  <w:hideMark/>
                </w:tcPr>
                <w:p w14:paraId="7C917A74"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4DE91AF8" w14:textId="77777777" w:rsidTr="00F676C1">
              <w:trPr>
                <w:gridAfter w:val="1"/>
                <w:wAfter w:w="33" w:type="dxa"/>
                <w:trHeight w:val="315"/>
              </w:trPr>
              <w:tc>
                <w:tcPr>
                  <w:tcW w:w="3760" w:type="dxa"/>
                  <w:vMerge w:val="restart"/>
                  <w:tcBorders>
                    <w:top w:val="single" w:sz="8" w:space="0" w:color="auto"/>
                    <w:left w:val="single" w:sz="8" w:space="0" w:color="auto"/>
                    <w:bottom w:val="single" w:sz="8" w:space="0" w:color="000000"/>
                    <w:right w:val="nil"/>
                  </w:tcBorders>
                  <w:shd w:val="clear" w:color="auto" w:fill="auto"/>
                  <w:vAlign w:val="center"/>
                  <w:hideMark/>
                </w:tcPr>
                <w:p w14:paraId="32EC11D4"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2. Tipul beneficiarului</w:t>
                  </w:r>
                </w:p>
              </w:tc>
              <w:tc>
                <w:tcPr>
                  <w:tcW w:w="3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74B8AD" w14:textId="77777777" w:rsidR="00F84A7A" w:rsidRPr="00E67132" w:rsidRDefault="00F84A7A" w:rsidP="00B82EBD">
                  <w:pPr>
                    <w:ind w:left="-18"/>
                    <w:jc w:val="center"/>
                    <w:rPr>
                      <w:rFonts w:ascii="Calibri" w:hAnsi="Calibri" w:cs="Calibri"/>
                      <w:b/>
                      <w:bCs/>
                      <w:noProof/>
                      <w:sz w:val="22"/>
                      <w:szCs w:val="22"/>
                      <w:lang w:val="ro-RO"/>
                    </w:rPr>
                  </w:pPr>
                  <w:r w:rsidRPr="00E67132">
                    <w:rPr>
                      <w:rFonts w:ascii="Calibri" w:hAnsi="Calibri" w:cs="Calibri"/>
                      <w:b/>
                      <w:bCs/>
                      <w:noProof/>
                      <w:sz w:val="22"/>
                      <w:szCs w:val="22"/>
                      <w:lang w:val="ro-RO"/>
                    </w:rPr>
                    <w:t>Solicitanți înființați în baza OUG 44/ 2008</w:t>
                  </w:r>
                </w:p>
              </w:tc>
              <w:tc>
                <w:tcPr>
                  <w:tcW w:w="2347" w:type="dxa"/>
                  <w:tcBorders>
                    <w:top w:val="single" w:sz="8" w:space="0" w:color="auto"/>
                    <w:left w:val="nil"/>
                    <w:bottom w:val="single" w:sz="4" w:space="0" w:color="auto"/>
                    <w:right w:val="single" w:sz="8" w:space="0" w:color="000000"/>
                  </w:tcBorders>
                  <w:shd w:val="clear" w:color="auto" w:fill="auto"/>
                  <w:vAlign w:val="center"/>
                  <w:hideMark/>
                </w:tcPr>
                <w:p w14:paraId="09DD8357"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Bărbaţi</w:t>
                  </w:r>
                </w:p>
              </w:tc>
              <w:tc>
                <w:tcPr>
                  <w:tcW w:w="237" w:type="dxa"/>
                  <w:tcBorders>
                    <w:top w:val="single" w:sz="8" w:space="0" w:color="auto"/>
                    <w:left w:val="nil"/>
                    <w:bottom w:val="single" w:sz="4" w:space="0" w:color="auto"/>
                    <w:right w:val="single" w:sz="8" w:space="0" w:color="auto"/>
                  </w:tcBorders>
                  <w:shd w:val="clear" w:color="auto" w:fill="auto"/>
                  <w:vAlign w:val="center"/>
                  <w:hideMark/>
                </w:tcPr>
                <w:p w14:paraId="120466D1"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32F6D36" w14:textId="77777777" w:rsidTr="00F676C1">
              <w:trPr>
                <w:gridAfter w:val="1"/>
                <w:wAfter w:w="33" w:type="dxa"/>
                <w:trHeight w:val="315"/>
              </w:trPr>
              <w:tc>
                <w:tcPr>
                  <w:tcW w:w="3760" w:type="dxa"/>
                  <w:vMerge/>
                  <w:tcBorders>
                    <w:top w:val="single" w:sz="8" w:space="0" w:color="auto"/>
                    <w:left w:val="single" w:sz="8" w:space="0" w:color="auto"/>
                    <w:bottom w:val="single" w:sz="8" w:space="0" w:color="000000"/>
                    <w:right w:val="nil"/>
                  </w:tcBorders>
                  <w:shd w:val="clear" w:color="auto" w:fill="auto"/>
                  <w:vAlign w:val="center"/>
                  <w:hideMark/>
                </w:tcPr>
                <w:p w14:paraId="02BC7B08" w14:textId="77777777" w:rsidR="00F84A7A" w:rsidRPr="00E67132" w:rsidRDefault="00F84A7A" w:rsidP="00B82EBD">
                  <w:pPr>
                    <w:ind w:left="-18"/>
                    <w:rPr>
                      <w:rFonts w:ascii="Calibri" w:hAnsi="Calibri" w:cs="Calibri"/>
                      <w:b/>
                      <w:bCs/>
                      <w:noProof/>
                      <w:sz w:val="22"/>
                      <w:szCs w:val="22"/>
                      <w:lang w:val="ro-RO"/>
                    </w:rPr>
                  </w:pPr>
                </w:p>
              </w:tc>
              <w:tc>
                <w:tcPr>
                  <w:tcW w:w="35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C89AB4" w14:textId="77777777" w:rsidR="00F84A7A" w:rsidRPr="00E67132" w:rsidRDefault="00F84A7A" w:rsidP="00B82EBD">
                  <w:pPr>
                    <w:ind w:left="-18"/>
                    <w:rPr>
                      <w:rFonts w:ascii="Calibri" w:hAnsi="Calibri" w:cs="Calibri"/>
                      <w:b/>
                      <w:bCs/>
                      <w:noProof/>
                      <w:sz w:val="22"/>
                      <w:szCs w:val="22"/>
                      <w:lang w:val="ro-RO"/>
                    </w:rPr>
                  </w:pPr>
                </w:p>
              </w:tc>
              <w:tc>
                <w:tcPr>
                  <w:tcW w:w="2347" w:type="dxa"/>
                  <w:tcBorders>
                    <w:top w:val="single" w:sz="4" w:space="0" w:color="auto"/>
                    <w:left w:val="nil"/>
                    <w:bottom w:val="single" w:sz="8" w:space="0" w:color="auto"/>
                    <w:right w:val="single" w:sz="8" w:space="0" w:color="000000"/>
                  </w:tcBorders>
                  <w:shd w:val="clear" w:color="auto" w:fill="auto"/>
                  <w:vAlign w:val="center"/>
                  <w:hideMark/>
                </w:tcPr>
                <w:p w14:paraId="11E3B919"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Femei</w:t>
                  </w:r>
                </w:p>
              </w:tc>
              <w:tc>
                <w:tcPr>
                  <w:tcW w:w="237" w:type="dxa"/>
                  <w:tcBorders>
                    <w:top w:val="nil"/>
                    <w:left w:val="nil"/>
                    <w:bottom w:val="single" w:sz="8" w:space="0" w:color="auto"/>
                    <w:right w:val="single" w:sz="8" w:space="0" w:color="auto"/>
                  </w:tcBorders>
                  <w:shd w:val="clear" w:color="auto" w:fill="auto"/>
                  <w:vAlign w:val="center"/>
                  <w:hideMark/>
                </w:tcPr>
                <w:p w14:paraId="6840A60F"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678DE56" w14:textId="77777777" w:rsidTr="00F676C1">
              <w:trPr>
                <w:gridAfter w:val="1"/>
                <w:wAfter w:w="33" w:type="dxa"/>
                <w:trHeight w:val="330"/>
              </w:trPr>
              <w:tc>
                <w:tcPr>
                  <w:tcW w:w="3760" w:type="dxa"/>
                  <w:vMerge/>
                  <w:tcBorders>
                    <w:top w:val="single" w:sz="8" w:space="0" w:color="auto"/>
                    <w:left w:val="single" w:sz="8" w:space="0" w:color="auto"/>
                    <w:bottom w:val="single" w:sz="8" w:space="0" w:color="000000"/>
                    <w:right w:val="nil"/>
                  </w:tcBorders>
                  <w:shd w:val="clear" w:color="auto" w:fill="auto"/>
                  <w:vAlign w:val="center"/>
                  <w:hideMark/>
                </w:tcPr>
                <w:p w14:paraId="1D7D6957"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nil"/>
                    <w:left w:val="single" w:sz="8" w:space="0" w:color="auto"/>
                    <w:bottom w:val="single" w:sz="8" w:space="0" w:color="auto"/>
                    <w:right w:val="single" w:sz="8" w:space="0" w:color="000000"/>
                  </w:tcBorders>
                  <w:shd w:val="clear" w:color="auto" w:fill="auto"/>
                  <w:vAlign w:val="center"/>
                  <w:hideMark/>
                </w:tcPr>
                <w:p w14:paraId="6F3EF556"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Persoană juridică</w:t>
                  </w:r>
                </w:p>
              </w:tc>
              <w:tc>
                <w:tcPr>
                  <w:tcW w:w="237" w:type="dxa"/>
                  <w:tcBorders>
                    <w:top w:val="nil"/>
                    <w:left w:val="nil"/>
                    <w:bottom w:val="single" w:sz="8" w:space="0" w:color="auto"/>
                    <w:right w:val="single" w:sz="8" w:space="0" w:color="auto"/>
                  </w:tcBorders>
                  <w:shd w:val="clear" w:color="auto" w:fill="auto"/>
                  <w:vAlign w:val="center"/>
                  <w:hideMark/>
                </w:tcPr>
                <w:p w14:paraId="5D56D010"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806EB5C" w14:textId="77777777" w:rsidTr="00F676C1">
              <w:trPr>
                <w:gridAfter w:val="1"/>
                <w:wAfter w:w="33" w:type="dxa"/>
                <w:trHeight w:val="315"/>
              </w:trPr>
              <w:tc>
                <w:tcPr>
                  <w:tcW w:w="3760" w:type="dxa"/>
                  <w:vMerge w:val="restart"/>
                  <w:tcBorders>
                    <w:top w:val="nil"/>
                    <w:left w:val="single" w:sz="8" w:space="0" w:color="auto"/>
                    <w:bottom w:val="nil"/>
                    <w:right w:val="single" w:sz="8" w:space="0" w:color="auto"/>
                  </w:tcBorders>
                  <w:shd w:val="clear" w:color="auto" w:fill="auto"/>
                  <w:vAlign w:val="center"/>
                  <w:hideMark/>
                </w:tcPr>
                <w:p w14:paraId="45F671FE"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3. Tipul de zonă</w:t>
                  </w:r>
                </w:p>
              </w:tc>
              <w:tc>
                <w:tcPr>
                  <w:tcW w:w="5867" w:type="dxa"/>
                  <w:gridSpan w:val="2"/>
                  <w:tcBorders>
                    <w:top w:val="nil"/>
                    <w:left w:val="nil"/>
                    <w:bottom w:val="single" w:sz="4" w:space="0" w:color="auto"/>
                    <w:right w:val="single" w:sz="8" w:space="0" w:color="000000"/>
                  </w:tcBorders>
                  <w:shd w:val="clear" w:color="auto" w:fill="auto"/>
                  <w:vAlign w:val="center"/>
                  <w:hideMark/>
                </w:tcPr>
                <w:p w14:paraId="1A7FF491" w14:textId="77777777" w:rsidR="00F84A7A" w:rsidRPr="00E67132" w:rsidRDefault="00F84A7A" w:rsidP="00B82EBD">
                  <w:pPr>
                    <w:ind w:left="-18" w:right="1815"/>
                    <w:rPr>
                      <w:rFonts w:ascii="Calibri" w:hAnsi="Calibri" w:cs="Calibri"/>
                      <w:b/>
                      <w:bCs/>
                      <w:noProof/>
                      <w:sz w:val="22"/>
                      <w:szCs w:val="22"/>
                      <w:lang w:val="ro-RO"/>
                    </w:rPr>
                  </w:pPr>
                  <w:r w:rsidRPr="00E67132">
                    <w:rPr>
                      <w:rFonts w:ascii="Calibri" w:hAnsi="Calibri" w:cs="Calibri"/>
                      <w:b/>
                      <w:bCs/>
                      <w:noProof/>
                      <w:sz w:val="22"/>
                      <w:szCs w:val="22"/>
                      <w:lang w:val="ro-RO"/>
                    </w:rPr>
                    <w:t>Zonă normală</w:t>
                  </w:r>
                </w:p>
              </w:tc>
              <w:tc>
                <w:tcPr>
                  <w:tcW w:w="237" w:type="dxa"/>
                  <w:tcBorders>
                    <w:top w:val="nil"/>
                    <w:left w:val="nil"/>
                    <w:bottom w:val="single" w:sz="4" w:space="0" w:color="auto"/>
                    <w:right w:val="single" w:sz="8" w:space="0" w:color="auto"/>
                  </w:tcBorders>
                  <w:shd w:val="clear" w:color="auto" w:fill="auto"/>
                  <w:vAlign w:val="center"/>
                  <w:hideMark/>
                </w:tcPr>
                <w:p w14:paraId="39D6299B"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06C14B2"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6C801045"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07FD1DD5"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Zonă montană</w:t>
                  </w:r>
                </w:p>
              </w:tc>
              <w:tc>
                <w:tcPr>
                  <w:tcW w:w="237" w:type="dxa"/>
                  <w:tcBorders>
                    <w:top w:val="nil"/>
                    <w:left w:val="nil"/>
                    <w:bottom w:val="single" w:sz="4" w:space="0" w:color="auto"/>
                    <w:right w:val="single" w:sz="8" w:space="0" w:color="auto"/>
                  </w:tcBorders>
                  <w:shd w:val="clear" w:color="auto" w:fill="auto"/>
                  <w:vAlign w:val="center"/>
                  <w:hideMark/>
                </w:tcPr>
                <w:p w14:paraId="146E241C"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3A7C9D6E"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2D62D84B"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441070BD"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Zonă constrângeri specifice</w:t>
                  </w:r>
                </w:p>
              </w:tc>
              <w:tc>
                <w:tcPr>
                  <w:tcW w:w="237" w:type="dxa"/>
                  <w:tcBorders>
                    <w:top w:val="nil"/>
                    <w:left w:val="nil"/>
                    <w:bottom w:val="single" w:sz="4" w:space="0" w:color="auto"/>
                    <w:right w:val="single" w:sz="8" w:space="0" w:color="auto"/>
                  </w:tcBorders>
                  <w:shd w:val="clear" w:color="auto" w:fill="auto"/>
                  <w:vAlign w:val="center"/>
                  <w:hideMark/>
                </w:tcPr>
                <w:p w14:paraId="45C1E50A"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C4CE2D6"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59B054E8"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nil"/>
                    <w:right w:val="single" w:sz="8" w:space="0" w:color="000000"/>
                  </w:tcBorders>
                  <w:shd w:val="clear" w:color="auto" w:fill="auto"/>
                  <w:vAlign w:val="center"/>
                  <w:hideMark/>
                </w:tcPr>
                <w:p w14:paraId="5CB64137"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Zonă constrângeri semnificative</w:t>
                  </w:r>
                </w:p>
              </w:tc>
              <w:tc>
                <w:tcPr>
                  <w:tcW w:w="237" w:type="dxa"/>
                  <w:tcBorders>
                    <w:top w:val="nil"/>
                    <w:left w:val="nil"/>
                    <w:bottom w:val="nil"/>
                    <w:right w:val="single" w:sz="8" w:space="0" w:color="auto"/>
                  </w:tcBorders>
                  <w:shd w:val="clear" w:color="auto" w:fill="auto"/>
                  <w:vAlign w:val="center"/>
                  <w:hideMark/>
                </w:tcPr>
                <w:p w14:paraId="56F0BB43"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85A7744" w14:textId="77777777" w:rsidTr="00F676C1">
              <w:trPr>
                <w:gridAfter w:val="1"/>
                <w:wAfter w:w="33" w:type="dxa"/>
                <w:trHeight w:val="375"/>
              </w:trPr>
              <w:tc>
                <w:tcPr>
                  <w:tcW w:w="37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A7225A"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4. Tipul producţiei</w:t>
                  </w:r>
                </w:p>
              </w:tc>
              <w:tc>
                <w:tcPr>
                  <w:tcW w:w="5867" w:type="dxa"/>
                  <w:gridSpan w:val="2"/>
                  <w:tcBorders>
                    <w:top w:val="single" w:sz="8" w:space="0" w:color="auto"/>
                    <w:left w:val="nil"/>
                    <w:bottom w:val="single" w:sz="4" w:space="0" w:color="auto"/>
                    <w:right w:val="single" w:sz="8" w:space="0" w:color="000000"/>
                  </w:tcBorders>
                  <w:shd w:val="clear" w:color="auto" w:fill="auto"/>
                  <w:vAlign w:val="center"/>
                  <w:hideMark/>
                </w:tcPr>
                <w:p w14:paraId="12DDC538"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xml:space="preserve">Ecologică </w:t>
                  </w:r>
                </w:p>
              </w:tc>
              <w:tc>
                <w:tcPr>
                  <w:tcW w:w="237" w:type="dxa"/>
                  <w:tcBorders>
                    <w:top w:val="single" w:sz="8" w:space="0" w:color="auto"/>
                    <w:left w:val="nil"/>
                    <w:bottom w:val="single" w:sz="4" w:space="0" w:color="auto"/>
                    <w:right w:val="single" w:sz="8" w:space="0" w:color="auto"/>
                  </w:tcBorders>
                  <w:shd w:val="clear" w:color="auto" w:fill="auto"/>
                  <w:noWrap/>
                  <w:vAlign w:val="bottom"/>
                  <w:hideMark/>
                </w:tcPr>
                <w:p w14:paraId="60E3A5BF"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w:t>
                  </w:r>
                </w:p>
              </w:tc>
            </w:tr>
            <w:tr w:rsidR="00F676C1" w:rsidRPr="00E67132" w14:paraId="3874C041" w14:textId="77777777" w:rsidTr="00F676C1">
              <w:trPr>
                <w:gridAfter w:val="1"/>
                <w:wAfter w:w="33" w:type="dxa"/>
                <w:trHeight w:val="375"/>
              </w:trPr>
              <w:tc>
                <w:tcPr>
                  <w:tcW w:w="37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19E2E3D"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8" w:space="0" w:color="auto"/>
                    <w:right w:val="single" w:sz="8" w:space="0" w:color="000000"/>
                  </w:tcBorders>
                  <w:shd w:val="clear" w:color="auto" w:fill="auto"/>
                  <w:vAlign w:val="center"/>
                  <w:hideMark/>
                </w:tcPr>
                <w:p w14:paraId="0C60BF64"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Convenţională</w:t>
                  </w:r>
                </w:p>
              </w:tc>
              <w:tc>
                <w:tcPr>
                  <w:tcW w:w="237" w:type="dxa"/>
                  <w:tcBorders>
                    <w:top w:val="nil"/>
                    <w:left w:val="nil"/>
                    <w:bottom w:val="single" w:sz="8" w:space="0" w:color="auto"/>
                    <w:right w:val="single" w:sz="8" w:space="0" w:color="auto"/>
                  </w:tcBorders>
                  <w:shd w:val="clear" w:color="auto" w:fill="auto"/>
                  <w:noWrap/>
                  <w:vAlign w:val="bottom"/>
                  <w:hideMark/>
                </w:tcPr>
                <w:p w14:paraId="769B2203"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w:t>
                  </w:r>
                </w:p>
              </w:tc>
            </w:tr>
            <w:tr w:rsidR="00F676C1" w:rsidRPr="00E67132" w14:paraId="1A10BCAD" w14:textId="77777777" w:rsidTr="00F676C1">
              <w:trPr>
                <w:gridAfter w:val="1"/>
                <w:wAfter w:w="33" w:type="dxa"/>
                <w:trHeight w:val="375"/>
              </w:trPr>
              <w:tc>
                <w:tcPr>
                  <w:tcW w:w="9627"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2005E7E"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5. Suprafaţa exploataţiei agricole sprijinite (Ha)</w:t>
                  </w:r>
                </w:p>
              </w:tc>
              <w:tc>
                <w:tcPr>
                  <w:tcW w:w="237" w:type="dxa"/>
                  <w:tcBorders>
                    <w:top w:val="nil"/>
                    <w:left w:val="nil"/>
                    <w:bottom w:val="single" w:sz="8" w:space="0" w:color="auto"/>
                    <w:right w:val="single" w:sz="8" w:space="0" w:color="auto"/>
                  </w:tcBorders>
                  <w:shd w:val="clear" w:color="auto" w:fill="auto"/>
                  <w:noWrap/>
                  <w:vAlign w:val="bottom"/>
                  <w:hideMark/>
                </w:tcPr>
                <w:p w14:paraId="133602A9"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w:t>
                  </w:r>
                </w:p>
              </w:tc>
            </w:tr>
            <w:tr w:rsidR="00F676C1" w:rsidRPr="00E67132" w14:paraId="224AAC9A" w14:textId="77777777" w:rsidTr="00F676C1">
              <w:trPr>
                <w:gridAfter w:val="1"/>
                <w:wAfter w:w="33" w:type="dxa"/>
                <w:trHeight w:val="540"/>
              </w:trPr>
              <w:tc>
                <w:tcPr>
                  <w:tcW w:w="9627"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F2303EE"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6. Dimensiunea economică a exploataţiei (intre 12.000  și 50.000 Euro - valoare Producţie Standard)</w:t>
                  </w:r>
                </w:p>
              </w:tc>
              <w:tc>
                <w:tcPr>
                  <w:tcW w:w="237" w:type="dxa"/>
                  <w:tcBorders>
                    <w:top w:val="nil"/>
                    <w:left w:val="nil"/>
                    <w:bottom w:val="single" w:sz="8" w:space="0" w:color="auto"/>
                    <w:right w:val="single" w:sz="8" w:space="0" w:color="auto"/>
                  </w:tcBorders>
                  <w:shd w:val="clear" w:color="auto" w:fill="auto"/>
                  <w:vAlign w:val="center"/>
                  <w:hideMark/>
                </w:tcPr>
                <w:p w14:paraId="4D5A7516"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3E6FD01" w14:textId="77777777" w:rsidTr="00F676C1">
              <w:trPr>
                <w:gridAfter w:val="1"/>
                <w:wAfter w:w="33" w:type="dxa"/>
                <w:trHeight w:val="330"/>
              </w:trPr>
              <w:tc>
                <w:tcPr>
                  <w:tcW w:w="3760" w:type="dxa"/>
                  <w:vMerge w:val="restart"/>
                  <w:tcBorders>
                    <w:top w:val="nil"/>
                    <w:left w:val="single" w:sz="8" w:space="0" w:color="auto"/>
                    <w:bottom w:val="nil"/>
                    <w:right w:val="single" w:sz="8" w:space="0" w:color="auto"/>
                  </w:tcBorders>
                  <w:shd w:val="clear" w:color="auto" w:fill="auto"/>
                  <w:vAlign w:val="center"/>
                  <w:hideMark/>
                </w:tcPr>
                <w:p w14:paraId="25CC6118"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7. Tip ramură agricolă</w:t>
                  </w:r>
                </w:p>
              </w:tc>
              <w:tc>
                <w:tcPr>
                  <w:tcW w:w="5867" w:type="dxa"/>
                  <w:gridSpan w:val="2"/>
                  <w:tcBorders>
                    <w:top w:val="single" w:sz="8" w:space="0" w:color="auto"/>
                    <w:left w:val="nil"/>
                    <w:bottom w:val="single" w:sz="4" w:space="0" w:color="auto"/>
                    <w:right w:val="single" w:sz="8" w:space="0" w:color="000000"/>
                  </w:tcBorders>
                  <w:shd w:val="clear" w:color="auto" w:fill="auto"/>
                  <w:vAlign w:val="center"/>
                  <w:hideMark/>
                </w:tcPr>
                <w:p w14:paraId="2CB5A4B2"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xml:space="preserve">Culturi de câmp </w:t>
                  </w:r>
                </w:p>
              </w:tc>
              <w:tc>
                <w:tcPr>
                  <w:tcW w:w="237" w:type="dxa"/>
                  <w:tcBorders>
                    <w:top w:val="nil"/>
                    <w:left w:val="nil"/>
                    <w:bottom w:val="single" w:sz="4" w:space="0" w:color="auto"/>
                    <w:right w:val="single" w:sz="8" w:space="0" w:color="auto"/>
                  </w:tcBorders>
                  <w:shd w:val="clear" w:color="auto" w:fill="auto"/>
                  <w:vAlign w:val="center"/>
                  <w:hideMark/>
                </w:tcPr>
                <w:p w14:paraId="4F7C055F"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ABF86D1"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2F84F3FE"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1A912EF1"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Horticultură</w:t>
                  </w:r>
                </w:p>
              </w:tc>
              <w:tc>
                <w:tcPr>
                  <w:tcW w:w="237" w:type="dxa"/>
                  <w:tcBorders>
                    <w:top w:val="nil"/>
                    <w:left w:val="nil"/>
                    <w:bottom w:val="single" w:sz="4" w:space="0" w:color="auto"/>
                    <w:right w:val="single" w:sz="8" w:space="0" w:color="auto"/>
                  </w:tcBorders>
                  <w:shd w:val="clear" w:color="auto" w:fill="auto"/>
                  <w:vAlign w:val="center"/>
                  <w:hideMark/>
                </w:tcPr>
                <w:p w14:paraId="4EC29AF5"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A9F9F99"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40A3C349"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6587ACAC"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Viticultură</w:t>
                  </w:r>
                </w:p>
              </w:tc>
              <w:tc>
                <w:tcPr>
                  <w:tcW w:w="237" w:type="dxa"/>
                  <w:tcBorders>
                    <w:top w:val="nil"/>
                    <w:left w:val="nil"/>
                    <w:bottom w:val="single" w:sz="4" w:space="0" w:color="auto"/>
                    <w:right w:val="single" w:sz="8" w:space="0" w:color="auto"/>
                  </w:tcBorders>
                  <w:shd w:val="clear" w:color="auto" w:fill="auto"/>
                  <w:vAlign w:val="center"/>
                  <w:hideMark/>
                </w:tcPr>
                <w:p w14:paraId="20F82491"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0735E1A2"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08BA9105"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785A1786"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Culturi permanente (altele decât viticultura)</w:t>
                  </w:r>
                </w:p>
              </w:tc>
              <w:tc>
                <w:tcPr>
                  <w:tcW w:w="237" w:type="dxa"/>
                  <w:tcBorders>
                    <w:top w:val="nil"/>
                    <w:left w:val="nil"/>
                    <w:bottom w:val="single" w:sz="4" w:space="0" w:color="auto"/>
                    <w:right w:val="single" w:sz="8" w:space="0" w:color="auto"/>
                  </w:tcBorders>
                  <w:shd w:val="clear" w:color="auto" w:fill="auto"/>
                  <w:vAlign w:val="center"/>
                  <w:hideMark/>
                </w:tcPr>
                <w:p w14:paraId="33455E0D"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77F924DD"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391DAD36"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428AD4A6"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Creștere bovine/bubaline pentru carne</w:t>
                  </w:r>
                </w:p>
              </w:tc>
              <w:tc>
                <w:tcPr>
                  <w:tcW w:w="237" w:type="dxa"/>
                  <w:tcBorders>
                    <w:top w:val="nil"/>
                    <w:left w:val="nil"/>
                    <w:bottom w:val="single" w:sz="4" w:space="0" w:color="auto"/>
                    <w:right w:val="single" w:sz="8" w:space="0" w:color="auto"/>
                  </w:tcBorders>
                  <w:shd w:val="clear" w:color="auto" w:fill="auto"/>
                  <w:vAlign w:val="center"/>
                  <w:hideMark/>
                </w:tcPr>
                <w:p w14:paraId="630CAA96"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3DAEF2AE"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2C083377"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51AB1566"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Creștere bovine/bubaline pentru lapte</w:t>
                  </w:r>
                </w:p>
              </w:tc>
              <w:tc>
                <w:tcPr>
                  <w:tcW w:w="237" w:type="dxa"/>
                  <w:tcBorders>
                    <w:top w:val="nil"/>
                    <w:left w:val="nil"/>
                    <w:bottom w:val="single" w:sz="4" w:space="0" w:color="auto"/>
                    <w:right w:val="single" w:sz="8" w:space="0" w:color="auto"/>
                  </w:tcBorders>
                  <w:shd w:val="clear" w:color="auto" w:fill="auto"/>
                  <w:vAlign w:val="center"/>
                  <w:hideMark/>
                </w:tcPr>
                <w:p w14:paraId="2B60DA99"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17F8C89"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7BA0C18B"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612DE482"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Creștere ovine și caprine</w:t>
                  </w:r>
                </w:p>
              </w:tc>
              <w:tc>
                <w:tcPr>
                  <w:tcW w:w="237" w:type="dxa"/>
                  <w:tcBorders>
                    <w:top w:val="nil"/>
                    <w:left w:val="nil"/>
                    <w:bottom w:val="single" w:sz="4" w:space="0" w:color="auto"/>
                    <w:right w:val="single" w:sz="8" w:space="0" w:color="auto"/>
                  </w:tcBorders>
                  <w:shd w:val="clear" w:color="auto" w:fill="auto"/>
                  <w:vAlign w:val="center"/>
                  <w:hideMark/>
                </w:tcPr>
                <w:p w14:paraId="38A44889"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5DD23A72"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653F124C"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3FADE618"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Porcine</w:t>
                  </w:r>
                </w:p>
              </w:tc>
              <w:tc>
                <w:tcPr>
                  <w:tcW w:w="237" w:type="dxa"/>
                  <w:tcBorders>
                    <w:top w:val="nil"/>
                    <w:left w:val="nil"/>
                    <w:bottom w:val="single" w:sz="4" w:space="0" w:color="auto"/>
                    <w:right w:val="single" w:sz="8" w:space="0" w:color="auto"/>
                  </w:tcBorders>
                  <w:shd w:val="clear" w:color="auto" w:fill="auto"/>
                  <w:vAlign w:val="center"/>
                  <w:hideMark/>
                </w:tcPr>
                <w:p w14:paraId="0D61038F"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7CBEF1A5"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65191BC7"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0F4B7E82"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Păsări de curte</w:t>
                  </w:r>
                </w:p>
              </w:tc>
              <w:tc>
                <w:tcPr>
                  <w:tcW w:w="237" w:type="dxa"/>
                  <w:tcBorders>
                    <w:top w:val="nil"/>
                    <w:left w:val="nil"/>
                    <w:bottom w:val="single" w:sz="4" w:space="0" w:color="auto"/>
                    <w:right w:val="single" w:sz="8" w:space="0" w:color="auto"/>
                  </w:tcBorders>
                  <w:shd w:val="clear" w:color="auto" w:fill="auto"/>
                  <w:vAlign w:val="center"/>
                  <w:hideMark/>
                </w:tcPr>
                <w:p w14:paraId="5E40F334"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FD3DF69"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44494C64"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4B045F23"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Mixte - culturi mixte</w:t>
                  </w:r>
                </w:p>
              </w:tc>
              <w:tc>
                <w:tcPr>
                  <w:tcW w:w="237" w:type="dxa"/>
                  <w:tcBorders>
                    <w:top w:val="nil"/>
                    <w:left w:val="nil"/>
                    <w:bottom w:val="single" w:sz="4" w:space="0" w:color="auto"/>
                    <w:right w:val="single" w:sz="8" w:space="0" w:color="auto"/>
                  </w:tcBorders>
                  <w:shd w:val="clear" w:color="auto" w:fill="auto"/>
                  <w:vAlign w:val="center"/>
                  <w:hideMark/>
                </w:tcPr>
                <w:p w14:paraId="01C28E25"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503673B8"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1E2E7AF1"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782F3814"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Mixte - animale mixte</w:t>
                  </w:r>
                </w:p>
              </w:tc>
              <w:tc>
                <w:tcPr>
                  <w:tcW w:w="237" w:type="dxa"/>
                  <w:tcBorders>
                    <w:top w:val="nil"/>
                    <w:left w:val="nil"/>
                    <w:bottom w:val="nil"/>
                    <w:right w:val="single" w:sz="8" w:space="0" w:color="auto"/>
                  </w:tcBorders>
                  <w:shd w:val="clear" w:color="auto" w:fill="auto"/>
                  <w:vAlign w:val="center"/>
                  <w:hideMark/>
                </w:tcPr>
                <w:p w14:paraId="468750E0"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1BEDE6B4"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54024B96"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771A88FD"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Mixte - culturi si animale cu exceptia albinelor</w:t>
                  </w:r>
                </w:p>
              </w:tc>
              <w:tc>
                <w:tcPr>
                  <w:tcW w:w="237" w:type="dxa"/>
                  <w:tcBorders>
                    <w:top w:val="single" w:sz="4" w:space="0" w:color="auto"/>
                    <w:left w:val="nil"/>
                    <w:bottom w:val="nil"/>
                    <w:right w:val="single" w:sz="8" w:space="0" w:color="auto"/>
                  </w:tcBorders>
                  <w:shd w:val="clear" w:color="auto" w:fill="auto"/>
                  <w:vAlign w:val="center"/>
                  <w:hideMark/>
                </w:tcPr>
                <w:p w14:paraId="50064766"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5319E63B" w14:textId="77777777" w:rsidTr="00F676C1">
              <w:trPr>
                <w:gridAfter w:val="1"/>
                <w:wAfter w:w="33" w:type="dxa"/>
                <w:trHeight w:val="315"/>
              </w:trPr>
              <w:tc>
                <w:tcPr>
                  <w:tcW w:w="3760" w:type="dxa"/>
                  <w:vMerge/>
                  <w:tcBorders>
                    <w:top w:val="nil"/>
                    <w:left w:val="single" w:sz="8" w:space="0" w:color="auto"/>
                    <w:bottom w:val="nil"/>
                    <w:right w:val="single" w:sz="8" w:space="0" w:color="auto"/>
                  </w:tcBorders>
                  <w:shd w:val="clear" w:color="auto" w:fill="auto"/>
                  <w:vAlign w:val="center"/>
                  <w:hideMark/>
                </w:tcPr>
                <w:p w14:paraId="10B84848"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08B9B12D"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Albine</w:t>
                  </w:r>
                </w:p>
              </w:tc>
              <w:tc>
                <w:tcPr>
                  <w:tcW w:w="237" w:type="dxa"/>
                  <w:tcBorders>
                    <w:top w:val="single" w:sz="4" w:space="0" w:color="auto"/>
                    <w:left w:val="nil"/>
                    <w:bottom w:val="nil"/>
                    <w:right w:val="single" w:sz="8" w:space="0" w:color="auto"/>
                  </w:tcBorders>
                  <w:shd w:val="clear" w:color="auto" w:fill="auto"/>
                  <w:vAlign w:val="center"/>
                  <w:hideMark/>
                </w:tcPr>
                <w:p w14:paraId="56CEB59B"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0C2D6CDB" w14:textId="77777777" w:rsidTr="00F676C1">
              <w:trPr>
                <w:gridAfter w:val="1"/>
                <w:wAfter w:w="33" w:type="dxa"/>
                <w:trHeight w:val="330"/>
              </w:trPr>
              <w:tc>
                <w:tcPr>
                  <w:tcW w:w="3760" w:type="dxa"/>
                  <w:vMerge/>
                  <w:tcBorders>
                    <w:top w:val="nil"/>
                    <w:left w:val="single" w:sz="8" w:space="0" w:color="auto"/>
                    <w:bottom w:val="nil"/>
                    <w:right w:val="single" w:sz="8" w:space="0" w:color="auto"/>
                  </w:tcBorders>
                  <w:shd w:val="clear" w:color="auto" w:fill="auto"/>
                  <w:vAlign w:val="center"/>
                  <w:hideMark/>
                </w:tcPr>
                <w:p w14:paraId="23A246FE"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nil"/>
                    <w:right w:val="single" w:sz="8" w:space="0" w:color="000000"/>
                  </w:tcBorders>
                  <w:shd w:val="clear" w:color="auto" w:fill="auto"/>
                  <w:vAlign w:val="center"/>
                  <w:hideMark/>
                </w:tcPr>
                <w:p w14:paraId="238A44C8"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Altele</w:t>
                  </w:r>
                </w:p>
              </w:tc>
              <w:tc>
                <w:tcPr>
                  <w:tcW w:w="237" w:type="dxa"/>
                  <w:tcBorders>
                    <w:top w:val="single" w:sz="4" w:space="0" w:color="auto"/>
                    <w:left w:val="nil"/>
                    <w:bottom w:val="nil"/>
                    <w:right w:val="single" w:sz="8" w:space="0" w:color="auto"/>
                  </w:tcBorders>
                  <w:shd w:val="clear" w:color="auto" w:fill="auto"/>
                  <w:vAlign w:val="center"/>
                  <w:hideMark/>
                </w:tcPr>
                <w:p w14:paraId="0A7D8394"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4148B3A" w14:textId="77777777" w:rsidTr="00F676C1">
              <w:trPr>
                <w:gridAfter w:val="1"/>
                <w:wAfter w:w="33" w:type="dxa"/>
                <w:trHeight w:val="255"/>
              </w:trPr>
              <w:tc>
                <w:tcPr>
                  <w:tcW w:w="37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B5C7DA"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8. Contribuie la Prioritatea 1?</w:t>
                  </w:r>
                </w:p>
              </w:tc>
              <w:tc>
                <w:tcPr>
                  <w:tcW w:w="5867" w:type="dxa"/>
                  <w:gridSpan w:val="2"/>
                  <w:tcBorders>
                    <w:top w:val="single" w:sz="8" w:space="0" w:color="auto"/>
                    <w:left w:val="nil"/>
                    <w:bottom w:val="single" w:sz="4" w:space="0" w:color="auto"/>
                    <w:right w:val="single" w:sz="8" w:space="0" w:color="000000"/>
                  </w:tcBorders>
                  <w:shd w:val="clear" w:color="auto" w:fill="auto"/>
                  <w:vAlign w:val="center"/>
                  <w:hideMark/>
                </w:tcPr>
                <w:p w14:paraId="69C0DC2C"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xml:space="preserve">M01 - Transfer de cunoştinţe şi acţiuni de informare </w:t>
                  </w:r>
                </w:p>
              </w:tc>
              <w:tc>
                <w:tcPr>
                  <w:tcW w:w="237" w:type="dxa"/>
                  <w:tcBorders>
                    <w:top w:val="single" w:sz="8" w:space="0" w:color="auto"/>
                    <w:left w:val="nil"/>
                    <w:bottom w:val="single" w:sz="4" w:space="0" w:color="auto"/>
                    <w:right w:val="single" w:sz="8" w:space="0" w:color="auto"/>
                  </w:tcBorders>
                  <w:shd w:val="clear" w:color="auto" w:fill="auto"/>
                  <w:vAlign w:val="center"/>
                  <w:hideMark/>
                </w:tcPr>
                <w:p w14:paraId="26CB65FE"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4C7D5926" w14:textId="77777777" w:rsidTr="00F676C1">
              <w:trPr>
                <w:gridAfter w:val="1"/>
                <w:wAfter w:w="33" w:type="dxa"/>
                <w:trHeight w:val="255"/>
              </w:trPr>
              <w:tc>
                <w:tcPr>
                  <w:tcW w:w="37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32E14A1"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4" w:space="0" w:color="auto"/>
                    <w:right w:val="single" w:sz="8" w:space="0" w:color="000000"/>
                  </w:tcBorders>
                  <w:shd w:val="clear" w:color="auto" w:fill="auto"/>
                  <w:vAlign w:val="center"/>
                  <w:hideMark/>
                </w:tcPr>
                <w:p w14:paraId="19DA0ED3"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 xml:space="preserve">M02 - Servicii de consiliere </w:t>
                  </w:r>
                </w:p>
              </w:tc>
              <w:tc>
                <w:tcPr>
                  <w:tcW w:w="237" w:type="dxa"/>
                  <w:tcBorders>
                    <w:top w:val="nil"/>
                    <w:left w:val="nil"/>
                    <w:bottom w:val="single" w:sz="4" w:space="0" w:color="auto"/>
                    <w:right w:val="single" w:sz="8" w:space="0" w:color="auto"/>
                  </w:tcBorders>
                  <w:shd w:val="clear" w:color="auto" w:fill="auto"/>
                  <w:vAlign w:val="center"/>
                  <w:hideMark/>
                </w:tcPr>
                <w:p w14:paraId="5D77802E"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77E9C2CD" w14:textId="77777777" w:rsidTr="00F676C1">
              <w:trPr>
                <w:gridAfter w:val="1"/>
                <w:wAfter w:w="33" w:type="dxa"/>
                <w:trHeight w:val="330"/>
              </w:trPr>
              <w:tc>
                <w:tcPr>
                  <w:tcW w:w="37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FD1EAFB" w14:textId="77777777" w:rsidR="00F84A7A" w:rsidRPr="00E67132" w:rsidRDefault="00F84A7A" w:rsidP="00B82EBD">
                  <w:pPr>
                    <w:ind w:left="-18"/>
                    <w:rPr>
                      <w:rFonts w:ascii="Calibri" w:hAnsi="Calibri" w:cs="Calibri"/>
                      <w:b/>
                      <w:bCs/>
                      <w:noProof/>
                      <w:sz w:val="22"/>
                      <w:szCs w:val="22"/>
                      <w:lang w:val="ro-RO"/>
                    </w:rPr>
                  </w:pPr>
                </w:p>
              </w:tc>
              <w:tc>
                <w:tcPr>
                  <w:tcW w:w="5867" w:type="dxa"/>
                  <w:gridSpan w:val="2"/>
                  <w:tcBorders>
                    <w:top w:val="single" w:sz="4" w:space="0" w:color="auto"/>
                    <w:left w:val="nil"/>
                    <w:bottom w:val="single" w:sz="8" w:space="0" w:color="auto"/>
                    <w:right w:val="single" w:sz="8" w:space="0" w:color="000000"/>
                  </w:tcBorders>
                  <w:shd w:val="clear" w:color="auto" w:fill="auto"/>
                  <w:vAlign w:val="center"/>
                  <w:hideMark/>
                </w:tcPr>
                <w:p w14:paraId="333099C4" w14:textId="77777777" w:rsidR="00F84A7A" w:rsidRPr="00E67132" w:rsidRDefault="00F84A7A" w:rsidP="00B82EBD">
                  <w:pPr>
                    <w:ind w:left="-18"/>
                    <w:rPr>
                      <w:rFonts w:ascii="Calibri" w:hAnsi="Calibri" w:cs="Calibri"/>
                      <w:b/>
                      <w:bCs/>
                      <w:noProof/>
                      <w:sz w:val="22"/>
                      <w:szCs w:val="22"/>
                      <w:lang w:val="ro-RO"/>
                    </w:rPr>
                  </w:pPr>
                  <w:r w:rsidRPr="00E67132">
                    <w:rPr>
                      <w:rFonts w:ascii="Calibri" w:hAnsi="Calibri" w:cs="Calibri"/>
                      <w:b/>
                      <w:bCs/>
                      <w:noProof/>
                      <w:sz w:val="22"/>
                      <w:szCs w:val="22"/>
                      <w:lang w:val="ro-RO"/>
                    </w:rPr>
                    <w:t>M16 - Cooperare</w:t>
                  </w:r>
                </w:p>
              </w:tc>
              <w:tc>
                <w:tcPr>
                  <w:tcW w:w="237" w:type="dxa"/>
                  <w:tcBorders>
                    <w:top w:val="nil"/>
                    <w:left w:val="nil"/>
                    <w:bottom w:val="single" w:sz="8" w:space="0" w:color="auto"/>
                    <w:right w:val="single" w:sz="8" w:space="0" w:color="auto"/>
                  </w:tcBorders>
                  <w:shd w:val="clear" w:color="auto" w:fill="auto"/>
                  <w:vAlign w:val="center"/>
                  <w:hideMark/>
                </w:tcPr>
                <w:p w14:paraId="6A87D455" w14:textId="77777777" w:rsidR="00F84A7A" w:rsidRPr="00E67132" w:rsidRDefault="00F84A7A" w:rsidP="00B82EBD">
                  <w:pPr>
                    <w:ind w:left="-18"/>
                    <w:jc w:val="center"/>
                    <w:rPr>
                      <w:rFonts w:ascii="Calibri" w:hAnsi="Calibri" w:cs="Calibri"/>
                      <w:noProof/>
                      <w:sz w:val="22"/>
                      <w:szCs w:val="22"/>
                      <w:lang w:val="ro-RO"/>
                    </w:rPr>
                  </w:pPr>
                  <w:r w:rsidRPr="00E67132">
                    <w:rPr>
                      <w:rFonts w:ascii="Calibri" w:hAnsi="Calibri" w:cs="Calibri"/>
                      <w:noProof/>
                      <w:sz w:val="22"/>
                      <w:szCs w:val="22"/>
                      <w:lang w:val="ro-RO"/>
                    </w:rPr>
                    <w:t> </w:t>
                  </w:r>
                </w:p>
              </w:tc>
            </w:tr>
            <w:tr w:rsidR="00F676C1" w:rsidRPr="00E67132" w14:paraId="6FE82AEB" w14:textId="77777777" w:rsidTr="00F676C1">
              <w:trPr>
                <w:trHeight w:val="285"/>
              </w:trPr>
              <w:tc>
                <w:tcPr>
                  <w:tcW w:w="9897" w:type="dxa"/>
                  <w:gridSpan w:val="5"/>
                  <w:tcBorders>
                    <w:top w:val="nil"/>
                    <w:left w:val="nil"/>
                    <w:bottom w:val="nil"/>
                    <w:right w:val="nil"/>
                  </w:tcBorders>
                  <w:shd w:val="clear" w:color="auto" w:fill="auto"/>
                  <w:vAlign w:val="center"/>
                  <w:hideMark/>
                </w:tcPr>
                <w:p w14:paraId="5DE33153" w14:textId="77777777" w:rsidR="00F84A7A" w:rsidRPr="00E67132" w:rsidRDefault="00F84A7A" w:rsidP="00B82EBD">
                  <w:pPr>
                    <w:ind w:left="-18"/>
                    <w:rPr>
                      <w:rFonts w:ascii="Calibri" w:hAnsi="Calibri" w:cs="Calibri"/>
                      <w:noProof/>
                      <w:sz w:val="22"/>
                      <w:szCs w:val="22"/>
                      <w:lang w:val="ro-RO"/>
                    </w:rPr>
                  </w:pPr>
                </w:p>
              </w:tc>
            </w:tr>
            <w:tr w:rsidR="00F676C1" w:rsidRPr="00E67132" w14:paraId="3EB42738" w14:textId="77777777" w:rsidTr="00F676C1">
              <w:trPr>
                <w:trHeight w:val="300"/>
              </w:trPr>
              <w:tc>
                <w:tcPr>
                  <w:tcW w:w="9897" w:type="dxa"/>
                  <w:gridSpan w:val="5"/>
                  <w:tcBorders>
                    <w:top w:val="nil"/>
                    <w:left w:val="nil"/>
                    <w:bottom w:val="nil"/>
                    <w:right w:val="nil"/>
                  </w:tcBorders>
                  <w:shd w:val="clear" w:color="auto" w:fill="auto"/>
                  <w:noWrap/>
                  <w:vAlign w:val="bottom"/>
                  <w:hideMark/>
                </w:tcPr>
                <w:p w14:paraId="38C37D8C" w14:textId="77777777" w:rsidR="00F84A7A" w:rsidRPr="00E67132" w:rsidRDefault="00F84A7A" w:rsidP="00B82EBD">
                  <w:pPr>
                    <w:ind w:left="-18"/>
                    <w:jc w:val="both"/>
                    <w:rPr>
                      <w:rFonts w:ascii="Calibri" w:hAnsi="Calibri" w:cs="Calibri"/>
                      <w:noProof/>
                      <w:sz w:val="22"/>
                      <w:szCs w:val="22"/>
                      <w:lang w:val="ro-RO"/>
                    </w:rPr>
                  </w:pPr>
                  <w:r w:rsidRPr="00E67132">
                    <w:rPr>
                      <w:rFonts w:ascii="Calibri" w:hAnsi="Calibri" w:cs="Calibri"/>
                      <w:b/>
                      <w:bCs/>
                      <w:noProof/>
                      <w:sz w:val="22"/>
                      <w:szCs w:val="22"/>
                      <w:lang w:val="ro-RO"/>
                    </w:rPr>
                    <w:t>Indic. nr.1 -</w:t>
                  </w:r>
                  <w:r w:rsidRPr="00E67132">
                    <w:rPr>
                      <w:rFonts w:ascii="Calibri" w:hAnsi="Calibri" w:cs="Calibri"/>
                      <w:noProof/>
                      <w:sz w:val="22"/>
                      <w:szCs w:val="22"/>
                      <w:lang w:val="ro-RO"/>
                    </w:rPr>
                    <w:t xml:space="preserve"> reprezintă codul CAEN pentru investiţia vizată prin proiect</w:t>
                  </w:r>
                </w:p>
              </w:tc>
            </w:tr>
            <w:tr w:rsidR="00F676C1" w:rsidRPr="00E67132" w14:paraId="6FEF0E37" w14:textId="77777777" w:rsidTr="00F676C1">
              <w:trPr>
                <w:trHeight w:val="300"/>
              </w:trPr>
              <w:tc>
                <w:tcPr>
                  <w:tcW w:w="9897" w:type="dxa"/>
                  <w:gridSpan w:val="5"/>
                  <w:tcBorders>
                    <w:top w:val="nil"/>
                    <w:left w:val="nil"/>
                    <w:bottom w:val="nil"/>
                    <w:right w:val="nil"/>
                  </w:tcBorders>
                  <w:shd w:val="clear" w:color="auto" w:fill="auto"/>
                  <w:noWrap/>
                  <w:vAlign w:val="bottom"/>
                  <w:hideMark/>
                </w:tcPr>
                <w:p w14:paraId="20517480" w14:textId="77777777" w:rsidR="00F84A7A" w:rsidRPr="00E67132" w:rsidRDefault="00F84A7A" w:rsidP="00B82EBD">
                  <w:pPr>
                    <w:ind w:left="-18"/>
                    <w:jc w:val="both"/>
                    <w:rPr>
                      <w:rFonts w:ascii="Calibri" w:hAnsi="Calibri" w:cs="Calibri"/>
                      <w:noProof/>
                      <w:sz w:val="22"/>
                      <w:szCs w:val="22"/>
                      <w:lang w:val="ro-RO"/>
                    </w:rPr>
                  </w:pPr>
                  <w:r w:rsidRPr="00E67132">
                    <w:rPr>
                      <w:rFonts w:ascii="Calibri" w:hAnsi="Calibri" w:cs="Calibri"/>
                      <w:b/>
                      <w:bCs/>
                      <w:noProof/>
                      <w:sz w:val="22"/>
                      <w:szCs w:val="22"/>
                      <w:lang w:val="ro-RO"/>
                    </w:rPr>
                    <w:t>Indic. nr. 2, 3, 4, 7</w:t>
                  </w:r>
                  <w:r w:rsidRPr="00E67132">
                    <w:rPr>
                      <w:rFonts w:ascii="Calibri" w:hAnsi="Calibri" w:cs="Calibri"/>
                      <w:noProof/>
                      <w:sz w:val="22"/>
                      <w:szCs w:val="22"/>
                      <w:lang w:val="ro-RO"/>
                    </w:rPr>
                    <w:t xml:space="preserve"> - se va bifa doar o singura categorie</w:t>
                  </w:r>
                </w:p>
              </w:tc>
            </w:tr>
            <w:tr w:rsidR="00F676C1" w:rsidRPr="00E67132" w14:paraId="69B15022" w14:textId="77777777" w:rsidTr="00F676C1">
              <w:trPr>
                <w:trHeight w:val="300"/>
              </w:trPr>
              <w:tc>
                <w:tcPr>
                  <w:tcW w:w="9897" w:type="dxa"/>
                  <w:gridSpan w:val="5"/>
                  <w:tcBorders>
                    <w:top w:val="nil"/>
                    <w:left w:val="nil"/>
                    <w:bottom w:val="nil"/>
                    <w:right w:val="nil"/>
                  </w:tcBorders>
                  <w:shd w:val="clear" w:color="auto" w:fill="auto"/>
                  <w:noWrap/>
                  <w:vAlign w:val="bottom"/>
                  <w:hideMark/>
                </w:tcPr>
                <w:p w14:paraId="41014B44" w14:textId="77777777" w:rsidR="00F84A7A" w:rsidRPr="00E67132" w:rsidRDefault="00F84A7A" w:rsidP="00B82EBD">
                  <w:pPr>
                    <w:ind w:left="-18"/>
                    <w:jc w:val="both"/>
                    <w:rPr>
                      <w:rFonts w:ascii="Calibri" w:hAnsi="Calibri" w:cs="Calibri"/>
                      <w:noProof/>
                      <w:sz w:val="22"/>
                      <w:szCs w:val="22"/>
                      <w:lang w:val="ro-RO"/>
                    </w:rPr>
                  </w:pPr>
                  <w:r w:rsidRPr="00E67132">
                    <w:rPr>
                      <w:rFonts w:ascii="Calibri" w:hAnsi="Calibri" w:cs="Calibri"/>
                      <w:b/>
                      <w:bCs/>
                      <w:noProof/>
                      <w:sz w:val="22"/>
                      <w:szCs w:val="22"/>
                      <w:lang w:val="ro-RO"/>
                    </w:rPr>
                    <w:t>Indic. nr. 5</w:t>
                  </w:r>
                  <w:r w:rsidRPr="00E67132">
                    <w:rPr>
                      <w:rFonts w:ascii="Calibri" w:hAnsi="Calibri" w:cs="Calibri"/>
                      <w:noProof/>
                      <w:sz w:val="22"/>
                      <w:szCs w:val="22"/>
                      <w:lang w:val="ro-RO"/>
                    </w:rPr>
                    <w:t xml:space="preserve"> - se completează suprafaţa (Ha) exploataţiei agricole sprijinite prin proiect</w:t>
                  </w:r>
                </w:p>
              </w:tc>
            </w:tr>
            <w:tr w:rsidR="00F676C1" w:rsidRPr="00E67132" w14:paraId="333C5064" w14:textId="77777777" w:rsidTr="00F676C1">
              <w:trPr>
                <w:trHeight w:val="300"/>
              </w:trPr>
              <w:tc>
                <w:tcPr>
                  <w:tcW w:w="9897" w:type="dxa"/>
                  <w:gridSpan w:val="5"/>
                  <w:tcBorders>
                    <w:top w:val="nil"/>
                    <w:left w:val="nil"/>
                    <w:bottom w:val="nil"/>
                    <w:right w:val="nil"/>
                  </w:tcBorders>
                  <w:shd w:val="clear" w:color="auto" w:fill="auto"/>
                  <w:noWrap/>
                  <w:vAlign w:val="bottom"/>
                  <w:hideMark/>
                </w:tcPr>
                <w:p w14:paraId="525C1FC9" w14:textId="77777777" w:rsidR="00F84A7A" w:rsidRPr="00E67132" w:rsidRDefault="00F84A7A" w:rsidP="00B82EBD">
                  <w:pPr>
                    <w:ind w:left="-18"/>
                    <w:jc w:val="both"/>
                    <w:rPr>
                      <w:rFonts w:ascii="Calibri" w:hAnsi="Calibri" w:cs="Calibri"/>
                      <w:noProof/>
                      <w:sz w:val="22"/>
                      <w:szCs w:val="22"/>
                      <w:lang w:val="ro-RO"/>
                    </w:rPr>
                  </w:pPr>
                  <w:r w:rsidRPr="00E67132">
                    <w:rPr>
                      <w:rFonts w:ascii="Calibri" w:hAnsi="Calibri" w:cs="Calibri"/>
                      <w:b/>
                      <w:bCs/>
                      <w:noProof/>
                      <w:sz w:val="22"/>
                      <w:szCs w:val="22"/>
                      <w:lang w:val="ro-RO"/>
                    </w:rPr>
                    <w:t xml:space="preserve">Indic. nr. 6 </w:t>
                  </w:r>
                  <w:r w:rsidRPr="00E67132">
                    <w:rPr>
                      <w:rFonts w:ascii="Calibri" w:hAnsi="Calibri" w:cs="Calibri"/>
                      <w:noProof/>
                      <w:sz w:val="22"/>
                      <w:szCs w:val="22"/>
                      <w:lang w:val="ro-RO"/>
                    </w:rPr>
                    <w:t>- se va completa dimensiunea economica a exploatatiei</w:t>
                  </w:r>
                </w:p>
              </w:tc>
            </w:tr>
            <w:tr w:rsidR="00F676C1" w:rsidRPr="00E67132" w14:paraId="04D24EA7" w14:textId="77777777" w:rsidTr="00F676C1">
              <w:trPr>
                <w:trHeight w:val="300"/>
              </w:trPr>
              <w:tc>
                <w:tcPr>
                  <w:tcW w:w="9897" w:type="dxa"/>
                  <w:gridSpan w:val="5"/>
                  <w:tcBorders>
                    <w:top w:val="nil"/>
                    <w:left w:val="nil"/>
                    <w:bottom w:val="nil"/>
                    <w:right w:val="nil"/>
                  </w:tcBorders>
                  <w:shd w:val="clear" w:color="auto" w:fill="auto"/>
                  <w:noWrap/>
                  <w:vAlign w:val="bottom"/>
                  <w:hideMark/>
                </w:tcPr>
                <w:p w14:paraId="2BE4D529" w14:textId="77777777" w:rsidR="00F84A7A" w:rsidRPr="00E67132" w:rsidRDefault="00F84A7A" w:rsidP="00B82EBD">
                  <w:pPr>
                    <w:ind w:left="-18"/>
                    <w:jc w:val="both"/>
                    <w:rPr>
                      <w:rFonts w:ascii="Calibri" w:hAnsi="Calibri" w:cs="Calibri"/>
                      <w:noProof/>
                      <w:sz w:val="22"/>
                      <w:szCs w:val="22"/>
                      <w:lang w:val="ro-RO"/>
                    </w:rPr>
                  </w:pPr>
                  <w:r w:rsidRPr="00E67132">
                    <w:rPr>
                      <w:rFonts w:ascii="Calibri" w:hAnsi="Calibri" w:cs="Calibri"/>
                      <w:b/>
                      <w:bCs/>
                      <w:noProof/>
                      <w:sz w:val="22"/>
                      <w:szCs w:val="22"/>
                      <w:lang w:val="ro-RO"/>
                    </w:rPr>
                    <w:t>Indic. nr. 8</w:t>
                  </w:r>
                  <w:r w:rsidRPr="00E67132">
                    <w:rPr>
                      <w:rFonts w:ascii="Calibri" w:hAnsi="Calibri" w:cs="Calibri"/>
                      <w:noProof/>
                      <w:sz w:val="22"/>
                      <w:szCs w:val="22"/>
                      <w:lang w:val="ro-RO"/>
                    </w:rPr>
                    <w:t xml:space="preserve"> - se va completa din momentul demararii M01, M02, respectiv M16</w:t>
                  </w:r>
                </w:p>
              </w:tc>
            </w:tr>
            <w:bookmarkEnd w:id="0"/>
          </w:tbl>
          <w:p w14:paraId="13201E75" w14:textId="77777777" w:rsidR="00F84A7A" w:rsidRPr="00E67132" w:rsidRDefault="00F84A7A" w:rsidP="00080253">
            <w:pPr>
              <w:rPr>
                <w:rFonts w:ascii="Calibri" w:hAnsi="Calibri" w:cs="Calibri"/>
                <w:b/>
                <w:bCs/>
                <w:noProof/>
                <w:color w:val="FFFFFF"/>
                <w:sz w:val="22"/>
                <w:szCs w:val="22"/>
                <w:lang w:val="ro-RO"/>
              </w:rPr>
            </w:pPr>
          </w:p>
        </w:tc>
      </w:tr>
      <w:tr w:rsidR="00F84A7A" w:rsidRPr="00E67132" w14:paraId="50BEEFC1" w14:textId="77777777" w:rsidTr="00872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trHeight w:val="255"/>
        </w:trPr>
        <w:tc>
          <w:tcPr>
            <w:tcW w:w="6074" w:type="dxa"/>
            <w:gridSpan w:val="3"/>
            <w:tcBorders>
              <w:top w:val="nil"/>
              <w:left w:val="nil"/>
              <w:bottom w:val="nil"/>
              <w:right w:val="nil"/>
            </w:tcBorders>
            <w:shd w:val="clear" w:color="auto" w:fill="auto"/>
            <w:noWrap/>
            <w:vAlign w:val="bottom"/>
          </w:tcPr>
          <w:p w14:paraId="11108C0B" w14:textId="77777777" w:rsidR="00F84A7A" w:rsidRPr="00E67132" w:rsidRDefault="00F84A7A" w:rsidP="00F84A7A">
            <w:pPr>
              <w:rPr>
                <w:rFonts w:ascii="Calibri" w:hAnsi="Calibri" w:cs="Calibri"/>
                <w:noProof/>
                <w:sz w:val="22"/>
                <w:szCs w:val="22"/>
                <w:lang w:val="ro-RO"/>
              </w:rPr>
            </w:pPr>
          </w:p>
        </w:tc>
        <w:tc>
          <w:tcPr>
            <w:tcW w:w="5332" w:type="dxa"/>
            <w:gridSpan w:val="11"/>
            <w:tcBorders>
              <w:top w:val="nil"/>
              <w:left w:val="nil"/>
              <w:bottom w:val="nil"/>
              <w:right w:val="nil"/>
            </w:tcBorders>
            <w:shd w:val="clear" w:color="auto" w:fill="auto"/>
            <w:noWrap/>
            <w:vAlign w:val="bottom"/>
          </w:tcPr>
          <w:p w14:paraId="42D94B0D" w14:textId="77777777" w:rsidR="00F84A7A" w:rsidRPr="00E67132" w:rsidRDefault="00F84A7A" w:rsidP="00F84A7A">
            <w:pPr>
              <w:rPr>
                <w:rFonts w:ascii="Calibri" w:hAnsi="Calibri" w:cs="Calibri"/>
                <w:noProof/>
                <w:sz w:val="22"/>
                <w:szCs w:val="22"/>
                <w:lang w:val="ro-RO"/>
              </w:rPr>
            </w:pPr>
          </w:p>
        </w:tc>
        <w:tc>
          <w:tcPr>
            <w:tcW w:w="429" w:type="dxa"/>
            <w:tcBorders>
              <w:top w:val="nil"/>
              <w:left w:val="nil"/>
              <w:bottom w:val="nil"/>
              <w:right w:val="nil"/>
            </w:tcBorders>
            <w:shd w:val="clear" w:color="auto" w:fill="auto"/>
            <w:noWrap/>
            <w:vAlign w:val="bottom"/>
            <w:hideMark/>
          </w:tcPr>
          <w:p w14:paraId="25210F63" w14:textId="77777777" w:rsidR="00F84A7A" w:rsidRPr="00E67132" w:rsidRDefault="00F84A7A" w:rsidP="00F84A7A">
            <w:pPr>
              <w:rPr>
                <w:rFonts w:ascii="Calibri" w:hAnsi="Calibri" w:cs="Calibri"/>
                <w:noProof/>
                <w:sz w:val="22"/>
                <w:szCs w:val="22"/>
                <w:lang w:val="ro-RO"/>
              </w:rPr>
            </w:pPr>
          </w:p>
        </w:tc>
        <w:tc>
          <w:tcPr>
            <w:tcW w:w="429" w:type="dxa"/>
            <w:tcBorders>
              <w:top w:val="nil"/>
              <w:left w:val="nil"/>
              <w:bottom w:val="nil"/>
              <w:right w:val="nil"/>
            </w:tcBorders>
            <w:shd w:val="clear" w:color="auto" w:fill="auto"/>
            <w:noWrap/>
            <w:vAlign w:val="bottom"/>
            <w:hideMark/>
          </w:tcPr>
          <w:p w14:paraId="0057FE65" w14:textId="77777777" w:rsidR="00F84A7A" w:rsidRPr="00E67132" w:rsidRDefault="00F84A7A" w:rsidP="00F84A7A">
            <w:pPr>
              <w:rPr>
                <w:rFonts w:ascii="Calibri" w:hAnsi="Calibri" w:cs="Calibri"/>
                <w:noProof/>
                <w:sz w:val="22"/>
                <w:szCs w:val="22"/>
                <w:lang w:val="ro-RO"/>
              </w:rPr>
            </w:pPr>
          </w:p>
        </w:tc>
        <w:tc>
          <w:tcPr>
            <w:tcW w:w="2711" w:type="dxa"/>
            <w:tcBorders>
              <w:top w:val="nil"/>
              <w:left w:val="nil"/>
              <w:bottom w:val="nil"/>
              <w:right w:val="nil"/>
            </w:tcBorders>
            <w:shd w:val="clear" w:color="auto" w:fill="auto"/>
            <w:noWrap/>
            <w:vAlign w:val="bottom"/>
            <w:hideMark/>
          </w:tcPr>
          <w:p w14:paraId="4AC7095C" w14:textId="77777777" w:rsidR="00F84A7A" w:rsidRPr="00E67132" w:rsidRDefault="00F84A7A" w:rsidP="00F84A7A">
            <w:pPr>
              <w:rPr>
                <w:rFonts w:ascii="Calibri" w:hAnsi="Calibri" w:cs="Calibri"/>
                <w:noProof/>
                <w:sz w:val="22"/>
                <w:szCs w:val="22"/>
                <w:lang w:val="ro-RO"/>
              </w:rPr>
            </w:pPr>
          </w:p>
        </w:tc>
      </w:tr>
      <w:tr w:rsidR="00F84A7A" w:rsidRPr="00E67132" w14:paraId="064B6BE3" w14:textId="77777777" w:rsidTr="00342928">
        <w:trPr>
          <w:gridAfter w:val="4"/>
          <w:wAfter w:w="4970" w:type="dxa"/>
        </w:trPr>
        <w:tc>
          <w:tcPr>
            <w:tcW w:w="6768" w:type="dxa"/>
            <w:gridSpan w:val="5"/>
            <w:tcBorders>
              <w:top w:val="single" w:sz="4" w:space="0" w:color="auto"/>
            </w:tcBorders>
            <w:shd w:val="clear" w:color="auto" w:fill="auto"/>
          </w:tcPr>
          <w:p w14:paraId="4800A577"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6.Verificarea domeniilor de intervenţie</w:t>
            </w:r>
          </w:p>
          <w:p w14:paraId="5BD8A4B7" w14:textId="77777777" w:rsidR="00F84A7A" w:rsidRPr="00E67132" w:rsidRDefault="00F84A7A" w:rsidP="00F84A7A">
            <w:pPr>
              <w:pStyle w:val="BodyText3"/>
              <w:numPr>
                <w:ilvl w:val="0"/>
                <w:numId w:val="5"/>
              </w:numPr>
              <w:jc w:val="left"/>
              <w:rPr>
                <w:rFonts w:ascii="Calibri" w:hAnsi="Calibri" w:cs="Calibri"/>
                <w:b w:val="0"/>
                <w:noProof/>
                <w:sz w:val="22"/>
                <w:szCs w:val="22"/>
                <w:lang w:val="ro-RO"/>
              </w:rPr>
            </w:pPr>
            <w:r w:rsidRPr="00E67132">
              <w:rPr>
                <w:rFonts w:ascii="Calibri" w:hAnsi="Calibri" w:cs="Calibri"/>
                <w:b w:val="0"/>
                <w:noProof/>
                <w:sz w:val="22"/>
                <w:szCs w:val="22"/>
                <w:lang w:val="ro-RO"/>
              </w:rPr>
              <w:t>DI principal – DI.2B Facilitarea intrării în sectorul agricol a unor fermieri calificaţi corespunzător şi în special, a reînnoirii generaţiilor</w:t>
            </w:r>
            <w:r w:rsidRPr="00E67132">
              <w:rPr>
                <w:rFonts w:ascii="Calibri" w:hAnsi="Calibri" w:cs="Calibri"/>
                <w:b w:val="0"/>
                <w:noProof/>
                <w:sz w:val="22"/>
                <w:szCs w:val="22"/>
                <w:lang w:val="ro-RO"/>
              </w:rPr>
              <w:tab/>
            </w:r>
            <w:r w:rsidRPr="00E67132">
              <w:rPr>
                <w:rFonts w:ascii="Calibri" w:hAnsi="Calibri" w:cs="Calibri"/>
                <w:b w:val="0"/>
                <w:noProof/>
                <w:sz w:val="22"/>
                <w:szCs w:val="22"/>
                <w:lang w:val="ro-RO"/>
              </w:rPr>
              <w:tab/>
            </w:r>
          </w:p>
          <w:p w14:paraId="2133DC32" w14:textId="77777777" w:rsidR="00F84A7A" w:rsidRPr="00E67132" w:rsidRDefault="00F84A7A" w:rsidP="00F84A7A">
            <w:pPr>
              <w:pStyle w:val="BodyText3"/>
              <w:numPr>
                <w:ilvl w:val="0"/>
                <w:numId w:val="5"/>
              </w:numPr>
              <w:jc w:val="left"/>
              <w:rPr>
                <w:rFonts w:ascii="Calibri" w:hAnsi="Calibri" w:cs="Calibri"/>
                <w:b w:val="0"/>
                <w:noProof/>
                <w:sz w:val="22"/>
                <w:szCs w:val="22"/>
                <w:lang w:val="ro-RO"/>
              </w:rPr>
            </w:pPr>
            <w:r w:rsidRPr="00E67132">
              <w:rPr>
                <w:rFonts w:ascii="Calibri" w:hAnsi="Calibri" w:cs="Calibri"/>
                <w:b w:val="0"/>
                <w:noProof/>
                <w:sz w:val="22"/>
                <w:szCs w:val="22"/>
                <w:lang w:val="ro-RO"/>
              </w:rPr>
              <w:t>DI secundare - DI.3a</w:t>
            </w:r>
            <w:r w:rsidRPr="00E67132">
              <w:rPr>
                <w:rFonts w:ascii="Calibri" w:hAnsi="Calibri" w:cs="Calibri"/>
                <w:noProof/>
                <w:sz w:val="22"/>
                <w:szCs w:val="22"/>
                <w:lang w:val="ro-RO"/>
              </w:rPr>
              <w:tab/>
            </w:r>
            <w:r w:rsidRPr="00E67132">
              <w:rPr>
                <w:rFonts w:ascii="Calibri" w:hAnsi="Calibri" w:cs="Calibri"/>
                <w:noProof/>
                <w:sz w:val="22"/>
                <w:szCs w:val="22"/>
                <w:lang w:val="ro-RO"/>
              </w:rPr>
              <w:tab/>
            </w:r>
            <w:r w:rsidRPr="00E67132">
              <w:rPr>
                <w:rFonts w:ascii="Calibri" w:hAnsi="Calibri" w:cs="Calibri"/>
                <w:noProof/>
                <w:sz w:val="22"/>
                <w:szCs w:val="22"/>
                <w:lang w:val="ro-RO"/>
              </w:rPr>
              <w:tab/>
            </w:r>
          </w:p>
        </w:tc>
        <w:tc>
          <w:tcPr>
            <w:tcW w:w="1530" w:type="dxa"/>
            <w:gridSpan w:val="5"/>
            <w:tcBorders>
              <w:top w:val="single" w:sz="4" w:space="0" w:color="auto"/>
            </w:tcBorders>
            <w:shd w:val="clear" w:color="auto" w:fill="auto"/>
          </w:tcPr>
          <w:p w14:paraId="5D932A3A" w14:textId="77777777" w:rsidR="00F84A7A" w:rsidRPr="00E67132" w:rsidRDefault="00F84A7A" w:rsidP="00F84A7A">
            <w:pPr>
              <w:pStyle w:val="BodyText3"/>
              <w:rPr>
                <w:rFonts w:ascii="Calibri" w:hAnsi="Calibri" w:cs="Calibri"/>
                <w:b w:val="0"/>
                <w:noProof/>
                <w:sz w:val="22"/>
                <w:szCs w:val="22"/>
                <w:lang w:val="ro-RO"/>
              </w:rPr>
            </w:pPr>
          </w:p>
          <w:p w14:paraId="71C7D885" w14:textId="77777777" w:rsidR="00F84A7A" w:rsidRPr="00E67132" w:rsidRDefault="00F84A7A" w:rsidP="00F84A7A">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sym w:font="Wingdings" w:char="F06F"/>
            </w:r>
          </w:p>
          <w:p w14:paraId="1ACA6446" w14:textId="77777777" w:rsidR="00F84A7A" w:rsidRPr="00E67132" w:rsidRDefault="00F84A7A" w:rsidP="00F84A7A">
            <w:pPr>
              <w:pStyle w:val="BodyText3"/>
              <w:rPr>
                <w:rFonts w:ascii="Calibri" w:hAnsi="Calibri" w:cs="Calibri"/>
                <w:b w:val="0"/>
                <w:noProof/>
                <w:sz w:val="22"/>
                <w:szCs w:val="22"/>
                <w:lang w:val="ro-RO"/>
              </w:rPr>
            </w:pPr>
          </w:p>
          <w:p w14:paraId="617591F1" w14:textId="77777777" w:rsidR="00F84A7A" w:rsidRPr="00E67132" w:rsidRDefault="00F84A7A" w:rsidP="00F84A7A">
            <w:pPr>
              <w:pStyle w:val="BodyText3"/>
              <w:rPr>
                <w:rFonts w:ascii="Calibri" w:hAnsi="Calibri" w:cs="Calibri"/>
                <w:b w:val="0"/>
                <w:noProof/>
                <w:sz w:val="22"/>
                <w:szCs w:val="22"/>
                <w:lang w:val="ro-RO"/>
              </w:rPr>
            </w:pPr>
          </w:p>
          <w:p w14:paraId="766CB373"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32D2801" w14:textId="77777777" w:rsidR="00F84A7A" w:rsidRPr="00E67132" w:rsidRDefault="00F84A7A" w:rsidP="00F84A7A">
            <w:pPr>
              <w:pStyle w:val="BodyText3"/>
              <w:rPr>
                <w:rFonts w:ascii="Calibri" w:hAnsi="Calibri" w:cs="Calibri"/>
                <w:b w:val="0"/>
                <w:noProof/>
                <w:sz w:val="22"/>
                <w:szCs w:val="22"/>
                <w:lang w:val="ro-RO"/>
              </w:rPr>
            </w:pPr>
          </w:p>
        </w:tc>
        <w:tc>
          <w:tcPr>
            <w:tcW w:w="990" w:type="dxa"/>
            <w:gridSpan w:val="3"/>
            <w:tcBorders>
              <w:top w:val="single" w:sz="4" w:space="0" w:color="auto"/>
            </w:tcBorders>
          </w:tcPr>
          <w:p w14:paraId="3664977D" w14:textId="77777777" w:rsidR="00F84A7A" w:rsidRPr="00E67132" w:rsidRDefault="00F84A7A" w:rsidP="00F84A7A">
            <w:pPr>
              <w:pStyle w:val="BodyText3"/>
              <w:rPr>
                <w:rFonts w:ascii="Calibri" w:hAnsi="Calibri" w:cs="Calibri"/>
                <w:noProof/>
                <w:sz w:val="22"/>
                <w:szCs w:val="22"/>
                <w:lang w:val="ro-RO"/>
              </w:rPr>
            </w:pPr>
          </w:p>
          <w:p w14:paraId="4C146A2E"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63A4366" w14:textId="77777777" w:rsidR="00F84A7A" w:rsidRPr="00E67132" w:rsidRDefault="00F84A7A" w:rsidP="00F84A7A">
            <w:pPr>
              <w:pStyle w:val="BodyText3"/>
              <w:rPr>
                <w:rFonts w:ascii="Calibri" w:hAnsi="Calibri" w:cs="Calibri"/>
                <w:noProof/>
                <w:sz w:val="22"/>
                <w:szCs w:val="22"/>
                <w:lang w:val="ro-RO"/>
              </w:rPr>
            </w:pPr>
          </w:p>
          <w:p w14:paraId="44386DFB" w14:textId="77777777" w:rsidR="00F84A7A" w:rsidRPr="00E67132" w:rsidRDefault="00F84A7A" w:rsidP="00F84A7A">
            <w:pPr>
              <w:pStyle w:val="BodyText3"/>
              <w:rPr>
                <w:rFonts w:ascii="Calibri" w:hAnsi="Calibri" w:cs="Calibri"/>
                <w:noProof/>
                <w:sz w:val="22"/>
                <w:szCs w:val="22"/>
                <w:lang w:val="ro-RO"/>
              </w:rPr>
            </w:pPr>
          </w:p>
          <w:p w14:paraId="43E00C6D"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5498E10" w14:textId="77777777" w:rsidR="00F84A7A" w:rsidRPr="00E67132" w:rsidRDefault="00F84A7A" w:rsidP="00F84A7A">
            <w:pPr>
              <w:pStyle w:val="BodyText3"/>
              <w:rPr>
                <w:rFonts w:ascii="Calibri" w:hAnsi="Calibri" w:cs="Calibri"/>
                <w:b w:val="0"/>
                <w:noProof/>
                <w:sz w:val="22"/>
                <w:szCs w:val="22"/>
                <w:lang w:val="ro-RO"/>
              </w:rPr>
            </w:pPr>
          </w:p>
        </w:tc>
        <w:tc>
          <w:tcPr>
            <w:tcW w:w="810" w:type="dxa"/>
            <w:tcBorders>
              <w:top w:val="single" w:sz="4" w:space="0" w:color="auto"/>
            </w:tcBorders>
            <w:shd w:val="clear" w:color="auto" w:fill="auto"/>
          </w:tcPr>
          <w:p w14:paraId="71DBB4D5" w14:textId="77777777" w:rsidR="00F84A7A" w:rsidRPr="00E67132" w:rsidRDefault="00F84A7A" w:rsidP="00F84A7A">
            <w:pPr>
              <w:pStyle w:val="BodyText3"/>
              <w:rPr>
                <w:rFonts w:ascii="Calibri" w:hAnsi="Calibri" w:cs="Calibri"/>
                <w:b w:val="0"/>
                <w:noProof/>
                <w:sz w:val="22"/>
                <w:szCs w:val="22"/>
                <w:lang w:val="ro-RO"/>
              </w:rPr>
            </w:pPr>
          </w:p>
          <w:p w14:paraId="14B531FD"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693578D8" w14:textId="77777777" w:rsidTr="00342928">
        <w:trPr>
          <w:gridAfter w:val="4"/>
          <w:wAfter w:w="4970" w:type="dxa"/>
        </w:trPr>
        <w:tc>
          <w:tcPr>
            <w:tcW w:w="6768" w:type="dxa"/>
            <w:gridSpan w:val="5"/>
            <w:shd w:val="clear" w:color="auto" w:fill="auto"/>
          </w:tcPr>
          <w:p w14:paraId="1676A70E" w14:textId="77777777" w:rsidR="00F84A7A" w:rsidRPr="00E67132" w:rsidRDefault="00F84A7A" w:rsidP="00F84A7A">
            <w:pPr>
              <w:rPr>
                <w:rFonts w:ascii="Calibri" w:hAnsi="Calibri" w:cs="Calibri"/>
                <w:noProof/>
                <w:sz w:val="22"/>
                <w:szCs w:val="22"/>
                <w:lang w:val="ro-RO"/>
              </w:rPr>
            </w:pPr>
            <w:r w:rsidRPr="00E67132">
              <w:rPr>
                <w:rFonts w:ascii="Calibri" w:hAnsi="Calibri" w:cs="Calibri"/>
                <w:b/>
                <w:noProof/>
                <w:sz w:val="22"/>
                <w:szCs w:val="22"/>
                <w:lang w:val="ro-RO"/>
              </w:rPr>
              <w:t>7.Solicitantul a creat condiţii artificiale necesare pentru a beneficia de plăţi (sprijin) şi a obţine astfel un avantaj care contravine obiectivelor măsurii</w:t>
            </w:r>
            <w:r w:rsidRPr="00E67132">
              <w:rPr>
                <w:rFonts w:ascii="Calibri" w:hAnsi="Calibri" w:cs="Calibri"/>
                <w:noProof/>
                <w:sz w:val="22"/>
                <w:szCs w:val="22"/>
                <w:lang w:val="ro-RO"/>
              </w:rPr>
              <w:t xml:space="preserve">? </w:t>
            </w:r>
          </w:p>
          <w:p w14:paraId="60F3716A"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Plan de afaceri</w:t>
            </w:r>
          </w:p>
          <w:p w14:paraId="7652EB96"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noProof/>
                <w:sz w:val="22"/>
                <w:szCs w:val="22"/>
                <w:lang w:val="ro-RO"/>
              </w:rPr>
              <w:t>Registrul agricol , Bazele de date APIA/ANSVSA</w:t>
            </w:r>
          </w:p>
          <w:p w14:paraId="6624D1E6" w14:textId="77777777" w:rsidR="00F84A7A" w:rsidRPr="00E67132" w:rsidRDefault="00F84A7A" w:rsidP="00F84A7A">
            <w:pPr>
              <w:jc w:val="both"/>
              <w:rPr>
                <w:rFonts w:ascii="Calibri" w:eastAsia="Calibri" w:hAnsi="Calibri" w:cs="Calibri"/>
                <w:b/>
                <w:noProof/>
                <w:sz w:val="22"/>
                <w:szCs w:val="22"/>
                <w:u w:val="single"/>
                <w:lang w:val="ro-RO"/>
              </w:rPr>
            </w:pPr>
            <w:r w:rsidRPr="00E67132">
              <w:rPr>
                <w:rFonts w:ascii="Calibri" w:hAnsi="Calibri" w:cs="Calibri"/>
                <w:b/>
                <w:iCs/>
                <w:noProof/>
                <w:sz w:val="22"/>
                <w:szCs w:val="22"/>
                <w:lang w:val="ro-RO"/>
              </w:rPr>
              <w:t>Anexa 16 - I</w:t>
            </w:r>
            <w:r w:rsidRPr="00E67132">
              <w:rPr>
                <w:rFonts w:ascii="Calibri" w:eastAsia="Calibri" w:hAnsi="Calibri" w:cs="Calibri"/>
                <w:b/>
                <w:noProof/>
                <w:sz w:val="22"/>
                <w:szCs w:val="22"/>
                <w:u w:val="single"/>
                <w:lang w:val="ro-RO"/>
              </w:rPr>
              <w:t>nstrucţiuni privind evitarea creării de condiţii artificiale în accesarea PNDR 2014-2020</w:t>
            </w:r>
          </w:p>
        </w:tc>
        <w:tc>
          <w:tcPr>
            <w:tcW w:w="1530" w:type="dxa"/>
            <w:gridSpan w:val="5"/>
            <w:shd w:val="clear" w:color="auto" w:fill="auto"/>
          </w:tcPr>
          <w:p w14:paraId="2D9560DD" w14:textId="77777777" w:rsidR="00F84A7A" w:rsidRPr="00E67132" w:rsidRDefault="00F84A7A" w:rsidP="00F84A7A">
            <w:pPr>
              <w:pStyle w:val="BodyText3"/>
              <w:numPr>
                <w:ilvl w:val="0"/>
                <w:numId w:val="3"/>
              </w:numPr>
              <w:ind w:left="612"/>
              <w:rPr>
                <w:rFonts w:ascii="Calibri" w:hAnsi="Calibri" w:cs="Calibri"/>
                <w:b w:val="0"/>
                <w:noProof/>
                <w:sz w:val="22"/>
                <w:szCs w:val="22"/>
                <w:lang w:val="ro-RO"/>
              </w:rPr>
            </w:pPr>
          </w:p>
        </w:tc>
        <w:tc>
          <w:tcPr>
            <w:tcW w:w="990" w:type="dxa"/>
            <w:gridSpan w:val="3"/>
          </w:tcPr>
          <w:p w14:paraId="56B1BEDF" w14:textId="77777777" w:rsidR="00F84A7A" w:rsidRPr="00E67132" w:rsidRDefault="00F84A7A" w:rsidP="00F84A7A">
            <w:pPr>
              <w:pStyle w:val="BodyText3"/>
              <w:numPr>
                <w:ilvl w:val="0"/>
                <w:numId w:val="3"/>
              </w:numPr>
              <w:ind w:hanging="468"/>
              <w:rPr>
                <w:rFonts w:ascii="Calibri" w:hAnsi="Calibri" w:cs="Calibri"/>
                <w:noProof/>
                <w:sz w:val="22"/>
                <w:szCs w:val="22"/>
                <w:lang w:val="ro-RO"/>
              </w:rPr>
            </w:pPr>
          </w:p>
        </w:tc>
        <w:tc>
          <w:tcPr>
            <w:tcW w:w="810" w:type="dxa"/>
            <w:shd w:val="clear" w:color="auto" w:fill="auto"/>
          </w:tcPr>
          <w:p w14:paraId="7BF460E0"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4FBF1D78" w14:textId="77777777" w:rsidTr="008724D1">
        <w:trPr>
          <w:gridAfter w:val="4"/>
          <w:wAfter w:w="4970" w:type="dxa"/>
          <w:trHeight w:val="508"/>
        </w:trPr>
        <w:tc>
          <w:tcPr>
            <w:tcW w:w="10098" w:type="dxa"/>
            <w:gridSpan w:val="14"/>
            <w:shd w:val="clear" w:color="auto" w:fill="auto"/>
          </w:tcPr>
          <w:p w14:paraId="4369DFE5"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Secțiunea A – Indicatori de avertizare</w:t>
            </w:r>
          </w:p>
        </w:tc>
      </w:tr>
      <w:tr w:rsidR="00F84A7A" w:rsidRPr="00E67132" w14:paraId="542324F7" w14:textId="77777777" w:rsidTr="00BD7140">
        <w:trPr>
          <w:gridAfter w:val="4"/>
          <w:wAfter w:w="4970" w:type="dxa"/>
        </w:trPr>
        <w:tc>
          <w:tcPr>
            <w:tcW w:w="534" w:type="dxa"/>
            <w:gridSpan w:val="2"/>
            <w:vMerge w:val="restart"/>
            <w:shd w:val="clear" w:color="auto" w:fill="BFBFBF"/>
            <w:vAlign w:val="center"/>
          </w:tcPr>
          <w:p w14:paraId="71DA7728"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Nr crt</w:t>
            </w:r>
          </w:p>
        </w:tc>
        <w:tc>
          <w:tcPr>
            <w:tcW w:w="4819" w:type="dxa"/>
            <w:vMerge w:val="restart"/>
            <w:shd w:val="clear" w:color="auto" w:fill="BFBFBF"/>
            <w:vAlign w:val="center"/>
          </w:tcPr>
          <w:p w14:paraId="651A2F51"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Obiectul verificarii</w:t>
            </w:r>
          </w:p>
        </w:tc>
        <w:tc>
          <w:tcPr>
            <w:tcW w:w="2652" w:type="dxa"/>
            <w:gridSpan w:val="5"/>
            <w:shd w:val="clear" w:color="auto" w:fill="BFBFBF"/>
            <w:vAlign w:val="center"/>
          </w:tcPr>
          <w:p w14:paraId="389624F2"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Verificare obiect</w:t>
            </w:r>
          </w:p>
        </w:tc>
        <w:tc>
          <w:tcPr>
            <w:tcW w:w="833" w:type="dxa"/>
            <w:gridSpan w:val="3"/>
            <w:vMerge w:val="restart"/>
            <w:shd w:val="clear" w:color="auto" w:fill="BFBFBF"/>
            <w:vAlign w:val="center"/>
          </w:tcPr>
          <w:p w14:paraId="73142EAE"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Da</w:t>
            </w:r>
          </w:p>
        </w:tc>
        <w:tc>
          <w:tcPr>
            <w:tcW w:w="1260" w:type="dxa"/>
            <w:gridSpan w:val="3"/>
            <w:vMerge w:val="restart"/>
            <w:shd w:val="clear" w:color="auto" w:fill="BFBFBF"/>
            <w:vAlign w:val="center"/>
          </w:tcPr>
          <w:p w14:paraId="684FB016"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Nu</w:t>
            </w:r>
          </w:p>
        </w:tc>
      </w:tr>
      <w:tr w:rsidR="00F84A7A" w:rsidRPr="00E67132" w14:paraId="44B28F3C" w14:textId="77777777" w:rsidTr="00BD7140">
        <w:trPr>
          <w:gridAfter w:val="4"/>
          <w:wAfter w:w="4970" w:type="dxa"/>
        </w:trPr>
        <w:tc>
          <w:tcPr>
            <w:tcW w:w="534" w:type="dxa"/>
            <w:gridSpan w:val="2"/>
            <w:vMerge/>
            <w:tcBorders>
              <w:bottom w:val="single" w:sz="4" w:space="0" w:color="auto"/>
            </w:tcBorders>
            <w:shd w:val="clear" w:color="auto" w:fill="BFBFBF"/>
            <w:vAlign w:val="center"/>
          </w:tcPr>
          <w:p w14:paraId="634E03ED" w14:textId="77777777" w:rsidR="00F84A7A" w:rsidRPr="00E67132" w:rsidRDefault="00F84A7A" w:rsidP="00F84A7A">
            <w:pPr>
              <w:jc w:val="center"/>
              <w:rPr>
                <w:rFonts w:ascii="Calibri" w:hAnsi="Calibri" w:cs="Calibri"/>
                <w:b/>
                <w:noProof/>
                <w:sz w:val="22"/>
                <w:szCs w:val="22"/>
                <w:lang w:val="ro-RO"/>
              </w:rPr>
            </w:pPr>
          </w:p>
        </w:tc>
        <w:tc>
          <w:tcPr>
            <w:tcW w:w="4819" w:type="dxa"/>
            <w:vMerge/>
            <w:tcBorders>
              <w:bottom w:val="single" w:sz="4" w:space="0" w:color="auto"/>
            </w:tcBorders>
            <w:shd w:val="clear" w:color="auto" w:fill="BFBFBF"/>
            <w:vAlign w:val="center"/>
          </w:tcPr>
          <w:p w14:paraId="42F98007" w14:textId="77777777" w:rsidR="00F84A7A" w:rsidRPr="00E67132" w:rsidRDefault="00F84A7A" w:rsidP="00F84A7A">
            <w:pPr>
              <w:jc w:val="center"/>
              <w:rPr>
                <w:rFonts w:ascii="Calibri" w:hAnsi="Calibri" w:cs="Calibri"/>
                <w:b/>
                <w:noProof/>
                <w:sz w:val="22"/>
                <w:szCs w:val="22"/>
                <w:lang w:val="ro-RO"/>
              </w:rPr>
            </w:pPr>
          </w:p>
        </w:tc>
        <w:tc>
          <w:tcPr>
            <w:tcW w:w="1701" w:type="dxa"/>
            <w:gridSpan w:val="4"/>
            <w:tcBorders>
              <w:bottom w:val="single" w:sz="4" w:space="0" w:color="auto"/>
            </w:tcBorders>
            <w:shd w:val="clear" w:color="auto" w:fill="BFBFBF"/>
            <w:vAlign w:val="center"/>
          </w:tcPr>
          <w:p w14:paraId="78B159B7"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Documentar</w:t>
            </w:r>
          </w:p>
        </w:tc>
        <w:tc>
          <w:tcPr>
            <w:tcW w:w="951" w:type="dxa"/>
            <w:tcBorders>
              <w:bottom w:val="single" w:sz="4" w:space="0" w:color="auto"/>
            </w:tcBorders>
            <w:shd w:val="clear" w:color="auto" w:fill="BFBFBF"/>
            <w:vAlign w:val="center"/>
          </w:tcPr>
          <w:p w14:paraId="46CBC521"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Pe teren</w:t>
            </w:r>
          </w:p>
        </w:tc>
        <w:tc>
          <w:tcPr>
            <w:tcW w:w="833" w:type="dxa"/>
            <w:gridSpan w:val="3"/>
            <w:vMerge/>
            <w:tcBorders>
              <w:bottom w:val="single" w:sz="4" w:space="0" w:color="auto"/>
            </w:tcBorders>
            <w:shd w:val="clear" w:color="auto" w:fill="BFBFBF"/>
            <w:vAlign w:val="center"/>
          </w:tcPr>
          <w:p w14:paraId="12566260" w14:textId="77777777" w:rsidR="00F84A7A" w:rsidRPr="00E67132" w:rsidRDefault="00F84A7A" w:rsidP="00F84A7A">
            <w:pPr>
              <w:jc w:val="center"/>
              <w:rPr>
                <w:rFonts w:ascii="Calibri" w:hAnsi="Calibri" w:cs="Calibri"/>
                <w:b/>
                <w:noProof/>
                <w:sz w:val="22"/>
                <w:szCs w:val="22"/>
                <w:lang w:val="ro-RO"/>
              </w:rPr>
            </w:pPr>
          </w:p>
        </w:tc>
        <w:tc>
          <w:tcPr>
            <w:tcW w:w="1260" w:type="dxa"/>
            <w:gridSpan w:val="3"/>
            <w:vMerge/>
            <w:tcBorders>
              <w:bottom w:val="single" w:sz="4" w:space="0" w:color="auto"/>
            </w:tcBorders>
            <w:shd w:val="clear" w:color="auto" w:fill="BFBFBF"/>
          </w:tcPr>
          <w:p w14:paraId="1708B91F" w14:textId="77777777" w:rsidR="00F84A7A" w:rsidRPr="00E67132" w:rsidRDefault="00F84A7A" w:rsidP="00F84A7A">
            <w:pPr>
              <w:jc w:val="center"/>
              <w:rPr>
                <w:rFonts w:ascii="Calibri" w:hAnsi="Calibri" w:cs="Calibri"/>
                <w:b/>
                <w:noProof/>
                <w:sz w:val="22"/>
                <w:szCs w:val="22"/>
                <w:lang w:val="ro-RO"/>
              </w:rPr>
            </w:pPr>
          </w:p>
        </w:tc>
      </w:tr>
      <w:tr w:rsidR="00F84A7A" w:rsidRPr="00E67132" w14:paraId="5AE4543E" w14:textId="77777777" w:rsidTr="00BD7140">
        <w:trPr>
          <w:gridAfter w:val="4"/>
          <w:wAfter w:w="4970" w:type="dxa"/>
        </w:trPr>
        <w:tc>
          <w:tcPr>
            <w:tcW w:w="534" w:type="dxa"/>
            <w:gridSpan w:val="2"/>
            <w:shd w:val="clear" w:color="auto" w:fill="auto"/>
            <w:vAlign w:val="center"/>
          </w:tcPr>
          <w:p w14:paraId="112DDAC0"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1</w:t>
            </w:r>
          </w:p>
        </w:tc>
        <w:tc>
          <w:tcPr>
            <w:tcW w:w="4819" w:type="dxa"/>
            <w:shd w:val="clear" w:color="auto" w:fill="auto"/>
            <w:vAlign w:val="center"/>
          </w:tcPr>
          <w:p w14:paraId="272DA515" w14:textId="77777777" w:rsidR="00F84A7A" w:rsidRPr="00E67132" w:rsidRDefault="00F84A7A" w:rsidP="00F84A7A">
            <w:pPr>
              <w:jc w:val="both"/>
              <w:rPr>
                <w:rFonts w:ascii="Calibri" w:hAnsi="Calibri" w:cs="Calibri"/>
                <w:noProof/>
                <w:sz w:val="22"/>
                <w:szCs w:val="22"/>
                <w:lang w:val="ro-RO"/>
              </w:rPr>
            </w:pPr>
            <w:r w:rsidRPr="00E67132">
              <w:rPr>
                <w:rFonts w:ascii="Calibri" w:hAnsi="Calibri" w:cs="Calibri"/>
                <w:noProof/>
                <w:sz w:val="22"/>
                <w:szCs w:val="22"/>
                <w:lang w:val="ro-RO"/>
              </w:rPr>
              <w:t xml:space="preserve">Asociatul/actionarul unic/majoritar este  asociat/administrator/acționar </w:t>
            </w:r>
            <w:r w:rsidRPr="00E67132">
              <w:rPr>
                <w:rFonts w:ascii="Calibri" w:hAnsi="Calibri" w:cs="Calibri"/>
                <w:b/>
                <w:noProof/>
                <w:sz w:val="22"/>
                <w:szCs w:val="22"/>
                <w:lang w:val="ro-RO"/>
              </w:rPr>
              <w:t xml:space="preserve">ai altei/altor societăți care are/au același tip de activitate* </w:t>
            </w:r>
            <w:r w:rsidRPr="00E67132">
              <w:rPr>
                <w:rFonts w:ascii="Calibri" w:hAnsi="Calibri" w:cs="Calibri"/>
                <w:noProof/>
                <w:sz w:val="22"/>
                <w:szCs w:val="22"/>
                <w:lang w:val="ro-RO"/>
              </w:rPr>
              <w:t>cu cel al proiectului analizat ?</w:t>
            </w:r>
          </w:p>
          <w:p w14:paraId="1D22EC59" w14:textId="77777777" w:rsidR="00F84A7A" w:rsidRPr="00E67132" w:rsidRDefault="00F84A7A" w:rsidP="00F84A7A">
            <w:pPr>
              <w:jc w:val="center"/>
              <w:rPr>
                <w:rFonts w:ascii="Calibri" w:hAnsi="Calibri" w:cs="Calibri"/>
                <w:b/>
                <w:noProof/>
                <w:sz w:val="22"/>
                <w:szCs w:val="22"/>
                <w:lang w:val="ro-RO"/>
              </w:rPr>
            </w:pPr>
          </w:p>
        </w:tc>
        <w:tc>
          <w:tcPr>
            <w:tcW w:w="1701" w:type="dxa"/>
            <w:gridSpan w:val="4"/>
            <w:shd w:val="clear" w:color="auto" w:fill="auto"/>
            <w:vAlign w:val="center"/>
          </w:tcPr>
          <w:p w14:paraId="5FD1E460" w14:textId="77777777" w:rsidR="00F84A7A" w:rsidRPr="00E67132" w:rsidRDefault="00F84A7A" w:rsidP="00F84A7A">
            <w:pPr>
              <w:rPr>
                <w:rFonts w:ascii="Calibri" w:hAnsi="Calibri" w:cs="Calibri"/>
                <w:b/>
                <w:noProof/>
                <w:sz w:val="22"/>
                <w:szCs w:val="22"/>
                <w:lang w:val="ro-RO"/>
              </w:rPr>
            </w:pPr>
            <w:r w:rsidRPr="00E67132">
              <w:rPr>
                <w:rFonts w:ascii="Calibri" w:hAnsi="Calibri" w:cs="Calibri"/>
                <w:noProof/>
                <w:sz w:val="22"/>
                <w:szCs w:val="22"/>
                <w:lang w:val="ro-RO"/>
              </w:rPr>
              <w:t xml:space="preserve">Verificare în RECOM </w:t>
            </w:r>
          </w:p>
        </w:tc>
        <w:tc>
          <w:tcPr>
            <w:tcW w:w="951" w:type="dxa"/>
            <w:shd w:val="clear" w:color="auto" w:fill="auto"/>
            <w:vAlign w:val="center"/>
          </w:tcPr>
          <w:p w14:paraId="1233331C" w14:textId="77777777" w:rsidR="00F84A7A" w:rsidRPr="00E67132" w:rsidRDefault="00F84A7A" w:rsidP="00F84A7A">
            <w:pPr>
              <w:jc w:val="center"/>
              <w:rPr>
                <w:rFonts w:ascii="Calibri" w:hAnsi="Calibri" w:cs="Calibri"/>
                <w:noProof/>
                <w:sz w:val="22"/>
                <w:szCs w:val="22"/>
                <w:lang w:val="ro-RO"/>
              </w:rPr>
            </w:pPr>
            <w:r w:rsidRPr="00E67132">
              <w:rPr>
                <w:rFonts w:ascii="Calibri" w:hAnsi="Calibri" w:cs="Calibri"/>
                <w:noProof/>
                <w:sz w:val="22"/>
                <w:szCs w:val="22"/>
                <w:lang w:val="ro-RO"/>
              </w:rPr>
              <w:t>Nu este cazul</w:t>
            </w:r>
          </w:p>
        </w:tc>
        <w:tc>
          <w:tcPr>
            <w:tcW w:w="833" w:type="dxa"/>
            <w:gridSpan w:val="3"/>
            <w:shd w:val="clear" w:color="auto" w:fill="auto"/>
            <w:vAlign w:val="center"/>
          </w:tcPr>
          <w:p w14:paraId="513C72CA" w14:textId="77777777" w:rsidR="00F84A7A" w:rsidRPr="00E67132" w:rsidRDefault="00F84A7A" w:rsidP="00F84A7A">
            <w:pPr>
              <w:jc w:val="center"/>
              <w:rPr>
                <w:rFonts w:ascii="Calibri" w:hAnsi="Calibri" w:cs="Calibri"/>
                <w:b/>
                <w:noProof/>
                <w:sz w:val="22"/>
                <w:szCs w:val="22"/>
                <w:lang w:val="ro-RO"/>
              </w:rPr>
            </w:pPr>
          </w:p>
        </w:tc>
        <w:tc>
          <w:tcPr>
            <w:tcW w:w="1260" w:type="dxa"/>
            <w:gridSpan w:val="3"/>
          </w:tcPr>
          <w:p w14:paraId="170CA360" w14:textId="77777777" w:rsidR="00F84A7A" w:rsidRPr="00E67132" w:rsidRDefault="00F84A7A" w:rsidP="00F84A7A">
            <w:pPr>
              <w:jc w:val="center"/>
              <w:rPr>
                <w:rFonts w:ascii="Calibri" w:hAnsi="Calibri" w:cs="Calibri"/>
                <w:b/>
                <w:noProof/>
                <w:sz w:val="22"/>
                <w:szCs w:val="22"/>
                <w:lang w:val="ro-RO"/>
              </w:rPr>
            </w:pPr>
          </w:p>
        </w:tc>
      </w:tr>
      <w:tr w:rsidR="00F84A7A" w:rsidRPr="00E67132" w14:paraId="532B70B7" w14:textId="77777777" w:rsidTr="00BD7140">
        <w:trPr>
          <w:gridAfter w:val="4"/>
          <w:wAfter w:w="4970" w:type="dxa"/>
        </w:trPr>
        <w:tc>
          <w:tcPr>
            <w:tcW w:w="534" w:type="dxa"/>
            <w:gridSpan w:val="2"/>
            <w:shd w:val="clear" w:color="auto" w:fill="auto"/>
            <w:vAlign w:val="center"/>
          </w:tcPr>
          <w:p w14:paraId="0480BB79"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2</w:t>
            </w:r>
          </w:p>
        </w:tc>
        <w:tc>
          <w:tcPr>
            <w:tcW w:w="4819" w:type="dxa"/>
            <w:shd w:val="clear" w:color="auto" w:fill="auto"/>
            <w:vAlign w:val="center"/>
          </w:tcPr>
          <w:p w14:paraId="59A4C87A" w14:textId="77777777" w:rsidR="00F84A7A" w:rsidRPr="00E67132" w:rsidRDefault="00F84A7A" w:rsidP="00F84A7A">
            <w:pPr>
              <w:rPr>
                <w:rFonts w:ascii="Calibri" w:hAnsi="Calibri" w:cs="Calibri"/>
                <w:b/>
                <w:noProof/>
                <w:sz w:val="22"/>
                <w:szCs w:val="22"/>
                <w:lang w:val="ro-RO"/>
              </w:rPr>
            </w:pPr>
            <w:r w:rsidRPr="00E67132">
              <w:rPr>
                <w:rFonts w:ascii="Calibri" w:hAnsi="Calibri" w:cs="Calibri"/>
                <w:noProof/>
                <w:sz w:val="22"/>
                <w:szCs w:val="22"/>
                <w:lang w:val="ro-RO"/>
              </w:rPr>
              <w:t>Există utilități, spații de producție/ depozitare, aferente proiectului analizat,  folosite în comun cu alte societăți comerciale ?</w:t>
            </w:r>
          </w:p>
        </w:tc>
        <w:tc>
          <w:tcPr>
            <w:tcW w:w="1701" w:type="dxa"/>
            <w:gridSpan w:val="4"/>
            <w:shd w:val="clear" w:color="auto" w:fill="auto"/>
            <w:vAlign w:val="center"/>
          </w:tcPr>
          <w:p w14:paraId="21ABE104" w14:textId="17A8AAD8" w:rsidR="00F84A7A" w:rsidRPr="00E67132" w:rsidRDefault="00F84A7A" w:rsidP="00BD7140">
            <w:pPr>
              <w:jc w:val="both"/>
              <w:rPr>
                <w:rFonts w:ascii="Calibri" w:hAnsi="Calibri" w:cs="Calibri"/>
                <w:noProof/>
                <w:sz w:val="22"/>
                <w:szCs w:val="22"/>
                <w:lang w:val="ro-RO"/>
              </w:rPr>
            </w:pPr>
            <w:r w:rsidRPr="00E67132">
              <w:rPr>
                <w:rFonts w:ascii="Calibri" w:hAnsi="Calibri" w:cs="Calibri"/>
                <w:noProof/>
                <w:sz w:val="22"/>
                <w:szCs w:val="22"/>
                <w:lang w:val="ro-RO"/>
              </w:rPr>
              <w:t>Plan de Afaceri, documentele care atestă dreptul de proprietate/</w:t>
            </w:r>
            <w:r w:rsidR="00BD7140">
              <w:rPr>
                <w:rFonts w:ascii="Calibri" w:hAnsi="Calibri" w:cs="Calibri"/>
                <w:noProof/>
                <w:sz w:val="22"/>
                <w:szCs w:val="22"/>
                <w:lang w:val="ro-RO"/>
              </w:rPr>
              <w:t xml:space="preserve"> </w:t>
            </w:r>
            <w:r w:rsidRPr="00E67132">
              <w:rPr>
                <w:rFonts w:ascii="Calibri" w:hAnsi="Calibri" w:cs="Calibri"/>
                <w:noProof/>
                <w:sz w:val="22"/>
                <w:szCs w:val="22"/>
                <w:lang w:val="ro-RO"/>
              </w:rPr>
              <w:t>folosință depuse la dosar</w:t>
            </w:r>
          </w:p>
        </w:tc>
        <w:tc>
          <w:tcPr>
            <w:tcW w:w="951" w:type="dxa"/>
            <w:shd w:val="clear" w:color="auto" w:fill="auto"/>
            <w:vAlign w:val="center"/>
          </w:tcPr>
          <w:p w14:paraId="59E4111F"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noProof/>
                <w:sz w:val="22"/>
                <w:szCs w:val="22"/>
                <w:lang w:val="ro-RO"/>
              </w:rPr>
              <w:t>Verificare și la locul investiției</w:t>
            </w:r>
          </w:p>
        </w:tc>
        <w:tc>
          <w:tcPr>
            <w:tcW w:w="833" w:type="dxa"/>
            <w:gridSpan w:val="3"/>
            <w:shd w:val="clear" w:color="auto" w:fill="auto"/>
            <w:vAlign w:val="center"/>
          </w:tcPr>
          <w:p w14:paraId="1D71B4B8" w14:textId="77777777" w:rsidR="00F84A7A" w:rsidRPr="00E67132" w:rsidRDefault="00F84A7A" w:rsidP="00F84A7A">
            <w:pPr>
              <w:jc w:val="center"/>
              <w:rPr>
                <w:rFonts w:ascii="Calibri" w:hAnsi="Calibri" w:cs="Calibri"/>
                <w:noProof/>
                <w:sz w:val="22"/>
                <w:szCs w:val="22"/>
                <w:lang w:val="ro-RO"/>
              </w:rPr>
            </w:pPr>
          </w:p>
        </w:tc>
        <w:tc>
          <w:tcPr>
            <w:tcW w:w="1260" w:type="dxa"/>
            <w:gridSpan w:val="3"/>
            <w:shd w:val="clear" w:color="auto" w:fill="auto"/>
          </w:tcPr>
          <w:p w14:paraId="2E2EC43F" w14:textId="77777777" w:rsidR="00F84A7A" w:rsidRPr="00E67132" w:rsidRDefault="00F84A7A" w:rsidP="00F84A7A">
            <w:pPr>
              <w:jc w:val="center"/>
              <w:rPr>
                <w:rFonts w:ascii="Calibri" w:hAnsi="Calibri" w:cs="Calibri"/>
                <w:b/>
                <w:noProof/>
                <w:sz w:val="22"/>
                <w:szCs w:val="22"/>
                <w:lang w:val="ro-RO"/>
              </w:rPr>
            </w:pPr>
          </w:p>
        </w:tc>
      </w:tr>
      <w:tr w:rsidR="00F84A7A" w:rsidRPr="00E67132" w14:paraId="33976F51" w14:textId="77777777" w:rsidTr="008724D1">
        <w:trPr>
          <w:gridAfter w:val="4"/>
          <w:wAfter w:w="4970" w:type="dxa"/>
          <w:trHeight w:val="1093"/>
        </w:trPr>
        <w:tc>
          <w:tcPr>
            <w:tcW w:w="10098" w:type="dxa"/>
            <w:gridSpan w:val="14"/>
            <w:shd w:val="clear" w:color="auto" w:fill="auto"/>
          </w:tcPr>
          <w:p w14:paraId="448FEF6D"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*„acelasi tip de activitate” reprezintă acea situație în care două sau mai multe entități economice desfășoară activități autorizate identificate prin aceeași clasă CAEN (nivel 4 cifre) și realizează produse/servicii/lucrari similare</w:t>
            </w:r>
          </w:p>
          <w:p w14:paraId="60E1055B" w14:textId="77777777" w:rsidR="00F84A7A" w:rsidRPr="00E67132" w:rsidRDefault="00F84A7A" w:rsidP="00F84A7A">
            <w:pPr>
              <w:pStyle w:val="BodyText3"/>
              <w:jc w:val="left"/>
              <w:rPr>
                <w:rFonts w:ascii="Calibri" w:hAnsi="Calibri" w:cs="Calibri"/>
                <w:b w:val="0"/>
                <w:iCs/>
                <w:noProof/>
                <w:sz w:val="22"/>
                <w:szCs w:val="22"/>
                <w:lang w:val="ro-RO"/>
              </w:rPr>
            </w:pPr>
          </w:p>
        </w:tc>
      </w:tr>
      <w:tr w:rsidR="00F84A7A" w:rsidRPr="00E67132" w14:paraId="38208B35" w14:textId="77777777" w:rsidTr="00014F7D">
        <w:trPr>
          <w:gridAfter w:val="4"/>
          <w:wAfter w:w="4970" w:type="dxa"/>
          <w:trHeight w:val="1826"/>
        </w:trPr>
        <w:tc>
          <w:tcPr>
            <w:tcW w:w="10098" w:type="dxa"/>
            <w:gridSpan w:val="14"/>
            <w:shd w:val="clear" w:color="auto" w:fill="auto"/>
          </w:tcPr>
          <w:p w14:paraId="5396488C"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Observații :  ..........................................................................................................................................................</w:t>
            </w:r>
          </w:p>
          <w:p w14:paraId="4769FFB2"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 xml:space="preserve">.......................................................................................................................................................... </w:t>
            </w:r>
          </w:p>
          <w:p w14:paraId="48832B87"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w:t>
            </w:r>
          </w:p>
          <w:p w14:paraId="6B29A80A"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iCs/>
                <w:noProof/>
                <w:sz w:val="22"/>
                <w:szCs w:val="22"/>
                <w:lang w:val="ro-RO"/>
              </w:rPr>
              <w:t>.........................................................................................................................................................</w:t>
            </w:r>
          </w:p>
        </w:tc>
      </w:tr>
      <w:tr w:rsidR="00F84A7A" w:rsidRPr="00E67132" w14:paraId="29902A04" w14:textId="77777777" w:rsidTr="008724D1">
        <w:trPr>
          <w:gridAfter w:val="4"/>
          <w:wAfter w:w="4970" w:type="dxa"/>
          <w:trHeight w:val="778"/>
        </w:trPr>
        <w:tc>
          <w:tcPr>
            <w:tcW w:w="10098" w:type="dxa"/>
            <w:gridSpan w:val="14"/>
            <w:shd w:val="clear" w:color="auto" w:fill="auto"/>
          </w:tcPr>
          <w:p w14:paraId="53894898" w14:textId="77777777" w:rsidR="00F84A7A" w:rsidRPr="00E67132" w:rsidRDefault="00F84A7A" w:rsidP="00F84A7A">
            <w:pPr>
              <w:rPr>
                <w:rFonts w:ascii="Calibri" w:hAnsi="Calibri" w:cs="Calibri"/>
                <w:b/>
                <w:bCs/>
                <w:noProof/>
                <w:sz w:val="22"/>
                <w:szCs w:val="22"/>
                <w:lang w:val="ro-RO"/>
              </w:rPr>
            </w:pPr>
            <w:r w:rsidRPr="00E67132">
              <w:rPr>
                <w:rFonts w:ascii="Calibri" w:eastAsia="MS Mincho" w:hAnsi="Calibri" w:cs="Calibri"/>
                <w:b/>
                <w:noProof/>
                <w:sz w:val="22"/>
                <w:szCs w:val="22"/>
                <w:lang w:val="ro-RO"/>
              </w:rPr>
              <w:t xml:space="preserve">Secțiunea B – </w:t>
            </w:r>
            <w:r w:rsidRPr="00E67132">
              <w:rPr>
                <w:rFonts w:ascii="Calibri" w:hAnsi="Calibri" w:cs="Calibri"/>
                <w:b/>
                <w:bCs/>
                <w:noProof/>
                <w:sz w:val="22"/>
                <w:szCs w:val="22"/>
                <w:lang w:val="ro-RO"/>
              </w:rPr>
              <w:t xml:space="preserve">Încadrarea într-o situație de creare  de Condiții artificiale. </w:t>
            </w:r>
          </w:p>
          <w:p w14:paraId="54B2CEFA" w14:textId="77777777" w:rsidR="00F84A7A" w:rsidRPr="00E67132" w:rsidRDefault="00F84A7A" w:rsidP="00F84A7A">
            <w:pPr>
              <w:rPr>
                <w:rFonts w:ascii="Calibri" w:hAnsi="Calibri" w:cs="Calibri"/>
                <w:bCs/>
                <w:i/>
                <w:noProof/>
                <w:sz w:val="22"/>
                <w:szCs w:val="22"/>
                <w:lang w:val="ro-RO"/>
              </w:rPr>
            </w:pPr>
            <w:r w:rsidRPr="00E67132">
              <w:rPr>
                <w:rFonts w:ascii="Calibri" w:hAnsi="Calibri" w:cs="Calibri"/>
                <w:bCs/>
                <w:i/>
                <w:noProof/>
                <w:sz w:val="22"/>
                <w:szCs w:val="22"/>
                <w:lang w:val="ro-RO"/>
              </w:rPr>
              <w:t xml:space="preserve">( se completează doar în cazul în care există minim o bifă pe </w:t>
            </w:r>
            <w:r w:rsidRPr="00E67132">
              <w:rPr>
                <w:rFonts w:ascii="Calibri" w:eastAsia="MS Mincho" w:hAnsi="Calibri" w:cs="Calibri"/>
                <w:i/>
                <w:noProof/>
                <w:sz w:val="22"/>
                <w:szCs w:val="22"/>
                <w:lang w:val="ro-RO"/>
              </w:rPr>
              <w:t xml:space="preserve">coloana </w:t>
            </w:r>
            <w:r w:rsidRPr="00E67132">
              <w:rPr>
                <w:rFonts w:ascii="Calibri" w:eastAsia="MS Mincho" w:hAnsi="Calibri" w:cs="Calibri"/>
                <w:b/>
                <w:i/>
                <w:noProof/>
                <w:sz w:val="22"/>
                <w:szCs w:val="22"/>
                <w:lang w:val="ro-RO"/>
              </w:rPr>
              <w:t xml:space="preserve">„DA” </w:t>
            </w:r>
            <w:r w:rsidRPr="00E67132">
              <w:rPr>
                <w:rFonts w:ascii="Calibri" w:eastAsia="MS Mincho" w:hAnsi="Calibri" w:cs="Calibri"/>
                <w:i/>
                <w:noProof/>
                <w:sz w:val="22"/>
                <w:szCs w:val="22"/>
                <w:lang w:val="ro-RO"/>
              </w:rPr>
              <w:t xml:space="preserve">în </w:t>
            </w:r>
            <w:r w:rsidRPr="00E67132">
              <w:rPr>
                <w:rFonts w:ascii="Calibri" w:eastAsia="MS Mincho" w:hAnsi="Calibri" w:cs="Calibri"/>
                <w:b/>
                <w:i/>
                <w:noProof/>
                <w:sz w:val="22"/>
                <w:szCs w:val="22"/>
                <w:lang w:val="ro-RO"/>
              </w:rPr>
              <w:t xml:space="preserve">„Secțiunea A”. </w:t>
            </w:r>
          </w:p>
          <w:p w14:paraId="6ABB2BE7" w14:textId="77777777" w:rsidR="00F84A7A" w:rsidRPr="00E67132" w:rsidRDefault="00F84A7A" w:rsidP="00F84A7A">
            <w:pPr>
              <w:pStyle w:val="BodyText3"/>
              <w:jc w:val="left"/>
              <w:rPr>
                <w:rFonts w:ascii="Calibri" w:hAnsi="Calibri" w:cs="Calibri"/>
                <w:b w:val="0"/>
                <w:iCs/>
                <w:noProof/>
                <w:sz w:val="22"/>
                <w:szCs w:val="22"/>
                <w:lang w:val="ro-RO"/>
              </w:rPr>
            </w:pPr>
          </w:p>
        </w:tc>
      </w:tr>
      <w:tr w:rsidR="00F84A7A" w:rsidRPr="00E67132" w14:paraId="5907D6ED" w14:textId="77777777" w:rsidTr="00014F7D">
        <w:trPr>
          <w:gridAfter w:val="4"/>
          <w:wAfter w:w="4970" w:type="dxa"/>
          <w:trHeight w:val="1826"/>
        </w:trPr>
        <w:tc>
          <w:tcPr>
            <w:tcW w:w="10098" w:type="dxa"/>
            <w:gridSpan w:val="14"/>
            <w:shd w:val="clear" w:color="auto" w:fill="auto"/>
          </w:tcPr>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3686"/>
              <w:gridCol w:w="1000"/>
              <w:gridCol w:w="990"/>
            </w:tblGrid>
            <w:tr w:rsidR="00F84A7A" w:rsidRPr="00E67132" w14:paraId="4801C8E3" w14:textId="77777777" w:rsidTr="00E41E29">
              <w:tc>
                <w:tcPr>
                  <w:tcW w:w="534" w:type="dxa"/>
                  <w:shd w:val="clear" w:color="auto" w:fill="BFBFBF"/>
                </w:tcPr>
                <w:p w14:paraId="1AA8A0EA" w14:textId="77777777" w:rsidR="00F84A7A" w:rsidRPr="00E67132" w:rsidRDefault="00F84A7A" w:rsidP="00F84A7A">
                  <w:pPr>
                    <w:rPr>
                      <w:rFonts w:ascii="Calibri" w:hAnsi="Calibri" w:cs="Calibri"/>
                      <w:b/>
                      <w:bCs/>
                      <w:noProof/>
                      <w:sz w:val="22"/>
                      <w:szCs w:val="22"/>
                      <w:lang w:val="ro-RO"/>
                    </w:rPr>
                  </w:pPr>
                  <w:r w:rsidRPr="00E67132">
                    <w:rPr>
                      <w:rFonts w:ascii="Calibri" w:hAnsi="Calibri" w:cs="Calibri"/>
                      <w:b/>
                      <w:bCs/>
                      <w:noProof/>
                      <w:sz w:val="22"/>
                      <w:szCs w:val="22"/>
                      <w:lang w:val="ro-RO"/>
                    </w:rPr>
                    <w:t>Nr crt</w:t>
                  </w:r>
                </w:p>
              </w:tc>
              <w:tc>
                <w:tcPr>
                  <w:tcW w:w="3685" w:type="dxa"/>
                  <w:shd w:val="clear" w:color="auto" w:fill="BFBFBF"/>
                  <w:vAlign w:val="center"/>
                </w:tcPr>
                <w:p w14:paraId="5231F318" w14:textId="77777777" w:rsidR="00F84A7A" w:rsidRPr="00E67132" w:rsidRDefault="00F84A7A" w:rsidP="00F84A7A">
                  <w:pPr>
                    <w:jc w:val="both"/>
                    <w:rPr>
                      <w:rFonts w:ascii="Calibri" w:hAnsi="Calibri" w:cs="Calibri"/>
                      <w:b/>
                      <w:bCs/>
                      <w:noProof/>
                      <w:sz w:val="22"/>
                      <w:szCs w:val="22"/>
                      <w:lang w:val="ro-RO"/>
                    </w:rPr>
                  </w:pPr>
                  <w:r w:rsidRPr="00E67132">
                    <w:rPr>
                      <w:rFonts w:ascii="Calibri" w:hAnsi="Calibri" w:cs="Calibri"/>
                      <w:b/>
                      <w:bCs/>
                      <w:noProof/>
                      <w:sz w:val="22"/>
                      <w:szCs w:val="22"/>
                      <w:lang w:val="ro-RO"/>
                    </w:rPr>
                    <w:t>Premisă de  creare Condiții artificiale</w:t>
                  </w:r>
                </w:p>
              </w:tc>
              <w:tc>
                <w:tcPr>
                  <w:tcW w:w="3686" w:type="dxa"/>
                  <w:shd w:val="clear" w:color="auto" w:fill="BFBFBF"/>
                  <w:vAlign w:val="center"/>
                </w:tcPr>
                <w:p w14:paraId="6147C180"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Criteriu/avantaj  vizat de crearea condiției artificiale</w:t>
                  </w:r>
                </w:p>
              </w:tc>
              <w:tc>
                <w:tcPr>
                  <w:tcW w:w="1000" w:type="dxa"/>
                  <w:shd w:val="clear" w:color="auto" w:fill="BFBFBF"/>
                  <w:vAlign w:val="center"/>
                </w:tcPr>
                <w:p w14:paraId="18D726EA"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Da</w:t>
                  </w:r>
                </w:p>
              </w:tc>
              <w:tc>
                <w:tcPr>
                  <w:tcW w:w="990" w:type="dxa"/>
                  <w:shd w:val="clear" w:color="auto" w:fill="BFBFBF"/>
                  <w:vAlign w:val="center"/>
                </w:tcPr>
                <w:p w14:paraId="10FCA991" w14:textId="77777777" w:rsidR="00F84A7A" w:rsidRPr="00E67132" w:rsidRDefault="00F84A7A" w:rsidP="00F84A7A">
                  <w:pPr>
                    <w:jc w:val="center"/>
                    <w:rPr>
                      <w:rFonts w:ascii="Calibri" w:hAnsi="Calibri" w:cs="Calibri"/>
                      <w:b/>
                      <w:noProof/>
                      <w:sz w:val="22"/>
                      <w:szCs w:val="22"/>
                      <w:lang w:val="ro-RO"/>
                    </w:rPr>
                  </w:pPr>
                  <w:r w:rsidRPr="00E67132">
                    <w:rPr>
                      <w:rFonts w:ascii="Calibri" w:hAnsi="Calibri" w:cs="Calibri"/>
                      <w:b/>
                      <w:noProof/>
                      <w:sz w:val="22"/>
                      <w:szCs w:val="22"/>
                      <w:lang w:val="ro-RO"/>
                    </w:rPr>
                    <w:t>Nu</w:t>
                  </w:r>
                </w:p>
              </w:tc>
            </w:tr>
            <w:tr w:rsidR="00F84A7A" w:rsidRPr="00E67132" w14:paraId="0098AA52" w14:textId="77777777" w:rsidTr="00E41E29">
              <w:tc>
                <w:tcPr>
                  <w:tcW w:w="534" w:type="dxa"/>
                  <w:shd w:val="clear" w:color="auto" w:fill="auto"/>
                </w:tcPr>
                <w:p w14:paraId="07848290" w14:textId="77777777" w:rsidR="00F84A7A" w:rsidRPr="00E67132" w:rsidRDefault="00F84A7A" w:rsidP="00F84A7A">
                  <w:pPr>
                    <w:jc w:val="center"/>
                    <w:rPr>
                      <w:rFonts w:ascii="Calibri" w:hAnsi="Calibri" w:cs="Calibri"/>
                      <w:b/>
                      <w:bCs/>
                      <w:noProof/>
                      <w:sz w:val="22"/>
                      <w:szCs w:val="22"/>
                      <w:lang w:val="ro-RO"/>
                    </w:rPr>
                  </w:pPr>
                </w:p>
                <w:p w14:paraId="0191767A" w14:textId="77777777" w:rsidR="00F84A7A" w:rsidRPr="00E67132" w:rsidRDefault="00F84A7A" w:rsidP="00F84A7A">
                  <w:pPr>
                    <w:jc w:val="center"/>
                    <w:rPr>
                      <w:rFonts w:ascii="Calibri" w:hAnsi="Calibri" w:cs="Calibri"/>
                      <w:b/>
                      <w:bCs/>
                      <w:noProof/>
                      <w:sz w:val="22"/>
                      <w:szCs w:val="22"/>
                      <w:lang w:val="ro-RO"/>
                    </w:rPr>
                  </w:pPr>
                </w:p>
                <w:p w14:paraId="447AE795" w14:textId="77777777" w:rsidR="00F84A7A" w:rsidRPr="00E67132" w:rsidRDefault="00F84A7A" w:rsidP="00F84A7A">
                  <w:pPr>
                    <w:jc w:val="center"/>
                    <w:rPr>
                      <w:rFonts w:ascii="Calibri" w:hAnsi="Calibri" w:cs="Calibri"/>
                      <w:b/>
                      <w:bCs/>
                      <w:noProof/>
                      <w:sz w:val="22"/>
                      <w:szCs w:val="22"/>
                      <w:lang w:val="ro-RO"/>
                    </w:rPr>
                  </w:pPr>
                </w:p>
                <w:p w14:paraId="3A1320FD" w14:textId="77777777" w:rsidR="00F84A7A" w:rsidRPr="00E67132" w:rsidRDefault="00F84A7A" w:rsidP="00F84A7A">
                  <w:pPr>
                    <w:jc w:val="center"/>
                    <w:rPr>
                      <w:rFonts w:ascii="Calibri" w:hAnsi="Calibri" w:cs="Calibri"/>
                      <w:b/>
                      <w:bCs/>
                      <w:noProof/>
                      <w:sz w:val="22"/>
                      <w:szCs w:val="22"/>
                      <w:lang w:val="ro-RO"/>
                    </w:rPr>
                  </w:pPr>
                  <w:r w:rsidRPr="00E67132">
                    <w:rPr>
                      <w:rFonts w:ascii="Calibri" w:hAnsi="Calibri" w:cs="Calibri"/>
                      <w:b/>
                      <w:bCs/>
                      <w:noProof/>
                      <w:sz w:val="22"/>
                      <w:szCs w:val="22"/>
                      <w:lang w:val="ro-RO"/>
                    </w:rPr>
                    <w:t>1</w:t>
                  </w:r>
                </w:p>
              </w:tc>
              <w:tc>
                <w:tcPr>
                  <w:tcW w:w="3685" w:type="dxa"/>
                  <w:shd w:val="clear" w:color="auto" w:fill="auto"/>
                </w:tcPr>
                <w:p w14:paraId="0AE55165" w14:textId="77777777" w:rsidR="00F84A7A" w:rsidRPr="00E67132" w:rsidRDefault="00F84A7A" w:rsidP="00080253">
                  <w:pPr>
                    <w:pStyle w:val="ListParagraph"/>
                    <w:numPr>
                      <w:ilvl w:val="0"/>
                      <w:numId w:val="21"/>
                    </w:numPr>
                    <w:spacing w:line="276" w:lineRule="auto"/>
                    <w:ind w:left="0" w:firstLine="360"/>
                    <w:jc w:val="both"/>
                    <w:rPr>
                      <w:rFonts w:ascii="Calibri" w:hAnsi="Calibri" w:cs="Calibri"/>
                      <w:noProof/>
                      <w:sz w:val="22"/>
                      <w:szCs w:val="22"/>
                      <w:lang w:val="ro-RO"/>
                    </w:rPr>
                  </w:pPr>
                  <w:r w:rsidRPr="00E67132">
                    <w:rPr>
                      <w:rFonts w:ascii="Calibri" w:hAnsi="Calibri" w:cs="Calibri"/>
                      <w:noProof/>
                      <w:sz w:val="22"/>
                      <w:szCs w:val="22"/>
                      <w:lang w:val="ro-RO"/>
                    </w:rPr>
                    <w:t>Crearea mai multor entităţi noi/exploatatii agricole (solicitanți de fonduri) prin intermediul unor terţi pentru a beneficia de mai multe proiecte sM 6.1 prin  mai multe exploataţii agricole.</w:t>
                  </w:r>
                </w:p>
                <w:p w14:paraId="1A704E1C" w14:textId="77777777" w:rsidR="00F84A7A" w:rsidRPr="00E67132" w:rsidRDefault="00F84A7A" w:rsidP="00F84A7A">
                  <w:pPr>
                    <w:jc w:val="both"/>
                    <w:rPr>
                      <w:rFonts w:ascii="Calibri" w:hAnsi="Calibri" w:cs="Calibri"/>
                      <w:noProof/>
                      <w:sz w:val="22"/>
                      <w:szCs w:val="22"/>
                      <w:lang w:val="ro-RO"/>
                    </w:rPr>
                  </w:pPr>
                  <w:r w:rsidRPr="00E67132">
                    <w:rPr>
                      <w:rFonts w:ascii="Calibri" w:hAnsi="Calibri" w:cs="Calibri"/>
                      <w:noProof/>
                      <w:sz w:val="22"/>
                      <w:szCs w:val="22"/>
                      <w:lang w:val="ro-RO"/>
                    </w:rPr>
                    <w:t>Actiunea de fărâmiţare a unor exploataţilor agricole î</w:t>
                  </w:r>
                  <w:r w:rsidRPr="00E67132">
                    <w:rPr>
                      <w:rFonts w:ascii="Calibri" w:hAnsi="Calibri" w:cs="Calibri"/>
                      <w:b/>
                      <w:noProof/>
                      <w:sz w:val="22"/>
                      <w:szCs w:val="22"/>
                      <w:lang w:val="ro-RO"/>
                    </w:rPr>
                    <w:t>n scopul accesării de către acelaşi  beneficiar real</w:t>
                  </w:r>
                  <w:r w:rsidRPr="00E67132">
                    <w:rPr>
                      <w:rFonts w:ascii="Calibri" w:hAnsi="Calibri" w:cs="Calibri"/>
                      <w:noProof/>
                      <w:sz w:val="22"/>
                      <w:szCs w:val="22"/>
                      <w:lang w:val="ro-RO"/>
                    </w:rPr>
                    <w:t>, (</w:t>
                  </w:r>
                  <w:r w:rsidRPr="00E67132">
                    <w:rPr>
                      <w:rFonts w:ascii="Calibri" w:hAnsi="Calibri" w:cs="Calibri"/>
                      <w:i/>
                      <w:noProof/>
                      <w:sz w:val="22"/>
                      <w:szCs w:val="22"/>
                      <w:lang w:val="ro-RO"/>
                    </w:rPr>
                    <w:t>prin intermediul mai multor beneficiari formali sau direct folosind  porţiuni din exploataţie agricolă iniţială, beneficiară de sprijin anterior prin intermediul Masurii 112 şi Submasurii 6.1</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a sprijinului</w:t>
                  </w:r>
                  <w:r w:rsidRPr="00E67132">
                    <w:rPr>
                      <w:rFonts w:ascii="Calibri" w:hAnsi="Calibri" w:cs="Calibri"/>
                      <w:noProof/>
                      <w:sz w:val="22"/>
                      <w:szCs w:val="22"/>
                      <w:lang w:val="ro-RO"/>
                    </w:rPr>
                    <w:t xml:space="preserve"> prin aceasta submăsură.</w:t>
                  </w:r>
                </w:p>
                <w:p w14:paraId="61714769" w14:textId="77777777" w:rsidR="00F84A7A" w:rsidRPr="00E67132" w:rsidRDefault="00F84A7A" w:rsidP="00F84A7A">
                  <w:pPr>
                    <w:jc w:val="both"/>
                    <w:rPr>
                      <w:rFonts w:ascii="Calibri" w:hAnsi="Calibri" w:cs="Calibri"/>
                      <w:bCs/>
                      <w:noProof/>
                      <w:sz w:val="22"/>
                      <w:szCs w:val="22"/>
                      <w:lang w:val="ro-RO"/>
                    </w:rPr>
                  </w:pPr>
                  <w:r w:rsidRPr="00E67132">
                    <w:rPr>
                      <w:rFonts w:ascii="Calibri" w:hAnsi="Calibri" w:cs="Calibri"/>
                      <w:bCs/>
                      <w:noProof/>
                      <w:sz w:val="22"/>
                      <w:szCs w:val="22"/>
                      <w:lang w:val="ro-RO"/>
                    </w:rPr>
                    <w:t>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14:paraId="51CD6CAC" w14:textId="77777777" w:rsidR="00F84A7A" w:rsidRPr="00E67132" w:rsidRDefault="00F84A7A" w:rsidP="00F84A7A">
                  <w:pPr>
                    <w:jc w:val="both"/>
                    <w:rPr>
                      <w:rFonts w:ascii="Calibri" w:hAnsi="Calibri" w:cs="Calibri"/>
                      <w:bCs/>
                      <w:noProof/>
                      <w:sz w:val="22"/>
                      <w:szCs w:val="22"/>
                      <w:lang w:val="ro-RO"/>
                    </w:rPr>
                  </w:pPr>
                </w:p>
                <w:p w14:paraId="50CEE10B" w14:textId="77777777" w:rsidR="00F84A7A" w:rsidRPr="00E67132" w:rsidRDefault="00F84A7A" w:rsidP="00F84A7A">
                  <w:pPr>
                    <w:jc w:val="both"/>
                    <w:rPr>
                      <w:rFonts w:ascii="Calibri" w:hAnsi="Calibri" w:cs="Calibri"/>
                      <w:b/>
                      <w:bCs/>
                      <w:noProof/>
                      <w:sz w:val="22"/>
                      <w:szCs w:val="22"/>
                      <w:lang w:val="ro-RO"/>
                    </w:rPr>
                  </w:pPr>
                  <w:r w:rsidRPr="00E67132">
                    <w:rPr>
                      <w:rFonts w:ascii="Calibri" w:hAnsi="Calibri" w:cs="Calibri"/>
                      <w:bCs/>
                      <w:noProof/>
                      <w:sz w:val="22"/>
                      <w:szCs w:val="22"/>
                      <w:lang w:val="ro-RO"/>
                    </w:rPr>
                    <w:t>Solicitantul a declarat culturi sau suprafete ocupate cu anumite culturi, animale, în mod neconform cu realitatea, în scopul atingerii dimensiunii minime eligibile (12 000 SO) constatându-se cu ocazia verificării pe teren sau la informarea APIA ca acestea nu corespund realitatii (cu excepţia documentelor justificative legale privind exploataţiile calamitate).</w:t>
                  </w:r>
                </w:p>
              </w:tc>
              <w:tc>
                <w:tcPr>
                  <w:tcW w:w="3686" w:type="dxa"/>
                  <w:shd w:val="clear" w:color="auto" w:fill="auto"/>
                </w:tcPr>
                <w:p w14:paraId="2B9C45AE" w14:textId="77777777" w:rsidR="00F84A7A" w:rsidRPr="00E67132" w:rsidRDefault="00F84A7A" w:rsidP="00F84A7A">
                  <w:pPr>
                    <w:jc w:val="both"/>
                    <w:rPr>
                      <w:rFonts w:ascii="Calibri" w:hAnsi="Calibri" w:cs="Calibri"/>
                      <w:b/>
                      <w:bCs/>
                      <w:i/>
                      <w:iCs/>
                      <w:noProof/>
                      <w:color w:val="000000"/>
                      <w:sz w:val="22"/>
                      <w:szCs w:val="22"/>
                      <w:lang w:val="ro-RO"/>
                    </w:rPr>
                  </w:pPr>
                  <w:r w:rsidRPr="00E67132">
                    <w:rPr>
                      <w:rFonts w:ascii="Calibri" w:hAnsi="Calibri" w:cs="Calibri"/>
                      <w:b/>
                      <w:bCs/>
                      <w:noProof/>
                      <w:color w:val="000000"/>
                      <w:sz w:val="22"/>
                      <w:szCs w:val="22"/>
                      <w:lang w:val="ro-RO"/>
                    </w:rPr>
                    <w:t>Criteriu de eligibilitate:</w:t>
                  </w:r>
                  <w:r w:rsidRPr="00E67132">
                    <w:rPr>
                      <w:rFonts w:ascii="Calibri" w:hAnsi="Calibri" w:cs="Calibri"/>
                      <w:b/>
                      <w:bCs/>
                      <w:i/>
                      <w:iCs/>
                      <w:noProof/>
                      <w:color w:val="000000"/>
                      <w:sz w:val="22"/>
                      <w:szCs w:val="22"/>
                      <w:lang w:val="ro-RO"/>
                    </w:rPr>
                    <w:t xml:space="preserve"> </w:t>
                  </w:r>
                </w:p>
                <w:p w14:paraId="2529E028" w14:textId="77777777" w:rsidR="00F84A7A" w:rsidRPr="00E67132" w:rsidRDefault="00F84A7A" w:rsidP="00F84A7A">
                  <w:pPr>
                    <w:jc w:val="both"/>
                    <w:rPr>
                      <w:rFonts w:ascii="Calibri" w:hAnsi="Calibri" w:cs="Calibri"/>
                      <w:b/>
                      <w:bCs/>
                      <w:noProof/>
                      <w:color w:val="000000"/>
                      <w:sz w:val="22"/>
                      <w:szCs w:val="22"/>
                      <w:lang w:val="ro-RO"/>
                    </w:rPr>
                  </w:pPr>
                  <w:r w:rsidRPr="00E67132">
                    <w:rPr>
                      <w:rFonts w:ascii="Calibri" w:hAnsi="Calibri" w:cs="Calibri"/>
                      <w:b/>
                      <w:bCs/>
                      <w:noProof/>
                      <w:color w:val="000000"/>
                      <w:sz w:val="22"/>
                      <w:szCs w:val="22"/>
                      <w:lang w:val="ro-RO"/>
                    </w:rPr>
                    <w:t>verificarea criteriilor de eligibilitate a proiectului</w:t>
                  </w:r>
                </w:p>
                <w:p w14:paraId="52891DFF" w14:textId="77777777" w:rsidR="00F84A7A" w:rsidRPr="00E67132" w:rsidRDefault="00F84A7A" w:rsidP="00F84A7A">
                  <w:pPr>
                    <w:jc w:val="both"/>
                    <w:rPr>
                      <w:rFonts w:ascii="Calibri" w:hAnsi="Calibri" w:cs="Calibri"/>
                      <w:noProof/>
                      <w:sz w:val="22"/>
                      <w:szCs w:val="22"/>
                      <w:lang w:val="ro-RO"/>
                    </w:rPr>
                  </w:pPr>
                </w:p>
                <w:p w14:paraId="715093B4" w14:textId="77777777" w:rsidR="00F84A7A" w:rsidRPr="00E67132" w:rsidRDefault="00F84A7A" w:rsidP="00F84A7A">
                  <w:pPr>
                    <w:jc w:val="both"/>
                    <w:rPr>
                      <w:rFonts w:ascii="Calibri" w:hAnsi="Calibri" w:cs="Calibri"/>
                      <w:noProof/>
                      <w:sz w:val="22"/>
                      <w:szCs w:val="22"/>
                      <w:lang w:val="ro-RO"/>
                    </w:rPr>
                  </w:pPr>
                  <w:r w:rsidRPr="00E67132">
                    <w:rPr>
                      <w:rFonts w:ascii="Calibri" w:hAnsi="Calibri" w:cs="Calibri"/>
                      <w:noProof/>
                      <w:sz w:val="22"/>
                      <w:szCs w:val="22"/>
                      <w:lang w:val="ro-RO"/>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14:paraId="3B3F58F3" w14:textId="77777777" w:rsidR="00F84A7A" w:rsidRPr="00E67132" w:rsidRDefault="00F84A7A" w:rsidP="00F84A7A">
                  <w:pPr>
                    <w:pStyle w:val="ListParagraph"/>
                    <w:ind w:left="0"/>
                    <w:jc w:val="both"/>
                    <w:rPr>
                      <w:rFonts w:ascii="Calibri" w:hAnsi="Calibri" w:cs="Calibri"/>
                      <w:noProof/>
                      <w:sz w:val="22"/>
                      <w:szCs w:val="22"/>
                      <w:lang w:val="ro-RO"/>
                    </w:rPr>
                  </w:pPr>
                </w:p>
                <w:p w14:paraId="08444629" w14:textId="77777777" w:rsidR="00F84A7A" w:rsidRPr="00E67132" w:rsidRDefault="00F84A7A" w:rsidP="00F84A7A">
                  <w:pPr>
                    <w:jc w:val="both"/>
                    <w:rPr>
                      <w:rFonts w:ascii="Calibri" w:hAnsi="Calibri" w:cs="Calibri"/>
                      <w:noProof/>
                      <w:sz w:val="22"/>
                      <w:szCs w:val="22"/>
                      <w:lang w:val="ro-RO"/>
                    </w:rPr>
                  </w:pPr>
                  <w:r w:rsidRPr="00E67132">
                    <w:rPr>
                      <w:rFonts w:ascii="Calibri" w:hAnsi="Calibri" w:cs="Calibri"/>
                      <w:noProof/>
                      <w:sz w:val="22"/>
                      <w:szCs w:val="22"/>
                      <w:lang w:val="ro-RO"/>
                    </w:rPr>
                    <w:t>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LEADR, denumită în continuare 411-141 din cadrul PNDR 2007-2013, precum și beneficiarii submăsurii 6.1 „Sprijin pentru instalarea tinerilor fermieri”, submăsurii 6.3 „Sprijin pentru dezvoltarea fermelor mici” din PNDR 2014-2020;</w:t>
                  </w:r>
                </w:p>
                <w:p w14:paraId="3E444B3E" w14:textId="77777777" w:rsidR="00F84A7A" w:rsidRPr="00E67132" w:rsidRDefault="00F84A7A" w:rsidP="00F84A7A">
                  <w:pPr>
                    <w:jc w:val="both"/>
                    <w:rPr>
                      <w:rFonts w:ascii="Calibri" w:hAnsi="Calibri" w:cs="Calibri"/>
                      <w:noProof/>
                      <w:sz w:val="22"/>
                      <w:szCs w:val="22"/>
                      <w:lang w:val="ro-RO"/>
                    </w:rPr>
                  </w:pPr>
                </w:p>
                <w:p w14:paraId="5D0753C7" w14:textId="77777777" w:rsidR="00F84A7A" w:rsidRPr="00E67132" w:rsidRDefault="00F84A7A" w:rsidP="00F84A7A">
                  <w:pPr>
                    <w:jc w:val="both"/>
                    <w:rPr>
                      <w:rFonts w:ascii="Calibri" w:hAnsi="Calibri" w:cs="Calibri"/>
                      <w:b/>
                      <w:bCs/>
                      <w:noProof/>
                      <w:sz w:val="22"/>
                      <w:szCs w:val="22"/>
                      <w:lang w:val="ro-RO"/>
                    </w:rPr>
                  </w:pPr>
                  <w:r w:rsidRPr="00E67132">
                    <w:rPr>
                      <w:rFonts w:ascii="Calibri" w:hAnsi="Calibri" w:cs="Calibri"/>
                      <w:noProof/>
                      <w:sz w:val="22"/>
                      <w:szCs w:val="22"/>
                      <w:lang w:val="ro-RO"/>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1000" w:type="dxa"/>
                  <w:shd w:val="clear" w:color="auto" w:fill="auto"/>
                </w:tcPr>
                <w:p w14:paraId="7D25D35A" w14:textId="77777777" w:rsidR="00F84A7A" w:rsidRPr="00E67132" w:rsidRDefault="00F84A7A" w:rsidP="00F84A7A">
                  <w:pPr>
                    <w:rPr>
                      <w:rFonts w:ascii="Calibri" w:hAnsi="Calibri" w:cs="Calibri"/>
                      <w:b/>
                      <w:bCs/>
                      <w:noProof/>
                      <w:sz w:val="22"/>
                      <w:szCs w:val="22"/>
                      <w:lang w:val="ro-RO"/>
                    </w:rPr>
                  </w:pPr>
                </w:p>
              </w:tc>
              <w:tc>
                <w:tcPr>
                  <w:tcW w:w="990" w:type="dxa"/>
                  <w:shd w:val="clear" w:color="auto" w:fill="auto"/>
                </w:tcPr>
                <w:p w14:paraId="2F2A30A3" w14:textId="77777777" w:rsidR="00F84A7A" w:rsidRPr="00E67132" w:rsidRDefault="00F84A7A" w:rsidP="00F84A7A">
                  <w:pPr>
                    <w:rPr>
                      <w:rFonts w:ascii="Calibri" w:hAnsi="Calibri" w:cs="Calibri"/>
                      <w:b/>
                      <w:bCs/>
                      <w:noProof/>
                      <w:sz w:val="22"/>
                      <w:szCs w:val="22"/>
                      <w:lang w:val="ro-RO"/>
                    </w:rPr>
                  </w:pPr>
                </w:p>
              </w:tc>
            </w:tr>
            <w:tr w:rsidR="00F84A7A" w:rsidRPr="00E67132" w14:paraId="37C5C336" w14:textId="77777777" w:rsidTr="00E41E29">
              <w:tc>
                <w:tcPr>
                  <w:tcW w:w="534" w:type="dxa"/>
                  <w:shd w:val="clear" w:color="auto" w:fill="auto"/>
                </w:tcPr>
                <w:p w14:paraId="7BCABBBD" w14:textId="77777777" w:rsidR="00F84A7A" w:rsidRPr="00E67132" w:rsidRDefault="00F84A7A" w:rsidP="00F84A7A">
                  <w:pPr>
                    <w:jc w:val="center"/>
                    <w:rPr>
                      <w:rFonts w:ascii="Calibri" w:hAnsi="Calibri" w:cs="Calibri"/>
                      <w:b/>
                      <w:bCs/>
                      <w:noProof/>
                      <w:sz w:val="22"/>
                      <w:szCs w:val="22"/>
                      <w:lang w:val="ro-RO"/>
                    </w:rPr>
                  </w:pPr>
                </w:p>
                <w:p w14:paraId="2B914B75" w14:textId="77777777" w:rsidR="00F84A7A" w:rsidRPr="00E67132" w:rsidRDefault="00F84A7A" w:rsidP="00F84A7A">
                  <w:pPr>
                    <w:jc w:val="center"/>
                    <w:rPr>
                      <w:rFonts w:ascii="Calibri" w:hAnsi="Calibri" w:cs="Calibri"/>
                      <w:b/>
                      <w:bCs/>
                      <w:noProof/>
                      <w:sz w:val="22"/>
                      <w:szCs w:val="22"/>
                      <w:lang w:val="ro-RO"/>
                    </w:rPr>
                  </w:pPr>
                </w:p>
                <w:p w14:paraId="00088805" w14:textId="77777777" w:rsidR="00F84A7A" w:rsidRPr="00E67132" w:rsidRDefault="00F84A7A" w:rsidP="00F84A7A">
                  <w:pPr>
                    <w:jc w:val="center"/>
                    <w:rPr>
                      <w:rFonts w:ascii="Calibri" w:hAnsi="Calibri" w:cs="Calibri"/>
                      <w:b/>
                      <w:bCs/>
                      <w:noProof/>
                      <w:sz w:val="22"/>
                      <w:szCs w:val="22"/>
                      <w:lang w:val="ro-RO"/>
                    </w:rPr>
                  </w:pPr>
                </w:p>
                <w:p w14:paraId="6256EA5A" w14:textId="77777777" w:rsidR="00F84A7A" w:rsidRPr="00E67132" w:rsidRDefault="00F84A7A" w:rsidP="00F84A7A">
                  <w:pPr>
                    <w:jc w:val="center"/>
                    <w:rPr>
                      <w:rFonts w:ascii="Calibri" w:hAnsi="Calibri" w:cs="Calibri"/>
                      <w:b/>
                      <w:bCs/>
                      <w:noProof/>
                      <w:sz w:val="22"/>
                      <w:szCs w:val="22"/>
                      <w:lang w:val="ro-RO"/>
                    </w:rPr>
                  </w:pPr>
                </w:p>
                <w:p w14:paraId="3B6963ED" w14:textId="77777777" w:rsidR="00F84A7A" w:rsidRPr="00E67132" w:rsidRDefault="00F84A7A" w:rsidP="00F84A7A">
                  <w:pPr>
                    <w:jc w:val="center"/>
                    <w:rPr>
                      <w:rFonts w:ascii="Calibri" w:hAnsi="Calibri" w:cs="Calibri"/>
                      <w:b/>
                      <w:bCs/>
                      <w:noProof/>
                      <w:sz w:val="22"/>
                      <w:szCs w:val="22"/>
                      <w:lang w:val="ro-RO"/>
                    </w:rPr>
                  </w:pPr>
                  <w:r w:rsidRPr="00E67132">
                    <w:rPr>
                      <w:rFonts w:ascii="Calibri" w:hAnsi="Calibri" w:cs="Calibri"/>
                      <w:b/>
                      <w:bCs/>
                      <w:noProof/>
                      <w:sz w:val="22"/>
                      <w:szCs w:val="22"/>
                      <w:lang w:val="ro-RO"/>
                    </w:rPr>
                    <w:t>2</w:t>
                  </w:r>
                </w:p>
                <w:p w14:paraId="552B4B6B" w14:textId="77777777" w:rsidR="00F84A7A" w:rsidRPr="00E67132" w:rsidRDefault="00F84A7A" w:rsidP="00F84A7A">
                  <w:pPr>
                    <w:jc w:val="center"/>
                    <w:rPr>
                      <w:rFonts w:ascii="Calibri" w:hAnsi="Calibri" w:cs="Calibri"/>
                      <w:b/>
                      <w:bCs/>
                      <w:noProof/>
                      <w:sz w:val="22"/>
                      <w:szCs w:val="22"/>
                      <w:lang w:val="ro-RO"/>
                    </w:rPr>
                  </w:pPr>
                </w:p>
                <w:p w14:paraId="78F93D48" w14:textId="77777777" w:rsidR="00F84A7A" w:rsidRPr="00E67132" w:rsidRDefault="00F84A7A" w:rsidP="00F84A7A">
                  <w:pPr>
                    <w:jc w:val="center"/>
                    <w:rPr>
                      <w:rFonts w:ascii="Calibri" w:hAnsi="Calibri" w:cs="Calibri"/>
                      <w:b/>
                      <w:bCs/>
                      <w:noProof/>
                      <w:sz w:val="22"/>
                      <w:szCs w:val="22"/>
                      <w:lang w:val="ro-RO"/>
                    </w:rPr>
                  </w:pPr>
                </w:p>
                <w:p w14:paraId="0CB0E533" w14:textId="77777777" w:rsidR="00F84A7A" w:rsidRPr="00E67132" w:rsidRDefault="00F84A7A" w:rsidP="00F84A7A">
                  <w:pPr>
                    <w:jc w:val="center"/>
                    <w:rPr>
                      <w:rFonts w:ascii="Calibri" w:hAnsi="Calibri" w:cs="Calibri"/>
                      <w:b/>
                      <w:bCs/>
                      <w:noProof/>
                      <w:sz w:val="22"/>
                      <w:szCs w:val="22"/>
                      <w:lang w:val="ro-RO"/>
                    </w:rPr>
                  </w:pPr>
                </w:p>
                <w:p w14:paraId="79559AAF" w14:textId="77777777" w:rsidR="00F84A7A" w:rsidRPr="00E67132" w:rsidRDefault="00F84A7A" w:rsidP="00F84A7A">
                  <w:pPr>
                    <w:jc w:val="center"/>
                    <w:rPr>
                      <w:rFonts w:ascii="Calibri" w:hAnsi="Calibri" w:cs="Calibri"/>
                      <w:b/>
                      <w:bCs/>
                      <w:noProof/>
                      <w:sz w:val="22"/>
                      <w:szCs w:val="22"/>
                      <w:lang w:val="ro-RO"/>
                    </w:rPr>
                  </w:pPr>
                </w:p>
                <w:p w14:paraId="641C1E83" w14:textId="77777777" w:rsidR="00F84A7A" w:rsidRPr="00E67132" w:rsidRDefault="00F84A7A" w:rsidP="00F84A7A">
                  <w:pPr>
                    <w:jc w:val="center"/>
                    <w:rPr>
                      <w:rFonts w:ascii="Calibri" w:hAnsi="Calibri" w:cs="Calibri"/>
                      <w:b/>
                      <w:bCs/>
                      <w:noProof/>
                      <w:sz w:val="22"/>
                      <w:szCs w:val="22"/>
                      <w:lang w:val="ro-RO"/>
                    </w:rPr>
                  </w:pPr>
                </w:p>
              </w:tc>
              <w:tc>
                <w:tcPr>
                  <w:tcW w:w="3685" w:type="dxa"/>
                  <w:shd w:val="clear" w:color="auto" w:fill="auto"/>
                </w:tcPr>
                <w:p w14:paraId="25CB7A02" w14:textId="77777777" w:rsidR="00F84A7A" w:rsidRPr="00E67132" w:rsidRDefault="00F84A7A" w:rsidP="00E41E29">
                  <w:pPr>
                    <w:jc w:val="both"/>
                    <w:rPr>
                      <w:rFonts w:ascii="Calibri" w:hAnsi="Calibri" w:cs="Calibri"/>
                      <w:noProof/>
                      <w:sz w:val="22"/>
                      <w:szCs w:val="22"/>
                      <w:lang w:val="ro-RO"/>
                    </w:rPr>
                  </w:pPr>
                  <w:r w:rsidRPr="00E67132">
                    <w:rPr>
                      <w:rFonts w:ascii="Calibri" w:hAnsi="Calibri" w:cs="Calibri"/>
                      <w:b/>
                      <w:noProof/>
                      <w:sz w:val="22"/>
                      <w:szCs w:val="22"/>
                      <w:lang w:val="ro-RO"/>
                    </w:rPr>
                    <w:t>Fracționarea unei exploatații</w:t>
                  </w:r>
                  <w:r w:rsidRPr="00E67132">
                    <w:rPr>
                      <w:rFonts w:ascii="Calibri" w:hAnsi="Calibri" w:cs="Calibri"/>
                      <w:noProof/>
                      <w:sz w:val="22"/>
                      <w:szCs w:val="22"/>
                      <w:lang w:val="ro-RO"/>
                    </w:rPr>
                    <w:t xml:space="preserve"> cu scopul de a nu se depăşi dimensiunea economică maximă eligibilă a exploatației în cadrul submăsurii </w:t>
                  </w:r>
                  <w:r w:rsidRPr="00E67132">
                    <w:rPr>
                      <w:rFonts w:ascii="Calibri" w:hAnsi="Calibri" w:cs="Calibri"/>
                      <w:b/>
                      <w:noProof/>
                      <w:sz w:val="22"/>
                      <w:szCs w:val="22"/>
                      <w:lang w:val="ro-RO"/>
                    </w:rPr>
                    <w:t>(50.000 SO)</w:t>
                  </w:r>
                  <w:r w:rsidRPr="00E67132">
                    <w:rPr>
                      <w:rFonts w:ascii="Calibri" w:hAnsi="Calibri" w:cs="Calibri"/>
                      <w:noProof/>
                      <w:sz w:val="22"/>
                      <w:szCs w:val="22"/>
                      <w:lang w:val="ro-RO"/>
                    </w:rPr>
                    <w:t xml:space="preserve"> sau cu scopul  ca acelasi beneficiar real sa creeze dintr-o exploatatie mai mare, mai multe exploatatii mai mici</w:t>
                  </w:r>
                  <w:r w:rsidRPr="00E67132">
                    <w:rPr>
                      <w:rFonts w:ascii="Calibri" w:hAnsi="Calibri" w:cs="Calibri"/>
                      <w:b/>
                      <w:noProof/>
                      <w:sz w:val="22"/>
                      <w:szCs w:val="22"/>
                      <w:lang w:val="ro-RO"/>
                    </w:rPr>
                    <w:t xml:space="preserve"> (cu SO intre 12.000 si 50.000) cu care solicită sprijin prin aceeaşi sub-măsură </w:t>
                  </w:r>
                  <w:r w:rsidRPr="00E67132">
                    <w:rPr>
                      <w:rFonts w:ascii="Calibri" w:hAnsi="Calibri" w:cs="Calibri"/>
                      <w:noProof/>
                      <w:sz w:val="22"/>
                      <w:szCs w:val="22"/>
                      <w:lang w:val="ro-RO"/>
                    </w:rPr>
                    <w:t xml:space="preserve">si astfel prin intermediul mai multor beneficiari formali sa beneficieze (inclusiv de mai multe ori) de sprijinul prin aceasta submăsură. </w:t>
                  </w:r>
                </w:p>
                <w:p w14:paraId="0A146038" w14:textId="77777777" w:rsidR="00F84A7A" w:rsidRPr="00E67132" w:rsidRDefault="00F84A7A" w:rsidP="00E41E29">
                  <w:pPr>
                    <w:jc w:val="both"/>
                    <w:rPr>
                      <w:rFonts w:ascii="Calibri" w:hAnsi="Calibri" w:cs="Calibri"/>
                      <w:b/>
                      <w:bCs/>
                      <w:noProof/>
                      <w:sz w:val="22"/>
                      <w:szCs w:val="22"/>
                      <w:lang w:val="ro-RO"/>
                    </w:rPr>
                  </w:pPr>
                  <w:r w:rsidRPr="00E67132">
                    <w:rPr>
                      <w:rFonts w:ascii="Calibri" w:hAnsi="Calibri" w:cs="Calibri"/>
                      <w:noProof/>
                      <w:sz w:val="22"/>
                      <w:szCs w:val="22"/>
                      <w:lang w:val="ro-RO"/>
                    </w:rPr>
                    <w:t>Declararea unor culturi sau suprafete ocupate cu anumite culturi neconforme cu realitatea/cu fluxul tehnologic descris în planul de afaceri, în scopul atingerii dimensiunii minime eligibile.</w:t>
                  </w:r>
                </w:p>
              </w:tc>
              <w:tc>
                <w:tcPr>
                  <w:tcW w:w="3686" w:type="dxa"/>
                  <w:shd w:val="clear" w:color="auto" w:fill="auto"/>
                </w:tcPr>
                <w:p w14:paraId="4ABBEE61" w14:textId="77777777" w:rsidR="00F84A7A" w:rsidRPr="00E67132" w:rsidRDefault="00F84A7A" w:rsidP="001C6C05">
                  <w:pPr>
                    <w:jc w:val="both"/>
                    <w:rPr>
                      <w:rFonts w:ascii="Calibri" w:hAnsi="Calibri" w:cs="Calibri"/>
                      <w:b/>
                      <w:bCs/>
                      <w:i/>
                      <w:iCs/>
                      <w:noProof/>
                      <w:color w:val="000000"/>
                      <w:sz w:val="22"/>
                      <w:szCs w:val="22"/>
                      <w:lang w:val="ro-RO"/>
                    </w:rPr>
                  </w:pPr>
                  <w:r w:rsidRPr="00E67132">
                    <w:rPr>
                      <w:rFonts w:ascii="Calibri" w:hAnsi="Calibri" w:cs="Calibri"/>
                      <w:b/>
                      <w:bCs/>
                      <w:noProof/>
                      <w:color w:val="000000"/>
                      <w:sz w:val="22"/>
                      <w:szCs w:val="22"/>
                      <w:lang w:val="ro-RO"/>
                    </w:rPr>
                    <w:t>Criteriu de eligibilitate:</w:t>
                  </w:r>
                  <w:r w:rsidRPr="00E67132">
                    <w:rPr>
                      <w:rFonts w:ascii="Calibri" w:hAnsi="Calibri" w:cs="Calibri"/>
                      <w:b/>
                      <w:bCs/>
                      <w:i/>
                      <w:iCs/>
                      <w:noProof/>
                      <w:color w:val="000000"/>
                      <w:sz w:val="22"/>
                      <w:szCs w:val="22"/>
                      <w:lang w:val="ro-RO"/>
                    </w:rPr>
                    <w:t xml:space="preserve"> </w:t>
                  </w:r>
                </w:p>
                <w:p w14:paraId="26B4D542" w14:textId="77777777" w:rsidR="00F84A7A" w:rsidRPr="00E67132" w:rsidRDefault="00F84A7A" w:rsidP="001C6C05">
                  <w:pPr>
                    <w:jc w:val="both"/>
                    <w:rPr>
                      <w:rFonts w:ascii="Calibri" w:hAnsi="Calibri" w:cs="Calibri"/>
                      <w:noProof/>
                      <w:sz w:val="22"/>
                      <w:szCs w:val="22"/>
                      <w:lang w:val="ro-RO"/>
                    </w:rPr>
                  </w:pPr>
                </w:p>
                <w:p w14:paraId="02660C8A" w14:textId="77777777" w:rsidR="00F84A7A" w:rsidRPr="00E67132" w:rsidRDefault="00F84A7A" w:rsidP="001C6C05">
                  <w:pPr>
                    <w:jc w:val="both"/>
                    <w:rPr>
                      <w:rFonts w:ascii="Calibri" w:hAnsi="Calibri" w:cs="Calibri"/>
                      <w:bCs/>
                      <w:noProof/>
                      <w:sz w:val="22"/>
                      <w:szCs w:val="22"/>
                      <w:lang w:val="ro-RO"/>
                    </w:rPr>
                  </w:pPr>
                  <w:r w:rsidRPr="00E67132">
                    <w:rPr>
                      <w:rFonts w:ascii="Calibri" w:hAnsi="Calibri" w:cs="Calibri"/>
                      <w:noProof/>
                      <w:sz w:val="22"/>
                      <w:szCs w:val="22"/>
                      <w:lang w:val="ro-RO"/>
                    </w:rPr>
                    <w:t xml:space="preserve">Solicitantul deţine o exploataţie agricolă cu dimensiunea economică cuprinsă între </w:t>
                  </w:r>
                  <w:r w:rsidRPr="00E67132">
                    <w:rPr>
                      <w:rFonts w:ascii="Calibri" w:hAnsi="Calibri" w:cs="Calibri"/>
                      <w:b/>
                      <w:noProof/>
                      <w:sz w:val="22"/>
                      <w:szCs w:val="22"/>
                      <w:lang w:val="ro-RO"/>
                    </w:rPr>
                    <w:t>12.000 şi 50.000 SO</w:t>
                  </w:r>
                  <w:r w:rsidRPr="00E67132">
                    <w:rPr>
                      <w:rFonts w:ascii="Calibri" w:hAnsi="Calibri" w:cs="Calibri"/>
                      <w:noProof/>
                      <w:sz w:val="22"/>
                      <w:szCs w:val="22"/>
                      <w:lang w:val="ro-RO"/>
                    </w:rPr>
                    <w:t xml:space="preserve"> la momentul depunerii cererii de finantare?  </w:t>
                  </w:r>
                </w:p>
              </w:tc>
              <w:tc>
                <w:tcPr>
                  <w:tcW w:w="1000" w:type="dxa"/>
                  <w:shd w:val="clear" w:color="auto" w:fill="auto"/>
                </w:tcPr>
                <w:p w14:paraId="1FFBA928" w14:textId="77777777" w:rsidR="00F84A7A" w:rsidRPr="00E67132" w:rsidRDefault="00F84A7A" w:rsidP="00F84A7A">
                  <w:pPr>
                    <w:rPr>
                      <w:rFonts w:ascii="Calibri" w:hAnsi="Calibri" w:cs="Calibri"/>
                      <w:b/>
                      <w:bCs/>
                      <w:noProof/>
                      <w:sz w:val="22"/>
                      <w:szCs w:val="22"/>
                      <w:lang w:val="ro-RO"/>
                    </w:rPr>
                  </w:pPr>
                </w:p>
              </w:tc>
              <w:tc>
                <w:tcPr>
                  <w:tcW w:w="990" w:type="dxa"/>
                  <w:shd w:val="clear" w:color="auto" w:fill="auto"/>
                </w:tcPr>
                <w:p w14:paraId="14951EA8" w14:textId="77777777" w:rsidR="00F84A7A" w:rsidRPr="00E67132" w:rsidRDefault="00F84A7A" w:rsidP="00F84A7A">
                  <w:pPr>
                    <w:rPr>
                      <w:rFonts w:ascii="Calibri" w:hAnsi="Calibri" w:cs="Calibri"/>
                      <w:b/>
                      <w:bCs/>
                      <w:noProof/>
                      <w:sz w:val="22"/>
                      <w:szCs w:val="22"/>
                      <w:lang w:val="ro-RO"/>
                    </w:rPr>
                  </w:pPr>
                </w:p>
              </w:tc>
            </w:tr>
            <w:tr w:rsidR="00F84A7A" w:rsidRPr="00E67132" w14:paraId="32447DD2" w14:textId="77777777" w:rsidTr="00E41E29">
              <w:tc>
                <w:tcPr>
                  <w:tcW w:w="534" w:type="dxa"/>
                  <w:shd w:val="clear" w:color="auto" w:fill="auto"/>
                </w:tcPr>
                <w:p w14:paraId="38DEC097" w14:textId="77777777" w:rsidR="00F84A7A" w:rsidRPr="00E67132" w:rsidRDefault="00F84A7A" w:rsidP="00F84A7A">
                  <w:pPr>
                    <w:jc w:val="center"/>
                    <w:rPr>
                      <w:rFonts w:ascii="Calibri" w:hAnsi="Calibri" w:cs="Calibri"/>
                      <w:b/>
                      <w:bCs/>
                      <w:noProof/>
                      <w:sz w:val="22"/>
                      <w:szCs w:val="22"/>
                      <w:lang w:val="ro-RO"/>
                    </w:rPr>
                  </w:pPr>
                </w:p>
                <w:p w14:paraId="548F2FC1" w14:textId="77777777" w:rsidR="00F84A7A" w:rsidRPr="00E67132" w:rsidRDefault="00F84A7A" w:rsidP="00F84A7A">
                  <w:pPr>
                    <w:jc w:val="center"/>
                    <w:rPr>
                      <w:rFonts w:ascii="Calibri" w:hAnsi="Calibri" w:cs="Calibri"/>
                      <w:b/>
                      <w:bCs/>
                      <w:noProof/>
                      <w:sz w:val="22"/>
                      <w:szCs w:val="22"/>
                      <w:lang w:val="ro-RO"/>
                    </w:rPr>
                  </w:pPr>
                </w:p>
                <w:p w14:paraId="1427E338" w14:textId="77777777" w:rsidR="00F84A7A" w:rsidRPr="00E67132" w:rsidRDefault="00F84A7A" w:rsidP="00F84A7A">
                  <w:pPr>
                    <w:jc w:val="center"/>
                    <w:rPr>
                      <w:rFonts w:ascii="Calibri" w:hAnsi="Calibri" w:cs="Calibri"/>
                      <w:b/>
                      <w:bCs/>
                      <w:noProof/>
                      <w:sz w:val="22"/>
                      <w:szCs w:val="22"/>
                      <w:lang w:val="ro-RO"/>
                    </w:rPr>
                  </w:pPr>
                  <w:r w:rsidRPr="00E67132">
                    <w:rPr>
                      <w:rFonts w:ascii="Calibri" w:hAnsi="Calibri" w:cs="Calibri"/>
                      <w:b/>
                      <w:bCs/>
                      <w:noProof/>
                      <w:sz w:val="22"/>
                      <w:szCs w:val="22"/>
                      <w:lang w:val="ro-RO"/>
                    </w:rPr>
                    <w:t>3</w:t>
                  </w:r>
                </w:p>
              </w:tc>
              <w:tc>
                <w:tcPr>
                  <w:tcW w:w="3685" w:type="dxa"/>
                  <w:shd w:val="clear" w:color="auto" w:fill="auto"/>
                </w:tcPr>
                <w:p w14:paraId="5944A898" w14:textId="77777777" w:rsidR="00F84A7A" w:rsidRPr="00E67132" w:rsidRDefault="00F84A7A" w:rsidP="00F84A7A">
                  <w:pPr>
                    <w:rPr>
                      <w:rFonts w:ascii="Calibri" w:hAnsi="Calibri" w:cs="Calibri"/>
                      <w:b/>
                      <w:bCs/>
                      <w:noProof/>
                      <w:sz w:val="22"/>
                      <w:szCs w:val="22"/>
                      <w:lang w:val="ro-RO"/>
                    </w:rPr>
                  </w:pPr>
                  <w:r w:rsidRPr="00E67132">
                    <w:rPr>
                      <w:rFonts w:ascii="Calibri" w:hAnsi="Calibri" w:cs="Calibri"/>
                      <w:noProof/>
                      <w:sz w:val="22"/>
                      <w:szCs w:val="22"/>
                      <w:lang w:val="ro-RO"/>
                    </w:rPr>
                    <w:t>Solicitantul preia integral una, două sau trei exploatatii agricole, rezultate prin fărămițarea și înstrăinarea formală către terți, a unei exploatații mai mari.</w:t>
                  </w:r>
                </w:p>
              </w:tc>
              <w:tc>
                <w:tcPr>
                  <w:tcW w:w="3686" w:type="dxa"/>
                  <w:shd w:val="clear" w:color="auto" w:fill="auto"/>
                </w:tcPr>
                <w:p w14:paraId="3A04B379" w14:textId="77777777" w:rsidR="00F84A7A" w:rsidRPr="00E67132" w:rsidRDefault="00F84A7A" w:rsidP="00F84A7A">
                  <w:pPr>
                    <w:jc w:val="both"/>
                    <w:rPr>
                      <w:rFonts w:ascii="Calibri" w:hAnsi="Calibri" w:cs="Calibri"/>
                      <w:b/>
                      <w:noProof/>
                      <w:sz w:val="22"/>
                      <w:szCs w:val="22"/>
                      <w:lang w:val="ro-RO"/>
                    </w:rPr>
                  </w:pPr>
                  <w:r w:rsidRPr="00E67132">
                    <w:rPr>
                      <w:rFonts w:ascii="Calibri" w:hAnsi="Calibri" w:cs="Calibri"/>
                      <w:b/>
                      <w:noProof/>
                      <w:sz w:val="22"/>
                      <w:szCs w:val="22"/>
                      <w:lang w:val="ro-RO"/>
                    </w:rPr>
                    <w:t>Criteriu de selecție</w:t>
                  </w:r>
                </w:p>
                <w:p w14:paraId="61660425" w14:textId="77777777" w:rsidR="00F84A7A" w:rsidRPr="00E67132" w:rsidRDefault="00F84A7A" w:rsidP="00F84A7A">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Principiul comasării exploatațiilor având în vedere numărul exploatațiilor preluate integral</w:t>
                  </w:r>
                </w:p>
                <w:p w14:paraId="21B9DB75"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 </w:t>
                  </w:r>
                  <w:r w:rsidRPr="00E67132">
                    <w:rPr>
                      <w:rFonts w:ascii="Calibri" w:hAnsi="Calibri" w:cs="Calibri"/>
                      <w:b w:val="0"/>
                      <w:noProof/>
                      <w:sz w:val="22"/>
                      <w:szCs w:val="22"/>
                      <w:lang w:val="ro-RO"/>
                    </w:rPr>
                    <w:t xml:space="preserve">Solicitantul preia integral minim trei exploatații agricole      </w:t>
                  </w:r>
                  <w:r w:rsidRPr="00E67132">
                    <w:rPr>
                      <w:rFonts w:ascii="Calibri" w:hAnsi="Calibri" w:cs="Calibri"/>
                      <w:noProof/>
                      <w:sz w:val="22"/>
                      <w:szCs w:val="22"/>
                      <w:lang w:val="ro-RO"/>
                    </w:rPr>
                    <w:t xml:space="preserve">15 p. </w:t>
                  </w:r>
                </w:p>
                <w:p w14:paraId="7224CD13"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b w:val="0"/>
                      <w:noProof/>
                      <w:sz w:val="22"/>
                      <w:szCs w:val="22"/>
                      <w:lang w:val="ro-RO"/>
                    </w:rPr>
                    <w:t xml:space="preserve">- Solicitantul preia integral două exploatații agricole                </w:t>
                  </w:r>
                  <w:r w:rsidRPr="00E67132">
                    <w:rPr>
                      <w:rFonts w:ascii="Calibri" w:hAnsi="Calibri" w:cs="Calibri"/>
                      <w:noProof/>
                      <w:sz w:val="22"/>
                      <w:szCs w:val="22"/>
                      <w:lang w:val="ro-RO"/>
                    </w:rPr>
                    <w:t xml:space="preserve">10 p. </w:t>
                  </w:r>
                </w:p>
                <w:p w14:paraId="08DC4D3D"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b w:val="0"/>
                      <w:noProof/>
                      <w:sz w:val="22"/>
                      <w:szCs w:val="22"/>
                      <w:lang w:val="ro-RO"/>
                    </w:rPr>
                    <w:t xml:space="preserve">- Solicitantul preia integral cel puţin o exploatație agricolă       </w:t>
                  </w:r>
                  <w:r w:rsidRPr="00E67132">
                    <w:rPr>
                      <w:rFonts w:ascii="Calibri" w:hAnsi="Calibri" w:cs="Calibri"/>
                      <w:noProof/>
                      <w:sz w:val="22"/>
                      <w:szCs w:val="22"/>
                      <w:lang w:val="ro-RO"/>
                    </w:rPr>
                    <w:t>5 p.</w:t>
                  </w:r>
                </w:p>
                <w:p w14:paraId="3CB8CFEC" w14:textId="77777777" w:rsidR="00F84A7A" w:rsidRPr="00E67132" w:rsidRDefault="00F84A7A" w:rsidP="00F84A7A">
                  <w:pPr>
                    <w:jc w:val="both"/>
                    <w:rPr>
                      <w:rFonts w:ascii="Calibri" w:hAnsi="Calibri" w:cs="Calibri"/>
                      <w:b/>
                      <w:bCs/>
                      <w:noProof/>
                      <w:sz w:val="22"/>
                      <w:szCs w:val="22"/>
                      <w:lang w:val="ro-RO"/>
                    </w:rPr>
                  </w:pPr>
                  <w:r w:rsidRPr="00E67132">
                    <w:rPr>
                      <w:rFonts w:ascii="Calibri" w:hAnsi="Calibri" w:cs="Calibri"/>
                      <w:i/>
                      <w:noProof/>
                      <w:sz w:val="22"/>
                      <w:szCs w:val="22"/>
                      <w:lang w:val="ro-RO"/>
                    </w:rPr>
                    <w:t>Pentru a beneficia de punctaj conform criteriului de selecţie, preluarea exploataţiilor se realizează unitar, cu toate suprafeţele şi animalele, aşa cum apar înregistrate  la APIA şi/ sau la ANSVSAşi în Registrul agricol.</w:t>
                  </w:r>
                </w:p>
              </w:tc>
              <w:tc>
                <w:tcPr>
                  <w:tcW w:w="1000" w:type="dxa"/>
                  <w:shd w:val="clear" w:color="auto" w:fill="auto"/>
                </w:tcPr>
                <w:p w14:paraId="190D64BB" w14:textId="77777777" w:rsidR="00F84A7A" w:rsidRPr="00E67132" w:rsidRDefault="00F84A7A" w:rsidP="00F84A7A">
                  <w:pPr>
                    <w:rPr>
                      <w:rFonts w:ascii="Calibri" w:hAnsi="Calibri" w:cs="Calibri"/>
                      <w:b/>
                      <w:bCs/>
                      <w:noProof/>
                      <w:sz w:val="22"/>
                      <w:szCs w:val="22"/>
                      <w:lang w:val="ro-RO"/>
                    </w:rPr>
                  </w:pPr>
                </w:p>
              </w:tc>
              <w:tc>
                <w:tcPr>
                  <w:tcW w:w="990" w:type="dxa"/>
                  <w:shd w:val="clear" w:color="auto" w:fill="auto"/>
                </w:tcPr>
                <w:p w14:paraId="31DE252A" w14:textId="77777777" w:rsidR="00F84A7A" w:rsidRPr="00E67132" w:rsidRDefault="00F84A7A" w:rsidP="00F84A7A">
                  <w:pPr>
                    <w:rPr>
                      <w:rFonts w:ascii="Calibri" w:hAnsi="Calibri" w:cs="Calibri"/>
                      <w:b/>
                      <w:bCs/>
                      <w:noProof/>
                      <w:sz w:val="22"/>
                      <w:szCs w:val="22"/>
                      <w:lang w:val="ro-RO"/>
                    </w:rPr>
                  </w:pPr>
                </w:p>
              </w:tc>
            </w:tr>
          </w:tbl>
          <w:p w14:paraId="089BB8A9" w14:textId="77777777" w:rsidR="00F84A7A" w:rsidRPr="00E67132" w:rsidRDefault="00F84A7A" w:rsidP="00F84A7A">
            <w:pPr>
              <w:pStyle w:val="BodyText3"/>
              <w:jc w:val="left"/>
              <w:rPr>
                <w:rFonts w:ascii="Calibri" w:hAnsi="Calibri" w:cs="Calibri"/>
                <w:b w:val="0"/>
                <w:iCs/>
                <w:noProof/>
                <w:sz w:val="22"/>
                <w:szCs w:val="22"/>
                <w:lang w:val="ro-RO"/>
              </w:rPr>
            </w:pPr>
          </w:p>
        </w:tc>
      </w:tr>
      <w:tr w:rsidR="00F84A7A" w:rsidRPr="00E67132" w14:paraId="49F07730" w14:textId="77777777" w:rsidTr="00446450">
        <w:trPr>
          <w:gridAfter w:val="4"/>
          <w:wAfter w:w="4970" w:type="dxa"/>
          <w:trHeight w:val="1273"/>
        </w:trPr>
        <w:tc>
          <w:tcPr>
            <w:tcW w:w="10098" w:type="dxa"/>
            <w:gridSpan w:val="14"/>
            <w:shd w:val="clear" w:color="auto" w:fill="auto"/>
          </w:tcPr>
          <w:p w14:paraId="1CCD3065" w14:textId="77777777" w:rsidR="00F84A7A" w:rsidRPr="00E67132" w:rsidRDefault="00F84A7A" w:rsidP="00F84A7A">
            <w:pPr>
              <w:rPr>
                <w:rFonts w:ascii="Calibri" w:hAnsi="Calibri" w:cs="Calibri"/>
                <w:bCs/>
                <w:noProof/>
                <w:sz w:val="22"/>
                <w:szCs w:val="22"/>
                <w:lang w:val="ro-RO"/>
              </w:rPr>
            </w:pPr>
            <w:r w:rsidRPr="00E67132">
              <w:rPr>
                <w:rFonts w:ascii="Calibri" w:hAnsi="Calibri" w:cs="Calibri"/>
                <w:bCs/>
                <w:noProof/>
                <w:sz w:val="22"/>
                <w:szCs w:val="22"/>
                <w:lang w:val="ro-RO"/>
              </w:rPr>
              <w:t>Observații :  ..........................................................................................................................................................</w:t>
            </w:r>
          </w:p>
          <w:p w14:paraId="06C6548F" w14:textId="77777777" w:rsidR="00F84A7A" w:rsidRPr="00E67132" w:rsidRDefault="00F84A7A" w:rsidP="00F84A7A">
            <w:pPr>
              <w:rPr>
                <w:rFonts w:ascii="Calibri" w:hAnsi="Calibri" w:cs="Calibri"/>
                <w:bCs/>
                <w:noProof/>
                <w:sz w:val="22"/>
                <w:szCs w:val="22"/>
                <w:lang w:val="ro-RO"/>
              </w:rPr>
            </w:pPr>
            <w:r w:rsidRPr="00E67132">
              <w:rPr>
                <w:rFonts w:ascii="Calibri" w:hAnsi="Calibri" w:cs="Calibri"/>
                <w:bCs/>
                <w:noProof/>
                <w:sz w:val="22"/>
                <w:szCs w:val="22"/>
                <w:lang w:val="ro-RO"/>
              </w:rPr>
              <w:t xml:space="preserve">.......................................................................................................................................................... </w:t>
            </w:r>
          </w:p>
          <w:p w14:paraId="01A69877" w14:textId="77777777" w:rsidR="00F84A7A" w:rsidRPr="00E67132" w:rsidRDefault="00F84A7A" w:rsidP="00F84A7A">
            <w:pPr>
              <w:rPr>
                <w:rFonts w:ascii="Calibri" w:hAnsi="Calibri" w:cs="Calibri"/>
                <w:bCs/>
                <w:noProof/>
                <w:sz w:val="22"/>
                <w:szCs w:val="22"/>
                <w:lang w:val="ro-RO"/>
              </w:rPr>
            </w:pPr>
            <w:r w:rsidRPr="00E67132">
              <w:rPr>
                <w:rFonts w:ascii="Calibri" w:hAnsi="Calibri" w:cs="Calibri"/>
                <w:bCs/>
                <w:noProof/>
                <w:sz w:val="22"/>
                <w:szCs w:val="22"/>
                <w:lang w:val="ro-RO"/>
              </w:rPr>
              <w:t>..........................................................................................................................................................</w:t>
            </w:r>
          </w:p>
          <w:p w14:paraId="6F33CEA4" w14:textId="77777777" w:rsidR="00F84A7A" w:rsidRPr="00E67132" w:rsidRDefault="00F84A7A" w:rsidP="00446450">
            <w:pPr>
              <w:rPr>
                <w:rFonts w:ascii="Calibri" w:eastAsia="MS Mincho" w:hAnsi="Calibri" w:cs="Calibri"/>
                <w:b/>
                <w:noProof/>
                <w:sz w:val="22"/>
                <w:szCs w:val="22"/>
                <w:lang w:val="ro-RO"/>
              </w:rPr>
            </w:pPr>
            <w:r w:rsidRPr="00E67132">
              <w:rPr>
                <w:rFonts w:ascii="Calibri" w:hAnsi="Calibri" w:cs="Calibri"/>
                <w:bCs/>
                <w:noProof/>
                <w:sz w:val="22"/>
                <w:szCs w:val="22"/>
                <w:lang w:val="ro-RO"/>
              </w:rPr>
              <w:t xml:space="preserve">.......................................................................................................................................................... </w:t>
            </w:r>
          </w:p>
          <w:p w14:paraId="318B5960" w14:textId="77777777" w:rsidR="00F84A7A" w:rsidRPr="00E67132" w:rsidRDefault="00F84A7A" w:rsidP="00F84A7A">
            <w:pPr>
              <w:pStyle w:val="BodyText3"/>
              <w:rPr>
                <w:rFonts w:ascii="Calibri" w:hAnsi="Calibri" w:cs="Calibri"/>
                <w:b w:val="0"/>
                <w:iCs/>
                <w:noProof/>
                <w:sz w:val="22"/>
                <w:szCs w:val="22"/>
                <w:lang w:val="ro-RO"/>
              </w:rPr>
            </w:pPr>
          </w:p>
        </w:tc>
      </w:tr>
      <w:tr w:rsidR="00F84A7A" w:rsidRPr="00E67132" w14:paraId="1FFA1D07" w14:textId="77777777" w:rsidTr="00140E45">
        <w:trPr>
          <w:gridAfter w:val="4"/>
          <w:wAfter w:w="4970" w:type="dxa"/>
          <w:trHeight w:val="1273"/>
        </w:trPr>
        <w:tc>
          <w:tcPr>
            <w:tcW w:w="6768" w:type="dxa"/>
            <w:gridSpan w:val="5"/>
            <w:shd w:val="clear" w:color="auto" w:fill="auto"/>
          </w:tcPr>
          <w:p w14:paraId="291958EF" w14:textId="77777777" w:rsidR="00F84A7A" w:rsidRPr="00E67132" w:rsidRDefault="00F84A7A" w:rsidP="00F84A7A">
            <w:pPr>
              <w:pStyle w:val="BodyText3"/>
              <w:jc w:val="left"/>
              <w:rPr>
                <w:rFonts w:ascii="Calibri" w:hAnsi="Calibri" w:cs="Calibri"/>
                <w:iCs/>
                <w:noProof/>
                <w:sz w:val="22"/>
                <w:szCs w:val="22"/>
                <w:u w:val="single"/>
                <w:lang w:val="ro-RO"/>
              </w:rPr>
            </w:pPr>
          </w:p>
          <w:p w14:paraId="4C75A343"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u w:val="single"/>
                <w:lang w:val="ro-RO"/>
              </w:rPr>
              <w:t>DECIZIA REFERITOARE LA ELIGIBILITATEA PROIECTULUI</w:t>
            </w:r>
            <w:r w:rsidRPr="00E67132">
              <w:rPr>
                <w:rFonts w:ascii="Calibri" w:hAnsi="Calibri" w:cs="Calibri"/>
                <w:noProof/>
                <w:sz w:val="22"/>
                <w:szCs w:val="22"/>
                <w:lang w:val="ro-RO"/>
              </w:rPr>
              <w:t xml:space="preserve"> </w:t>
            </w:r>
          </w:p>
          <w:p w14:paraId="58052465" w14:textId="77777777" w:rsidR="00F84A7A" w:rsidRPr="00E67132" w:rsidRDefault="00F84A7A" w:rsidP="00F84A7A">
            <w:pPr>
              <w:pStyle w:val="BodyText3"/>
              <w:jc w:val="left"/>
              <w:rPr>
                <w:rFonts w:ascii="Calibri" w:hAnsi="Calibri" w:cs="Calibri"/>
                <w:iCs/>
                <w:noProof/>
                <w:sz w:val="22"/>
                <w:szCs w:val="22"/>
                <w:u w:val="single"/>
                <w:lang w:val="ro-RO"/>
              </w:rPr>
            </w:pPr>
            <w:r w:rsidRPr="00E67132">
              <w:rPr>
                <w:rFonts w:ascii="Calibri" w:hAnsi="Calibri" w:cs="Calibri"/>
                <w:noProof/>
                <w:sz w:val="22"/>
                <w:szCs w:val="22"/>
                <w:lang w:val="ro-RO"/>
              </w:rPr>
              <w:t>(</w:t>
            </w:r>
            <w:r w:rsidRPr="00E67132">
              <w:rPr>
                <w:rFonts w:ascii="Calibri" w:hAnsi="Calibri" w:cs="Calibri"/>
                <w:noProof/>
                <w:sz w:val="22"/>
                <w:szCs w:val="22"/>
                <w:u w:val="single"/>
                <w:lang w:val="ro-RO"/>
              </w:rPr>
              <w:t>Dacă toate criteriile de eligibilitate aplicate solicitantului/ exploatatiei/</w:t>
            </w:r>
            <w:r w:rsidRPr="00E67132">
              <w:rPr>
                <w:rFonts w:ascii="Calibri" w:hAnsi="Calibri" w:cs="Calibri"/>
                <w:iCs/>
                <w:noProof/>
                <w:sz w:val="22"/>
                <w:szCs w:val="22"/>
                <w:u w:val="single"/>
                <w:lang w:val="ro-RO"/>
              </w:rPr>
              <w:t xml:space="preserve"> </w:t>
            </w:r>
            <w:r w:rsidRPr="00E67132">
              <w:rPr>
                <w:rFonts w:ascii="Calibri" w:hAnsi="Calibri" w:cs="Calibri"/>
                <w:noProof/>
                <w:sz w:val="22"/>
                <w:szCs w:val="22"/>
                <w:u w:val="single"/>
                <w:lang w:val="ro-RO"/>
              </w:rPr>
              <w:t>proiectului au fost îndeplinite, proiectul este eligibil</w:t>
            </w:r>
            <w:r w:rsidRPr="00E67132">
              <w:rPr>
                <w:rFonts w:ascii="Calibri" w:hAnsi="Calibri" w:cs="Calibri"/>
                <w:iCs/>
                <w:noProof/>
                <w:sz w:val="22"/>
                <w:szCs w:val="22"/>
                <w:u w:val="single"/>
                <w:lang w:val="ro-RO"/>
              </w:rPr>
              <w:t>:</w:t>
            </w:r>
            <w:r w:rsidRPr="00E67132">
              <w:rPr>
                <w:rFonts w:ascii="Calibri" w:hAnsi="Calibri" w:cs="Calibri"/>
                <w:b w:val="0"/>
                <w:i/>
                <w:iCs/>
                <w:noProof/>
                <w:sz w:val="22"/>
                <w:szCs w:val="22"/>
                <w:lang w:val="ro-RO"/>
              </w:rPr>
              <w:tab/>
            </w:r>
          </w:p>
        </w:tc>
        <w:tc>
          <w:tcPr>
            <w:tcW w:w="1530" w:type="dxa"/>
            <w:gridSpan w:val="5"/>
            <w:shd w:val="clear" w:color="auto" w:fill="auto"/>
          </w:tcPr>
          <w:p w14:paraId="58521579" w14:textId="77777777" w:rsidR="00F84A7A" w:rsidRPr="00E67132" w:rsidRDefault="00F84A7A" w:rsidP="00F84A7A">
            <w:pPr>
              <w:pStyle w:val="BodyText3"/>
              <w:rPr>
                <w:rFonts w:ascii="Calibri" w:hAnsi="Calibri" w:cs="Calibri"/>
                <w:b w:val="0"/>
                <w:iCs/>
                <w:noProof/>
                <w:sz w:val="22"/>
                <w:szCs w:val="22"/>
                <w:lang w:val="ro-RO"/>
              </w:rPr>
            </w:pPr>
          </w:p>
          <w:p w14:paraId="600EBA8A" w14:textId="77777777" w:rsidR="00F84A7A" w:rsidRPr="00E67132" w:rsidRDefault="00F84A7A" w:rsidP="00F84A7A">
            <w:pPr>
              <w:pStyle w:val="BodyText3"/>
              <w:rPr>
                <w:rFonts w:ascii="Calibri" w:hAnsi="Calibri" w:cs="Calibri"/>
                <w:b w:val="0"/>
                <w:noProof/>
                <w:sz w:val="22"/>
                <w:szCs w:val="22"/>
                <w:lang w:val="ro-RO"/>
              </w:rPr>
            </w:pPr>
          </w:p>
          <w:p w14:paraId="30173C71" w14:textId="77777777" w:rsidR="00F84A7A" w:rsidRPr="00E67132" w:rsidRDefault="00F84A7A" w:rsidP="00F84A7A">
            <w:pPr>
              <w:pStyle w:val="BodyText3"/>
              <w:rPr>
                <w:rFonts w:ascii="Calibri" w:hAnsi="Calibri" w:cs="Calibri"/>
                <w:b w:val="0"/>
                <w:noProof/>
                <w:sz w:val="22"/>
                <w:szCs w:val="22"/>
                <w:lang w:val="ro-RO"/>
              </w:rPr>
            </w:pPr>
            <w:r w:rsidRPr="00E67132">
              <w:rPr>
                <w:rFonts w:ascii="Calibri" w:hAnsi="Calibri" w:cs="Calibri"/>
                <w:b w:val="0"/>
                <w:noProof/>
                <w:sz w:val="22"/>
                <w:szCs w:val="22"/>
                <w:lang w:val="ro-RO"/>
              </w:rPr>
              <w:sym w:font="Wingdings" w:char="F06F"/>
            </w:r>
          </w:p>
        </w:tc>
        <w:tc>
          <w:tcPr>
            <w:tcW w:w="990" w:type="dxa"/>
            <w:gridSpan w:val="3"/>
          </w:tcPr>
          <w:p w14:paraId="06767BA5" w14:textId="77777777" w:rsidR="00F84A7A" w:rsidRPr="00E67132" w:rsidRDefault="00F84A7A" w:rsidP="00F84A7A">
            <w:pPr>
              <w:pStyle w:val="BodyText3"/>
              <w:rPr>
                <w:rFonts w:ascii="Calibri" w:hAnsi="Calibri" w:cs="Calibri"/>
                <w:iCs/>
                <w:noProof/>
                <w:sz w:val="22"/>
                <w:szCs w:val="22"/>
                <w:lang w:val="ro-RO"/>
              </w:rPr>
            </w:pPr>
          </w:p>
          <w:p w14:paraId="0A720C16" w14:textId="77777777" w:rsidR="00F84A7A" w:rsidRPr="00E67132" w:rsidRDefault="00F84A7A" w:rsidP="00F84A7A">
            <w:pPr>
              <w:pStyle w:val="BodyText3"/>
              <w:rPr>
                <w:rFonts w:ascii="Calibri" w:hAnsi="Calibri" w:cs="Calibri"/>
                <w:noProof/>
                <w:sz w:val="22"/>
                <w:szCs w:val="22"/>
                <w:lang w:val="ro-RO"/>
              </w:rPr>
            </w:pPr>
          </w:p>
          <w:p w14:paraId="544662BC" w14:textId="77777777" w:rsidR="00F84A7A" w:rsidRPr="00E67132" w:rsidRDefault="00F84A7A" w:rsidP="00F84A7A">
            <w:pPr>
              <w:pStyle w:val="BodyText3"/>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B46AFB9" w14:textId="77777777" w:rsidR="00F84A7A" w:rsidRPr="00E67132" w:rsidRDefault="00F84A7A" w:rsidP="00F84A7A">
            <w:pPr>
              <w:pStyle w:val="BodyText3"/>
              <w:rPr>
                <w:rFonts w:ascii="Calibri" w:hAnsi="Calibri" w:cs="Calibri"/>
                <w:b w:val="0"/>
                <w:noProof/>
                <w:sz w:val="22"/>
                <w:szCs w:val="22"/>
                <w:lang w:val="ro-RO"/>
              </w:rPr>
            </w:pPr>
          </w:p>
        </w:tc>
        <w:tc>
          <w:tcPr>
            <w:tcW w:w="810" w:type="dxa"/>
            <w:shd w:val="clear" w:color="auto" w:fill="auto"/>
          </w:tcPr>
          <w:p w14:paraId="51D0157C" w14:textId="77777777" w:rsidR="00F84A7A" w:rsidRPr="00E67132" w:rsidRDefault="00F84A7A" w:rsidP="00F84A7A">
            <w:pPr>
              <w:pStyle w:val="BodyText3"/>
              <w:rPr>
                <w:rFonts w:ascii="Calibri" w:hAnsi="Calibri" w:cs="Calibri"/>
                <w:b w:val="0"/>
                <w:iCs/>
                <w:noProof/>
                <w:sz w:val="22"/>
                <w:szCs w:val="22"/>
                <w:lang w:val="ro-RO"/>
              </w:rPr>
            </w:pPr>
          </w:p>
          <w:p w14:paraId="36D5289D" w14:textId="77777777" w:rsidR="00F84A7A" w:rsidRPr="00E67132" w:rsidRDefault="00F84A7A" w:rsidP="00F84A7A">
            <w:pPr>
              <w:pStyle w:val="BodyText3"/>
              <w:rPr>
                <w:rFonts w:ascii="Calibri" w:hAnsi="Calibri" w:cs="Calibri"/>
                <w:b w:val="0"/>
                <w:noProof/>
                <w:sz w:val="22"/>
                <w:szCs w:val="22"/>
                <w:lang w:val="ro-RO"/>
              </w:rPr>
            </w:pPr>
          </w:p>
          <w:p w14:paraId="2A83DE76" w14:textId="77777777" w:rsidR="00F84A7A" w:rsidRPr="00E67132" w:rsidRDefault="00F84A7A" w:rsidP="00F84A7A">
            <w:pPr>
              <w:pStyle w:val="BodyText3"/>
              <w:rPr>
                <w:rFonts w:ascii="Calibri" w:hAnsi="Calibri" w:cs="Calibri"/>
                <w:b w:val="0"/>
                <w:noProof/>
                <w:sz w:val="22"/>
                <w:szCs w:val="22"/>
                <w:lang w:val="ro-RO"/>
              </w:rPr>
            </w:pPr>
          </w:p>
        </w:tc>
      </w:tr>
      <w:tr w:rsidR="00F84A7A" w:rsidRPr="00E67132" w14:paraId="52F23324" w14:textId="77777777" w:rsidTr="00342928">
        <w:trPr>
          <w:gridAfter w:val="4"/>
          <w:wAfter w:w="4970" w:type="dxa"/>
        </w:trPr>
        <w:tc>
          <w:tcPr>
            <w:tcW w:w="10098" w:type="dxa"/>
            <w:gridSpan w:val="14"/>
          </w:tcPr>
          <w:p w14:paraId="593845F2" w14:textId="77777777" w:rsidR="00F84A7A" w:rsidRPr="00E67132" w:rsidRDefault="00F84A7A" w:rsidP="00F84A7A">
            <w:pPr>
              <w:pStyle w:val="BodyText3"/>
              <w:jc w:val="left"/>
              <w:rPr>
                <w:rFonts w:ascii="Calibri" w:hAnsi="Calibri" w:cs="Calibri"/>
                <w:b w:val="0"/>
                <w:noProof/>
                <w:sz w:val="22"/>
                <w:szCs w:val="22"/>
                <w:u w:val="single"/>
                <w:lang w:val="ro-RO"/>
              </w:rPr>
            </w:pPr>
            <w:r w:rsidRPr="00E67132">
              <w:rPr>
                <w:rFonts w:ascii="Calibri" w:hAnsi="Calibri" w:cs="Calibri"/>
                <w:b w:val="0"/>
                <w:noProof/>
                <w:sz w:val="22"/>
                <w:szCs w:val="22"/>
                <w:u w:val="single"/>
                <w:lang w:val="ro-RO"/>
              </w:rPr>
              <w:t>Observații</w:t>
            </w:r>
          </w:p>
          <w:p w14:paraId="5EE03BCA"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Se detaliază:</w:t>
            </w:r>
          </w:p>
          <w:p w14:paraId="5B629D48"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pentru fiecare criteriu de eligibilitate care nu a fost îndeplinit, motivul neeligibilităţii, dacă este cazul;</w:t>
            </w:r>
          </w:p>
          <w:p w14:paraId="7138B862"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motivul reducerii valorii eligibile, a valorii publice sau a intensitătii sprijinului, dacă este cazul);</w:t>
            </w:r>
          </w:p>
          <w:p w14:paraId="280670A7" w14:textId="77777777" w:rsidR="00F84A7A" w:rsidRPr="00E67132" w:rsidRDefault="00F84A7A" w:rsidP="00F84A7A">
            <w:pPr>
              <w:pStyle w:val="BodyText3"/>
              <w:jc w:val="left"/>
              <w:rPr>
                <w:rFonts w:ascii="Calibri" w:hAnsi="Calibri" w:cs="Calibri"/>
                <w:b w:val="0"/>
                <w:iCs/>
                <w:noProof/>
                <w:sz w:val="22"/>
                <w:szCs w:val="22"/>
                <w:lang w:val="ro-RO"/>
              </w:rPr>
            </w:pPr>
            <w:r w:rsidRPr="00E67132">
              <w:rPr>
                <w:rFonts w:ascii="Calibri" w:hAnsi="Calibri" w:cs="Calibri"/>
                <w:b w:val="0"/>
                <w:noProof/>
                <w:sz w:val="22"/>
                <w:szCs w:val="22"/>
                <w:lang w:val="ro-RO"/>
              </w:rPr>
              <w:t>- daca proiectul este neeligibil nu se mai continua verificarea.</w:t>
            </w:r>
          </w:p>
          <w:p w14:paraId="1A1C839F" w14:textId="77777777" w:rsidR="00F84A7A" w:rsidRPr="00E67132" w:rsidRDefault="00F84A7A" w:rsidP="00F84A7A">
            <w:pPr>
              <w:pStyle w:val="BodyText3"/>
              <w:jc w:val="left"/>
              <w:rPr>
                <w:rFonts w:ascii="Calibri" w:hAnsi="Calibri" w:cs="Calibri"/>
                <w:b w:val="0"/>
                <w:noProof/>
                <w:sz w:val="22"/>
                <w:szCs w:val="22"/>
                <w:u w:val="single"/>
                <w:lang w:val="ro-RO"/>
              </w:rPr>
            </w:pPr>
          </w:p>
        </w:tc>
      </w:tr>
      <w:tr w:rsidR="00F84A7A" w:rsidRPr="00E67132" w14:paraId="7B77856E" w14:textId="77777777" w:rsidTr="00140E45">
        <w:trPr>
          <w:gridAfter w:val="4"/>
          <w:wAfter w:w="4970" w:type="dxa"/>
          <w:trHeight w:val="274"/>
        </w:trPr>
        <w:tc>
          <w:tcPr>
            <w:tcW w:w="10098" w:type="dxa"/>
            <w:gridSpan w:val="14"/>
          </w:tcPr>
          <w:p w14:paraId="30A0D7C0"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 </w:t>
            </w:r>
          </w:p>
          <w:p w14:paraId="2581BB44"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Aprobat de: Director  OJFIR/ CRFIR/ DAF</w:t>
            </w:r>
          </w:p>
          <w:p w14:paraId="7CF9E35C"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Nume/Prenume …………………… Semnătura</w:t>
            </w:r>
            <w:r w:rsidRPr="00E67132">
              <w:rPr>
                <w:rFonts w:ascii="Calibri" w:hAnsi="Calibri" w:cs="Calibri"/>
                <w:b/>
                <w:bCs/>
                <w:noProof/>
                <w:sz w:val="22"/>
                <w:szCs w:val="22"/>
                <w:lang w:val="ro-RO" w:eastAsia="fr-FR"/>
              </w:rPr>
              <w:tab/>
              <w:t xml:space="preserve">           DATA………..</w:t>
            </w:r>
          </w:p>
          <w:p w14:paraId="19944173"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p>
          <w:p w14:paraId="679FAA86"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xml:space="preserve">Avizat/Verificat: Şef Serviciu SAFPD OJFIR/CRFIR/ SP-DAF </w:t>
            </w:r>
          </w:p>
          <w:p w14:paraId="735DB709"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Nume/Prenume …………………… Semnătura</w:t>
            </w:r>
            <w:r w:rsidRPr="00E67132">
              <w:rPr>
                <w:rFonts w:ascii="Calibri" w:hAnsi="Calibri" w:cs="Calibri"/>
                <w:b/>
                <w:bCs/>
                <w:noProof/>
                <w:sz w:val="22"/>
                <w:szCs w:val="22"/>
                <w:lang w:val="ro-RO" w:eastAsia="fr-FR"/>
              </w:rPr>
              <w:tab/>
            </w:r>
            <w:r w:rsidRPr="00E67132">
              <w:rPr>
                <w:rFonts w:ascii="Calibri" w:hAnsi="Calibri" w:cs="Calibri"/>
                <w:b/>
                <w:bCs/>
                <w:noProof/>
                <w:sz w:val="22"/>
                <w:szCs w:val="22"/>
                <w:lang w:val="ro-RO" w:eastAsia="fr-FR"/>
              </w:rPr>
              <w:tab/>
              <w:t xml:space="preserve">                        DATA………..</w:t>
            </w:r>
          </w:p>
          <w:p w14:paraId="6D43C4BC"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p>
          <w:p w14:paraId="5BDF52DC"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Verificat de: Expert 2 SAFPD OJFIR/ CRFIR / SP-DAF</w:t>
            </w:r>
          </w:p>
          <w:p w14:paraId="217AB7C9"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Nume/Prenume …………………… Semnătura</w:t>
            </w:r>
            <w:r w:rsidRPr="00E67132">
              <w:rPr>
                <w:rFonts w:ascii="Calibri" w:hAnsi="Calibri" w:cs="Calibri"/>
                <w:b/>
                <w:bCs/>
                <w:noProof/>
                <w:sz w:val="22"/>
                <w:szCs w:val="22"/>
                <w:lang w:val="ro-RO" w:eastAsia="fr-FR"/>
              </w:rPr>
              <w:tab/>
              <w:t xml:space="preserve">   </w:t>
            </w:r>
            <w:r w:rsidRPr="00E67132">
              <w:rPr>
                <w:rFonts w:ascii="Calibri" w:hAnsi="Calibri" w:cs="Calibri"/>
                <w:b/>
                <w:bCs/>
                <w:noProof/>
                <w:sz w:val="22"/>
                <w:szCs w:val="22"/>
                <w:lang w:val="ro-RO" w:eastAsia="fr-FR"/>
              </w:rPr>
              <w:tab/>
              <w:t xml:space="preserve">                         DATA………..</w:t>
            </w:r>
          </w:p>
          <w:p w14:paraId="7BE96924"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p>
          <w:p w14:paraId="44738316"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Întocmit de: Expert 1  SAFPD OJFIR/ CRFIR / SP-DAF</w:t>
            </w:r>
          </w:p>
          <w:p w14:paraId="1E78CA52" w14:textId="77777777" w:rsidR="00F84A7A" w:rsidRPr="00E67132" w:rsidRDefault="00F84A7A" w:rsidP="00F84A7A">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Nume/Prenume …………………… Semnătura</w:t>
            </w:r>
            <w:r w:rsidRPr="00E67132">
              <w:rPr>
                <w:rFonts w:ascii="Calibri" w:hAnsi="Calibri" w:cs="Calibri"/>
                <w:b/>
                <w:bCs/>
                <w:noProof/>
                <w:sz w:val="22"/>
                <w:szCs w:val="22"/>
                <w:lang w:val="ro-RO" w:eastAsia="fr-FR"/>
              </w:rPr>
              <w:tab/>
              <w:t xml:space="preserve">   </w:t>
            </w:r>
            <w:r w:rsidRPr="00E67132">
              <w:rPr>
                <w:rFonts w:ascii="Calibri" w:hAnsi="Calibri" w:cs="Calibri"/>
                <w:b/>
                <w:bCs/>
                <w:noProof/>
                <w:sz w:val="22"/>
                <w:szCs w:val="22"/>
                <w:lang w:val="ro-RO" w:eastAsia="fr-FR"/>
              </w:rPr>
              <w:tab/>
              <w:t xml:space="preserve">                         DATA………..</w:t>
            </w:r>
          </w:p>
          <w:p w14:paraId="1AF671C6" w14:textId="77777777" w:rsidR="00F84A7A" w:rsidRPr="00E67132" w:rsidRDefault="00F84A7A" w:rsidP="00F84A7A">
            <w:pPr>
              <w:pStyle w:val="BodyText3"/>
              <w:jc w:val="left"/>
              <w:rPr>
                <w:rFonts w:ascii="Calibri" w:hAnsi="Calibri" w:cs="Calibri"/>
                <w:iCs/>
                <w:noProof/>
                <w:sz w:val="22"/>
                <w:szCs w:val="22"/>
                <w:lang w:val="ro-RO"/>
              </w:rPr>
            </w:pPr>
          </w:p>
        </w:tc>
      </w:tr>
      <w:tr w:rsidR="00F84A7A" w:rsidRPr="00E67132" w14:paraId="204AA4DA" w14:textId="77777777" w:rsidTr="00342928">
        <w:trPr>
          <w:gridAfter w:val="4"/>
          <w:wAfter w:w="4970" w:type="dxa"/>
        </w:trPr>
        <w:tc>
          <w:tcPr>
            <w:tcW w:w="10098" w:type="dxa"/>
            <w:gridSpan w:val="14"/>
            <w:tcBorders>
              <w:tr2bl w:val="single" w:sz="4" w:space="0" w:color="auto"/>
            </w:tcBorders>
            <w:shd w:val="clear" w:color="auto" w:fill="auto"/>
          </w:tcPr>
          <w:p w14:paraId="3346B842" w14:textId="77777777" w:rsidR="00F84A7A" w:rsidRPr="00E67132" w:rsidRDefault="00F84A7A" w:rsidP="00F84A7A">
            <w:pPr>
              <w:pStyle w:val="BodyText3"/>
              <w:jc w:val="left"/>
              <w:rPr>
                <w:rFonts w:ascii="Calibri" w:hAnsi="Calibri" w:cs="Calibri"/>
                <w:iCs/>
                <w:noProof/>
                <w:sz w:val="22"/>
                <w:szCs w:val="22"/>
                <w:lang w:val="ro-RO"/>
              </w:rPr>
            </w:pPr>
            <w:r w:rsidRPr="00E67132">
              <w:rPr>
                <w:rFonts w:ascii="Calibri" w:hAnsi="Calibri" w:cs="Calibri"/>
                <w:noProof/>
                <w:sz w:val="22"/>
                <w:szCs w:val="22"/>
                <w:lang w:val="ro-RO"/>
              </w:rPr>
              <w:t>B. Verificarea criteriilor de selecție ale  proiectului</w:t>
            </w:r>
          </w:p>
          <w:p w14:paraId="3B179A03" w14:textId="77777777" w:rsidR="00F84A7A" w:rsidRPr="00E67132" w:rsidRDefault="00F84A7A" w:rsidP="00F84A7A">
            <w:pPr>
              <w:pStyle w:val="BodyText3"/>
              <w:jc w:val="left"/>
              <w:rPr>
                <w:rFonts w:ascii="Calibri" w:hAnsi="Calibri" w:cs="Calibri"/>
                <w:iCs/>
                <w:noProof/>
                <w:sz w:val="22"/>
                <w:szCs w:val="22"/>
                <w:lang w:val="ro-RO"/>
              </w:rPr>
            </w:pPr>
          </w:p>
          <w:p w14:paraId="137C3D5C"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7664E5A" w14:textId="77777777" w:rsidTr="00342928">
        <w:trPr>
          <w:gridAfter w:val="4"/>
          <w:wAfter w:w="4970" w:type="dxa"/>
        </w:trPr>
        <w:tc>
          <w:tcPr>
            <w:tcW w:w="7035" w:type="dxa"/>
            <w:gridSpan w:val="6"/>
            <w:tcBorders>
              <w:tr2bl w:val="single" w:sz="4" w:space="0" w:color="auto"/>
            </w:tcBorders>
            <w:shd w:val="clear" w:color="auto" w:fill="auto"/>
          </w:tcPr>
          <w:p w14:paraId="6AA2FC09"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Doc. verificate</w:t>
            </w:r>
          </w:p>
          <w:p w14:paraId="09ABD1FE" w14:textId="77777777" w:rsidR="00F84A7A" w:rsidRPr="00E67132" w:rsidRDefault="00F84A7A" w:rsidP="00F84A7A">
            <w:pPr>
              <w:pStyle w:val="BodyText3"/>
              <w:jc w:val="left"/>
              <w:rPr>
                <w:rFonts w:ascii="Calibri" w:hAnsi="Calibri" w:cs="Calibri"/>
                <w:b w:val="0"/>
                <w:noProof/>
                <w:sz w:val="22"/>
                <w:szCs w:val="22"/>
                <w:lang w:val="ro-RO"/>
              </w:rPr>
            </w:pPr>
          </w:p>
          <w:p w14:paraId="1FA3C642"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                                Principii de selectie</w:t>
            </w:r>
          </w:p>
        </w:tc>
        <w:tc>
          <w:tcPr>
            <w:tcW w:w="3063" w:type="dxa"/>
            <w:gridSpan w:val="8"/>
            <w:shd w:val="clear" w:color="auto" w:fill="auto"/>
          </w:tcPr>
          <w:p w14:paraId="68F9824E" w14:textId="77777777" w:rsidR="00F84A7A" w:rsidRPr="00E67132" w:rsidRDefault="00F84A7A" w:rsidP="00F84A7A">
            <w:pPr>
              <w:pStyle w:val="BodyText3"/>
              <w:jc w:val="left"/>
              <w:rPr>
                <w:rFonts w:ascii="Calibri" w:hAnsi="Calibri" w:cs="Calibri"/>
                <w:b w:val="0"/>
                <w:noProof/>
                <w:sz w:val="22"/>
                <w:szCs w:val="22"/>
                <w:lang w:val="ro-RO"/>
              </w:rPr>
            </w:pPr>
          </w:p>
          <w:p w14:paraId="4708CA3E"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Punctaj selectie</w:t>
            </w:r>
          </w:p>
          <w:p w14:paraId="3743998C"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Stabilit de OJFIR/CRFIR</w:t>
            </w:r>
          </w:p>
        </w:tc>
      </w:tr>
      <w:tr w:rsidR="00F84A7A" w:rsidRPr="00E67132" w14:paraId="7F1E6919" w14:textId="77777777" w:rsidTr="00342928">
        <w:trPr>
          <w:gridAfter w:val="4"/>
          <w:wAfter w:w="4970" w:type="dxa"/>
        </w:trPr>
        <w:tc>
          <w:tcPr>
            <w:tcW w:w="7035" w:type="dxa"/>
            <w:gridSpan w:val="6"/>
            <w:shd w:val="clear" w:color="auto" w:fill="auto"/>
          </w:tcPr>
          <w:p w14:paraId="6AD898E7" w14:textId="77777777" w:rsidR="00F84A7A" w:rsidRPr="00E67132" w:rsidRDefault="00F84A7A" w:rsidP="00BD7140">
            <w:pPr>
              <w:pStyle w:val="BodyText3"/>
              <w:jc w:val="both"/>
              <w:rPr>
                <w:rFonts w:ascii="Calibri" w:hAnsi="Calibri" w:cs="Calibri"/>
                <w:noProof/>
                <w:sz w:val="22"/>
                <w:szCs w:val="22"/>
                <w:lang w:val="ro-RO"/>
              </w:rPr>
            </w:pPr>
            <w:r w:rsidRPr="00E67132">
              <w:rPr>
                <w:rFonts w:ascii="Calibri" w:hAnsi="Calibri" w:cs="Calibri"/>
                <w:noProof/>
                <w:sz w:val="22"/>
                <w:szCs w:val="22"/>
                <w:lang w:val="ro-RO"/>
              </w:rPr>
              <w:t>PS1.Principiul sectorului prioritar care vizează sectorul zootehnic  (bovine, apicultură, ovine și caprine) și vegetal (legumicultura, inclusiv producere de material saditor, pomicultura și producere de samânţă)</w:t>
            </w:r>
          </w:p>
          <w:p w14:paraId="126EB754" w14:textId="77777777" w:rsidR="00F84A7A" w:rsidRPr="00E67132" w:rsidRDefault="001949EB" w:rsidP="00BD7140">
            <w:pPr>
              <w:pStyle w:val="BodyText3"/>
              <w:jc w:val="both"/>
              <w:rPr>
                <w:rFonts w:ascii="Calibri" w:hAnsi="Calibri" w:cs="Calibri"/>
                <w:noProof/>
                <w:sz w:val="22"/>
                <w:szCs w:val="22"/>
                <w:lang w:val="ro-RO"/>
              </w:rPr>
            </w:pPr>
            <w:r w:rsidRPr="00E67132">
              <w:rPr>
                <w:rFonts w:ascii="Calibri" w:hAnsi="Calibri" w:cs="Calibri"/>
                <w:noProof/>
                <w:sz w:val="24"/>
                <w:szCs w:val="24"/>
                <w:lang w:val="ro-RO"/>
              </w:rPr>
              <w:t xml:space="preserve">CS1 - Sector </w:t>
            </w:r>
            <w:r w:rsidRPr="00E67132">
              <w:rPr>
                <w:rFonts w:ascii="Calibri" w:hAnsi="Calibri" w:cs="Calibri"/>
                <w:b w:val="0"/>
                <w:noProof/>
                <w:sz w:val="24"/>
                <w:szCs w:val="24"/>
                <w:lang w:val="ro-RO"/>
              </w:rPr>
              <w:t>zootehnic</w:t>
            </w:r>
            <w:r w:rsidRPr="00E67132">
              <w:rPr>
                <w:rFonts w:ascii="Calibri" w:hAnsi="Calibri" w:cs="Calibri"/>
                <w:noProof/>
                <w:sz w:val="24"/>
                <w:szCs w:val="24"/>
                <w:lang w:val="ro-RO"/>
              </w:rPr>
              <w:t xml:space="preserve"> - </w:t>
            </w:r>
            <w:r w:rsidRPr="00E67132">
              <w:rPr>
                <w:rFonts w:ascii="Calibri" w:hAnsi="Calibri" w:cs="Calibri"/>
                <w:bCs w:val="0"/>
                <w:i/>
                <w:noProof/>
                <w:sz w:val="24"/>
                <w:szCs w:val="24"/>
                <w:lang w:val="ro-RO"/>
              </w:rPr>
              <w:t>bovine, apicultură, ovine și caprine și</w:t>
            </w:r>
            <w:r w:rsidRPr="00E67132">
              <w:rPr>
                <w:rFonts w:ascii="Calibri" w:hAnsi="Calibri" w:cs="Calibri"/>
                <w:noProof/>
                <w:sz w:val="24"/>
                <w:szCs w:val="24"/>
                <w:lang w:val="ro-RO"/>
              </w:rPr>
              <w:t xml:space="preserve"> sector </w:t>
            </w:r>
            <w:r w:rsidRPr="00E67132">
              <w:rPr>
                <w:rFonts w:ascii="Calibri" w:hAnsi="Calibri" w:cs="Calibri"/>
                <w:b w:val="0"/>
                <w:noProof/>
                <w:sz w:val="24"/>
                <w:szCs w:val="24"/>
                <w:lang w:val="ro-RO"/>
              </w:rPr>
              <w:t xml:space="preserve">vegetal </w:t>
            </w:r>
            <w:r w:rsidRPr="00E67132">
              <w:rPr>
                <w:rFonts w:ascii="Calibri" w:hAnsi="Calibri" w:cs="Calibri"/>
                <w:bCs w:val="0"/>
                <w:i/>
                <w:noProof/>
                <w:sz w:val="24"/>
                <w:szCs w:val="24"/>
                <w:lang w:val="ro-RO"/>
              </w:rPr>
              <w:t>– legumicultură - legume în câmp, în spații protejate, ciupercării, producere de material săditor, pomicultură și producere de samânţă</w:t>
            </w:r>
          </w:p>
          <w:p w14:paraId="3C7BCA16" w14:textId="77777777" w:rsidR="00F84A7A" w:rsidRPr="00E67132" w:rsidRDefault="00F84A7A" w:rsidP="00BD7140">
            <w:pPr>
              <w:pStyle w:val="BodyText3"/>
              <w:jc w:val="both"/>
              <w:rPr>
                <w:rFonts w:ascii="Calibri" w:hAnsi="Calibri" w:cs="Calibri"/>
                <w:i/>
                <w:noProof/>
                <w:sz w:val="22"/>
                <w:szCs w:val="22"/>
                <w:lang w:val="ro-RO"/>
              </w:rPr>
            </w:pPr>
            <w:r w:rsidRPr="00E67132">
              <w:rPr>
                <w:rFonts w:ascii="Calibri" w:hAnsi="Calibri" w:cs="Calibri"/>
                <w:b w:val="0"/>
                <w:noProof/>
                <w:sz w:val="22"/>
                <w:szCs w:val="22"/>
                <w:lang w:val="ro-RO"/>
              </w:rPr>
              <w:t xml:space="preserve">*Pentru acordarea punctajului de selecție se va ține cont de ponderea culturilor </w:t>
            </w:r>
            <w:r w:rsidR="00CB5990" w:rsidRPr="00E67132">
              <w:rPr>
                <w:rFonts w:ascii="Calibri" w:hAnsi="Calibri" w:cs="Calibri"/>
                <w:b w:val="0"/>
                <w:noProof/>
                <w:sz w:val="22"/>
                <w:szCs w:val="22"/>
                <w:lang w:val="ro-RO"/>
              </w:rPr>
              <w:t>și/</w:t>
            </w:r>
            <w:r w:rsidRPr="00E67132">
              <w:rPr>
                <w:rFonts w:ascii="Calibri" w:hAnsi="Calibri" w:cs="Calibri"/>
                <w:b w:val="0"/>
                <w:noProof/>
                <w:sz w:val="22"/>
                <w:szCs w:val="22"/>
                <w:lang w:val="ro-RO"/>
              </w:rPr>
              <w:t xml:space="preserve">sau speciilor de animale </w:t>
            </w:r>
            <w:r w:rsidR="00CB5990" w:rsidRPr="00E67132">
              <w:rPr>
                <w:rFonts w:ascii="Calibri" w:hAnsi="Calibri" w:cs="Calibri"/>
                <w:b w:val="0"/>
                <w:noProof/>
                <w:sz w:val="22"/>
                <w:szCs w:val="22"/>
                <w:lang w:val="ro-RO"/>
              </w:rPr>
              <w:t xml:space="preserve">de mai sus </w:t>
            </w:r>
            <w:r w:rsidRPr="00E67132">
              <w:rPr>
                <w:rFonts w:ascii="Calibri" w:hAnsi="Calibri" w:cs="Calibri"/>
                <w:b w:val="0"/>
                <w:noProof/>
                <w:sz w:val="22"/>
                <w:szCs w:val="22"/>
                <w:lang w:val="ro-RO"/>
              </w:rPr>
              <w:t>în cadrul calculului SO care trebuie să fie  dominantă în totalul SO exploataţie.</w:t>
            </w:r>
            <w:r w:rsidRPr="00E67132">
              <w:rPr>
                <w:rFonts w:ascii="Calibri" w:hAnsi="Calibri" w:cs="Calibri"/>
                <w:i/>
                <w:noProof/>
                <w:sz w:val="22"/>
                <w:szCs w:val="22"/>
                <w:lang w:val="ro-RO"/>
              </w:rPr>
              <w:t xml:space="preserve"> </w:t>
            </w:r>
          </w:p>
          <w:p w14:paraId="74048D26" w14:textId="77777777" w:rsidR="00670724" w:rsidRPr="00E67132" w:rsidRDefault="00F354E8" w:rsidP="00BD7140">
            <w:pPr>
              <w:pStyle w:val="NoSpacing"/>
              <w:spacing w:line="276" w:lineRule="auto"/>
              <w:jc w:val="both"/>
              <w:rPr>
                <w:rFonts w:cs="Calibri"/>
                <w:i/>
                <w:noProof/>
                <w:lang w:val="ro-RO"/>
              </w:rPr>
            </w:pPr>
            <w:r w:rsidRPr="00E67132">
              <w:rPr>
                <w:rFonts w:cs="Calibri"/>
                <w:i/>
                <w:noProof/>
                <w:sz w:val="24"/>
                <w:szCs w:val="24"/>
                <w:lang w:val="ro-RO"/>
              </w:rPr>
              <w:t>Î</w:t>
            </w:r>
            <w:r w:rsidR="00670724" w:rsidRPr="00E67132">
              <w:rPr>
                <w:rFonts w:cs="Calibri"/>
                <w:i/>
                <w:noProof/>
                <w:sz w:val="24"/>
                <w:szCs w:val="24"/>
                <w:lang w:val="ro-RO"/>
              </w:rPr>
              <w:t>n cadrul principiu</w:t>
            </w:r>
            <w:r w:rsidRPr="00E67132">
              <w:rPr>
                <w:rFonts w:cs="Calibri"/>
                <w:i/>
                <w:noProof/>
                <w:sz w:val="24"/>
                <w:szCs w:val="24"/>
                <w:lang w:val="ro-RO"/>
              </w:rPr>
              <w:t>lui</w:t>
            </w:r>
            <w:r w:rsidR="00670724" w:rsidRPr="00E67132">
              <w:rPr>
                <w:rFonts w:cs="Calibri"/>
                <w:i/>
                <w:noProof/>
                <w:sz w:val="24"/>
                <w:szCs w:val="24"/>
                <w:lang w:val="ro-RO"/>
              </w:rPr>
              <w:t xml:space="preserve"> de selecţie care vizează sectorul pomicol, se punctează inclusiv exploataţiile pomicole deja înfiinţate la momentul depunerii cererii de finanțare</w:t>
            </w:r>
            <w:r w:rsidRPr="00E67132">
              <w:rPr>
                <w:rFonts w:cs="Calibri"/>
                <w:i/>
                <w:noProof/>
                <w:sz w:val="24"/>
                <w:szCs w:val="24"/>
                <w:lang w:val="ro-RO"/>
              </w:rPr>
              <w:t>, nu doar cele care vizează modernizare/reconversie/înfiinţare</w:t>
            </w:r>
            <w:r w:rsidR="00C1730E" w:rsidRPr="00E67132">
              <w:rPr>
                <w:rFonts w:cs="Calibri"/>
                <w:i/>
                <w:noProof/>
                <w:sz w:val="24"/>
                <w:szCs w:val="24"/>
                <w:lang w:val="ro-RO"/>
              </w:rPr>
              <w:t xml:space="preserve"> de</w:t>
            </w:r>
            <w:r w:rsidRPr="00E67132">
              <w:rPr>
                <w:rFonts w:cs="Calibri"/>
                <w:i/>
                <w:noProof/>
                <w:sz w:val="24"/>
                <w:szCs w:val="24"/>
                <w:lang w:val="ro-RO"/>
              </w:rPr>
              <w:t xml:space="preserve"> plantaţii pomicole</w:t>
            </w:r>
            <w:r w:rsidR="00670724" w:rsidRPr="00E67132">
              <w:rPr>
                <w:rFonts w:cs="Calibri"/>
                <w:i/>
                <w:noProof/>
                <w:sz w:val="24"/>
                <w:szCs w:val="24"/>
                <w:lang w:val="ro-RO"/>
              </w:rPr>
              <w:t>.</w:t>
            </w:r>
          </w:p>
          <w:p w14:paraId="6DA7DEDE" w14:textId="77777777" w:rsidR="00F84A7A" w:rsidRPr="00E67132" w:rsidRDefault="00F84A7A" w:rsidP="00BD7140">
            <w:pPr>
              <w:pStyle w:val="NoSpacing"/>
              <w:tabs>
                <w:tab w:val="left" w:pos="1418"/>
                <w:tab w:val="left" w:pos="2127"/>
                <w:tab w:val="left" w:pos="4536"/>
              </w:tabs>
              <w:spacing w:line="276" w:lineRule="auto"/>
              <w:jc w:val="both"/>
              <w:rPr>
                <w:rFonts w:cs="Calibri"/>
                <w:i/>
                <w:noProof/>
                <w:lang w:val="ro-RO"/>
              </w:rPr>
            </w:pPr>
            <w:r w:rsidRPr="00E67132">
              <w:rPr>
                <w:rFonts w:cs="Calibri"/>
                <w:i/>
                <w:noProof/>
                <w:lang w:val="ro-RO"/>
              </w:rPr>
              <w:t>Atenţie! Beneficiarul va trebui să-şi menţină ca prioritară, pe toată perioada de monitorizare a proiectului, grupa de cultură</w:t>
            </w:r>
            <w:r w:rsidR="00FE73E5" w:rsidRPr="00E67132">
              <w:rPr>
                <w:rFonts w:cs="Calibri"/>
                <w:i/>
                <w:noProof/>
                <w:lang w:val="ro-RO"/>
              </w:rPr>
              <w:t xml:space="preserve"> șisau </w:t>
            </w:r>
            <w:r w:rsidRPr="00E67132">
              <w:rPr>
                <w:rFonts w:cs="Calibri"/>
                <w:i/>
                <w:noProof/>
                <w:lang w:val="ro-RO"/>
              </w:rPr>
              <w:t xml:space="preserve">animale </w:t>
            </w:r>
            <w:r w:rsidR="00FE73E5" w:rsidRPr="00E67132">
              <w:rPr>
                <w:rFonts w:cs="Calibri"/>
                <w:i/>
                <w:noProof/>
                <w:lang w:val="ro-RO"/>
              </w:rPr>
              <w:t xml:space="preserve">dominantă </w:t>
            </w:r>
            <w:r w:rsidRPr="00E67132">
              <w:rPr>
                <w:rFonts w:cs="Calibri"/>
                <w:i/>
                <w:noProof/>
                <w:lang w:val="ro-RO"/>
              </w:rPr>
              <w:t>pentru care a primit punctaj.</w:t>
            </w:r>
          </w:p>
        </w:tc>
        <w:tc>
          <w:tcPr>
            <w:tcW w:w="3063" w:type="dxa"/>
            <w:gridSpan w:val="8"/>
            <w:shd w:val="clear" w:color="auto" w:fill="auto"/>
          </w:tcPr>
          <w:p w14:paraId="5C1DD26C" w14:textId="735A1546" w:rsidR="00F84A7A" w:rsidRPr="00E67132" w:rsidRDefault="00D50CF2"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30 puncte</w:t>
            </w:r>
          </w:p>
        </w:tc>
      </w:tr>
      <w:tr w:rsidR="00F84A7A" w:rsidRPr="00E67132" w14:paraId="28F8CE96" w14:textId="77777777" w:rsidTr="00342928">
        <w:trPr>
          <w:gridAfter w:val="4"/>
          <w:wAfter w:w="4970" w:type="dxa"/>
        </w:trPr>
        <w:tc>
          <w:tcPr>
            <w:tcW w:w="7035" w:type="dxa"/>
            <w:gridSpan w:val="6"/>
            <w:shd w:val="clear" w:color="auto" w:fill="auto"/>
          </w:tcPr>
          <w:p w14:paraId="4CB2EB8D"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2 d)   Registrul Agricol</w:t>
            </w:r>
          </w:p>
        </w:tc>
        <w:tc>
          <w:tcPr>
            <w:tcW w:w="3063" w:type="dxa"/>
            <w:gridSpan w:val="8"/>
            <w:shd w:val="clear" w:color="auto" w:fill="auto"/>
          </w:tcPr>
          <w:p w14:paraId="070369A7"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5FFC4283" w14:textId="77777777" w:rsidTr="00342928">
        <w:trPr>
          <w:gridAfter w:val="4"/>
          <w:wAfter w:w="4970" w:type="dxa"/>
        </w:trPr>
        <w:tc>
          <w:tcPr>
            <w:tcW w:w="7035" w:type="dxa"/>
            <w:gridSpan w:val="6"/>
            <w:shd w:val="clear" w:color="auto" w:fill="auto"/>
          </w:tcPr>
          <w:p w14:paraId="6C1A1CB1"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Cererea de finanţare - stabilirea dimensiunii exploataţiei agricole/calculul SO</w:t>
            </w:r>
          </w:p>
        </w:tc>
        <w:tc>
          <w:tcPr>
            <w:tcW w:w="3063" w:type="dxa"/>
            <w:gridSpan w:val="8"/>
            <w:shd w:val="clear" w:color="auto" w:fill="auto"/>
          </w:tcPr>
          <w:p w14:paraId="40CBA817"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6317E4F" w14:textId="77777777" w:rsidTr="00342928">
        <w:trPr>
          <w:gridAfter w:val="4"/>
          <w:wAfter w:w="4970" w:type="dxa"/>
        </w:trPr>
        <w:tc>
          <w:tcPr>
            <w:tcW w:w="7035" w:type="dxa"/>
            <w:gridSpan w:val="6"/>
            <w:shd w:val="clear" w:color="auto" w:fill="auto"/>
          </w:tcPr>
          <w:p w14:paraId="6B90725B"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Doc. 2 c) Eliberat în conformitate cu Ordinul MADR nr.119/25.05.2011 pentru aprobarea </w:t>
            </w:r>
            <w:r w:rsidRPr="00E67132">
              <w:rPr>
                <w:rFonts w:ascii="Calibri" w:hAnsi="Calibri" w:cs="Calibri"/>
                <w:i/>
                <w:noProof/>
                <w:sz w:val="22"/>
                <w:szCs w:val="22"/>
                <w:lang w:val="ro-RO"/>
              </w:rPr>
              <w:t>Sistemului unitar de identificarea stupinelor şi stupilor</w:t>
            </w:r>
          </w:p>
        </w:tc>
        <w:tc>
          <w:tcPr>
            <w:tcW w:w="3063" w:type="dxa"/>
            <w:gridSpan w:val="8"/>
            <w:shd w:val="clear" w:color="auto" w:fill="auto"/>
          </w:tcPr>
          <w:p w14:paraId="1F7FF3F0" w14:textId="77777777" w:rsidR="00F84A7A" w:rsidRPr="00E67132" w:rsidRDefault="00F84A7A" w:rsidP="00F84A7A">
            <w:pPr>
              <w:pStyle w:val="BodyText3"/>
              <w:jc w:val="left"/>
              <w:rPr>
                <w:rFonts w:ascii="Calibri" w:hAnsi="Calibri" w:cs="Calibri"/>
                <w:b w:val="0"/>
                <w:noProof/>
                <w:sz w:val="22"/>
                <w:szCs w:val="22"/>
                <w:lang w:val="ro-RO"/>
              </w:rPr>
            </w:pPr>
          </w:p>
          <w:p w14:paraId="0ABE00CD"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26A3FF53" w14:textId="77777777" w:rsidTr="00342928">
        <w:trPr>
          <w:gridAfter w:val="4"/>
          <w:wAfter w:w="4970" w:type="dxa"/>
        </w:trPr>
        <w:tc>
          <w:tcPr>
            <w:tcW w:w="7035" w:type="dxa"/>
            <w:gridSpan w:val="6"/>
            <w:shd w:val="clear" w:color="auto" w:fill="auto"/>
          </w:tcPr>
          <w:p w14:paraId="23C75B44" w14:textId="77777777" w:rsidR="00F84A7A" w:rsidRPr="00E67132" w:rsidRDefault="00F84A7A" w:rsidP="00BD7140">
            <w:pPr>
              <w:pStyle w:val="BodyText3"/>
              <w:jc w:val="both"/>
              <w:rPr>
                <w:rFonts w:ascii="Calibri" w:hAnsi="Calibri" w:cs="Calibri"/>
                <w:noProof/>
                <w:sz w:val="22"/>
                <w:szCs w:val="22"/>
                <w:lang w:val="ro-RO"/>
              </w:rPr>
            </w:pPr>
            <w:r w:rsidRPr="00E67132">
              <w:rPr>
                <w:rFonts w:ascii="Calibri" w:hAnsi="Calibri" w:cs="Calibri"/>
                <w:noProof/>
                <w:sz w:val="22"/>
                <w:szCs w:val="22"/>
                <w:lang w:val="ro-RO"/>
              </w:rPr>
              <w:t>PS2.Principiul comasării exploatațiilor având în vedere numărul exploatațiilor preluate integral</w:t>
            </w:r>
          </w:p>
          <w:p w14:paraId="32050CE1" w14:textId="77777777" w:rsidR="00F84A7A" w:rsidRPr="00E67132" w:rsidRDefault="00F84A7A" w:rsidP="00BD7140">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1. </w:t>
            </w:r>
            <w:r w:rsidRPr="00E67132">
              <w:rPr>
                <w:rFonts w:ascii="Calibri" w:hAnsi="Calibri" w:cs="Calibri"/>
                <w:b w:val="0"/>
                <w:noProof/>
                <w:sz w:val="22"/>
                <w:szCs w:val="22"/>
                <w:lang w:val="ro-RO"/>
              </w:rPr>
              <w:t xml:space="preserve">Solicitantul preia integral minim trei exploatații agricole      </w:t>
            </w:r>
            <w:r w:rsidRPr="00E67132">
              <w:rPr>
                <w:rFonts w:ascii="Calibri" w:hAnsi="Calibri" w:cs="Calibri"/>
                <w:noProof/>
                <w:sz w:val="22"/>
                <w:szCs w:val="22"/>
                <w:lang w:val="ro-RO"/>
              </w:rPr>
              <w:t xml:space="preserve">15 p. </w:t>
            </w:r>
          </w:p>
          <w:p w14:paraId="06CBF107" w14:textId="77777777" w:rsidR="00F84A7A" w:rsidRPr="00E67132" w:rsidRDefault="00F84A7A" w:rsidP="00BD7140">
            <w:pPr>
              <w:pStyle w:val="BodyText3"/>
              <w:jc w:val="both"/>
              <w:rPr>
                <w:rFonts w:ascii="Calibri" w:hAnsi="Calibri" w:cs="Calibri"/>
                <w:noProof/>
                <w:sz w:val="22"/>
                <w:szCs w:val="22"/>
                <w:lang w:val="ro-RO"/>
              </w:rPr>
            </w:pPr>
            <w:r w:rsidRPr="00E67132">
              <w:rPr>
                <w:rFonts w:ascii="Calibri" w:hAnsi="Calibri" w:cs="Calibri"/>
                <w:b w:val="0"/>
                <w:noProof/>
                <w:sz w:val="22"/>
                <w:szCs w:val="22"/>
                <w:lang w:val="ro-RO"/>
              </w:rPr>
              <w:t xml:space="preserve">-2. Solicitantul preia integral două exploatații agricole              </w:t>
            </w:r>
            <w:r w:rsidRPr="00E67132">
              <w:rPr>
                <w:rFonts w:ascii="Calibri" w:hAnsi="Calibri" w:cs="Calibri"/>
                <w:noProof/>
                <w:sz w:val="22"/>
                <w:szCs w:val="22"/>
                <w:lang w:val="ro-RO"/>
              </w:rPr>
              <w:t xml:space="preserve">10 p. </w:t>
            </w:r>
          </w:p>
          <w:p w14:paraId="58EA527D" w14:textId="77777777" w:rsidR="00F84A7A" w:rsidRPr="00E67132" w:rsidRDefault="00F84A7A" w:rsidP="00BD7140">
            <w:pPr>
              <w:pStyle w:val="BodyText3"/>
              <w:jc w:val="both"/>
              <w:rPr>
                <w:rFonts w:ascii="Calibri" w:hAnsi="Calibri" w:cs="Calibri"/>
                <w:noProof/>
                <w:sz w:val="22"/>
                <w:szCs w:val="22"/>
                <w:lang w:val="ro-RO"/>
              </w:rPr>
            </w:pPr>
            <w:r w:rsidRPr="00E67132">
              <w:rPr>
                <w:rFonts w:ascii="Calibri" w:hAnsi="Calibri" w:cs="Calibri"/>
                <w:b w:val="0"/>
                <w:noProof/>
                <w:sz w:val="22"/>
                <w:szCs w:val="22"/>
                <w:lang w:val="ro-RO"/>
              </w:rPr>
              <w:t xml:space="preserve">-3. Solicitantul preia integral cel puţin o exploatație agricolă    </w:t>
            </w:r>
            <w:r w:rsidRPr="00E67132">
              <w:rPr>
                <w:rFonts w:ascii="Calibri" w:hAnsi="Calibri" w:cs="Calibri"/>
                <w:noProof/>
                <w:sz w:val="22"/>
                <w:szCs w:val="22"/>
                <w:lang w:val="ro-RO"/>
              </w:rPr>
              <w:t>5 p.</w:t>
            </w:r>
          </w:p>
          <w:p w14:paraId="306B610C" w14:textId="77777777" w:rsidR="00F84A7A" w:rsidRPr="00E67132" w:rsidRDefault="00F84A7A" w:rsidP="00BD7140">
            <w:pPr>
              <w:pStyle w:val="NoSpacing"/>
              <w:spacing w:line="276" w:lineRule="auto"/>
              <w:jc w:val="both"/>
              <w:rPr>
                <w:rFonts w:cs="Calibri"/>
                <w:i/>
                <w:noProof/>
                <w:lang w:val="ro-RO"/>
              </w:rPr>
            </w:pPr>
            <w:r w:rsidRPr="00E67132">
              <w:rPr>
                <w:rFonts w:cs="Calibri"/>
                <w:i/>
                <w:noProof/>
                <w:lang w:val="ro-RO"/>
              </w:rPr>
              <w:t xml:space="preserve">Pentru a beneficia de punctaj conform criteriului de selecţie, preluarea exploataţiilor se realizează unitar, cu toate suprafeţele şi animalele, aşa cum apar înregistrate  la APIA şi/ sau la ANSVSAşi în Registrul agricol. </w:t>
            </w:r>
          </w:p>
          <w:p w14:paraId="2276E8D2" w14:textId="77777777" w:rsidR="00F84A7A" w:rsidRPr="00E67132" w:rsidRDefault="00F84A7A" w:rsidP="00BD7140">
            <w:pPr>
              <w:pStyle w:val="NoSpacing"/>
              <w:spacing w:line="276" w:lineRule="auto"/>
              <w:jc w:val="both"/>
              <w:rPr>
                <w:rFonts w:cs="Calibri"/>
                <w:i/>
                <w:noProof/>
                <w:lang w:val="ro-RO"/>
              </w:rPr>
            </w:pPr>
            <w:r w:rsidRPr="00E67132">
              <w:rPr>
                <w:rFonts w:cs="Calibri"/>
                <w:i/>
                <w:noProof/>
                <w:lang w:val="ro-RO"/>
              </w:rPr>
              <w:t>Ca urmare, cedentul nu trebuie să mai fie înregistrat în Registrul unic de identificare de la APIA şi/ sau în Registrul exploatațiilor de la ANSVSA/ DSVSA/ Circumscripție Veterinarăşi Registrul Agricol.</w:t>
            </w:r>
          </w:p>
          <w:p w14:paraId="46CE8380" w14:textId="77777777" w:rsidR="00F84A7A" w:rsidRPr="00E67132" w:rsidRDefault="00F84A7A" w:rsidP="00BD7140">
            <w:pPr>
              <w:pStyle w:val="BodyText3"/>
              <w:jc w:val="both"/>
              <w:rPr>
                <w:rFonts w:ascii="Calibri" w:hAnsi="Calibri" w:cs="Calibri"/>
                <w:i/>
                <w:noProof/>
                <w:sz w:val="22"/>
                <w:szCs w:val="22"/>
                <w:lang w:val="ro-RO"/>
              </w:rPr>
            </w:pPr>
            <w:r w:rsidRPr="00E67132">
              <w:rPr>
                <w:rFonts w:ascii="Calibri" w:hAnsi="Calibri" w:cs="Calibri"/>
                <w:i/>
                <w:noProof/>
                <w:sz w:val="22"/>
                <w:szCs w:val="22"/>
                <w:lang w:val="ro-RO"/>
              </w:rPr>
              <w:t>Nu este obligatorie preluarea curții și a anexelor gospodăriei cedentului.</w:t>
            </w:r>
          </w:p>
          <w:p w14:paraId="7B979CB7" w14:textId="77777777" w:rsidR="00F84A7A" w:rsidRPr="00E67132" w:rsidRDefault="00F84A7A" w:rsidP="00BD7140">
            <w:pPr>
              <w:pStyle w:val="BodyText3"/>
              <w:jc w:val="both"/>
              <w:rPr>
                <w:rFonts w:ascii="Calibri" w:hAnsi="Calibri" w:cs="Calibri"/>
                <w:i/>
                <w:noProof/>
                <w:sz w:val="22"/>
                <w:szCs w:val="22"/>
                <w:lang w:val="ro-RO"/>
              </w:rPr>
            </w:pPr>
            <w:r w:rsidRPr="00E67132">
              <w:rPr>
                <w:rFonts w:ascii="Calibri" w:hAnsi="Calibri" w:cs="Calibri"/>
                <w:i/>
                <w:noProof/>
                <w:sz w:val="22"/>
                <w:szCs w:val="22"/>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14:paraId="026402CF" w14:textId="77777777" w:rsidR="00F84A7A" w:rsidRPr="00E67132" w:rsidRDefault="00F84A7A" w:rsidP="00BD7140">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ATENȚIE! Nu se va acorda punctaj în  situația în care cedentul/cedenții exploatației agricole preluate integral au jucat doar un rolul de proprietar intermediar de scurtă durată a unei părți din altă exploatație mai mare (de exemplu: cedentul nu are nicio cerere de plată solicitată și înacasată de la APIA).</w:t>
            </w:r>
          </w:p>
        </w:tc>
        <w:tc>
          <w:tcPr>
            <w:tcW w:w="3063" w:type="dxa"/>
            <w:gridSpan w:val="8"/>
            <w:shd w:val="clear" w:color="auto" w:fill="auto"/>
          </w:tcPr>
          <w:p w14:paraId="51CC6915" w14:textId="77777777" w:rsidR="00F84A7A" w:rsidRPr="00E67132" w:rsidRDefault="00F84A7A" w:rsidP="00F84A7A">
            <w:pPr>
              <w:pStyle w:val="BodyText3"/>
              <w:rPr>
                <w:rFonts w:ascii="Calibri" w:hAnsi="Calibri" w:cs="Calibri"/>
                <w:b w:val="0"/>
                <w:noProof/>
                <w:sz w:val="22"/>
                <w:szCs w:val="22"/>
                <w:lang w:val="ro-RO"/>
              </w:rPr>
            </w:pPr>
          </w:p>
          <w:p w14:paraId="29E83914" w14:textId="77777777" w:rsidR="00F84A7A" w:rsidRPr="00E67132" w:rsidRDefault="00F84A7A" w:rsidP="00F84A7A">
            <w:pPr>
              <w:pStyle w:val="BodyText3"/>
              <w:rPr>
                <w:rFonts w:ascii="Calibri" w:hAnsi="Calibri" w:cs="Calibri"/>
                <w:b w:val="0"/>
                <w:noProof/>
                <w:sz w:val="22"/>
                <w:szCs w:val="22"/>
                <w:lang w:val="ro-RO"/>
              </w:rPr>
            </w:pPr>
          </w:p>
          <w:p w14:paraId="4CE274B4"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1E59FDBB" w14:textId="77777777" w:rsidTr="00342928">
        <w:trPr>
          <w:gridAfter w:val="4"/>
          <w:wAfter w:w="4970" w:type="dxa"/>
        </w:trPr>
        <w:tc>
          <w:tcPr>
            <w:tcW w:w="7035" w:type="dxa"/>
            <w:gridSpan w:val="6"/>
            <w:shd w:val="clear" w:color="auto" w:fill="auto"/>
          </w:tcPr>
          <w:p w14:paraId="7C86D623"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Plan de afaceri</w:t>
            </w:r>
          </w:p>
        </w:tc>
        <w:tc>
          <w:tcPr>
            <w:tcW w:w="3063" w:type="dxa"/>
            <w:gridSpan w:val="8"/>
            <w:shd w:val="clear" w:color="auto" w:fill="auto"/>
          </w:tcPr>
          <w:p w14:paraId="5BD1E563"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106A7DF8" w14:textId="77777777" w:rsidTr="00342928">
        <w:trPr>
          <w:gridAfter w:val="4"/>
          <w:wAfter w:w="4970" w:type="dxa"/>
        </w:trPr>
        <w:tc>
          <w:tcPr>
            <w:tcW w:w="7035" w:type="dxa"/>
            <w:gridSpan w:val="6"/>
            <w:shd w:val="clear" w:color="auto" w:fill="auto"/>
          </w:tcPr>
          <w:p w14:paraId="7D679E96"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2 a) Documente proprietate/folosinţă pentru exploataţia agricolă</w:t>
            </w:r>
          </w:p>
        </w:tc>
        <w:tc>
          <w:tcPr>
            <w:tcW w:w="3063" w:type="dxa"/>
            <w:gridSpan w:val="8"/>
            <w:shd w:val="clear" w:color="auto" w:fill="auto"/>
          </w:tcPr>
          <w:p w14:paraId="0B3BCE6A"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4DD6830" w14:textId="77777777" w:rsidTr="00342928">
        <w:trPr>
          <w:gridAfter w:val="4"/>
          <w:wAfter w:w="4970" w:type="dxa"/>
        </w:trPr>
        <w:tc>
          <w:tcPr>
            <w:tcW w:w="7035" w:type="dxa"/>
            <w:gridSpan w:val="6"/>
            <w:shd w:val="clear" w:color="auto" w:fill="auto"/>
          </w:tcPr>
          <w:p w14:paraId="606F552E"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2 c) Documente solicitate pentru animale, păsări şi familii de albine</w:t>
            </w:r>
          </w:p>
        </w:tc>
        <w:tc>
          <w:tcPr>
            <w:tcW w:w="3063" w:type="dxa"/>
            <w:gridSpan w:val="8"/>
            <w:shd w:val="clear" w:color="auto" w:fill="auto"/>
          </w:tcPr>
          <w:p w14:paraId="2A23A77E"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0B5478EE" w14:textId="77777777" w:rsidTr="00342928">
        <w:trPr>
          <w:gridAfter w:val="4"/>
          <w:wAfter w:w="4970" w:type="dxa"/>
        </w:trPr>
        <w:tc>
          <w:tcPr>
            <w:tcW w:w="7035" w:type="dxa"/>
            <w:gridSpan w:val="6"/>
            <w:shd w:val="clear" w:color="auto" w:fill="auto"/>
          </w:tcPr>
          <w:p w14:paraId="2CF2C3FE"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2 d) Copie din Registrul agricol</w:t>
            </w:r>
          </w:p>
        </w:tc>
        <w:tc>
          <w:tcPr>
            <w:tcW w:w="3063" w:type="dxa"/>
            <w:gridSpan w:val="8"/>
            <w:shd w:val="clear" w:color="auto" w:fill="auto"/>
          </w:tcPr>
          <w:p w14:paraId="7855B6D8" w14:textId="77777777" w:rsidR="00F84A7A" w:rsidRPr="00E67132" w:rsidRDefault="00F84A7A" w:rsidP="00F84A7A">
            <w:pPr>
              <w:pStyle w:val="BodyText3"/>
              <w:jc w:val="left"/>
              <w:rPr>
                <w:rFonts w:ascii="Calibri" w:hAnsi="Calibri" w:cs="Calibri"/>
                <w:noProof/>
                <w:sz w:val="22"/>
                <w:szCs w:val="22"/>
                <w:lang w:val="ro-RO"/>
              </w:rPr>
            </w:pPr>
          </w:p>
        </w:tc>
      </w:tr>
      <w:tr w:rsidR="00F84A7A" w:rsidRPr="00E67132" w14:paraId="5485E4D9" w14:textId="77777777" w:rsidTr="00342928">
        <w:trPr>
          <w:gridAfter w:val="4"/>
          <w:wAfter w:w="4970" w:type="dxa"/>
        </w:trPr>
        <w:tc>
          <w:tcPr>
            <w:tcW w:w="7035" w:type="dxa"/>
            <w:gridSpan w:val="6"/>
            <w:shd w:val="clear" w:color="auto" w:fill="auto"/>
          </w:tcPr>
          <w:p w14:paraId="42AFEAB3"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PS3.Principiul nivelului de calificare în domeniul agricol*</w:t>
            </w:r>
          </w:p>
          <w:p w14:paraId="71CB9D41"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noProof/>
                <w:sz w:val="22"/>
                <w:szCs w:val="22"/>
                <w:lang w:val="ro-RO"/>
              </w:rPr>
              <w:t xml:space="preserve">-1. Solicitantul a absolvit cu diplomă de studii superioare în domeniul agricol </w:t>
            </w:r>
            <w:r w:rsidR="00C24B31" w:rsidRPr="00E67132">
              <w:rPr>
                <w:rFonts w:ascii="Calibri" w:hAnsi="Calibri" w:cs="Calibri"/>
                <w:b w:val="0"/>
                <w:noProof/>
                <w:sz w:val="22"/>
                <w:szCs w:val="22"/>
                <w:lang w:val="ro-RO"/>
              </w:rPr>
              <w:t xml:space="preserve">35 </w:t>
            </w:r>
            <w:r w:rsidR="00C24B31" w:rsidRPr="00E67132">
              <w:rPr>
                <w:rFonts w:ascii="Calibri" w:hAnsi="Calibri" w:cs="Calibri"/>
                <w:noProof/>
                <w:sz w:val="22"/>
                <w:szCs w:val="22"/>
                <w:lang w:val="ro-RO"/>
              </w:rPr>
              <w:t xml:space="preserve"> </w:t>
            </w:r>
            <w:r w:rsidRPr="00E67132">
              <w:rPr>
                <w:rFonts w:ascii="Calibri" w:hAnsi="Calibri" w:cs="Calibri"/>
                <w:noProof/>
                <w:sz w:val="22"/>
                <w:szCs w:val="22"/>
                <w:lang w:val="ro-RO"/>
              </w:rPr>
              <w:t>p</w:t>
            </w:r>
            <w:r w:rsidR="00C24B31" w:rsidRPr="00E67132">
              <w:rPr>
                <w:rFonts w:ascii="Calibri" w:hAnsi="Calibri" w:cs="Calibri"/>
                <w:noProof/>
                <w:sz w:val="22"/>
                <w:szCs w:val="22"/>
                <w:lang w:val="ro-RO"/>
              </w:rPr>
              <w:t>uncte</w:t>
            </w:r>
            <w:r w:rsidRPr="00E67132">
              <w:rPr>
                <w:rFonts w:ascii="Calibri" w:hAnsi="Calibri" w:cs="Calibri"/>
                <w:noProof/>
                <w:sz w:val="22"/>
                <w:szCs w:val="22"/>
                <w:lang w:val="ro-RO"/>
              </w:rPr>
              <w:t>.</w:t>
            </w:r>
          </w:p>
          <w:p w14:paraId="2B5CCAB7" w14:textId="77777777" w:rsidR="00F84A7A" w:rsidRPr="00E67132" w:rsidRDefault="00F84A7A" w:rsidP="00F84A7A">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 xml:space="preserve">2. Solicitantul a absolvit studii postliceale sau liceale în domeniul agricol </w:t>
            </w:r>
            <w:r w:rsidR="00C24B31" w:rsidRPr="00E67132">
              <w:rPr>
                <w:rFonts w:ascii="Calibri" w:hAnsi="Calibri" w:cs="Calibri"/>
                <w:noProof/>
                <w:sz w:val="22"/>
                <w:szCs w:val="22"/>
                <w:lang w:val="ro-RO"/>
              </w:rPr>
              <w:t xml:space="preserve">25  </w:t>
            </w:r>
            <w:r w:rsidRPr="00E67132">
              <w:rPr>
                <w:rFonts w:ascii="Calibri" w:hAnsi="Calibri" w:cs="Calibri"/>
                <w:noProof/>
                <w:sz w:val="22"/>
                <w:szCs w:val="22"/>
                <w:lang w:val="ro-RO"/>
              </w:rPr>
              <w:t>p</w:t>
            </w:r>
            <w:r w:rsidR="00C24B31" w:rsidRPr="00E67132">
              <w:rPr>
                <w:rFonts w:ascii="Calibri" w:hAnsi="Calibri" w:cs="Calibri"/>
                <w:noProof/>
                <w:sz w:val="22"/>
                <w:szCs w:val="22"/>
                <w:lang w:val="ro-RO"/>
              </w:rPr>
              <w:t>uncte</w:t>
            </w:r>
          </w:p>
          <w:p w14:paraId="21D98AF3"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b w:val="0"/>
                <w:noProof/>
                <w:sz w:val="22"/>
                <w:szCs w:val="22"/>
                <w:lang w:val="ro-RO"/>
              </w:rPr>
              <w:t>3.</w:t>
            </w:r>
            <w:r w:rsidR="00463657" w:rsidRPr="00E67132">
              <w:rPr>
                <w:rFonts w:ascii="Calibri" w:hAnsi="Calibri"/>
                <w:noProof/>
                <w:sz w:val="22"/>
                <w:szCs w:val="22"/>
                <w:lang w:val="ro-RO"/>
              </w:rPr>
              <w:t xml:space="preserve">Formare profesională care conferă un nivel de calificare superior nivelului minim obligatoriu solicitat prin eligibilitate, astfel - </w:t>
            </w:r>
            <w:r w:rsidR="00463657" w:rsidRPr="00E67132">
              <w:rPr>
                <w:rFonts w:ascii="Calibri" w:hAnsi="Calibri" w:cs="Calibri"/>
                <w:noProof/>
                <w:sz w:val="22"/>
                <w:szCs w:val="22"/>
                <w:lang w:val="ro-RO"/>
              </w:rPr>
              <w:t>formare profesională care conferă un nivel de calificare prin studii/ curs de calificare în domeniul agricol, agro-alimentar, veterinar sau economie agrară (cel puţin Nivelul I de calificare, conform legislaţiei aplicabile la momentul acordării certificatului de calificare profesională)</w:t>
            </w:r>
            <w:r w:rsidRPr="00E67132">
              <w:rPr>
                <w:rFonts w:ascii="Calibri" w:hAnsi="Calibri" w:cs="Calibri"/>
                <w:b w:val="0"/>
                <w:noProof/>
                <w:sz w:val="22"/>
                <w:szCs w:val="22"/>
                <w:lang w:val="ro-RO"/>
              </w:rPr>
              <w:t xml:space="preserve">  </w:t>
            </w:r>
            <w:r w:rsidRPr="00E67132">
              <w:rPr>
                <w:rFonts w:ascii="Calibri" w:hAnsi="Calibri" w:cs="Calibri"/>
                <w:noProof/>
                <w:sz w:val="22"/>
                <w:szCs w:val="22"/>
                <w:lang w:val="ro-RO"/>
              </w:rPr>
              <w:t>1</w:t>
            </w:r>
            <w:r w:rsidR="00C24B31" w:rsidRPr="00E67132">
              <w:rPr>
                <w:rFonts w:ascii="Calibri" w:hAnsi="Calibri" w:cs="Calibri"/>
                <w:noProof/>
                <w:sz w:val="22"/>
                <w:szCs w:val="22"/>
                <w:lang w:val="ro-RO"/>
              </w:rPr>
              <w:t>5 puncte</w:t>
            </w:r>
          </w:p>
          <w:p w14:paraId="31B45628" w14:textId="77777777" w:rsidR="00F84A7A" w:rsidRPr="00E67132" w:rsidRDefault="00F84A7A" w:rsidP="00F84A7A">
            <w:pPr>
              <w:pStyle w:val="NoSpacing"/>
              <w:spacing w:after="100"/>
              <w:jc w:val="both"/>
              <w:rPr>
                <w:rFonts w:asciiTheme="minorHAnsi" w:hAnsiTheme="minorHAnsi"/>
                <w:noProof/>
                <w:sz w:val="20"/>
                <w:szCs w:val="20"/>
                <w:lang w:val="ro-RO"/>
              </w:rPr>
            </w:pPr>
            <w:r w:rsidRPr="00E67132">
              <w:rPr>
                <w:rFonts w:asciiTheme="minorHAnsi" w:hAnsiTheme="minorHAnsi"/>
                <w:i/>
                <w:noProof/>
                <w:sz w:val="20"/>
                <w:szCs w:val="20"/>
                <w:lang w:val="ro-RO"/>
              </w:rPr>
              <w:t xml:space="preserve">Nivelul I de calificare profesională are o durată de minim 360 ore, pentru certificatele eliberate până la 1 ianuarie 2016, şi 80 de ore pentru cele eliberate ulterior, conform prevederilor legale în vigoare. </w:t>
            </w:r>
            <w:r w:rsidRPr="00E67132">
              <w:rPr>
                <w:rFonts w:asciiTheme="minorHAnsi" w:hAnsiTheme="minorHAnsi"/>
                <w:noProof/>
                <w:sz w:val="20"/>
                <w:szCs w:val="20"/>
                <w:lang w:val="ro-RO"/>
              </w:rPr>
              <w:t xml:space="preserve">Pentru acordarea de punctaj la criteriul 3 de selecţie, sunt acceptate şi certificatele de absolvire a cursurilor de calificare emise de ANCA. </w:t>
            </w:r>
          </w:p>
          <w:p w14:paraId="11A8C5B8" w14:textId="645BF09B" w:rsidR="00B945E8" w:rsidRDefault="00F84A7A" w:rsidP="00EE2703">
            <w:pPr>
              <w:pStyle w:val="BodyText3"/>
              <w:jc w:val="both"/>
              <w:rPr>
                <w:rFonts w:ascii="Calibri" w:hAnsi="Calibri" w:cs="Calibri"/>
                <w:sz w:val="22"/>
                <w:szCs w:val="22"/>
                <w:lang w:val="ro-RO"/>
              </w:rPr>
            </w:pPr>
            <w:r w:rsidRPr="00E67132">
              <w:rPr>
                <w:rFonts w:ascii="Calibri" w:hAnsi="Calibri" w:cs="Calibri"/>
                <w:b w:val="0"/>
                <w:noProof/>
                <w:sz w:val="22"/>
                <w:szCs w:val="22"/>
                <w:lang w:val="ro-RO"/>
              </w:rPr>
              <w:t>* pentru studii universitare, conform HG nr. 580/2014 cu modificările şi completările ulterioare, iar pentru studii liceale, conform HG nr. 844/2002 cu modificările şi completările ulterioare.</w:t>
            </w:r>
            <w:r w:rsidR="005F36E3" w:rsidRPr="00E67132">
              <w:rPr>
                <w:rFonts w:asciiTheme="minorHAnsi" w:hAnsiTheme="minorHAnsi" w:cstheme="minorHAnsi"/>
                <w:noProof/>
                <w:sz w:val="22"/>
                <w:szCs w:val="22"/>
                <w:lang w:val="ro-RO"/>
              </w:rPr>
              <w:t xml:space="preserve">Dacă este cazul, cetățenii români din afara granițelor României vor depune un </w:t>
            </w:r>
            <w:r w:rsidR="00EE2703">
              <w:rPr>
                <w:rFonts w:asciiTheme="minorHAnsi" w:hAnsiTheme="minorHAnsi" w:cstheme="minorHAnsi"/>
                <w:noProof/>
                <w:sz w:val="22"/>
                <w:szCs w:val="22"/>
                <w:lang w:val="ro-RO"/>
              </w:rPr>
              <w:t xml:space="preserve"> </w:t>
            </w:r>
            <w:r w:rsidR="00EE2703">
              <w:rPr>
                <w:rFonts w:ascii="Calibri" w:hAnsi="Calibri" w:cs="Calibri"/>
                <w:b w:val="0"/>
                <w:noProof/>
                <w:sz w:val="22"/>
                <w:szCs w:val="22"/>
              </w:rPr>
              <w:t>d</w:t>
            </w:r>
            <w:r w:rsidR="00B945E8" w:rsidRPr="00567EBB">
              <w:rPr>
                <w:rFonts w:ascii="Calibri" w:hAnsi="Calibri" w:cs="Calibri"/>
                <w:b w:val="0"/>
                <w:noProof/>
                <w:sz w:val="22"/>
                <w:szCs w:val="22"/>
              </w:rPr>
              <w:t>ocument oficial (diplomă/certificat de absolvire</w:t>
            </w:r>
            <w:r w:rsidR="00B945E8">
              <w:rPr>
                <w:rFonts w:ascii="Calibri" w:hAnsi="Calibri" w:cs="Calibri"/>
                <w:b w:val="0"/>
                <w:noProof/>
                <w:sz w:val="22"/>
                <w:szCs w:val="22"/>
              </w:rPr>
              <w:t>/</w:t>
            </w:r>
            <w:r w:rsidR="00B945E8">
              <w:t xml:space="preserve"> </w:t>
            </w:r>
            <w:r w:rsidR="00B945E8" w:rsidRPr="000D2C57">
              <w:rPr>
                <w:rFonts w:ascii="Calibri" w:hAnsi="Calibri" w:cs="Calibri"/>
                <w:b w:val="0"/>
                <w:noProof/>
                <w:sz w:val="22"/>
                <w:szCs w:val="22"/>
              </w:rPr>
              <w:t>adeverinţă de absolvire a studiilor respective, însoţită de situația școlară</w:t>
            </w:r>
            <w:r w:rsidR="00B945E8">
              <w:rPr>
                <w:rFonts w:ascii="Calibri" w:hAnsi="Calibri" w:cs="Calibri"/>
                <w:b w:val="0"/>
                <w:noProof/>
                <w:sz w:val="22"/>
                <w:szCs w:val="22"/>
              </w:rPr>
              <w:t>*</w:t>
            </w:r>
            <w:r w:rsidR="00B945E8" w:rsidRPr="00567EBB">
              <w:rPr>
                <w:rFonts w:ascii="Calibri" w:hAnsi="Calibri" w:cs="Calibri"/>
                <w:b w:val="0"/>
                <w:noProof/>
                <w:sz w:val="22"/>
                <w:szCs w:val="22"/>
              </w:rPr>
              <w:t xml:space="preserve">) </w:t>
            </w:r>
            <w:r w:rsidR="00B945E8">
              <w:rPr>
                <w:rFonts w:ascii="Calibri" w:hAnsi="Calibri" w:cs="Calibri"/>
                <w:b w:val="0"/>
                <w:noProof/>
                <w:sz w:val="22"/>
                <w:szCs w:val="22"/>
              </w:rPr>
              <w:t>* sau alt d</w:t>
            </w:r>
            <w:r w:rsidR="00B945E8" w:rsidRPr="00567EBB">
              <w:rPr>
                <w:rFonts w:ascii="Calibri" w:hAnsi="Calibri" w:cs="Calibri"/>
                <w:b w:val="0"/>
                <w:noProof/>
                <w:sz w:val="22"/>
                <w:szCs w:val="22"/>
              </w:rPr>
              <w:t>ocument care să dovedească absolvirea</w:t>
            </w:r>
            <w:r w:rsidR="00B945E8">
              <w:rPr>
                <w:rFonts w:ascii="Calibri" w:hAnsi="Calibri" w:cs="Calibri"/>
                <w:b w:val="0"/>
                <w:noProof/>
                <w:sz w:val="22"/>
                <w:szCs w:val="22"/>
              </w:rPr>
              <w:t xml:space="preserve"> </w:t>
            </w:r>
            <w:r w:rsidR="00B945E8" w:rsidRPr="00567EBB">
              <w:rPr>
                <w:rFonts w:ascii="Calibri" w:hAnsi="Calibri" w:cs="Calibri"/>
                <w:b w:val="0"/>
                <w:noProof/>
                <w:sz w:val="22"/>
                <w:szCs w:val="22"/>
              </w:rPr>
              <w:t>unui</w:t>
            </w:r>
            <w:r w:rsidR="00B945E8" w:rsidRPr="00567EBB" w:rsidDel="00C54D2F">
              <w:rPr>
                <w:rFonts w:ascii="Calibri" w:hAnsi="Calibri" w:cs="Calibri"/>
                <w:b w:val="0"/>
                <w:noProof/>
                <w:sz w:val="22"/>
                <w:szCs w:val="22"/>
              </w:rPr>
              <w:t xml:space="preserve"> </w:t>
            </w:r>
            <w:r w:rsidR="00B945E8" w:rsidRPr="00567EBB">
              <w:rPr>
                <w:rFonts w:ascii="Calibri" w:hAnsi="Calibri" w:cs="Calibri"/>
                <w:b w:val="0"/>
                <w:noProof/>
                <w:sz w:val="22"/>
                <w:szCs w:val="22"/>
              </w:rPr>
              <w:t>program de studiu</w:t>
            </w:r>
            <w:r w:rsidR="00B945E8">
              <w:rPr>
                <w:rFonts w:ascii="Calibri" w:hAnsi="Calibri" w:cs="Calibri"/>
                <w:b w:val="0"/>
                <w:noProof/>
                <w:sz w:val="22"/>
                <w:szCs w:val="22"/>
              </w:rPr>
              <w:t>)</w:t>
            </w:r>
            <w:r w:rsidR="00B945E8">
              <w:rPr>
                <w:rFonts w:ascii="Calibri" w:hAnsi="Calibri" w:cs="Calibri"/>
                <w:b w:val="0"/>
                <w:sz w:val="22"/>
                <w:szCs w:val="22"/>
                <w:lang w:val="en-US"/>
              </w:rPr>
              <w:t>,</w:t>
            </w:r>
            <w:r w:rsidR="00B945E8" w:rsidRPr="00567EBB">
              <w:rPr>
                <w:rFonts w:ascii="Calibri" w:hAnsi="Calibri" w:cs="Calibri"/>
                <w:b w:val="0"/>
                <w:noProof/>
                <w:sz w:val="22"/>
                <w:szCs w:val="22"/>
              </w:rPr>
              <w:t xml:space="preserve"> în domeniul agricol, </w:t>
            </w:r>
            <w:r w:rsidR="00B945E8" w:rsidRPr="00567EBB">
              <w:rPr>
                <w:rFonts w:ascii="Calibri" w:hAnsi="Calibri" w:cs="Calibri"/>
                <w:b w:val="0"/>
                <w:sz w:val="22"/>
                <w:szCs w:val="22"/>
              </w:rPr>
              <w:t>agro-alimentar, veterinar sau economie agrară</w:t>
            </w:r>
            <w:r w:rsidR="00B945E8">
              <w:rPr>
                <w:rFonts w:ascii="Calibri" w:hAnsi="Calibri" w:cs="Calibri"/>
                <w:b w:val="0"/>
                <w:sz w:val="22"/>
                <w:szCs w:val="22"/>
              </w:rPr>
              <w:t xml:space="preserve"> a s</w:t>
            </w:r>
            <w:r w:rsidR="00B945E8" w:rsidRPr="00567EBB">
              <w:rPr>
                <w:rFonts w:ascii="Calibri" w:hAnsi="Calibri" w:cs="Calibri"/>
                <w:b w:val="0"/>
                <w:noProof/>
                <w:sz w:val="22"/>
                <w:szCs w:val="22"/>
              </w:rPr>
              <w:t xml:space="preserve">olicitantului </w:t>
            </w:r>
            <w:r w:rsidR="00EE2703">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017EB6">
              <w:rPr>
                <w:rFonts w:ascii="Calibri" w:hAnsi="Calibri" w:cs="Calibri"/>
                <w:b w:val="0"/>
                <w:noProof/>
                <w:sz w:val="22"/>
                <w:szCs w:val="22"/>
                <w:lang w:val="ro-RO"/>
              </w:rPr>
              <w:t xml:space="preserve"> membre</w:t>
            </w:r>
            <w:r w:rsidR="00EE2703">
              <w:rPr>
                <w:rFonts w:ascii="Calibri" w:hAnsi="Calibri" w:cs="Calibri"/>
                <w:b w:val="0"/>
                <w:noProof/>
                <w:sz w:val="22"/>
                <w:szCs w:val="22"/>
                <w:lang w:val="ro-RO"/>
              </w:rPr>
              <w:t xml:space="preserve"> UE sau terțe UE </w:t>
            </w:r>
            <w:r w:rsidR="00EE2703" w:rsidRPr="00DC5564">
              <w:rPr>
                <w:rFonts w:ascii="Calibri" w:hAnsi="Calibri" w:cs="Calibri"/>
                <w:sz w:val="22"/>
                <w:szCs w:val="22"/>
                <w:lang w:val="ro-RO"/>
              </w:rPr>
              <w:t xml:space="preserve">echivalat, conform legislaţiei naţionale, </w:t>
            </w:r>
            <w:r w:rsidR="00EE2703" w:rsidRPr="0033009E">
              <w:rPr>
                <w:rFonts w:ascii="Calibri" w:hAnsi="Calibri" w:cs="Calibri"/>
                <w:sz w:val="22"/>
                <w:szCs w:val="22"/>
                <w:lang w:val="ro-RO"/>
              </w:rPr>
              <w:t xml:space="preserve">până la depunerea  </w:t>
            </w:r>
            <w:r w:rsidR="00EE2703" w:rsidRPr="00DC5564">
              <w:rPr>
                <w:rFonts w:ascii="Calibri" w:hAnsi="Calibri" w:cs="Calibri"/>
                <w:sz w:val="22"/>
                <w:szCs w:val="22"/>
                <w:lang w:val="ro-RO"/>
              </w:rPr>
              <w:t>cererii de finanţare</w:t>
            </w:r>
            <w:r w:rsidR="00A6663A">
              <w:rPr>
                <w:rFonts w:ascii="Calibri" w:hAnsi="Calibri" w:cs="Calibri"/>
                <w:sz w:val="22"/>
                <w:szCs w:val="22"/>
                <w:lang w:val="ro-RO"/>
              </w:rPr>
              <w:t xml:space="preserve"> .</w:t>
            </w:r>
          </w:p>
          <w:p w14:paraId="12B5EF00" w14:textId="77777777" w:rsidR="00A6663A" w:rsidRPr="008A17D6" w:rsidRDefault="00A6663A" w:rsidP="00EE2703">
            <w:pPr>
              <w:pStyle w:val="BodyText3"/>
              <w:jc w:val="both"/>
              <w:rPr>
                <w:rFonts w:asciiTheme="minorHAnsi" w:hAnsiTheme="minorHAnsi" w:cstheme="minorHAnsi"/>
                <w:noProof/>
                <w:sz w:val="22"/>
                <w:szCs w:val="22"/>
                <w:lang w:val="ro-RO"/>
              </w:rPr>
            </w:pPr>
          </w:p>
          <w:p w14:paraId="689E8D97" w14:textId="77777777" w:rsidR="00B945E8" w:rsidRDefault="009E3BF6" w:rsidP="007A4C7F">
            <w:pPr>
              <w:pStyle w:val="BodyText3"/>
              <w:jc w:val="both"/>
              <w:rPr>
                <w:rFonts w:asciiTheme="minorHAnsi" w:hAnsiTheme="minorHAnsi" w:cstheme="minorHAnsi"/>
                <w:noProof/>
                <w:sz w:val="22"/>
                <w:szCs w:val="22"/>
                <w:lang w:val="ro-RO"/>
              </w:rPr>
            </w:pPr>
            <w:r>
              <w:rPr>
                <w:rFonts w:asciiTheme="minorHAnsi" w:hAnsiTheme="minorHAnsi" w:cstheme="minorHAnsi"/>
                <w:noProof/>
                <w:sz w:val="22"/>
                <w:szCs w:val="22"/>
                <w:lang w:val="ro-RO"/>
              </w:rPr>
              <w:t xml:space="preserve">Studiile absolvite de </w:t>
            </w:r>
            <w:r w:rsidRPr="00E67132">
              <w:rPr>
                <w:rFonts w:asciiTheme="minorHAnsi" w:hAnsiTheme="minorHAnsi" w:cstheme="minorHAnsi"/>
                <w:noProof/>
                <w:sz w:val="22"/>
                <w:szCs w:val="22"/>
                <w:lang w:val="ro-RO"/>
              </w:rPr>
              <w:t xml:space="preserve">cetățenii români </w:t>
            </w:r>
            <w:r>
              <w:rPr>
                <w:rFonts w:asciiTheme="minorHAnsi" w:hAnsiTheme="minorHAnsi" w:cstheme="minorHAnsi"/>
                <w:noProof/>
                <w:sz w:val="22"/>
                <w:szCs w:val="22"/>
                <w:lang w:val="ro-RO"/>
              </w:rPr>
              <w:t>în</w:t>
            </w:r>
            <w:r w:rsidRPr="00E67132">
              <w:rPr>
                <w:rFonts w:asciiTheme="minorHAnsi" w:hAnsiTheme="minorHAnsi" w:cstheme="minorHAnsi"/>
                <w:noProof/>
                <w:sz w:val="22"/>
                <w:szCs w:val="22"/>
                <w:lang w:val="ro-RO"/>
              </w:rPr>
              <w:t xml:space="preserve"> afara granițelor României</w:t>
            </w:r>
            <w:r>
              <w:rPr>
                <w:rFonts w:asciiTheme="minorHAnsi" w:hAnsiTheme="minorHAnsi" w:cstheme="minorHAnsi"/>
                <w:noProof/>
                <w:sz w:val="22"/>
                <w:szCs w:val="22"/>
                <w:lang w:val="ro-RO"/>
              </w:rPr>
              <w:t xml:space="preserve"> trebuie să fie echivalate conform legislație</w:t>
            </w:r>
            <w:r w:rsidR="007C2731">
              <w:rPr>
                <w:rFonts w:asciiTheme="minorHAnsi" w:hAnsiTheme="minorHAnsi" w:cstheme="minorHAnsi"/>
                <w:noProof/>
                <w:sz w:val="22"/>
                <w:szCs w:val="22"/>
                <w:lang w:val="ro-RO"/>
              </w:rPr>
              <w:t>i</w:t>
            </w:r>
            <w:r>
              <w:rPr>
                <w:rFonts w:asciiTheme="minorHAnsi" w:hAnsiTheme="minorHAnsi" w:cstheme="minorHAnsi"/>
                <w:noProof/>
                <w:sz w:val="22"/>
                <w:szCs w:val="22"/>
                <w:lang w:val="ro-RO"/>
              </w:rPr>
              <w:t xml:space="preserve"> naționale cu ramurile </w:t>
            </w:r>
            <w:r w:rsidR="007C2731">
              <w:rPr>
                <w:rFonts w:asciiTheme="minorHAnsi" w:hAnsiTheme="minorHAnsi" w:cstheme="minorHAnsi"/>
                <w:noProof/>
                <w:sz w:val="22"/>
                <w:szCs w:val="22"/>
                <w:lang w:val="ro-RO"/>
              </w:rPr>
              <w:t>pentru care se acordă punctaj de</w:t>
            </w:r>
            <w:r>
              <w:rPr>
                <w:rFonts w:asciiTheme="minorHAnsi" w:hAnsiTheme="minorHAnsi" w:cstheme="minorHAnsi"/>
                <w:noProof/>
                <w:sz w:val="22"/>
                <w:szCs w:val="22"/>
                <w:lang w:val="ro-RO"/>
              </w:rPr>
              <w:t xml:space="preserve"> selecție </w:t>
            </w:r>
            <w:r w:rsidRPr="00E67132">
              <w:rPr>
                <w:rFonts w:ascii="Calibri" w:hAnsi="Calibri" w:cs="Calibri"/>
                <w:b w:val="0"/>
                <w:noProof/>
                <w:sz w:val="22"/>
                <w:szCs w:val="22"/>
                <w:lang w:val="ro-RO"/>
              </w:rPr>
              <w:t>conform HG nr. 580/2014 cu modificăr</w:t>
            </w:r>
            <w:r w:rsidR="007C2731">
              <w:rPr>
                <w:rFonts w:ascii="Calibri" w:hAnsi="Calibri" w:cs="Calibri"/>
                <w:b w:val="0"/>
                <w:noProof/>
                <w:sz w:val="22"/>
                <w:szCs w:val="22"/>
                <w:lang w:val="ro-RO"/>
              </w:rPr>
              <w:t xml:space="preserve">ile şi completările ulterioare și </w:t>
            </w:r>
            <w:r w:rsidRPr="00E67132">
              <w:rPr>
                <w:rFonts w:ascii="Calibri" w:hAnsi="Calibri" w:cs="Calibri"/>
                <w:b w:val="0"/>
                <w:noProof/>
                <w:sz w:val="22"/>
                <w:szCs w:val="22"/>
                <w:lang w:val="ro-RO"/>
              </w:rPr>
              <w:t>HG nr. 844/2002</w:t>
            </w:r>
            <w:r w:rsidR="007C2731">
              <w:rPr>
                <w:rFonts w:ascii="Calibri" w:hAnsi="Calibri" w:cs="Calibri"/>
                <w:b w:val="0"/>
                <w:noProof/>
                <w:sz w:val="22"/>
                <w:szCs w:val="22"/>
                <w:lang w:val="ro-RO"/>
              </w:rPr>
              <w:t xml:space="preserve"> </w:t>
            </w:r>
            <w:r w:rsidR="007C2731" w:rsidRPr="00E67132">
              <w:rPr>
                <w:rFonts w:ascii="Calibri" w:hAnsi="Calibri" w:cs="Calibri"/>
                <w:b w:val="0"/>
                <w:noProof/>
                <w:sz w:val="22"/>
                <w:szCs w:val="22"/>
                <w:lang w:val="ro-RO"/>
              </w:rPr>
              <w:t>cu modificăr</w:t>
            </w:r>
            <w:r w:rsidR="007C2731">
              <w:rPr>
                <w:rFonts w:ascii="Calibri" w:hAnsi="Calibri" w:cs="Calibri"/>
                <w:b w:val="0"/>
                <w:noProof/>
                <w:sz w:val="22"/>
                <w:szCs w:val="22"/>
                <w:lang w:val="ro-RO"/>
              </w:rPr>
              <w:t>ile şi completările ulterioare.</w:t>
            </w:r>
          </w:p>
          <w:p w14:paraId="0234EF40" w14:textId="1121053D" w:rsidR="00B945E8" w:rsidRDefault="00B945E8" w:rsidP="007A4C7F">
            <w:pPr>
              <w:pStyle w:val="BodyText3"/>
              <w:jc w:val="both"/>
              <w:rPr>
                <w:rFonts w:ascii="Calibri" w:hAnsi="Calibri" w:cs="Calibri"/>
                <w:b w:val="0"/>
                <w:noProof/>
                <w:sz w:val="22"/>
                <w:szCs w:val="22"/>
              </w:rPr>
            </w:pPr>
          </w:p>
          <w:p w14:paraId="43CB1A5B" w14:textId="77777777" w:rsidR="00B945E8" w:rsidRDefault="007A4C7F" w:rsidP="007A4C7F">
            <w:pPr>
              <w:pStyle w:val="BodyText3"/>
              <w:jc w:val="both"/>
              <w:rPr>
                <w:rFonts w:ascii="Calibri" w:hAnsi="Calibri" w:cs="Calibri"/>
                <w:b w:val="0"/>
                <w:noProof/>
                <w:sz w:val="22"/>
                <w:szCs w:val="22"/>
              </w:rPr>
            </w:pPr>
            <w:r w:rsidRPr="008A17D6">
              <w:rPr>
                <w:rFonts w:ascii="Calibri" w:hAnsi="Calibri" w:cs="Calibri"/>
                <w:b w:val="0"/>
                <w:noProof/>
                <w:sz w:val="22"/>
                <w:szCs w:val="22"/>
              </w:rPr>
              <w:t xml:space="preserve">sau </w:t>
            </w:r>
          </w:p>
          <w:p w14:paraId="7FB47F67" w14:textId="4B275297" w:rsidR="00340D5B" w:rsidRPr="008A17D6" w:rsidRDefault="00340D5B" w:rsidP="00EE2703">
            <w:pPr>
              <w:jc w:val="both"/>
              <w:rPr>
                <w:rFonts w:asciiTheme="minorHAnsi" w:hAnsiTheme="minorHAnsi" w:cstheme="minorHAnsi"/>
                <w:noProof/>
                <w:sz w:val="22"/>
                <w:szCs w:val="22"/>
              </w:rPr>
            </w:pPr>
          </w:p>
        </w:tc>
        <w:tc>
          <w:tcPr>
            <w:tcW w:w="3063" w:type="dxa"/>
            <w:gridSpan w:val="8"/>
            <w:shd w:val="clear" w:color="auto" w:fill="auto"/>
          </w:tcPr>
          <w:p w14:paraId="4A888A87" w14:textId="77777777" w:rsidR="00F84A7A" w:rsidRPr="00E67132" w:rsidRDefault="00F84A7A" w:rsidP="00F84A7A">
            <w:pPr>
              <w:pStyle w:val="BodyText3"/>
              <w:rPr>
                <w:rFonts w:ascii="Calibri" w:hAnsi="Calibri" w:cs="Calibri"/>
                <w:b w:val="0"/>
                <w:noProof/>
                <w:sz w:val="22"/>
                <w:szCs w:val="22"/>
                <w:lang w:val="ro-RO"/>
              </w:rPr>
            </w:pPr>
          </w:p>
          <w:p w14:paraId="73373D79" w14:textId="77777777" w:rsidR="00F84A7A" w:rsidRPr="00E67132" w:rsidRDefault="00F84A7A" w:rsidP="00F84A7A">
            <w:pPr>
              <w:pStyle w:val="BodyText3"/>
              <w:rPr>
                <w:rFonts w:ascii="Calibri" w:hAnsi="Calibri" w:cs="Calibri"/>
                <w:b w:val="0"/>
                <w:noProof/>
                <w:sz w:val="22"/>
                <w:szCs w:val="22"/>
                <w:lang w:val="ro-RO"/>
              </w:rPr>
            </w:pPr>
          </w:p>
          <w:p w14:paraId="293E4265"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2D235C68" w14:textId="77777777" w:rsidTr="00342928">
        <w:trPr>
          <w:gridAfter w:val="4"/>
          <w:wAfter w:w="4970" w:type="dxa"/>
        </w:trPr>
        <w:tc>
          <w:tcPr>
            <w:tcW w:w="7035" w:type="dxa"/>
            <w:gridSpan w:val="6"/>
            <w:shd w:val="clear" w:color="auto" w:fill="auto"/>
          </w:tcPr>
          <w:p w14:paraId="2FA92F9A" w14:textId="77777777" w:rsidR="00F84A7A" w:rsidRPr="00E67132" w:rsidRDefault="00F84A7A" w:rsidP="00F84A7A">
            <w:pPr>
              <w:pStyle w:val="BodyText3"/>
              <w:jc w:val="left"/>
              <w:rPr>
                <w:rFonts w:ascii="Calibri" w:hAnsi="Calibri" w:cs="Calibri"/>
                <w:i/>
                <w:noProof/>
                <w:sz w:val="22"/>
                <w:szCs w:val="22"/>
                <w:lang w:val="ro-RO"/>
              </w:rPr>
            </w:pPr>
            <w:r w:rsidRPr="00E67132">
              <w:rPr>
                <w:rFonts w:ascii="Calibri" w:hAnsi="Calibri" w:cs="Calibri"/>
                <w:i/>
                <w:noProof/>
                <w:sz w:val="22"/>
                <w:szCs w:val="22"/>
                <w:lang w:val="ro-RO"/>
              </w:rPr>
              <w:t>Diplomă de absolvire studii superioare în domeniul agricol</w:t>
            </w:r>
          </w:p>
        </w:tc>
        <w:tc>
          <w:tcPr>
            <w:tcW w:w="3063" w:type="dxa"/>
            <w:gridSpan w:val="8"/>
            <w:shd w:val="clear" w:color="auto" w:fill="auto"/>
          </w:tcPr>
          <w:p w14:paraId="0893E776"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42BD7713" w14:textId="77777777" w:rsidTr="00342928">
        <w:trPr>
          <w:gridAfter w:val="4"/>
          <w:wAfter w:w="4970" w:type="dxa"/>
        </w:trPr>
        <w:tc>
          <w:tcPr>
            <w:tcW w:w="7035" w:type="dxa"/>
            <w:gridSpan w:val="6"/>
            <w:shd w:val="clear" w:color="auto" w:fill="auto"/>
          </w:tcPr>
          <w:p w14:paraId="409CC0A5"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Diplomă de absolvire  studii postliceale sau liceale în domeniul agricol</w:t>
            </w:r>
          </w:p>
        </w:tc>
        <w:tc>
          <w:tcPr>
            <w:tcW w:w="3063" w:type="dxa"/>
            <w:gridSpan w:val="8"/>
            <w:shd w:val="clear" w:color="auto" w:fill="auto"/>
          </w:tcPr>
          <w:p w14:paraId="589762FD"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51FF4F6" w14:textId="77777777" w:rsidTr="00342928">
        <w:trPr>
          <w:gridAfter w:val="4"/>
          <w:wAfter w:w="4970" w:type="dxa"/>
        </w:trPr>
        <w:tc>
          <w:tcPr>
            <w:tcW w:w="7035" w:type="dxa"/>
            <w:gridSpan w:val="6"/>
            <w:shd w:val="clear" w:color="auto" w:fill="auto"/>
          </w:tcPr>
          <w:p w14:paraId="798DF4B5"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noProof/>
                <w:sz w:val="22"/>
                <w:szCs w:val="22"/>
                <w:lang w:val="ro-RO"/>
              </w:rPr>
              <w:t xml:space="preserve">Certificat de calificare profesională/absolvire care atesta urmarea unui curs de calificare în domeniul agricol, agro-alimentar, veterinar sau economie agrară de cel puţin Nivel 1 de calificare profesională, conform legislaţiei aplicabile la momentul acordării certificatului (minim 360 de ore pentru documentele eliberate înainte de 1 ianuarie 2016 şi minim 80 de ore pentru documentele eliberate ulterior) sau certificat de calificare/absolvire ANCA. </w:t>
            </w:r>
          </w:p>
        </w:tc>
        <w:tc>
          <w:tcPr>
            <w:tcW w:w="3063" w:type="dxa"/>
            <w:gridSpan w:val="8"/>
            <w:shd w:val="clear" w:color="auto" w:fill="auto"/>
          </w:tcPr>
          <w:p w14:paraId="55F1B7AB"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5359337" w14:textId="77777777" w:rsidTr="00342928">
        <w:trPr>
          <w:gridAfter w:val="4"/>
          <w:wAfter w:w="4970" w:type="dxa"/>
        </w:trPr>
        <w:tc>
          <w:tcPr>
            <w:tcW w:w="7035" w:type="dxa"/>
            <w:gridSpan w:val="6"/>
            <w:shd w:val="clear" w:color="auto" w:fill="auto"/>
          </w:tcPr>
          <w:p w14:paraId="2605530A"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PS4.Principiul potențialului agricol care vizează zonele cu potențial determinate în baza studiilor de specialitate</w:t>
            </w:r>
          </w:p>
          <w:p w14:paraId="354F8006" w14:textId="77777777" w:rsidR="00F84A7A" w:rsidRPr="00E67132" w:rsidRDefault="00F84A7A" w:rsidP="00F84A7A">
            <w:pPr>
              <w:pStyle w:val="BodyText3"/>
              <w:jc w:val="left"/>
              <w:rPr>
                <w:rFonts w:ascii="Calibri" w:hAnsi="Calibri" w:cs="Calibri"/>
                <w:i/>
                <w:noProof/>
                <w:sz w:val="22"/>
                <w:szCs w:val="22"/>
                <w:lang w:val="ro-RO"/>
              </w:rPr>
            </w:pPr>
            <w:r w:rsidRPr="00E67132">
              <w:rPr>
                <w:rFonts w:ascii="Calibri" w:hAnsi="Calibri" w:cs="Calibri"/>
                <w:b w:val="0"/>
                <w:i/>
                <w:noProof/>
                <w:sz w:val="22"/>
                <w:szCs w:val="22"/>
                <w:lang w:val="ro-RO"/>
              </w:rPr>
              <w:t xml:space="preserve">1. Proiectul este implementat într-o zonă cu </w:t>
            </w:r>
            <w:r w:rsidRPr="00E67132">
              <w:rPr>
                <w:rFonts w:ascii="Calibri" w:hAnsi="Calibri" w:cs="Calibri"/>
                <w:i/>
                <w:noProof/>
                <w:sz w:val="22"/>
                <w:szCs w:val="22"/>
                <w:lang w:val="ro-RO"/>
              </w:rPr>
              <w:t>potențial ridicat</w:t>
            </w:r>
            <w:r w:rsidRPr="00E67132">
              <w:rPr>
                <w:rFonts w:ascii="Calibri" w:hAnsi="Calibri" w:cs="Calibri"/>
                <w:b w:val="0"/>
                <w:i/>
                <w:noProof/>
                <w:sz w:val="22"/>
                <w:szCs w:val="22"/>
                <w:lang w:val="ro-RO"/>
              </w:rPr>
              <w:t xml:space="preserve"> (conform studiului ICPA -anexat)          </w:t>
            </w:r>
            <w:r w:rsidR="00107B4A" w:rsidRPr="00E67132">
              <w:rPr>
                <w:rFonts w:ascii="Calibri" w:hAnsi="Calibri" w:cs="Calibri"/>
                <w:i/>
                <w:noProof/>
                <w:sz w:val="22"/>
                <w:szCs w:val="22"/>
                <w:lang w:val="ro-RO"/>
              </w:rPr>
              <w:t xml:space="preserve"> 15 puncte</w:t>
            </w:r>
          </w:p>
          <w:p w14:paraId="45EF3468" w14:textId="77777777" w:rsidR="00F84A7A" w:rsidRPr="00E67132" w:rsidRDefault="00F84A7A" w:rsidP="00F84A7A">
            <w:pPr>
              <w:pStyle w:val="BodyText3"/>
              <w:jc w:val="left"/>
              <w:rPr>
                <w:rFonts w:ascii="Calibri" w:hAnsi="Calibri" w:cs="Calibri"/>
                <w:b w:val="0"/>
                <w:i/>
                <w:noProof/>
                <w:sz w:val="22"/>
                <w:szCs w:val="22"/>
                <w:lang w:val="ro-RO"/>
              </w:rPr>
            </w:pPr>
            <w:r w:rsidRPr="00E67132">
              <w:rPr>
                <w:rFonts w:ascii="Calibri" w:hAnsi="Calibri" w:cs="Calibri"/>
                <w:b w:val="0"/>
                <w:i/>
                <w:noProof/>
                <w:sz w:val="22"/>
                <w:szCs w:val="22"/>
                <w:lang w:val="ro-RO"/>
              </w:rPr>
              <w:t xml:space="preserve">2. Proiectul este implementat într-o zonă cu </w:t>
            </w:r>
            <w:r w:rsidRPr="00E67132">
              <w:rPr>
                <w:rFonts w:ascii="Calibri" w:hAnsi="Calibri" w:cs="Calibri"/>
                <w:i/>
                <w:noProof/>
                <w:sz w:val="22"/>
                <w:szCs w:val="22"/>
                <w:lang w:val="ro-RO"/>
              </w:rPr>
              <w:t>potențial mediu</w:t>
            </w:r>
            <w:r w:rsidRPr="00E67132">
              <w:rPr>
                <w:rFonts w:ascii="Calibri" w:hAnsi="Calibri" w:cs="Calibri"/>
                <w:b w:val="0"/>
                <w:i/>
                <w:noProof/>
                <w:sz w:val="22"/>
                <w:szCs w:val="22"/>
                <w:lang w:val="ro-RO"/>
              </w:rPr>
              <w:t xml:space="preserve"> (conform studiului ICPA anexat           </w:t>
            </w:r>
            <w:r w:rsidR="00107B4A" w:rsidRPr="00E67132">
              <w:rPr>
                <w:rFonts w:ascii="Calibri" w:hAnsi="Calibri" w:cs="Calibri"/>
                <w:i/>
                <w:noProof/>
                <w:sz w:val="22"/>
                <w:szCs w:val="22"/>
                <w:lang w:val="ro-RO"/>
              </w:rPr>
              <w:t xml:space="preserve"> 5 puncte</w:t>
            </w:r>
          </w:p>
          <w:p w14:paraId="04BA458A" w14:textId="77777777" w:rsidR="00F84A7A" w:rsidRPr="00E67132" w:rsidRDefault="00F84A7A" w:rsidP="00F84A7A">
            <w:pPr>
              <w:pStyle w:val="BodyText3"/>
              <w:jc w:val="both"/>
              <w:rPr>
                <w:rFonts w:ascii="Calibri" w:hAnsi="Calibri" w:cs="Calibri"/>
                <w:b w:val="0"/>
                <w:noProof/>
                <w:sz w:val="22"/>
                <w:szCs w:val="22"/>
                <w:lang w:val="ro-RO"/>
              </w:rPr>
            </w:pPr>
            <w:r w:rsidRPr="00E67132">
              <w:rPr>
                <w:rFonts w:ascii="Calibri" w:hAnsi="Calibri" w:cs="Calibri"/>
                <w:b w:val="0"/>
                <w:i/>
                <w:noProof/>
                <w:sz w:val="22"/>
                <w:szCs w:val="22"/>
                <w:lang w:val="ro-RO"/>
              </w:rPr>
              <w:t xml:space="preserve">Atenţie! Încadrarea în tipul de potențial (ridicat sau mediu) conform anexei nr. 6  se va face ținând cont de nota de bonitare a terenurilor din UAT unde figurează cultura predominantă existentă/ înființată </w:t>
            </w:r>
            <w:r w:rsidRPr="00E67132">
              <w:rPr>
                <w:rFonts w:ascii="Calibri" w:hAnsi="Calibri" w:cs="Calibri"/>
                <w:b w:val="0"/>
                <w:noProof/>
                <w:sz w:val="22"/>
                <w:szCs w:val="22"/>
                <w:lang w:val="ro-RO"/>
              </w:rPr>
              <w:t>(raportat la total valoare SO).</w:t>
            </w:r>
          </w:p>
          <w:p w14:paraId="790A64BE"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6. Studiul OSPA județean privind nota de bonitare a terenurilor agricole va fi însoțit de aviz ICPA.</w:t>
            </w:r>
          </w:p>
          <w:p w14:paraId="1EC7D445"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Dacă exploatația este prevăzută cu sistem de irigații sau prin proiect este prevăzut un astfel de sistem, atunci se va încadra în potentialul agricol conform notei de bonitare aferentă culturilor pentru terenurile irigate, conform anexei nr. 6.</w:t>
            </w:r>
          </w:p>
          <w:p w14:paraId="73272FA8"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A se avea în vedere precizările din legenda aferentă anexei 6 prin care se face corelarea dintre culoare și potențial (ridicat = culoarea verde, mediu= culoarea galben, culoarea rosu reprezinta potențial scăzut și nu se acordă punctaj).</w:t>
            </w:r>
          </w:p>
          <w:p w14:paraId="415C4302"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Pentru spaţiile protejate (sere, solarii, ciupercării) se va acorda punctajul aferent zonelor  cu potenţial agricol ridicat.</w:t>
            </w:r>
          </w:p>
          <w:p w14:paraId="0B836AB0"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In cazul in care cultura propusa prin proiect nu este in foia de lucru” vegetal „ din Anexa 6 , solicitantul va consulta foaia 2 de lucru „ asimilari culturi” pentru incadrarea pe potential.</w:t>
            </w:r>
          </w:p>
          <w:p w14:paraId="4BA095F0"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Pentru reconversia/înfiinţarea exploataţiilor pomicole în zonele cu nota de favorabilitate potențată între 2.5 şi 3.5 (anexa 10 la Ghidul Solicitantului), acestea vor fi încadrate în zonele cu potenţial agricol mediu (20 p), iar cele din zonele cu nota de favorabilitate potențată mai mare de 3,5 de  vor fi încadrate în zonele cu potenţial agricol ridicat (</w:t>
            </w:r>
            <w:r w:rsidR="00107B4A" w:rsidRPr="00E67132">
              <w:rPr>
                <w:rFonts w:ascii="Calibri" w:hAnsi="Calibri" w:cs="Calibri"/>
                <w:b w:val="0"/>
                <w:i/>
                <w:noProof/>
                <w:sz w:val="22"/>
                <w:szCs w:val="22"/>
                <w:lang w:val="ro-RO"/>
              </w:rPr>
              <w:t>15 puncte</w:t>
            </w:r>
            <w:r w:rsidRPr="00E67132">
              <w:rPr>
                <w:rFonts w:ascii="Calibri" w:hAnsi="Calibri" w:cs="Calibri"/>
                <w:b w:val="0"/>
                <w:i/>
                <w:noProof/>
                <w:sz w:val="22"/>
                <w:szCs w:val="22"/>
                <w:lang w:val="ro-RO"/>
              </w:rPr>
              <w:t>).</w:t>
            </w:r>
          </w:p>
          <w:p w14:paraId="6AA4F446"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11), acestea vor fi încadrate în investiţii din zonele cu potenţial agricol ridicat și se acordă automat punctajul aferent primului criteriu (</w:t>
            </w:r>
            <w:r w:rsidR="001E4248" w:rsidRPr="00E67132">
              <w:rPr>
                <w:rFonts w:ascii="Calibri" w:hAnsi="Calibri" w:cs="Calibri"/>
                <w:b w:val="0"/>
                <w:i/>
                <w:noProof/>
                <w:sz w:val="22"/>
                <w:szCs w:val="22"/>
                <w:lang w:val="ro-RO"/>
              </w:rPr>
              <w:t xml:space="preserve"> 15 puncte</w:t>
            </w:r>
            <w:r w:rsidRPr="00E67132">
              <w:rPr>
                <w:rFonts w:ascii="Calibri" w:hAnsi="Calibri" w:cs="Calibri"/>
                <w:b w:val="0"/>
                <w:i/>
                <w:noProof/>
                <w:sz w:val="22"/>
                <w:szCs w:val="22"/>
                <w:lang w:val="ro-RO"/>
              </w:rPr>
              <w:t>).</w:t>
            </w:r>
          </w:p>
          <w:p w14:paraId="553C0456" w14:textId="77777777" w:rsidR="00670724" w:rsidRPr="00E67132" w:rsidRDefault="00F84A7A" w:rsidP="00F84A7A">
            <w:pPr>
              <w:jc w:val="both"/>
              <w:rPr>
                <w:rFonts w:ascii="Calibri" w:hAnsi="Calibri" w:cs="Calibri"/>
                <w:noProof/>
                <w:sz w:val="22"/>
                <w:szCs w:val="22"/>
                <w:lang w:val="ro-RO"/>
              </w:rPr>
            </w:pPr>
            <w:r w:rsidRPr="00E67132">
              <w:rPr>
                <w:rFonts w:ascii="Calibri" w:hAnsi="Calibri" w:cs="Calibri"/>
                <w:noProof/>
                <w:sz w:val="22"/>
                <w:szCs w:val="22"/>
                <w:lang w:val="ro-RO"/>
              </w:rPr>
              <w:t>Referitor la creşterea animalelor, încadrarea în tipul de potențial (ridicat sau mediu) conform anexei nr.6 se va face ținând cont de nota de bonitare acordată UAT unde este amplasat punctul de lucru vizat de proiect, în funcţie de modul de creştere a animalelor, în sistem închis sau liber</w:t>
            </w:r>
            <w:r w:rsidR="00A71C55" w:rsidRPr="00E67132">
              <w:rPr>
                <w:rFonts w:ascii="Calibri" w:hAnsi="Calibri" w:cs="Calibri"/>
                <w:noProof/>
                <w:sz w:val="22"/>
                <w:szCs w:val="22"/>
                <w:lang w:val="ro-RO"/>
              </w:rPr>
              <w:t>*</w:t>
            </w:r>
            <w:r w:rsidRPr="00E67132">
              <w:rPr>
                <w:rFonts w:ascii="Calibri" w:hAnsi="Calibri" w:cs="Calibri"/>
                <w:noProof/>
                <w:sz w:val="22"/>
                <w:szCs w:val="22"/>
                <w:lang w:val="ro-RO"/>
              </w:rPr>
              <w:t>, şi de  existenţa sau nu a acţiunii de procesare în cadrul fermei.  Se va lua în calcul specia de animale predominantă din nucleul total al fermei.  (potențial ridicat = culoarea verde, mediu= culoarea galben, culoarea rosu reprezinta potențial scăzut și nu se acordă punctaj).</w:t>
            </w:r>
          </w:p>
          <w:p w14:paraId="7A7F2816" w14:textId="77777777" w:rsidR="00F84A7A" w:rsidRPr="00E67132" w:rsidRDefault="003F177D" w:rsidP="00F84A7A">
            <w:pPr>
              <w:spacing w:line="276" w:lineRule="auto"/>
              <w:jc w:val="both"/>
              <w:rPr>
                <w:rFonts w:ascii="Calibri" w:hAnsi="Calibri" w:cs="Calibri"/>
                <w:noProof/>
                <w:sz w:val="22"/>
                <w:szCs w:val="22"/>
                <w:lang w:val="ro-RO"/>
              </w:rPr>
            </w:pPr>
            <w:r w:rsidRPr="00E67132">
              <w:rPr>
                <w:rFonts w:ascii="Calibri" w:hAnsi="Calibri" w:cs="Calibri"/>
                <w:noProof/>
                <w:sz w:val="22"/>
                <w:szCs w:val="22"/>
                <w:lang w:val="ro-RO"/>
              </w:rPr>
              <w:t xml:space="preserve">În cazul în care solicitantul consideră că </w:t>
            </w:r>
            <w:r w:rsidR="00670C93" w:rsidRPr="00E67132">
              <w:rPr>
                <w:rFonts w:ascii="Calibri" w:hAnsi="Calibri" w:cs="Calibri"/>
                <w:noProof/>
                <w:sz w:val="22"/>
                <w:szCs w:val="22"/>
                <w:lang w:val="ro-RO"/>
              </w:rPr>
              <w:t>potenţialul agricol (scăzut, mediu sau ridicat)</w:t>
            </w:r>
            <w:r w:rsidRPr="00E67132">
              <w:rPr>
                <w:rFonts w:ascii="Calibri" w:hAnsi="Calibri" w:cs="Calibri"/>
                <w:noProof/>
                <w:sz w:val="22"/>
                <w:szCs w:val="22"/>
                <w:lang w:val="ro-RO"/>
              </w:rPr>
              <w:t xml:space="preserve"> la nivel de UAT nu corespunde cu realitatea acesta își va putea reevalua </w:t>
            </w:r>
            <w:r w:rsidR="00670C93" w:rsidRPr="00E67132">
              <w:rPr>
                <w:rFonts w:ascii="Calibri" w:hAnsi="Calibri" w:cs="Calibri"/>
                <w:noProof/>
                <w:sz w:val="22"/>
                <w:szCs w:val="22"/>
                <w:lang w:val="ro-RO"/>
              </w:rPr>
              <w:t>potenţialul agricol pentru exploataţia zootehnică</w:t>
            </w:r>
            <w:r w:rsidRPr="00E67132">
              <w:rPr>
                <w:rFonts w:ascii="Calibri" w:hAnsi="Calibri" w:cs="Calibri"/>
                <w:noProof/>
                <w:sz w:val="22"/>
                <w:szCs w:val="22"/>
                <w:lang w:val="ro-RO"/>
              </w:rPr>
              <w:t xml:space="preserve">  utilizând calculatorul din  Anexa nr. 6</w:t>
            </w:r>
            <w:r w:rsidR="00670C93" w:rsidRPr="00E67132">
              <w:rPr>
                <w:rFonts w:ascii="Calibri" w:hAnsi="Calibri" w:cs="Calibri"/>
                <w:noProof/>
                <w:sz w:val="22"/>
                <w:szCs w:val="22"/>
                <w:lang w:val="ro-RO"/>
              </w:rPr>
              <w:t>a şi metodologia aferentă acestuia</w:t>
            </w:r>
            <w:r w:rsidRPr="00E67132">
              <w:rPr>
                <w:rFonts w:ascii="Calibri" w:hAnsi="Calibri" w:cs="Calibri"/>
                <w:noProof/>
                <w:sz w:val="22"/>
                <w:szCs w:val="22"/>
                <w:lang w:val="ro-RO"/>
              </w:rPr>
              <w:t>, sector zootehnic la Ghidul solicitantului privind reevaluarea potențialului agricol din sectorul zootehnic pentru efectivul pe care îl va avea la momentul depunerii cererii de finantare</w:t>
            </w:r>
            <w:r w:rsidR="00670724" w:rsidRPr="00E67132">
              <w:rPr>
                <w:rFonts w:ascii="Calibri" w:hAnsi="Calibri" w:cs="Calibri"/>
                <w:noProof/>
                <w:sz w:val="22"/>
                <w:szCs w:val="22"/>
                <w:lang w:val="ro-RO"/>
              </w:rPr>
              <w:t>.</w:t>
            </w:r>
            <w:r w:rsidR="00923B08" w:rsidRPr="00E67132">
              <w:rPr>
                <w:rFonts w:ascii="Calibri" w:hAnsi="Calibri" w:cs="Calibri"/>
                <w:noProof/>
                <w:sz w:val="22"/>
                <w:szCs w:val="22"/>
                <w:lang w:val="ro-RO"/>
              </w:rPr>
              <w:t xml:space="preserve"> </w:t>
            </w:r>
          </w:p>
          <w:p w14:paraId="7B31D3D1"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În cazul exploataţiilor ce vizează creşterea albinelor, se va acorda punctjul maxim.</w:t>
            </w:r>
          </w:p>
          <w:p w14:paraId="4197F4A2" w14:textId="77777777" w:rsidR="00F84A7A" w:rsidRPr="00E67132" w:rsidRDefault="00F84A7A" w:rsidP="00446450">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În cazul speciilor de plante și de animale care nu se regăsesc în Anexele menționate anterior și pentru care nu sunt aduse precizări nu se acordă punctaj la acest principiu de selecție. </w:t>
            </w:r>
          </w:p>
        </w:tc>
        <w:tc>
          <w:tcPr>
            <w:tcW w:w="3063" w:type="dxa"/>
            <w:gridSpan w:val="8"/>
            <w:shd w:val="clear" w:color="auto" w:fill="auto"/>
          </w:tcPr>
          <w:p w14:paraId="7D90C07E"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3E5C0683" w14:textId="77777777" w:rsidTr="00342928">
        <w:trPr>
          <w:gridAfter w:val="4"/>
          <w:wAfter w:w="4970" w:type="dxa"/>
        </w:trPr>
        <w:tc>
          <w:tcPr>
            <w:tcW w:w="7035" w:type="dxa"/>
            <w:gridSpan w:val="6"/>
            <w:shd w:val="clear" w:color="auto" w:fill="auto"/>
          </w:tcPr>
          <w:p w14:paraId="635D7F1E"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Cererea de Finantare</w:t>
            </w:r>
          </w:p>
        </w:tc>
        <w:tc>
          <w:tcPr>
            <w:tcW w:w="3063" w:type="dxa"/>
            <w:gridSpan w:val="8"/>
            <w:shd w:val="clear" w:color="auto" w:fill="auto"/>
          </w:tcPr>
          <w:p w14:paraId="14E28F72" w14:textId="77777777" w:rsidR="00F84A7A" w:rsidRPr="00E67132" w:rsidRDefault="00F84A7A" w:rsidP="00F84A7A">
            <w:pPr>
              <w:pStyle w:val="BodyText3"/>
              <w:jc w:val="left"/>
              <w:rPr>
                <w:rFonts w:ascii="Calibri" w:hAnsi="Calibri" w:cs="Calibri"/>
                <w:b w:val="0"/>
                <w:noProof/>
                <w:sz w:val="22"/>
                <w:szCs w:val="22"/>
                <w:lang w:val="ro-RO"/>
              </w:rPr>
            </w:pPr>
          </w:p>
          <w:p w14:paraId="52A5D152"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1202D612" w14:textId="77777777" w:rsidTr="00342928">
        <w:trPr>
          <w:gridAfter w:val="4"/>
          <w:wAfter w:w="4970" w:type="dxa"/>
        </w:trPr>
        <w:tc>
          <w:tcPr>
            <w:tcW w:w="7035" w:type="dxa"/>
            <w:gridSpan w:val="6"/>
            <w:shd w:val="clear" w:color="auto" w:fill="auto"/>
          </w:tcPr>
          <w:p w14:paraId="6B72B39E"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Doc. Planul de afaceri</w:t>
            </w:r>
          </w:p>
        </w:tc>
        <w:tc>
          <w:tcPr>
            <w:tcW w:w="3063" w:type="dxa"/>
            <w:gridSpan w:val="8"/>
            <w:shd w:val="clear" w:color="auto" w:fill="auto"/>
          </w:tcPr>
          <w:p w14:paraId="2A61A10C" w14:textId="77777777" w:rsidR="00F84A7A" w:rsidRPr="00E67132" w:rsidRDefault="00F84A7A" w:rsidP="00F84A7A">
            <w:pPr>
              <w:pStyle w:val="BodyText3"/>
              <w:jc w:val="left"/>
              <w:rPr>
                <w:rFonts w:ascii="Calibri" w:hAnsi="Calibri" w:cs="Calibri"/>
                <w:b w:val="0"/>
                <w:noProof/>
                <w:sz w:val="22"/>
                <w:szCs w:val="22"/>
                <w:lang w:val="ro-RO"/>
              </w:rPr>
            </w:pPr>
          </w:p>
          <w:p w14:paraId="7E6C0B84"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4EA98B83" w14:textId="77777777" w:rsidTr="00342928">
        <w:trPr>
          <w:gridAfter w:val="4"/>
          <w:wAfter w:w="4970" w:type="dxa"/>
        </w:trPr>
        <w:tc>
          <w:tcPr>
            <w:tcW w:w="7035" w:type="dxa"/>
            <w:gridSpan w:val="6"/>
            <w:shd w:val="clear" w:color="auto" w:fill="auto"/>
          </w:tcPr>
          <w:p w14:paraId="11DB219F"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Anexa 6 – Sinteza studiului privind „Zonarea potențialului de producție agricolă şi a potenţialului de dezvoltare a investiţiilor în activităţile de procesare agro-alimentară, estimarea necesarului de stocare și procesare pe zone”</w:t>
            </w:r>
          </w:p>
        </w:tc>
        <w:tc>
          <w:tcPr>
            <w:tcW w:w="3063" w:type="dxa"/>
            <w:gridSpan w:val="8"/>
            <w:shd w:val="clear" w:color="auto" w:fill="auto"/>
          </w:tcPr>
          <w:p w14:paraId="1EA58344"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225684B3" w14:textId="77777777" w:rsidTr="00342928">
        <w:trPr>
          <w:gridAfter w:val="4"/>
          <w:wAfter w:w="4970" w:type="dxa"/>
        </w:trPr>
        <w:tc>
          <w:tcPr>
            <w:tcW w:w="7035" w:type="dxa"/>
            <w:gridSpan w:val="6"/>
            <w:shd w:val="clear" w:color="auto" w:fill="auto"/>
          </w:tcPr>
          <w:p w14:paraId="595A0930"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PS 5.Principiul raselor/ soiurilor autohtone  5p.</w:t>
            </w:r>
          </w:p>
          <w:p w14:paraId="6E1F6627" w14:textId="77777777" w:rsidR="00F84A7A" w:rsidRPr="00E67132" w:rsidRDefault="00F84A7A" w:rsidP="00F84A7A">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Solicitantul își propune prin proiect sau demonstrează că deţine/ dezvoltă la nivelul exploataţiei agricole şi prevede în cadrul Planului de Afaceri ca va păstra şi dezvolta nucleul de rase (rasele vor fi certificate şi se vor regăsi în Registrul genealogic al raselor), respectiv soiuri autohtone (conform  Catalogului oficial al </w:t>
            </w:r>
            <w:r w:rsidRPr="00E67132">
              <w:rPr>
                <w:rFonts w:ascii="Calibri" w:hAnsi="Calibri" w:cs="Calibri"/>
                <w:b w:val="0"/>
                <w:noProof/>
                <w:sz w:val="22"/>
                <w:szCs w:val="22"/>
                <w:lang w:val="ro-RO"/>
              </w:rPr>
              <w:t>soiurilor de plante de cultură din România</w:t>
            </w:r>
            <w:r w:rsidRPr="00E67132">
              <w:rPr>
                <w:rFonts w:ascii="Calibri" w:hAnsi="Calibri" w:cs="Calibri"/>
                <w:b w:val="0"/>
                <w:i/>
                <w:noProof/>
                <w:sz w:val="22"/>
                <w:szCs w:val="22"/>
                <w:lang w:val="ro-RO"/>
              </w:rPr>
              <w:t xml:space="preserve"> elaborat de către ISTIS) pe toată durata de implementare </w:t>
            </w:r>
            <w:r w:rsidRPr="00E67132">
              <w:rPr>
                <w:rFonts w:ascii="Calibri" w:hAnsi="Calibri" w:cs="Calibri"/>
                <w:b w:val="0"/>
                <w:noProof/>
                <w:sz w:val="22"/>
                <w:szCs w:val="22"/>
                <w:lang w:val="ro-RO"/>
              </w:rPr>
              <w:t xml:space="preserve">și monitorizare </w:t>
            </w:r>
            <w:r w:rsidRPr="00E67132">
              <w:rPr>
                <w:rFonts w:ascii="Calibri" w:hAnsi="Calibri" w:cs="Calibri"/>
                <w:b w:val="0"/>
                <w:i/>
                <w:noProof/>
                <w:sz w:val="22"/>
                <w:szCs w:val="22"/>
                <w:lang w:val="ro-RO"/>
              </w:rPr>
              <w:t>a proiectului.</w:t>
            </w:r>
          </w:p>
          <w:p w14:paraId="459EDFB4" w14:textId="77777777" w:rsidR="00F84A7A" w:rsidRPr="00E67132" w:rsidRDefault="00F84A7A" w:rsidP="00F84A7A">
            <w:pPr>
              <w:pStyle w:val="NoSpacing"/>
              <w:spacing w:line="276" w:lineRule="auto"/>
              <w:jc w:val="both"/>
              <w:rPr>
                <w:rFonts w:cs="Calibri"/>
                <w:i/>
                <w:noProof/>
                <w:lang w:val="ro-RO"/>
              </w:rPr>
            </w:pPr>
            <w:r w:rsidRPr="00E67132">
              <w:rPr>
                <w:rFonts w:cs="Calibri"/>
                <w:i/>
                <w:noProof/>
                <w:color w:val="C00000"/>
                <w:lang w:val="ro-RO"/>
              </w:rPr>
              <w:t>Atenţie!</w:t>
            </w:r>
            <w:r w:rsidRPr="00E67132">
              <w:rPr>
                <w:rFonts w:cs="Calibri"/>
                <w:i/>
                <w:noProof/>
                <w:lang w:val="ro-RO"/>
              </w:rPr>
              <w:t xml:space="preserve"> </w:t>
            </w:r>
          </w:p>
          <w:p w14:paraId="7AF8C7D7"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Sectorul Vegetal</w:t>
            </w:r>
          </w:p>
          <w:p w14:paraId="35177FF0"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Solicitantul își propune prin proiect sau demonstrează că deţine/dezvoltă la nivelul exploataţiei agricole şi prevede în cadrul planului de afaceri  că va păstra/ dezvolta nucleul de soiuri autohtone pe toată durata de implementare si monitorizare a proiectului(atât producere de seminţe autohtone, material de plantare autohton cât şi cultivarea soiurilor autohtone).</w:t>
            </w:r>
          </w:p>
          <w:p w14:paraId="6193E557"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 xml:space="preserve">Soiurile autohtone sunt cele obținute din sămânță autohtonă, și anume sămânța certificată în conformitate cu prevederile legislației în vigoare în domeniul calității semințelor, care a fost produsă pe teritoriul României din soiuri înregistrate în Catalogul oficial al soiurilor de plante de cultură din România elaborat de către Institutul de Stat pentru Testarea și Inregistrarea Soiurilor (ISTIS), ce se regăseşte la adresa http://istis.ro/Catalog-ISTIS, în anul respectiv de cerere, în dreptul cărora este înscris un cod care aparține menținătorilor din România. </w:t>
            </w:r>
          </w:p>
          <w:p w14:paraId="01D21B91"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Punctajul se va acorda proporţional în funcţie de ponderea nucleului soiurilor autohtone în total cultură vegetală (exprimată în SO) din cadrul exploatației.</w:t>
            </w:r>
          </w:p>
          <w:p w14:paraId="74783ECC"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Acest criteriu se aplică pentru toate tipurile de activități agricole desfășurate, sau care urmează a fi desfăşurate, atât fermierilor care sunt autorizați pentru producerea de semințe și/sau material săditor (cu condiția să demonstreze ca acestea sunt soiuri autohtone,) cât și în cazul fermierilor care cultivă (utilizează)/vor cultiva (utiliza) soiuri autohtone identificate în catalogul ISTIS.</w:t>
            </w:r>
          </w:p>
          <w:p w14:paraId="440E0FFF"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 xml:space="preserve">Pentru toți fermierii, atât pentru deținători de autorizații pentru producerea, prelucrarea și comercializarea semințelor și materialului săditor, cât și pentru fermierii care cultivă/vor cultiva aceste soiuri pentru consum, verificarea cu privire la soiul autohton se face pe baza documentelor de calitate și conformitate ale furnizorilor sau orice document echivalent (factură fiscală de achiziție/ document oficial de certificare a lotului de sămânță/buletinul de analiză cu mențiunea sămânță ”admisă pentru însămânțare”/buletin de analiză oficială cu mențiunea ”necesar propriu”/etichetă oficială) ce se eliberează fiecărui fermier și în care se regăsesc nominalizate soiurile de semințe sau material săditor. </w:t>
            </w:r>
          </w:p>
          <w:p w14:paraId="6A888C2A"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Sămânța autohtonă este sămânța certificată în conformitate cu legislația națională în vigoare în dreptul căreia este înscris un cod care aparține menținătorilor din România, conform catalogului ISTIS.</w:t>
            </w:r>
          </w:p>
          <w:p w14:paraId="137621FE"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Sectorul Zootehnic</w:t>
            </w:r>
          </w:p>
          <w:p w14:paraId="3602D4FB"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Solicitantul își propune prin proiect sau demonstrează că deţine/dezvoltă la nivelul exploataţiei agricole şi prevede în cadrul planului de afaceri  că va păstra/ dezvolta nucleul de rase pe toată durata de implementare și monitorizare a proiectului.</w:t>
            </w:r>
          </w:p>
          <w:p w14:paraId="25B17481"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 xml:space="preserve">Punctajul se va acorda pentru animalele pentru care se poate prezenta Certificatul de origine pentru animalele de rasă (indigene), la momentul depunerii cererii de finanţare sau la ultima plată, după caz, menționate în Anexa nr. 14 la Ghidul solicitantului eliberat de Asociațiile/ Organizaţiile crescătorilor de animale, acreditate pentru întocmirea şi menţinerea registrului genealogic. Lista acestor organizații și asociații se regăsește în Anexa nr. 13 la Ghidul solicitantului. </w:t>
            </w:r>
          </w:p>
          <w:p w14:paraId="23CF521B"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Punctajul se va acorda proportional în funcţie de ponderea numărului de animale pentru care se prezintă certificate, în total efectiv de animale (exprimat în SO) din cadrul exploataţiei.</w:t>
            </w:r>
          </w:p>
          <w:p w14:paraId="638D9618" w14:textId="77777777" w:rsidR="00F84A7A" w:rsidRPr="00E67132" w:rsidRDefault="00F84A7A" w:rsidP="00F84A7A">
            <w:pPr>
              <w:pStyle w:val="NoSpacing"/>
              <w:spacing w:line="276" w:lineRule="auto"/>
              <w:jc w:val="both"/>
              <w:rPr>
                <w:rFonts w:cs="Calibri"/>
                <w:i/>
                <w:noProof/>
                <w:lang w:val="ro-RO"/>
              </w:rPr>
            </w:pPr>
            <w:r w:rsidRPr="00E67132">
              <w:rPr>
                <w:rFonts w:cs="Calibri"/>
                <w:i/>
                <w:noProof/>
                <w:lang w:val="ro-RO"/>
              </w:rPr>
              <w:t>În cazul exploataţiilor mixte când proiectul a fost încadrat pe sectorul vegetal / zootehnic (aceasta reprezentând componenta majoritară măsurată în SO din total exploataţie) analiza SO a grupei de cultură / speciei de animale se va face comparativ cu totalul SO al sectorului vegetal/zootehnic, nu cu total SO al întregii exploataţii.</w:t>
            </w:r>
          </w:p>
        </w:tc>
        <w:tc>
          <w:tcPr>
            <w:tcW w:w="3063" w:type="dxa"/>
            <w:gridSpan w:val="8"/>
            <w:shd w:val="clear" w:color="auto" w:fill="auto"/>
          </w:tcPr>
          <w:p w14:paraId="49C41114" w14:textId="77777777" w:rsidR="00F84A7A" w:rsidRPr="00E67132" w:rsidRDefault="00F84A7A" w:rsidP="00F84A7A">
            <w:pPr>
              <w:pStyle w:val="BodyText3"/>
              <w:jc w:val="left"/>
              <w:rPr>
                <w:rFonts w:ascii="Calibri" w:hAnsi="Calibri" w:cs="Calibri"/>
                <w:b w:val="0"/>
                <w:noProof/>
                <w:sz w:val="22"/>
                <w:szCs w:val="22"/>
                <w:lang w:val="ro-RO"/>
              </w:rPr>
            </w:pPr>
          </w:p>
          <w:p w14:paraId="01CFF77F"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1D6C9316" w14:textId="77777777" w:rsidTr="00342928">
        <w:trPr>
          <w:gridAfter w:val="4"/>
          <w:wAfter w:w="4970" w:type="dxa"/>
        </w:trPr>
        <w:tc>
          <w:tcPr>
            <w:tcW w:w="7035" w:type="dxa"/>
            <w:gridSpan w:val="6"/>
            <w:shd w:val="clear" w:color="auto" w:fill="auto"/>
          </w:tcPr>
          <w:p w14:paraId="6C2D9E65" w14:textId="77777777" w:rsidR="00F84A7A" w:rsidRPr="00E67132" w:rsidRDefault="00F84A7A" w:rsidP="00F84A7A">
            <w:pPr>
              <w:pStyle w:val="BodyText3"/>
              <w:jc w:val="both"/>
              <w:rPr>
                <w:rFonts w:ascii="Calibri" w:hAnsi="Calibri" w:cs="Calibri"/>
                <w:i/>
                <w:noProof/>
                <w:sz w:val="22"/>
                <w:szCs w:val="22"/>
                <w:lang w:val="ro-RO"/>
              </w:rPr>
            </w:pPr>
            <w:r w:rsidRPr="00E67132">
              <w:rPr>
                <w:rFonts w:ascii="Calibri" w:hAnsi="Calibri" w:cs="Calibri"/>
                <w:noProof/>
                <w:sz w:val="22"/>
                <w:szCs w:val="22"/>
                <w:lang w:val="ro-RO"/>
              </w:rPr>
              <w:t>Declaraţie pe proprie răspundere privind îndeplinirea criteriului de selecţie până la momentul acordării celei de-a doua tranşe de sprijin</w:t>
            </w:r>
          </w:p>
        </w:tc>
        <w:tc>
          <w:tcPr>
            <w:tcW w:w="3063" w:type="dxa"/>
            <w:gridSpan w:val="8"/>
            <w:shd w:val="clear" w:color="auto" w:fill="auto"/>
          </w:tcPr>
          <w:p w14:paraId="2D227198"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585490E5" w14:textId="77777777" w:rsidTr="00342928">
        <w:trPr>
          <w:gridAfter w:val="4"/>
          <w:wAfter w:w="4970" w:type="dxa"/>
        </w:trPr>
        <w:tc>
          <w:tcPr>
            <w:tcW w:w="7035" w:type="dxa"/>
            <w:gridSpan w:val="6"/>
            <w:shd w:val="clear" w:color="auto" w:fill="auto"/>
          </w:tcPr>
          <w:p w14:paraId="695375AD" w14:textId="77777777" w:rsidR="00F84A7A" w:rsidRPr="00E67132" w:rsidRDefault="00F84A7A" w:rsidP="00F84A7A">
            <w:pPr>
              <w:pStyle w:val="BodyText3"/>
              <w:jc w:val="both"/>
              <w:rPr>
                <w:rFonts w:ascii="Calibri" w:hAnsi="Calibri" w:cs="Calibri"/>
                <w:noProof/>
                <w:sz w:val="22"/>
                <w:szCs w:val="22"/>
                <w:lang w:val="ro-RO"/>
              </w:rPr>
            </w:pPr>
            <w:r w:rsidRPr="00E67132">
              <w:rPr>
                <w:rFonts w:ascii="Calibri" w:hAnsi="Calibri" w:cs="Calibri"/>
                <w:noProof/>
                <w:sz w:val="22"/>
                <w:szCs w:val="22"/>
                <w:lang w:val="ro-RO"/>
              </w:rPr>
              <w:t>Document care certifică utilizarea resurselor genetice autohtone</w:t>
            </w:r>
          </w:p>
        </w:tc>
        <w:tc>
          <w:tcPr>
            <w:tcW w:w="3063" w:type="dxa"/>
            <w:gridSpan w:val="8"/>
            <w:shd w:val="clear" w:color="auto" w:fill="auto"/>
          </w:tcPr>
          <w:p w14:paraId="41D66103"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2579001C" w14:textId="77777777" w:rsidTr="00342928">
        <w:trPr>
          <w:gridAfter w:val="4"/>
          <w:wAfter w:w="4970" w:type="dxa"/>
        </w:trPr>
        <w:tc>
          <w:tcPr>
            <w:tcW w:w="7035" w:type="dxa"/>
            <w:gridSpan w:val="6"/>
            <w:shd w:val="clear" w:color="auto" w:fill="auto"/>
          </w:tcPr>
          <w:p w14:paraId="3F47951B" w14:textId="77777777" w:rsidR="00F84A7A" w:rsidRPr="00E67132" w:rsidRDefault="00F84A7A" w:rsidP="00F84A7A">
            <w:pPr>
              <w:jc w:val="both"/>
              <w:rPr>
                <w:rFonts w:ascii="Calibri" w:hAnsi="Calibri" w:cs="Calibri"/>
                <w:b/>
                <w:bCs/>
                <w:noProof/>
                <w:sz w:val="22"/>
                <w:szCs w:val="22"/>
                <w:lang w:val="ro-RO" w:eastAsia="fr-FR"/>
              </w:rPr>
            </w:pPr>
            <w:r w:rsidRPr="00E67132">
              <w:rPr>
                <w:rFonts w:ascii="Calibri" w:hAnsi="Calibri" w:cs="Calibri"/>
                <w:noProof/>
                <w:sz w:val="22"/>
                <w:szCs w:val="22"/>
                <w:lang w:val="ro-RO"/>
              </w:rPr>
              <w:t>In cazul animalelor, certificatul de origine pentru animale de rasă indigenă eliberat de Asociații ale crescătorilor sau Organizațiile de ameliorare, autorizate de ANZ si verificarea in lista raselor indigene (autohtone).</w:t>
            </w:r>
          </w:p>
        </w:tc>
        <w:tc>
          <w:tcPr>
            <w:tcW w:w="3063" w:type="dxa"/>
            <w:gridSpan w:val="8"/>
            <w:shd w:val="clear" w:color="auto" w:fill="auto"/>
          </w:tcPr>
          <w:p w14:paraId="38300693" w14:textId="77777777" w:rsidR="00F84A7A" w:rsidRPr="00E67132" w:rsidRDefault="00F84A7A" w:rsidP="00F84A7A">
            <w:pPr>
              <w:pStyle w:val="BodyText3"/>
              <w:jc w:val="left"/>
              <w:rPr>
                <w:rFonts w:ascii="Calibri" w:hAnsi="Calibri" w:cs="Calibri"/>
                <w:b w:val="0"/>
                <w:noProof/>
                <w:sz w:val="22"/>
                <w:szCs w:val="22"/>
                <w:lang w:val="ro-RO"/>
              </w:rPr>
            </w:pPr>
          </w:p>
        </w:tc>
      </w:tr>
      <w:tr w:rsidR="00F84A7A" w:rsidRPr="00E67132" w14:paraId="65DE4619" w14:textId="77777777" w:rsidTr="00342928">
        <w:trPr>
          <w:gridAfter w:val="4"/>
          <w:wAfter w:w="4970" w:type="dxa"/>
        </w:trPr>
        <w:tc>
          <w:tcPr>
            <w:tcW w:w="7035" w:type="dxa"/>
            <w:gridSpan w:val="6"/>
            <w:shd w:val="clear" w:color="auto" w:fill="auto"/>
          </w:tcPr>
          <w:p w14:paraId="2E05E952"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 </w:t>
            </w:r>
          </w:p>
          <w:p w14:paraId="33D4BCA4"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Total punctaj</w:t>
            </w:r>
          </w:p>
        </w:tc>
        <w:tc>
          <w:tcPr>
            <w:tcW w:w="3063" w:type="dxa"/>
            <w:gridSpan w:val="8"/>
            <w:shd w:val="clear" w:color="auto" w:fill="auto"/>
          </w:tcPr>
          <w:p w14:paraId="0355AEDB"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         </w:t>
            </w:r>
          </w:p>
          <w:p w14:paraId="0921C1C8"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   100p.</w:t>
            </w:r>
          </w:p>
          <w:p w14:paraId="6F13CE4D"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        </w:t>
            </w:r>
          </w:p>
        </w:tc>
      </w:tr>
      <w:tr w:rsidR="00F84A7A" w:rsidRPr="00E67132" w14:paraId="394D3720" w14:textId="77777777" w:rsidTr="00342928">
        <w:trPr>
          <w:gridAfter w:val="4"/>
          <w:wAfter w:w="4970" w:type="dxa"/>
        </w:trPr>
        <w:tc>
          <w:tcPr>
            <w:tcW w:w="10098" w:type="dxa"/>
            <w:gridSpan w:val="14"/>
          </w:tcPr>
          <w:p w14:paraId="1B341D1A" w14:textId="77777777" w:rsidR="00F84A7A" w:rsidRPr="00E67132" w:rsidRDefault="00F84A7A" w:rsidP="00F84A7A">
            <w:pPr>
              <w:pStyle w:val="BodyText3"/>
              <w:jc w:val="left"/>
              <w:rPr>
                <w:rFonts w:ascii="Calibri" w:hAnsi="Calibri" w:cs="Calibri"/>
                <w:b w:val="0"/>
                <w:noProof/>
                <w:sz w:val="22"/>
                <w:szCs w:val="22"/>
                <w:lang w:val="ro-RO"/>
              </w:rPr>
            </w:pPr>
            <w:r w:rsidRPr="00E67132">
              <w:rPr>
                <w:rFonts w:ascii="Calibri" w:hAnsi="Calibri" w:cs="Calibri"/>
                <w:noProof/>
                <w:sz w:val="22"/>
                <w:szCs w:val="22"/>
                <w:lang w:val="ro-RO"/>
              </w:rPr>
              <w:t>Punctajul minim</w:t>
            </w:r>
            <w:r w:rsidRPr="00E67132">
              <w:rPr>
                <w:rFonts w:ascii="Calibri" w:hAnsi="Calibri" w:cs="Calibri"/>
                <w:b w:val="0"/>
                <w:noProof/>
                <w:sz w:val="22"/>
                <w:szCs w:val="22"/>
                <w:lang w:val="ro-RO"/>
              </w:rPr>
              <w:t xml:space="preserve"> pentru această submasură este de </w:t>
            </w:r>
            <w:r w:rsidRPr="00E67132">
              <w:rPr>
                <w:rFonts w:ascii="Calibri" w:hAnsi="Calibri" w:cs="Calibri"/>
                <w:noProof/>
                <w:sz w:val="22"/>
                <w:szCs w:val="22"/>
                <w:lang w:val="ro-RO"/>
              </w:rPr>
              <w:t>25 p.</w:t>
            </w:r>
            <w:r w:rsidRPr="00E67132">
              <w:rPr>
                <w:rFonts w:ascii="Calibri" w:hAnsi="Calibri" w:cs="Calibri"/>
                <w:b w:val="0"/>
                <w:noProof/>
                <w:sz w:val="22"/>
                <w:szCs w:val="22"/>
                <w:lang w:val="ro-RO"/>
              </w:rPr>
              <w:t xml:space="preserve"> </w:t>
            </w:r>
          </w:p>
        </w:tc>
      </w:tr>
      <w:tr w:rsidR="00F84A7A" w:rsidRPr="00E67132" w14:paraId="1221A304" w14:textId="77777777" w:rsidTr="00342928">
        <w:trPr>
          <w:gridAfter w:val="4"/>
          <w:wAfter w:w="4970" w:type="dxa"/>
        </w:trPr>
        <w:tc>
          <w:tcPr>
            <w:tcW w:w="10098" w:type="dxa"/>
            <w:gridSpan w:val="14"/>
          </w:tcPr>
          <w:p w14:paraId="6248A7CE" w14:textId="77777777" w:rsidR="00F84A7A" w:rsidRPr="00E67132" w:rsidRDefault="00F84A7A" w:rsidP="00F84A7A">
            <w:pPr>
              <w:pStyle w:val="BodyText3"/>
              <w:jc w:val="both"/>
              <w:rPr>
                <w:rStyle w:val="tal1"/>
                <w:rFonts w:ascii="Calibri" w:hAnsi="Calibri" w:cs="Calibri"/>
                <w:b w:val="0"/>
                <w:noProof/>
                <w:sz w:val="22"/>
                <w:szCs w:val="22"/>
                <w:lang w:val="ro-RO"/>
              </w:rPr>
            </w:pPr>
            <w:r w:rsidRPr="00E67132">
              <w:rPr>
                <w:rFonts w:ascii="Calibri" w:hAnsi="Calibri" w:cs="Calibri"/>
                <w:b w:val="0"/>
                <w:noProof/>
                <w:sz w:val="22"/>
                <w:szCs w:val="22"/>
                <w:lang w:val="ro-RO"/>
              </w:rPr>
              <w:t xml:space="preserve">În urma evaluării criteriilor de selecţie, proiectul este NECONFORM, din motivul scăderii </w:t>
            </w:r>
            <w:r w:rsidRPr="00E67132">
              <w:rPr>
                <w:rStyle w:val="tal1"/>
                <w:rFonts w:ascii="Calibri" w:hAnsi="Calibri" w:cs="Calibri"/>
                <w:b w:val="0"/>
                <w:noProof/>
                <w:sz w:val="22"/>
                <w:szCs w:val="22"/>
                <w:lang w:val="ro-RO"/>
              </w:rPr>
              <w:t>punctajului din autoevaluare/prescoring sub pragul de calitate corespunzător lunii în care a fost depus proiectul ?</w:t>
            </w:r>
          </w:p>
          <w:p w14:paraId="185A7A3B"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DA                                                               </w:t>
            </w:r>
            <w:r w:rsidRPr="00E67132">
              <w:rPr>
                <w:rFonts w:ascii="Calibri" w:hAnsi="Calibri" w:cs="Calibri"/>
                <w:noProof/>
                <w:sz w:val="22"/>
                <w:szCs w:val="22"/>
                <w:lang w:val="ro-RO"/>
              </w:rPr>
              <w:sym w:font="Wingdings" w:char="F06F"/>
            </w:r>
          </w:p>
          <w:p w14:paraId="620FEE97" w14:textId="77777777" w:rsidR="00F84A7A" w:rsidRPr="00E67132" w:rsidRDefault="00F84A7A" w:rsidP="00F84A7A">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NU                                                               </w:t>
            </w:r>
            <w:r w:rsidRPr="00E67132">
              <w:rPr>
                <w:rFonts w:ascii="Calibri" w:hAnsi="Calibri" w:cs="Calibri"/>
                <w:noProof/>
                <w:sz w:val="22"/>
                <w:szCs w:val="22"/>
                <w:lang w:val="ro-RO"/>
              </w:rPr>
              <w:sym w:font="Wingdings" w:char="F06F"/>
            </w:r>
          </w:p>
          <w:p w14:paraId="184109CC" w14:textId="77777777" w:rsidR="00F84A7A" w:rsidRPr="00E67132" w:rsidRDefault="00F84A7A" w:rsidP="00F84A7A">
            <w:pPr>
              <w:pStyle w:val="BodyText3"/>
              <w:jc w:val="left"/>
              <w:rPr>
                <w:rFonts w:ascii="Calibri" w:hAnsi="Calibri" w:cs="Calibri"/>
                <w:noProof/>
                <w:sz w:val="22"/>
                <w:szCs w:val="22"/>
                <w:lang w:val="ro-RO"/>
              </w:rPr>
            </w:pPr>
          </w:p>
        </w:tc>
      </w:tr>
    </w:tbl>
    <w:p w14:paraId="2F778401"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Atentie!</w:t>
      </w:r>
    </w:p>
    <w:p w14:paraId="170FF302"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 xml:space="preserve">Evaluarea criteriilor de selectie se face numai </w:t>
      </w:r>
      <w:r w:rsidR="001B748F" w:rsidRPr="00E67132">
        <w:rPr>
          <w:rFonts w:ascii="Calibri" w:hAnsi="Calibri" w:cs="Calibri"/>
          <w:b w:val="0"/>
          <w:noProof/>
          <w:sz w:val="22"/>
          <w:szCs w:val="22"/>
          <w:lang w:val="ro-RO"/>
        </w:rPr>
        <w:t>î</w:t>
      </w:r>
      <w:r w:rsidRPr="00E67132">
        <w:rPr>
          <w:rFonts w:ascii="Calibri" w:hAnsi="Calibri" w:cs="Calibri"/>
          <w:b w:val="0"/>
          <w:noProof/>
          <w:sz w:val="22"/>
          <w:szCs w:val="22"/>
          <w:lang w:val="ro-RO"/>
        </w:rPr>
        <w:t>n baza documentelor depuse odata cu Cererea de finan</w:t>
      </w:r>
      <w:r w:rsidR="001B748F" w:rsidRPr="00E67132">
        <w:rPr>
          <w:rFonts w:ascii="Calibri" w:hAnsi="Calibri" w:cs="Calibri"/>
          <w:b w:val="0"/>
          <w:noProof/>
          <w:sz w:val="22"/>
          <w:szCs w:val="22"/>
          <w:lang w:val="ro-RO"/>
        </w:rPr>
        <w:t>ț</w:t>
      </w:r>
      <w:r w:rsidRPr="00E67132">
        <w:rPr>
          <w:rFonts w:ascii="Calibri" w:hAnsi="Calibri" w:cs="Calibri"/>
          <w:b w:val="0"/>
          <w:noProof/>
          <w:sz w:val="22"/>
          <w:szCs w:val="22"/>
          <w:lang w:val="ro-RO"/>
        </w:rPr>
        <w:t xml:space="preserve">are. </w:t>
      </w:r>
    </w:p>
    <w:p w14:paraId="59EA42A1" w14:textId="77777777" w:rsidR="0016083C" w:rsidRPr="00E67132" w:rsidRDefault="0016083C" w:rsidP="00E56F11">
      <w:pPr>
        <w:pStyle w:val="BodyText3"/>
        <w:jc w:val="left"/>
        <w:rPr>
          <w:rFonts w:ascii="Calibri" w:hAnsi="Calibri" w:cs="Calibri"/>
          <w:b w:val="0"/>
          <w:noProof/>
          <w:sz w:val="22"/>
          <w:szCs w:val="22"/>
          <w:lang w:val="ro-RO"/>
        </w:rPr>
      </w:pPr>
    </w:p>
    <w:p w14:paraId="0B0B0F74"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Observaţii.......................................................................................................................</w:t>
      </w:r>
    </w:p>
    <w:p w14:paraId="425C9D5F"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w:t>
      </w:r>
    </w:p>
    <w:p w14:paraId="760E233E" w14:textId="77777777" w:rsidR="0016083C" w:rsidRPr="00E67132" w:rsidRDefault="0016083C" w:rsidP="00E56F11">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w:t>
      </w:r>
    </w:p>
    <w:p w14:paraId="176B0AA5" w14:textId="77777777" w:rsidR="0016083C" w:rsidRPr="00E67132" w:rsidRDefault="0016083C" w:rsidP="00E56F11">
      <w:pPr>
        <w:pStyle w:val="BodyText3"/>
        <w:jc w:val="left"/>
        <w:rPr>
          <w:rFonts w:ascii="Calibri" w:hAnsi="Calibri" w:cs="Calibri"/>
          <w:b w:val="0"/>
          <w:noProof/>
          <w:sz w:val="22"/>
          <w:szCs w:val="22"/>
          <w:lang w:val="ro-RO"/>
        </w:rPr>
      </w:pPr>
    </w:p>
    <w:p w14:paraId="00841F02"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Aprobat </w:t>
      </w:r>
      <w:r w:rsidR="004C733B" w:rsidRPr="00E67132">
        <w:rPr>
          <w:rFonts w:ascii="Calibri" w:hAnsi="Calibri" w:cs="Calibri"/>
          <w:noProof/>
          <w:sz w:val="22"/>
          <w:szCs w:val="22"/>
          <w:lang w:val="ro-RO"/>
        </w:rPr>
        <w:t>de: Director  OJFIR/ CRFIR</w:t>
      </w:r>
      <w:r w:rsidR="00921A20" w:rsidRPr="00E67132">
        <w:rPr>
          <w:rFonts w:ascii="Calibri" w:hAnsi="Calibri" w:cs="Calibri"/>
          <w:noProof/>
          <w:sz w:val="22"/>
          <w:szCs w:val="22"/>
          <w:lang w:val="ro-RO"/>
        </w:rPr>
        <w:t>/ DAF</w:t>
      </w:r>
    </w:p>
    <w:p w14:paraId="67A632A4"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Nume/Prenume …………………… Semnătura</w:t>
      </w:r>
      <w:r w:rsidRPr="00E67132">
        <w:rPr>
          <w:rFonts w:ascii="Calibri" w:hAnsi="Calibri" w:cs="Calibri"/>
          <w:noProof/>
          <w:sz w:val="22"/>
          <w:szCs w:val="22"/>
          <w:lang w:val="ro-RO"/>
        </w:rPr>
        <w:tab/>
      </w:r>
      <w:r w:rsidR="008C3B90" w:rsidRPr="00E67132">
        <w:rPr>
          <w:rFonts w:ascii="Calibri" w:hAnsi="Calibri" w:cs="Calibri"/>
          <w:noProof/>
          <w:sz w:val="22"/>
          <w:szCs w:val="22"/>
          <w:lang w:val="ro-RO"/>
        </w:rPr>
        <w:t xml:space="preserve">          </w:t>
      </w:r>
      <w:r w:rsidR="00EA2035" w:rsidRPr="00E67132">
        <w:rPr>
          <w:rFonts w:ascii="Calibri" w:hAnsi="Calibri" w:cs="Calibri"/>
          <w:noProof/>
          <w:sz w:val="22"/>
          <w:szCs w:val="22"/>
          <w:lang w:val="ro-RO"/>
        </w:rPr>
        <w:t xml:space="preserve">              </w:t>
      </w:r>
      <w:r w:rsidRPr="00E67132">
        <w:rPr>
          <w:rFonts w:ascii="Calibri" w:hAnsi="Calibri" w:cs="Calibri"/>
          <w:noProof/>
          <w:sz w:val="22"/>
          <w:szCs w:val="22"/>
          <w:lang w:val="ro-RO"/>
        </w:rPr>
        <w:t>DATA………..</w:t>
      </w:r>
    </w:p>
    <w:p w14:paraId="6DF1B024" w14:textId="77777777" w:rsidR="008C3B90" w:rsidRPr="00E67132" w:rsidRDefault="008C3B90" w:rsidP="00E56F11">
      <w:pPr>
        <w:pStyle w:val="BodyText3"/>
        <w:jc w:val="left"/>
        <w:rPr>
          <w:rFonts w:ascii="Calibri" w:hAnsi="Calibri" w:cs="Calibri"/>
          <w:noProof/>
          <w:sz w:val="22"/>
          <w:szCs w:val="22"/>
          <w:lang w:val="ro-RO"/>
        </w:rPr>
      </w:pPr>
    </w:p>
    <w:p w14:paraId="6BFF5654" w14:textId="77777777" w:rsidR="00921A20" w:rsidRPr="00E67132" w:rsidRDefault="00921A20" w:rsidP="00921A20">
      <w:pPr>
        <w:pStyle w:val="BodyText3"/>
        <w:jc w:val="left"/>
        <w:rPr>
          <w:rFonts w:ascii="Calibri" w:hAnsi="Calibri" w:cs="Calibri"/>
          <w:noProof/>
          <w:sz w:val="22"/>
          <w:szCs w:val="22"/>
          <w:lang w:val="ro-RO"/>
        </w:rPr>
      </w:pPr>
      <w:r w:rsidRPr="00E67132">
        <w:rPr>
          <w:rFonts w:ascii="Calibri" w:hAnsi="Calibri" w:cs="Calibri"/>
          <w:bCs w:val="0"/>
          <w:noProof/>
          <w:sz w:val="22"/>
          <w:szCs w:val="22"/>
          <w:lang w:val="ro-RO"/>
        </w:rPr>
        <w:t>Avizat/</w:t>
      </w:r>
      <w:r w:rsidR="0016083C" w:rsidRPr="00E67132">
        <w:rPr>
          <w:rFonts w:ascii="Calibri" w:hAnsi="Calibri" w:cs="Calibri"/>
          <w:noProof/>
          <w:sz w:val="22"/>
          <w:szCs w:val="22"/>
          <w:lang w:val="ro-RO"/>
        </w:rPr>
        <w:t xml:space="preserve">Verificat: Şef Serviciu </w:t>
      </w:r>
      <w:r w:rsidR="00155D81" w:rsidRPr="00E67132">
        <w:rPr>
          <w:rFonts w:ascii="Calibri" w:hAnsi="Calibri" w:cs="Calibri"/>
          <w:noProof/>
          <w:sz w:val="22"/>
          <w:szCs w:val="22"/>
          <w:lang w:val="ro-RO"/>
        </w:rPr>
        <w:t xml:space="preserve">SAFPD </w:t>
      </w:r>
      <w:r w:rsidR="0016083C" w:rsidRPr="00E67132">
        <w:rPr>
          <w:rFonts w:ascii="Calibri" w:hAnsi="Calibri" w:cs="Calibri"/>
          <w:noProof/>
          <w:sz w:val="22"/>
          <w:szCs w:val="22"/>
          <w:lang w:val="ro-RO"/>
        </w:rPr>
        <w:t>OJFIR/CRFIR/</w:t>
      </w:r>
      <w:r w:rsidRPr="00E67132">
        <w:rPr>
          <w:rFonts w:ascii="Calibri" w:hAnsi="Calibri" w:cs="Calibri"/>
          <w:noProof/>
          <w:sz w:val="22"/>
          <w:szCs w:val="22"/>
          <w:lang w:val="ro-RO"/>
        </w:rPr>
        <w:t xml:space="preserve"> SP-DAF</w:t>
      </w:r>
    </w:p>
    <w:p w14:paraId="3D9FBB18"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Nume/Prenume …………………… Semnătura</w:t>
      </w:r>
      <w:r w:rsidRPr="00E67132">
        <w:rPr>
          <w:rFonts w:ascii="Calibri" w:hAnsi="Calibri" w:cs="Calibri"/>
          <w:noProof/>
          <w:sz w:val="22"/>
          <w:szCs w:val="22"/>
          <w:lang w:val="ro-RO"/>
        </w:rPr>
        <w:tab/>
      </w:r>
      <w:r w:rsidRPr="00E67132">
        <w:rPr>
          <w:rFonts w:ascii="Calibri" w:hAnsi="Calibri" w:cs="Calibri"/>
          <w:noProof/>
          <w:sz w:val="22"/>
          <w:szCs w:val="22"/>
          <w:lang w:val="ro-RO"/>
        </w:rPr>
        <w:tab/>
        <w:t xml:space="preserve">         </w:t>
      </w:r>
      <w:r w:rsidR="004C733B" w:rsidRPr="00E67132">
        <w:rPr>
          <w:rFonts w:ascii="Calibri" w:hAnsi="Calibri" w:cs="Calibri"/>
          <w:noProof/>
          <w:sz w:val="22"/>
          <w:szCs w:val="22"/>
          <w:lang w:val="ro-RO"/>
        </w:rPr>
        <w:t xml:space="preserve">             </w:t>
      </w:r>
      <w:r w:rsidRPr="00E67132">
        <w:rPr>
          <w:rFonts w:ascii="Calibri" w:hAnsi="Calibri" w:cs="Calibri"/>
          <w:noProof/>
          <w:sz w:val="22"/>
          <w:szCs w:val="22"/>
          <w:lang w:val="ro-RO"/>
        </w:rPr>
        <w:t xml:space="preserve">  DATA………..</w:t>
      </w:r>
    </w:p>
    <w:p w14:paraId="33D954D2" w14:textId="77777777" w:rsidR="00EA2035" w:rsidRPr="00E67132" w:rsidRDefault="00EA2035" w:rsidP="00E56F11">
      <w:pPr>
        <w:pStyle w:val="BodyText3"/>
        <w:jc w:val="left"/>
        <w:rPr>
          <w:rFonts w:ascii="Calibri" w:hAnsi="Calibri" w:cs="Calibri"/>
          <w:noProof/>
          <w:sz w:val="22"/>
          <w:szCs w:val="22"/>
          <w:lang w:val="ro-RO"/>
        </w:rPr>
      </w:pPr>
    </w:p>
    <w:p w14:paraId="3397D29C" w14:textId="77777777" w:rsidR="00EA2035" w:rsidRPr="00E67132" w:rsidRDefault="00EA2035" w:rsidP="00EA2035">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Verificat de: Expert 2 SAFPD OJFIR/ CRFIR / SP-DAF</w:t>
      </w:r>
    </w:p>
    <w:p w14:paraId="627767BD" w14:textId="77777777" w:rsidR="00EA2035" w:rsidRPr="00E67132" w:rsidRDefault="00EA2035" w:rsidP="00EA2035">
      <w:pPr>
        <w:overflowPunct w:val="0"/>
        <w:autoSpaceDE w:val="0"/>
        <w:autoSpaceDN w:val="0"/>
        <w:adjustRightInd w:val="0"/>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Nume/Prenume …………………… Semnătura</w:t>
      </w:r>
      <w:r w:rsidRPr="00E67132">
        <w:rPr>
          <w:rFonts w:ascii="Calibri" w:hAnsi="Calibri" w:cs="Calibri"/>
          <w:b/>
          <w:bCs/>
          <w:noProof/>
          <w:sz w:val="22"/>
          <w:szCs w:val="22"/>
          <w:lang w:val="ro-RO" w:eastAsia="fr-FR"/>
        </w:rPr>
        <w:tab/>
        <w:t xml:space="preserve">   </w:t>
      </w:r>
      <w:r w:rsidRPr="00E67132">
        <w:rPr>
          <w:rFonts w:ascii="Calibri" w:hAnsi="Calibri" w:cs="Calibri"/>
          <w:b/>
          <w:bCs/>
          <w:noProof/>
          <w:sz w:val="22"/>
          <w:szCs w:val="22"/>
          <w:lang w:val="ro-RO" w:eastAsia="fr-FR"/>
        </w:rPr>
        <w:tab/>
        <w:t xml:space="preserve">                         DATA………..</w:t>
      </w:r>
    </w:p>
    <w:p w14:paraId="19D398ED" w14:textId="77777777" w:rsidR="00EA2035" w:rsidRPr="00E67132" w:rsidRDefault="00EA2035" w:rsidP="00EA2035">
      <w:pPr>
        <w:overflowPunct w:val="0"/>
        <w:autoSpaceDE w:val="0"/>
        <w:autoSpaceDN w:val="0"/>
        <w:adjustRightInd w:val="0"/>
        <w:textAlignment w:val="baseline"/>
        <w:rPr>
          <w:rFonts w:ascii="Calibri" w:hAnsi="Calibri" w:cs="Calibri"/>
          <w:b/>
          <w:bCs/>
          <w:noProof/>
          <w:sz w:val="22"/>
          <w:szCs w:val="22"/>
          <w:lang w:val="ro-RO" w:eastAsia="fr-FR"/>
        </w:rPr>
      </w:pPr>
    </w:p>
    <w:p w14:paraId="659E78B6"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 xml:space="preserve">Întocmit de: Expert </w:t>
      </w:r>
      <w:r w:rsidR="00921A20" w:rsidRPr="00E67132">
        <w:rPr>
          <w:rFonts w:ascii="Calibri" w:hAnsi="Calibri" w:cs="Calibri"/>
          <w:noProof/>
          <w:sz w:val="22"/>
          <w:szCs w:val="22"/>
          <w:lang w:val="ro-RO"/>
        </w:rPr>
        <w:t>1</w:t>
      </w:r>
      <w:r w:rsidRPr="00E67132">
        <w:rPr>
          <w:rFonts w:ascii="Calibri" w:hAnsi="Calibri" w:cs="Calibri"/>
          <w:noProof/>
          <w:sz w:val="22"/>
          <w:szCs w:val="22"/>
          <w:lang w:val="ro-RO"/>
        </w:rPr>
        <w:t xml:space="preserve"> </w:t>
      </w:r>
      <w:r w:rsidR="00155D81" w:rsidRPr="00E67132">
        <w:rPr>
          <w:rFonts w:ascii="Calibri" w:hAnsi="Calibri" w:cs="Calibri"/>
          <w:noProof/>
          <w:sz w:val="22"/>
          <w:szCs w:val="22"/>
          <w:lang w:val="ro-RO"/>
        </w:rPr>
        <w:t>SAFPD</w:t>
      </w:r>
      <w:r w:rsidR="00921A20" w:rsidRPr="00E67132">
        <w:rPr>
          <w:rFonts w:ascii="Calibri" w:hAnsi="Calibri" w:cs="Calibri"/>
          <w:noProof/>
          <w:sz w:val="22"/>
          <w:szCs w:val="22"/>
          <w:lang w:val="ro-RO"/>
        </w:rPr>
        <w:t xml:space="preserve"> OJFIR/CRFIR/ SP-DAF</w:t>
      </w:r>
    </w:p>
    <w:p w14:paraId="0B89DC4D" w14:textId="77777777" w:rsidR="0016083C" w:rsidRPr="00E67132" w:rsidRDefault="0016083C" w:rsidP="00E56F11">
      <w:pPr>
        <w:pStyle w:val="BodyText3"/>
        <w:jc w:val="left"/>
        <w:rPr>
          <w:rFonts w:ascii="Calibri" w:hAnsi="Calibri" w:cs="Calibri"/>
          <w:noProof/>
          <w:sz w:val="22"/>
          <w:szCs w:val="22"/>
          <w:lang w:val="ro-RO"/>
        </w:rPr>
      </w:pPr>
      <w:r w:rsidRPr="00E67132">
        <w:rPr>
          <w:rFonts w:ascii="Calibri" w:hAnsi="Calibri" w:cs="Calibri"/>
          <w:noProof/>
          <w:sz w:val="22"/>
          <w:szCs w:val="22"/>
          <w:lang w:val="ro-RO"/>
        </w:rPr>
        <w:t>Nume/Prenume …………………… Semnătura</w:t>
      </w:r>
      <w:r w:rsidRPr="00E67132">
        <w:rPr>
          <w:rFonts w:ascii="Calibri" w:hAnsi="Calibri" w:cs="Calibri"/>
          <w:noProof/>
          <w:sz w:val="22"/>
          <w:szCs w:val="22"/>
          <w:lang w:val="ro-RO"/>
        </w:rPr>
        <w:tab/>
        <w:t xml:space="preserve">   </w:t>
      </w:r>
      <w:r w:rsidRPr="00E67132">
        <w:rPr>
          <w:rFonts w:ascii="Calibri" w:hAnsi="Calibri" w:cs="Calibri"/>
          <w:noProof/>
          <w:sz w:val="22"/>
          <w:szCs w:val="22"/>
          <w:lang w:val="ro-RO"/>
        </w:rPr>
        <w:tab/>
        <w:t xml:space="preserve">          </w:t>
      </w:r>
      <w:r w:rsidR="004C733B" w:rsidRPr="00E67132">
        <w:rPr>
          <w:rFonts w:ascii="Calibri" w:hAnsi="Calibri" w:cs="Calibri"/>
          <w:noProof/>
          <w:sz w:val="22"/>
          <w:szCs w:val="22"/>
          <w:lang w:val="ro-RO"/>
        </w:rPr>
        <w:t xml:space="preserve">              </w:t>
      </w:r>
      <w:r w:rsidRPr="00E67132">
        <w:rPr>
          <w:rFonts w:ascii="Calibri" w:hAnsi="Calibri" w:cs="Calibri"/>
          <w:noProof/>
          <w:sz w:val="22"/>
          <w:szCs w:val="22"/>
          <w:lang w:val="ro-RO"/>
        </w:rPr>
        <w:t xml:space="preserve"> DATA………..</w:t>
      </w:r>
    </w:p>
    <w:p w14:paraId="42D524F4" w14:textId="77777777" w:rsidR="00F34FD0" w:rsidRPr="00E67132" w:rsidRDefault="00F34FD0" w:rsidP="008C3B90">
      <w:pPr>
        <w:tabs>
          <w:tab w:val="left" w:pos="3120"/>
          <w:tab w:val="center" w:pos="4320"/>
          <w:tab w:val="right" w:pos="8640"/>
        </w:tabs>
        <w:rPr>
          <w:rFonts w:ascii="Calibri" w:hAnsi="Calibri" w:cs="Calibri"/>
          <w:b/>
          <w:bCs/>
          <w:noProof/>
          <w:sz w:val="22"/>
          <w:szCs w:val="22"/>
          <w:lang w:val="ro-RO" w:eastAsia="fr-FR"/>
        </w:rPr>
      </w:pPr>
    </w:p>
    <w:p w14:paraId="05F77A36" w14:textId="77777777" w:rsidR="00A55679" w:rsidRPr="00E67132" w:rsidRDefault="00A55679" w:rsidP="008C3B90">
      <w:pPr>
        <w:tabs>
          <w:tab w:val="left" w:pos="3120"/>
          <w:tab w:val="center" w:pos="4320"/>
          <w:tab w:val="right" w:pos="8640"/>
        </w:tabs>
        <w:rPr>
          <w:rFonts w:ascii="Calibri" w:hAnsi="Calibri" w:cs="Calibri"/>
          <w:b/>
          <w:bCs/>
          <w:noProof/>
          <w:sz w:val="22"/>
          <w:szCs w:val="22"/>
          <w:lang w:val="ro-RO" w:eastAsia="fr-FR"/>
        </w:rPr>
      </w:pPr>
    </w:p>
    <w:p w14:paraId="02182DBB" w14:textId="77777777" w:rsidR="00A55679" w:rsidRPr="00E67132" w:rsidRDefault="00A55679" w:rsidP="008C3B90">
      <w:pPr>
        <w:tabs>
          <w:tab w:val="left" w:pos="3120"/>
          <w:tab w:val="center" w:pos="4320"/>
          <w:tab w:val="right" w:pos="8640"/>
        </w:tabs>
        <w:rPr>
          <w:rFonts w:ascii="Calibri" w:hAnsi="Calibri" w:cs="Calibri"/>
          <w:b/>
          <w:noProof/>
          <w:sz w:val="22"/>
          <w:szCs w:val="22"/>
          <w:lang w:val="ro-RO"/>
        </w:rPr>
      </w:pPr>
    </w:p>
    <w:p w14:paraId="749F16AD"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1635F073"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2E563116"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3BA5F382"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687B85E2"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65CC3020"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655F3395"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104AD3EB"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21B08A5B"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0CB89071"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1F89E830"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089D4891"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14F58EF6" w14:textId="77777777" w:rsidR="00F4726B" w:rsidRPr="00E67132" w:rsidRDefault="00F4726B" w:rsidP="008C3B90">
      <w:pPr>
        <w:tabs>
          <w:tab w:val="left" w:pos="3120"/>
          <w:tab w:val="center" w:pos="4320"/>
          <w:tab w:val="right" w:pos="8640"/>
        </w:tabs>
        <w:rPr>
          <w:rFonts w:ascii="Calibri" w:hAnsi="Calibri" w:cs="Calibri"/>
          <w:b/>
          <w:noProof/>
          <w:sz w:val="22"/>
          <w:szCs w:val="22"/>
          <w:lang w:val="ro-RO"/>
        </w:rPr>
      </w:pPr>
    </w:p>
    <w:p w14:paraId="2B7A3442" w14:textId="77777777" w:rsidR="00140E45" w:rsidRPr="00E67132" w:rsidRDefault="00140E45" w:rsidP="008C3B90">
      <w:pPr>
        <w:tabs>
          <w:tab w:val="left" w:pos="3120"/>
          <w:tab w:val="center" w:pos="4320"/>
          <w:tab w:val="right" w:pos="8640"/>
        </w:tabs>
        <w:rPr>
          <w:rFonts w:ascii="Calibri" w:hAnsi="Calibri" w:cs="Calibri"/>
          <w:b/>
          <w:noProof/>
          <w:sz w:val="22"/>
          <w:szCs w:val="22"/>
          <w:lang w:val="ro-RO"/>
        </w:rPr>
      </w:pPr>
    </w:p>
    <w:p w14:paraId="0A3386FF" w14:textId="77777777" w:rsidR="00140E45" w:rsidRPr="00E67132" w:rsidRDefault="00140E45" w:rsidP="008C3B90">
      <w:pPr>
        <w:tabs>
          <w:tab w:val="left" w:pos="3120"/>
          <w:tab w:val="center" w:pos="4320"/>
          <w:tab w:val="right" w:pos="8640"/>
        </w:tabs>
        <w:rPr>
          <w:rFonts w:ascii="Calibri" w:hAnsi="Calibri" w:cs="Calibri"/>
          <w:b/>
          <w:noProof/>
          <w:sz w:val="22"/>
          <w:szCs w:val="22"/>
          <w:lang w:val="ro-RO"/>
        </w:rPr>
      </w:pPr>
    </w:p>
    <w:p w14:paraId="75CE8EE5" w14:textId="77777777" w:rsidR="00140E45" w:rsidRPr="00E67132" w:rsidRDefault="00140E45" w:rsidP="008C3B90">
      <w:pPr>
        <w:tabs>
          <w:tab w:val="left" w:pos="3120"/>
          <w:tab w:val="center" w:pos="4320"/>
          <w:tab w:val="right" w:pos="8640"/>
        </w:tabs>
        <w:rPr>
          <w:rFonts w:ascii="Calibri" w:hAnsi="Calibri" w:cs="Calibri"/>
          <w:b/>
          <w:noProof/>
          <w:sz w:val="22"/>
          <w:szCs w:val="22"/>
          <w:lang w:val="ro-RO"/>
        </w:rPr>
      </w:pPr>
    </w:p>
    <w:p w14:paraId="104CD21E" w14:textId="77777777" w:rsidR="00140E45" w:rsidRPr="00E67132" w:rsidRDefault="00140E45" w:rsidP="008C3B90">
      <w:pPr>
        <w:tabs>
          <w:tab w:val="left" w:pos="3120"/>
          <w:tab w:val="center" w:pos="4320"/>
          <w:tab w:val="right" w:pos="8640"/>
        </w:tabs>
        <w:rPr>
          <w:rFonts w:ascii="Calibri" w:hAnsi="Calibri" w:cs="Calibri"/>
          <w:b/>
          <w:noProof/>
          <w:sz w:val="22"/>
          <w:szCs w:val="22"/>
          <w:lang w:val="ro-RO"/>
        </w:rPr>
      </w:pPr>
    </w:p>
    <w:p w14:paraId="6E25842A" w14:textId="77777777" w:rsidR="00140E45" w:rsidRPr="00E67132" w:rsidRDefault="00140E45" w:rsidP="008C3B90">
      <w:pPr>
        <w:tabs>
          <w:tab w:val="left" w:pos="3120"/>
          <w:tab w:val="center" w:pos="4320"/>
          <w:tab w:val="right" w:pos="8640"/>
        </w:tabs>
        <w:rPr>
          <w:rFonts w:ascii="Calibri" w:hAnsi="Calibri" w:cs="Calibri"/>
          <w:b/>
          <w:noProof/>
          <w:sz w:val="22"/>
          <w:szCs w:val="22"/>
          <w:lang w:val="ro-RO"/>
        </w:rPr>
      </w:pPr>
    </w:p>
    <w:p w14:paraId="304C3319" w14:textId="77777777" w:rsidR="004F7468" w:rsidRPr="00E67132" w:rsidRDefault="004F7468" w:rsidP="008C3B90">
      <w:pPr>
        <w:tabs>
          <w:tab w:val="left" w:pos="3120"/>
          <w:tab w:val="center" w:pos="4320"/>
          <w:tab w:val="right" w:pos="8640"/>
        </w:tabs>
        <w:rPr>
          <w:rFonts w:ascii="Calibri" w:hAnsi="Calibri" w:cs="Calibri"/>
          <w:b/>
          <w:noProof/>
          <w:sz w:val="22"/>
          <w:szCs w:val="22"/>
          <w:lang w:val="ro-RO"/>
        </w:rPr>
      </w:pPr>
    </w:p>
    <w:p w14:paraId="3913917E" w14:textId="77777777" w:rsidR="00641BFB" w:rsidRPr="00E67132" w:rsidRDefault="00641BFB"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FISA DE EVALUARE GENERALA A PROIECTULUI</w:t>
      </w:r>
    </w:p>
    <w:p w14:paraId="3EC16EE8" w14:textId="77777777" w:rsidR="004C733B" w:rsidRPr="00E67132" w:rsidRDefault="004C733B"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Sprijin pentru instalarea tinerilor fermieri</w:t>
      </w:r>
    </w:p>
    <w:p w14:paraId="1DC895D9" w14:textId="77777777" w:rsidR="00D53DF3" w:rsidRPr="00E67132" w:rsidRDefault="00641BFB"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SECTIUNEA I</w:t>
      </w:r>
    </w:p>
    <w:p w14:paraId="332957F6" w14:textId="77777777" w:rsidR="001579DB" w:rsidRPr="00E67132" w:rsidRDefault="00641BFB" w:rsidP="001579DB">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 xml:space="preserve">A. </w:t>
      </w:r>
      <w:r w:rsidR="001579DB" w:rsidRPr="00E67132">
        <w:rPr>
          <w:rFonts w:ascii="Calibri" w:hAnsi="Calibri" w:cs="Calibri"/>
          <w:b/>
          <w:noProof/>
          <w:sz w:val="22"/>
          <w:szCs w:val="22"/>
          <w:lang w:val="ro-RO"/>
        </w:rPr>
        <w:t>Metodologie de aplicat pentru verificarea condiţiilor de eligibilitate</w:t>
      </w:r>
    </w:p>
    <w:p w14:paraId="54203FB3" w14:textId="77777777" w:rsidR="001579DB" w:rsidRPr="00E67132" w:rsidRDefault="001579DB" w:rsidP="001579DB">
      <w:pPr>
        <w:tabs>
          <w:tab w:val="left" w:pos="3120"/>
          <w:tab w:val="center" w:pos="4320"/>
          <w:tab w:val="right" w:pos="8640"/>
        </w:tabs>
        <w:rPr>
          <w:rFonts w:ascii="Calibri" w:hAnsi="Calibri" w:cs="Calibri"/>
          <w:b/>
          <w:noProof/>
          <w:sz w:val="22"/>
          <w:szCs w:val="22"/>
          <w:u w:val="single"/>
          <w:lang w:val="ro-RO"/>
        </w:rPr>
      </w:pPr>
    </w:p>
    <w:p w14:paraId="74388CDE" w14:textId="77777777" w:rsidR="001579DB" w:rsidRPr="00E67132" w:rsidRDefault="001579DB" w:rsidP="001579DB">
      <w:pPr>
        <w:tabs>
          <w:tab w:val="left" w:pos="3120"/>
          <w:tab w:val="center" w:pos="4320"/>
          <w:tab w:val="right" w:pos="8640"/>
        </w:tabs>
        <w:rPr>
          <w:rFonts w:ascii="Calibri" w:hAnsi="Calibri" w:cs="Calibri"/>
          <w:b/>
          <w:noProof/>
          <w:sz w:val="22"/>
          <w:szCs w:val="22"/>
          <w:u w:val="single"/>
          <w:lang w:val="ro-RO"/>
        </w:rPr>
      </w:pPr>
      <w:r w:rsidRPr="00E67132">
        <w:rPr>
          <w:rFonts w:ascii="Calibri" w:hAnsi="Calibri" w:cs="Calibri"/>
          <w:b/>
          <w:noProof/>
          <w:sz w:val="22"/>
          <w:szCs w:val="22"/>
          <w:u w:val="single"/>
          <w:lang w:val="ro-RO"/>
        </w:rPr>
        <w:t xml:space="preserve">Numarul de înregistrare al cererii de finanţare </w:t>
      </w:r>
    </w:p>
    <w:p w14:paraId="38810E7E" w14:textId="77777777" w:rsidR="00D53DF3" w:rsidRPr="00E67132" w:rsidRDefault="00D53DF3" w:rsidP="008C3B90">
      <w:pPr>
        <w:tabs>
          <w:tab w:val="left" w:pos="3120"/>
          <w:tab w:val="center" w:pos="4320"/>
          <w:tab w:val="right" w:pos="8640"/>
        </w:tabs>
        <w:rPr>
          <w:rFonts w:ascii="Calibri" w:hAnsi="Calibri" w:cs="Calibri"/>
          <w:b/>
          <w:noProof/>
          <w:sz w:val="22"/>
          <w:szCs w:val="22"/>
          <w:lang w:val="ro-RO"/>
        </w:rPr>
      </w:pPr>
    </w:p>
    <w:p w14:paraId="4A15DCB4" w14:textId="77777777" w:rsidR="001579DB" w:rsidRPr="00E67132" w:rsidRDefault="001579DB" w:rsidP="001579DB">
      <w:pPr>
        <w:pStyle w:val="BodyText3"/>
        <w:jc w:val="left"/>
        <w:rPr>
          <w:rFonts w:ascii="Calibri" w:hAnsi="Calibri" w:cs="Calibri"/>
          <w:b w:val="0"/>
          <w:noProof/>
          <w:sz w:val="22"/>
          <w:szCs w:val="22"/>
          <w:lang w:val="ro-RO"/>
        </w:rPr>
      </w:pPr>
      <w:r w:rsidRPr="00E67132">
        <w:rPr>
          <w:rFonts w:ascii="Calibri" w:hAnsi="Calibri" w:cs="Calibri"/>
          <w:b w:val="0"/>
          <w:noProof/>
          <w:sz w:val="22"/>
          <w:szCs w:val="22"/>
          <w:lang w:val="ro-RO"/>
        </w:rPr>
        <w:t>Numărul de înregistrare al Cererii de Finanţare (CF):</w:t>
      </w:r>
    </w:p>
    <w:p w14:paraId="43C0B291" w14:textId="77777777" w:rsidR="00D53DF3" w:rsidRPr="00E67132" w:rsidRDefault="00D53DF3" w:rsidP="008C3B90">
      <w:pPr>
        <w:tabs>
          <w:tab w:val="left" w:pos="3120"/>
          <w:tab w:val="center" w:pos="4320"/>
          <w:tab w:val="right" w:pos="8640"/>
        </w:tabs>
        <w:rPr>
          <w:rFonts w:ascii="Calibri" w:hAnsi="Calibri" w:cs="Calibri"/>
          <w:b/>
          <w:noProof/>
          <w:sz w:val="22"/>
          <w:szCs w:val="22"/>
          <w:lang w:val="ro-RO"/>
        </w:rPr>
      </w:pPr>
    </w:p>
    <w:p w14:paraId="528F41F6" w14:textId="77777777" w:rsidR="001579DB" w:rsidRPr="00E67132" w:rsidRDefault="00076A90" w:rsidP="001579DB">
      <w:pPr>
        <w:tabs>
          <w:tab w:val="center" w:pos="4536"/>
          <w:tab w:val="right" w:pos="9072"/>
        </w:tabs>
        <w:rPr>
          <w:rFonts w:ascii="Calibri" w:hAnsi="Calibri" w:cs="Calibri"/>
          <w:b/>
          <w:noProof/>
          <w:sz w:val="22"/>
          <w:szCs w:val="22"/>
          <w:lang w:val="ro-RO" w:eastAsia="fr-FR"/>
        </w:rPr>
      </w:pPr>
      <w:r w:rsidRPr="00E67132">
        <w:rPr>
          <w:rFonts w:ascii="Calibri" w:hAnsi="Calibri" w:cs="Calibri"/>
          <w:noProof/>
          <w:sz w:val="22"/>
          <w:szCs w:val="22"/>
        </w:rPr>
        <mc:AlternateContent>
          <mc:Choice Requires="wps">
            <w:drawing>
              <wp:anchor distT="4294967294" distB="4294967294" distL="114298" distR="114298" simplePos="0" relativeHeight="251655680" behindDoc="0" locked="0" layoutInCell="0" allowOverlap="1" wp14:anchorId="37701E8B" wp14:editId="63508892">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E880A" id="Rectangle 1" o:spid="_x0000_s1026" style="position:absolute;margin-left:67.5pt;margin-top:3.8pt;width:0;height:0;z-index:25165568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1579DB" w:rsidRPr="00E67132">
        <w:rPr>
          <w:rFonts w:ascii="Calibri" w:hAnsi="Calibri" w:cs="Calibri"/>
          <w:noProof/>
          <w:sz w:val="22"/>
          <w:szCs w:val="22"/>
          <w:bdr w:val="single" w:sz="8" w:space="0" w:color="auto" w:frame="1"/>
          <w:lang w:val="ro-RO" w:eastAsia="fr-FR"/>
        </w:rPr>
        <w:t>F</w:t>
      </w:r>
      <w:r w:rsidR="001579DB" w:rsidRPr="00E67132">
        <w:rPr>
          <w:rFonts w:ascii="Calibri" w:hAnsi="Calibri" w:cs="Calibri"/>
          <w:noProof/>
          <w:sz w:val="22"/>
          <w:szCs w:val="22"/>
          <w:lang w:val="ro-RO" w:eastAsia="fr-FR"/>
        </w:rPr>
        <w:t xml:space="preserve">     </w:t>
      </w:r>
      <w:r w:rsidR="00F81921"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4C733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4C733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4C733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4C733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4C733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bdr w:val="single" w:sz="8" w:space="0" w:color="auto" w:frame="1"/>
          <w:lang w:val="ro-RO" w:eastAsia="fr-FR"/>
        </w:rPr>
        <w:t xml:space="preserve"> </w:t>
      </w:r>
      <w:r w:rsidR="001579DB" w:rsidRPr="00E67132">
        <w:rPr>
          <w:rFonts w:ascii="Calibri" w:hAnsi="Calibri" w:cs="Calibri"/>
          <w:noProof/>
          <w:sz w:val="22"/>
          <w:szCs w:val="22"/>
          <w:lang w:val="ro-RO" w:eastAsia="fr-FR"/>
        </w:rPr>
        <w:t> </w:t>
      </w:r>
    </w:p>
    <w:p w14:paraId="5CE259AD" w14:textId="77777777" w:rsidR="001579DB" w:rsidRPr="00E67132" w:rsidRDefault="001579DB" w:rsidP="001579DB">
      <w:pPr>
        <w:rPr>
          <w:rFonts w:ascii="Calibri" w:hAnsi="Calibri" w:cs="Calibri"/>
          <w:b/>
          <w:noProof/>
          <w:sz w:val="22"/>
          <w:szCs w:val="22"/>
          <w:lang w:val="ro-RO"/>
        </w:rPr>
      </w:pPr>
    </w:p>
    <w:p w14:paraId="72971D7B" w14:textId="77777777" w:rsidR="001579DB" w:rsidRPr="00E67132" w:rsidRDefault="001579DB" w:rsidP="001579DB">
      <w:pPr>
        <w:rPr>
          <w:rFonts w:ascii="Calibri" w:hAnsi="Calibri" w:cs="Calibri"/>
          <w:noProof/>
          <w:sz w:val="18"/>
          <w:szCs w:val="18"/>
          <w:lang w:val="ro-RO"/>
        </w:rPr>
      </w:pPr>
      <w:r w:rsidRPr="00E67132">
        <w:rPr>
          <w:rFonts w:ascii="Calibri" w:hAnsi="Calibri" w:cs="Calibri"/>
          <w:noProof/>
          <w:sz w:val="18"/>
          <w:szCs w:val="18"/>
          <w:lang w:val="ro-RO"/>
        </w:rPr>
        <w:t xml:space="preserve">Tip </w:t>
      </w:r>
      <w:r w:rsidRPr="00E67132">
        <w:rPr>
          <w:rFonts w:ascii="Calibri" w:hAnsi="Calibri" w:cs="Calibri"/>
          <w:noProof/>
          <w:sz w:val="18"/>
          <w:szCs w:val="18"/>
          <w:lang w:val="ro-RO"/>
        </w:rPr>
        <w:tab/>
        <w:t xml:space="preserve"> </w:t>
      </w:r>
      <w:r w:rsidR="00F81921"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Codificare   Codificare </w:t>
      </w:r>
      <w:r w:rsidRPr="00E67132">
        <w:rPr>
          <w:rFonts w:ascii="Calibri" w:hAnsi="Calibri" w:cs="Calibri"/>
          <w:noProof/>
          <w:sz w:val="18"/>
          <w:szCs w:val="18"/>
          <w:lang w:val="ro-RO"/>
        </w:rPr>
        <w:tab/>
        <w:t xml:space="preserve"> Codificare </w:t>
      </w:r>
      <w:r w:rsidRPr="00E67132">
        <w:rPr>
          <w:rFonts w:ascii="Calibri" w:hAnsi="Calibri" w:cs="Calibri"/>
          <w:noProof/>
          <w:sz w:val="18"/>
          <w:szCs w:val="18"/>
          <w:lang w:val="ro-RO"/>
        </w:rPr>
        <w:tab/>
      </w:r>
      <w:r w:rsidR="00F81921"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Licitaţie de     </w:t>
      </w:r>
      <w:r w:rsidR="00F81921" w:rsidRPr="00E67132">
        <w:rPr>
          <w:rFonts w:ascii="Calibri" w:hAnsi="Calibri" w:cs="Calibri"/>
          <w:noProof/>
          <w:sz w:val="18"/>
          <w:szCs w:val="18"/>
          <w:lang w:val="ro-RO"/>
        </w:rPr>
        <w:t xml:space="preserve">         </w:t>
      </w:r>
      <w:r w:rsidRPr="00E67132">
        <w:rPr>
          <w:rFonts w:ascii="Calibri" w:hAnsi="Calibri" w:cs="Calibri"/>
          <w:noProof/>
          <w:sz w:val="18"/>
          <w:szCs w:val="18"/>
          <w:lang w:val="ro-RO"/>
        </w:rPr>
        <w:t>Cod</w:t>
      </w:r>
      <w:r w:rsidRPr="00E67132">
        <w:rPr>
          <w:rFonts w:ascii="Calibri" w:hAnsi="Calibri" w:cs="Calibri"/>
          <w:noProof/>
          <w:sz w:val="18"/>
          <w:szCs w:val="18"/>
          <w:lang w:val="ro-RO"/>
        </w:rPr>
        <w:tab/>
        <w:t xml:space="preserve">  </w:t>
      </w:r>
      <w:r w:rsidR="004C733B" w:rsidRPr="00E67132">
        <w:rPr>
          <w:rFonts w:ascii="Calibri" w:hAnsi="Calibri" w:cs="Calibri"/>
          <w:noProof/>
          <w:sz w:val="18"/>
          <w:szCs w:val="18"/>
          <w:lang w:val="ro-RO"/>
        </w:rPr>
        <w:t xml:space="preserve"> </w:t>
      </w:r>
      <w:r w:rsidR="00F81921"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Cod</w:t>
      </w:r>
      <w:r w:rsidRPr="00E67132">
        <w:rPr>
          <w:rFonts w:ascii="Calibri" w:hAnsi="Calibri" w:cs="Calibri"/>
          <w:noProof/>
          <w:sz w:val="18"/>
          <w:szCs w:val="18"/>
          <w:lang w:val="ro-RO"/>
        </w:rPr>
        <w:tab/>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 Număr de ordine</w:t>
      </w:r>
    </w:p>
    <w:p w14:paraId="2A52FD82" w14:textId="77777777" w:rsidR="001579DB" w:rsidRPr="00E67132" w:rsidRDefault="001579DB" w:rsidP="001579DB">
      <w:pPr>
        <w:rPr>
          <w:rFonts w:ascii="Calibri" w:hAnsi="Calibri" w:cs="Calibri"/>
          <w:noProof/>
          <w:sz w:val="18"/>
          <w:szCs w:val="18"/>
          <w:lang w:val="ro-RO"/>
        </w:rPr>
      </w:pPr>
      <w:r w:rsidRPr="00E67132">
        <w:rPr>
          <w:rFonts w:ascii="Calibri" w:hAnsi="Calibri" w:cs="Calibri"/>
          <w:noProof/>
          <w:sz w:val="18"/>
          <w:szCs w:val="18"/>
          <w:lang w:val="ro-RO"/>
        </w:rPr>
        <w:t>Cerere</w:t>
      </w:r>
      <w:r w:rsidRPr="00E67132">
        <w:rPr>
          <w:rFonts w:ascii="Calibri" w:hAnsi="Calibri" w:cs="Calibri"/>
          <w:noProof/>
          <w:sz w:val="18"/>
          <w:szCs w:val="18"/>
          <w:lang w:val="ro-RO"/>
        </w:rPr>
        <w:tab/>
        <w:t xml:space="preserve"> Măsură </w:t>
      </w:r>
      <w:r w:rsidRPr="00E67132">
        <w:rPr>
          <w:rFonts w:ascii="Calibri" w:hAnsi="Calibri" w:cs="Calibri"/>
          <w:noProof/>
          <w:sz w:val="18"/>
          <w:szCs w:val="18"/>
          <w:lang w:val="ro-RO"/>
        </w:rPr>
        <w:tab/>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Sub-Măsură</w:t>
      </w:r>
      <w:r w:rsidR="004C733B" w:rsidRPr="00E67132">
        <w:rPr>
          <w:rFonts w:ascii="Calibri" w:hAnsi="Calibri" w:cs="Calibri"/>
          <w:noProof/>
          <w:sz w:val="18"/>
          <w:szCs w:val="18"/>
          <w:lang w:val="ro-RO"/>
        </w:rPr>
        <w:tab/>
        <w:t xml:space="preserve"> </w:t>
      </w:r>
      <w:r w:rsidRPr="00E67132">
        <w:rPr>
          <w:rFonts w:ascii="Calibri" w:hAnsi="Calibri" w:cs="Calibri"/>
          <w:noProof/>
          <w:sz w:val="18"/>
          <w:szCs w:val="18"/>
          <w:lang w:val="ro-RO"/>
        </w:rPr>
        <w:t xml:space="preserve">de rezervă </w:t>
      </w:r>
      <w:r w:rsidRPr="00E67132">
        <w:rPr>
          <w:rFonts w:ascii="Calibri" w:hAnsi="Calibri" w:cs="Calibri"/>
          <w:noProof/>
          <w:sz w:val="18"/>
          <w:szCs w:val="18"/>
          <w:lang w:val="ro-RO"/>
        </w:rPr>
        <w:tab/>
      </w:r>
      <w:r w:rsidR="00F81921"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  proiecte</w:t>
      </w:r>
      <w:r w:rsidR="004C733B" w:rsidRPr="00E67132">
        <w:rPr>
          <w:rFonts w:ascii="Calibri" w:hAnsi="Calibri" w:cs="Calibri"/>
          <w:noProof/>
          <w:sz w:val="18"/>
          <w:szCs w:val="18"/>
          <w:lang w:val="ro-RO"/>
        </w:rPr>
        <w:t xml:space="preserve">      </w:t>
      </w:r>
      <w:r w:rsidR="00F81921"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regiune</w:t>
      </w:r>
      <w:r w:rsidR="004C733B" w:rsidRPr="00E67132">
        <w:rPr>
          <w:rFonts w:ascii="Calibri" w:hAnsi="Calibri" w:cs="Calibri"/>
          <w:noProof/>
          <w:sz w:val="18"/>
          <w:szCs w:val="18"/>
          <w:lang w:val="ro-RO"/>
        </w:rPr>
        <w:t xml:space="preserve">     </w:t>
      </w:r>
      <w:r w:rsidR="00F81921"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Judeţ</w:t>
      </w:r>
      <w:r w:rsidR="004C733B" w:rsidRPr="00E67132">
        <w:rPr>
          <w:rFonts w:ascii="Calibri" w:hAnsi="Calibri" w:cs="Calibri"/>
          <w:noProof/>
          <w:sz w:val="18"/>
          <w:szCs w:val="18"/>
          <w:lang w:val="ro-RO"/>
        </w:rPr>
        <w:t xml:space="preserve">        </w:t>
      </w:r>
      <w:r w:rsidR="00F81921"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de înregistrare în </w:t>
      </w:r>
    </w:p>
    <w:p w14:paraId="4CD42796" w14:textId="77777777" w:rsidR="001579DB" w:rsidRPr="00E67132" w:rsidRDefault="001579DB" w:rsidP="001579DB">
      <w:pPr>
        <w:rPr>
          <w:rFonts w:ascii="Calibri" w:hAnsi="Calibri" w:cs="Calibri"/>
          <w:noProof/>
          <w:sz w:val="18"/>
          <w:szCs w:val="18"/>
          <w:lang w:val="ro-RO"/>
        </w:rPr>
      </w:pPr>
      <w:r w:rsidRPr="00E67132">
        <w:rPr>
          <w:rFonts w:ascii="Calibri" w:hAnsi="Calibri" w:cs="Calibri"/>
          <w:noProof/>
          <w:sz w:val="18"/>
          <w:szCs w:val="18"/>
          <w:lang w:val="ro-RO"/>
        </w:rPr>
        <w:t>Finanţare</w:t>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r>
      <w:r w:rsidRPr="00E67132">
        <w:rPr>
          <w:rFonts w:ascii="Calibri" w:hAnsi="Calibri" w:cs="Calibri"/>
          <w:noProof/>
          <w:sz w:val="18"/>
          <w:szCs w:val="18"/>
          <w:lang w:val="ro-RO"/>
        </w:rPr>
        <w:tab/>
        <w:t xml:space="preserve">  </w:t>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w:t>
      </w:r>
      <w:r w:rsidR="00F81921" w:rsidRPr="00E67132">
        <w:rPr>
          <w:rFonts w:ascii="Calibri" w:hAnsi="Calibri" w:cs="Calibri"/>
          <w:noProof/>
          <w:sz w:val="18"/>
          <w:szCs w:val="18"/>
          <w:lang w:val="ro-RO"/>
        </w:rPr>
        <w:t xml:space="preserve"> </w:t>
      </w:r>
      <w:r w:rsidR="004C733B" w:rsidRPr="00E67132">
        <w:rPr>
          <w:rFonts w:ascii="Calibri" w:hAnsi="Calibri" w:cs="Calibri"/>
          <w:noProof/>
          <w:sz w:val="18"/>
          <w:szCs w:val="18"/>
          <w:lang w:val="ro-RO"/>
        </w:rPr>
        <w:t xml:space="preserve">  </w:t>
      </w:r>
      <w:r w:rsidRPr="00E67132">
        <w:rPr>
          <w:rFonts w:ascii="Calibri" w:hAnsi="Calibri" w:cs="Calibri"/>
          <w:noProof/>
          <w:sz w:val="18"/>
          <w:szCs w:val="18"/>
          <w:lang w:val="ro-RO"/>
        </w:rPr>
        <w:t>Registru</w:t>
      </w:r>
    </w:p>
    <w:p w14:paraId="01FF8AA6" w14:textId="77777777" w:rsidR="001579DB" w:rsidRPr="00E67132" w:rsidRDefault="001579DB" w:rsidP="001579DB">
      <w:pPr>
        <w:rPr>
          <w:rFonts w:ascii="Calibri" w:hAnsi="Calibri" w:cs="Calibri"/>
          <w:noProof/>
          <w:sz w:val="22"/>
          <w:szCs w:val="22"/>
          <w:highlight w:val="yellow"/>
          <w:bdr w:val="single" w:sz="4" w:space="0" w:color="auto"/>
          <w:lang w:val="ro-RO"/>
        </w:rPr>
      </w:pPr>
    </w:p>
    <w:p w14:paraId="4376BE06" w14:textId="77777777" w:rsidR="00574253" w:rsidRPr="00E67132" w:rsidRDefault="00641BFB"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1.</w:t>
      </w:r>
      <w:r w:rsidR="00D702B6" w:rsidRPr="00E67132">
        <w:rPr>
          <w:rFonts w:ascii="Calibri" w:hAnsi="Calibri" w:cs="Calibri"/>
          <w:b/>
          <w:noProof/>
          <w:sz w:val="22"/>
          <w:szCs w:val="22"/>
          <w:lang w:val="ro-RO"/>
        </w:rPr>
        <w:t xml:space="preserve"> </w:t>
      </w:r>
      <w:r w:rsidRPr="00E67132">
        <w:rPr>
          <w:rFonts w:ascii="Calibri" w:hAnsi="Calibri" w:cs="Calibri"/>
          <w:b/>
          <w:noProof/>
          <w:sz w:val="22"/>
          <w:szCs w:val="22"/>
          <w:lang w:val="ro-RO"/>
        </w:rPr>
        <w:t>Verificarea eligibilitatii solicitantului</w:t>
      </w:r>
    </w:p>
    <w:p w14:paraId="3D64BD1B"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32"/>
        <w:gridCol w:w="5191"/>
      </w:tblGrid>
      <w:tr w:rsidR="00641BFB" w:rsidRPr="00E67132" w14:paraId="66260D1E" w14:textId="77777777" w:rsidTr="00D558AF">
        <w:trPr>
          <w:trHeight w:val="1025"/>
        </w:trPr>
        <w:tc>
          <w:tcPr>
            <w:tcW w:w="4732" w:type="dxa"/>
            <w:shd w:val="clear" w:color="auto" w:fill="C0C0C0"/>
          </w:tcPr>
          <w:p w14:paraId="5CB785E1" w14:textId="77777777" w:rsidR="00641BFB" w:rsidRPr="00E67132" w:rsidRDefault="00641BFB" w:rsidP="00342928">
            <w:pPr>
              <w:keepNext/>
              <w:keepLines/>
              <w:spacing w:before="480" w:line="276" w:lineRule="auto"/>
              <w:outlineLvl w:val="0"/>
              <w:rPr>
                <w:rFonts w:ascii="Calibri" w:hAnsi="Calibri" w:cs="Calibri"/>
                <w:noProof/>
                <w:sz w:val="22"/>
                <w:szCs w:val="22"/>
                <w:lang w:val="ro-RO"/>
              </w:rPr>
            </w:pPr>
            <w:r w:rsidRPr="00E67132">
              <w:rPr>
                <w:rFonts w:ascii="Calibri" w:hAnsi="Calibri" w:cs="Calibri"/>
                <w:noProof/>
                <w:sz w:val="22"/>
                <w:szCs w:val="22"/>
                <w:lang w:val="ro-RO"/>
              </w:rPr>
              <w:t>DOCUMENTE   DE   PREZENTAT</w:t>
            </w:r>
          </w:p>
        </w:tc>
        <w:tc>
          <w:tcPr>
            <w:tcW w:w="5191" w:type="dxa"/>
            <w:shd w:val="clear" w:color="auto" w:fill="C0C0C0"/>
          </w:tcPr>
          <w:p w14:paraId="0797F71D" w14:textId="77777777" w:rsidR="00641BFB" w:rsidRPr="00E67132" w:rsidRDefault="00641BFB" w:rsidP="00342928">
            <w:pPr>
              <w:spacing w:after="200" w:line="276" w:lineRule="auto"/>
              <w:jc w:val="both"/>
              <w:rPr>
                <w:rFonts w:ascii="Calibri" w:eastAsia="Calibri" w:hAnsi="Calibri" w:cs="Calibri"/>
                <w:noProof/>
                <w:sz w:val="22"/>
                <w:szCs w:val="22"/>
                <w:lang w:val="ro-RO"/>
              </w:rPr>
            </w:pPr>
          </w:p>
          <w:p w14:paraId="6BEFB600" w14:textId="77777777" w:rsidR="00641BFB" w:rsidRPr="00E67132" w:rsidRDefault="00641BFB" w:rsidP="00342928">
            <w:pPr>
              <w:spacing w:after="200" w:line="276" w:lineRule="auto"/>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PUNCTE DE VERIFICAT IN DOCUMENTE</w:t>
            </w:r>
          </w:p>
        </w:tc>
      </w:tr>
    </w:tbl>
    <w:p w14:paraId="5CD2201F" w14:textId="77777777" w:rsidR="00641BFB" w:rsidRPr="00E67132" w:rsidRDefault="00641BFB" w:rsidP="00641BFB">
      <w:pPr>
        <w:rPr>
          <w:rFonts w:ascii="Calibri" w:hAnsi="Calibri" w:cs="Calibri"/>
          <w:noProof/>
          <w:vanish/>
          <w:sz w:val="22"/>
          <w:szCs w:val="22"/>
          <w:lang w:val="ro-R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8"/>
        <w:gridCol w:w="4766"/>
      </w:tblGrid>
      <w:tr w:rsidR="00641BFB" w:rsidRPr="00E67132" w14:paraId="29A39796" w14:textId="77777777" w:rsidTr="00B82EBD">
        <w:tc>
          <w:tcPr>
            <w:tcW w:w="4698" w:type="dxa"/>
            <w:shd w:val="clear" w:color="auto" w:fill="auto"/>
          </w:tcPr>
          <w:p w14:paraId="04273881" w14:textId="77777777" w:rsidR="00641BFB" w:rsidRPr="00E67132" w:rsidRDefault="00641BFB" w:rsidP="00641BFB">
            <w:pPr>
              <w:rPr>
                <w:rFonts w:ascii="Calibri" w:eastAsia="Calibri" w:hAnsi="Calibri" w:cs="Calibri"/>
                <w:b/>
                <w:noProof/>
                <w:sz w:val="22"/>
                <w:szCs w:val="22"/>
                <w:lang w:val="ro-RO"/>
              </w:rPr>
            </w:pPr>
            <w:r w:rsidRPr="00E67132">
              <w:rPr>
                <w:rFonts w:ascii="Calibri" w:eastAsia="Calibri" w:hAnsi="Calibri" w:cs="Calibri"/>
                <w:b/>
                <w:noProof/>
                <w:sz w:val="22"/>
                <w:szCs w:val="22"/>
                <w:lang w:val="ro-RO"/>
              </w:rPr>
              <w:t>1.1</w:t>
            </w:r>
            <w:r w:rsidR="00200E67" w:rsidRPr="00E67132">
              <w:rPr>
                <w:rFonts w:ascii="Calibri" w:eastAsia="Calibri" w:hAnsi="Calibri" w:cs="Calibri"/>
                <w:b/>
                <w:noProof/>
                <w:sz w:val="22"/>
                <w:szCs w:val="22"/>
                <w:lang w:val="ro-RO"/>
              </w:rPr>
              <w:t xml:space="preserve"> </w:t>
            </w:r>
            <w:r w:rsidR="00CB3B6F" w:rsidRPr="00E67132">
              <w:rPr>
                <w:rFonts w:ascii="Calibri" w:hAnsi="Calibri" w:cs="Calibri"/>
                <w:b/>
                <w:noProof/>
                <w:sz w:val="22"/>
                <w:szCs w:val="22"/>
                <w:lang w:val="ro-RO"/>
              </w:rPr>
              <w:t>Cererea de finantare</w:t>
            </w:r>
            <w:r w:rsidR="00CB3B6F" w:rsidRPr="00E67132">
              <w:rPr>
                <w:rFonts w:ascii="Calibri" w:eastAsia="Calibri" w:hAnsi="Calibri" w:cs="Calibri"/>
                <w:b/>
                <w:noProof/>
                <w:sz w:val="22"/>
                <w:szCs w:val="22"/>
                <w:lang w:val="ro-RO"/>
              </w:rPr>
              <w:t xml:space="preserve"> se afla în sistem (a mai depus aceeaşi cerere de finanţare în cadrul aceleiaşi sesiuni</w:t>
            </w:r>
            <w:r w:rsidR="00192D6C" w:rsidRPr="00E67132">
              <w:rPr>
                <w:rFonts w:ascii="Calibri" w:eastAsia="Calibri" w:hAnsi="Calibri" w:cs="Calibri"/>
                <w:b/>
                <w:noProof/>
                <w:sz w:val="22"/>
                <w:szCs w:val="22"/>
                <w:lang w:val="ro-RO"/>
              </w:rPr>
              <w:t xml:space="preserve"> continue</w:t>
            </w:r>
            <w:r w:rsidR="00CB3B6F" w:rsidRPr="00E67132">
              <w:rPr>
                <w:rFonts w:ascii="Calibri" w:eastAsia="Calibri" w:hAnsi="Calibri" w:cs="Calibri"/>
                <w:b/>
                <w:noProof/>
                <w:sz w:val="22"/>
                <w:szCs w:val="22"/>
                <w:lang w:val="ro-RO"/>
              </w:rPr>
              <w:t>)</w:t>
            </w:r>
            <w:r w:rsidRPr="00E67132">
              <w:rPr>
                <w:rFonts w:ascii="Calibri" w:eastAsia="Calibri" w:hAnsi="Calibri" w:cs="Calibri"/>
                <w:b/>
                <w:noProof/>
                <w:sz w:val="22"/>
                <w:szCs w:val="22"/>
                <w:lang w:val="ro-RO"/>
              </w:rPr>
              <w:t xml:space="preserve">? </w:t>
            </w:r>
          </w:p>
          <w:p w14:paraId="6FAF6E46" w14:textId="77777777" w:rsidR="00641BFB" w:rsidRPr="00E67132" w:rsidRDefault="00641BFB" w:rsidP="00641BFB">
            <w:pPr>
              <w:rPr>
                <w:rFonts w:ascii="Calibri" w:eastAsia="Calibri" w:hAnsi="Calibri" w:cs="Calibri"/>
                <w:b/>
                <w:noProof/>
                <w:sz w:val="22"/>
                <w:szCs w:val="22"/>
                <w:lang w:val="ro-RO"/>
              </w:rPr>
            </w:pPr>
          </w:p>
        </w:tc>
        <w:tc>
          <w:tcPr>
            <w:tcW w:w="4766" w:type="dxa"/>
            <w:shd w:val="clear" w:color="auto" w:fill="auto"/>
          </w:tcPr>
          <w:p w14:paraId="38266339" w14:textId="77777777" w:rsidR="00CB3B6F" w:rsidRPr="00E67132" w:rsidRDefault="009228EC" w:rsidP="00463C5B">
            <w:pPr>
              <w:jc w:val="both"/>
              <w:rPr>
                <w:rFonts w:ascii="Calibri" w:eastAsia="Calibri" w:hAnsi="Calibri" w:cs="Calibri"/>
                <w:noProof/>
                <w:sz w:val="22"/>
                <w:szCs w:val="22"/>
                <w:lang w:val="ro-RO"/>
              </w:rPr>
            </w:pPr>
            <w:r w:rsidRPr="00E67132">
              <w:rPr>
                <w:rFonts w:ascii="Calibri" w:hAnsi="Calibri" w:cs="Calibri"/>
                <w:noProof/>
                <w:sz w:val="22"/>
                <w:szCs w:val="22"/>
                <w:lang w:val="ro-RO"/>
              </w:rPr>
              <w:t xml:space="preserve">1.1 </w:t>
            </w:r>
            <w:r w:rsidR="003040BB" w:rsidRPr="00E67132">
              <w:rPr>
                <w:rFonts w:ascii="Calibri" w:hAnsi="Calibri" w:cs="Calibri"/>
                <w:noProof/>
                <w:sz w:val="22"/>
                <w:szCs w:val="22"/>
                <w:lang w:val="ro-RO"/>
              </w:rPr>
              <w:t xml:space="preserve">Expertul verifică dacă </w:t>
            </w:r>
            <w:r w:rsidR="00CB3B6F" w:rsidRPr="00E67132">
              <w:rPr>
                <w:rFonts w:ascii="Calibri" w:hAnsi="Calibri" w:cs="Calibri"/>
                <w:noProof/>
                <w:sz w:val="22"/>
                <w:szCs w:val="22"/>
                <w:lang w:val="ro-RO"/>
              </w:rPr>
              <w:t>Cererea de finan</w:t>
            </w:r>
            <w:r w:rsidR="001B748F" w:rsidRPr="00E67132">
              <w:rPr>
                <w:rFonts w:ascii="Calibri" w:hAnsi="Calibri" w:cs="Calibri"/>
                <w:noProof/>
                <w:sz w:val="22"/>
                <w:szCs w:val="22"/>
                <w:lang w:val="ro-RO"/>
              </w:rPr>
              <w:t>ț</w:t>
            </w:r>
            <w:r w:rsidR="00CB3B6F" w:rsidRPr="00E67132">
              <w:rPr>
                <w:rFonts w:ascii="Calibri" w:hAnsi="Calibri" w:cs="Calibri"/>
                <w:noProof/>
                <w:sz w:val="22"/>
                <w:szCs w:val="22"/>
                <w:lang w:val="ro-RO"/>
              </w:rPr>
              <w:t xml:space="preserve">are se afla în sistem, </w:t>
            </w:r>
            <w:r w:rsidR="003040BB" w:rsidRPr="00E67132">
              <w:rPr>
                <w:rFonts w:ascii="Calibri" w:hAnsi="Calibri" w:cs="Calibri"/>
                <w:noProof/>
                <w:sz w:val="22"/>
                <w:szCs w:val="22"/>
                <w:lang w:val="ro-RO"/>
              </w:rPr>
              <w:t xml:space="preserve">dacă </w:t>
            </w:r>
            <w:r w:rsidR="00CB3B6F" w:rsidRPr="00E67132">
              <w:rPr>
                <w:rFonts w:ascii="Calibri" w:hAnsi="Calibri" w:cs="Calibri"/>
                <w:noProof/>
                <w:sz w:val="22"/>
                <w:szCs w:val="22"/>
                <w:lang w:val="ro-RO"/>
              </w:rPr>
              <w:t xml:space="preserve">a mai fost depusă  </w:t>
            </w:r>
            <w:r w:rsidR="00075F33" w:rsidRPr="00E67132">
              <w:rPr>
                <w:rFonts w:ascii="Calibri" w:hAnsi="Calibri" w:cs="Calibri"/>
                <w:noProof/>
                <w:sz w:val="22"/>
                <w:szCs w:val="22"/>
                <w:lang w:val="ro-RO"/>
              </w:rPr>
              <w:t>î</w:t>
            </w:r>
            <w:r w:rsidR="00CB3B6F" w:rsidRPr="00E67132">
              <w:rPr>
                <w:rFonts w:ascii="Calibri" w:hAnsi="Calibri" w:cs="Calibri"/>
                <w:noProof/>
                <w:sz w:val="22"/>
                <w:szCs w:val="22"/>
                <w:lang w:val="ro-RO"/>
              </w:rPr>
              <w:t>n cadrul aceleia</w:t>
            </w:r>
            <w:r w:rsidR="003040BB" w:rsidRPr="00E67132">
              <w:rPr>
                <w:rFonts w:ascii="Calibri" w:hAnsi="Calibri" w:cs="Calibri"/>
                <w:noProof/>
                <w:sz w:val="22"/>
                <w:szCs w:val="22"/>
                <w:lang w:val="ro-RO"/>
              </w:rPr>
              <w:t>ș</w:t>
            </w:r>
            <w:r w:rsidR="00CB3B6F" w:rsidRPr="00E67132">
              <w:rPr>
                <w:rFonts w:ascii="Calibri" w:hAnsi="Calibri" w:cs="Calibri"/>
                <w:noProof/>
                <w:sz w:val="22"/>
                <w:szCs w:val="22"/>
                <w:lang w:val="ro-RO"/>
              </w:rPr>
              <w:t>i sesiuni</w:t>
            </w:r>
            <w:r w:rsidR="00192D6C" w:rsidRPr="00E67132">
              <w:rPr>
                <w:rFonts w:ascii="Calibri" w:hAnsi="Calibri" w:cs="Calibri"/>
                <w:noProof/>
                <w:sz w:val="22"/>
                <w:szCs w:val="22"/>
                <w:lang w:val="ro-RO"/>
              </w:rPr>
              <w:t xml:space="preserve"> continue</w:t>
            </w:r>
            <w:r w:rsidR="003040BB" w:rsidRPr="00E67132">
              <w:rPr>
                <w:rFonts w:ascii="Calibri" w:hAnsi="Calibri" w:cs="Calibri"/>
                <w:noProof/>
                <w:sz w:val="22"/>
                <w:szCs w:val="22"/>
                <w:lang w:val="ro-RO"/>
              </w:rPr>
              <w:t>.</w:t>
            </w:r>
            <w:r w:rsidR="00CB3B6F" w:rsidRPr="00E67132">
              <w:rPr>
                <w:rFonts w:ascii="Calibri" w:eastAsia="Calibri" w:hAnsi="Calibri" w:cs="Calibri"/>
                <w:noProof/>
                <w:sz w:val="22"/>
                <w:szCs w:val="22"/>
                <w:lang w:val="ro-RO"/>
              </w:rPr>
              <w:t xml:space="preserve"> </w:t>
            </w:r>
          </w:p>
          <w:p w14:paraId="33B95BD9" w14:textId="77777777" w:rsidR="00CB3B6F" w:rsidRPr="00E67132" w:rsidRDefault="00641BFB" w:rsidP="00463C5B">
            <w:pPr>
              <w:spacing w:line="100" w:lineRule="atLeast"/>
              <w:jc w:val="both"/>
              <w:rPr>
                <w:rFonts w:ascii="Calibri" w:hAnsi="Calibri" w:cs="Calibri"/>
                <w:noProof/>
                <w:sz w:val="22"/>
                <w:szCs w:val="22"/>
                <w:lang w:val="ro-RO"/>
              </w:rPr>
            </w:pPr>
            <w:r w:rsidRPr="00E67132">
              <w:rPr>
                <w:rFonts w:ascii="Calibri" w:eastAsia="Calibri" w:hAnsi="Calibri" w:cs="Calibri"/>
                <w:noProof/>
                <w:sz w:val="22"/>
                <w:szCs w:val="22"/>
                <w:lang w:val="ro-RO"/>
              </w:rPr>
              <w:t xml:space="preserve">Verificarea se face </w:t>
            </w:r>
            <w:r w:rsidR="001B748F" w:rsidRPr="00E67132">
              <w:rPr>
                <w:rFonts w:ascii="Calibri" w:eastAsia="Calibri" w:hAnsi="Calibri" w:cs="Calibri"/>
                <w:noProof/>
                <w:sz w:val="22"/>
                <w:szCs w:val="22"/>
                <w:lang w:val="ro-RO"/>
              </w:rPr>
              <w:t>î</w:t>
            </w:r>
            <w:r w:rsidRPr="00E67132">
              <w:rPr>
                <w:rFonts w:ascii="Calibri" w:eastAsia="Calibri" w:hAnsi="Calibri" w:cs="Calibri"/>
                <w:noProof/>
                <w:sz w:val="22"/>
                <w:szCs w:val="22"/>
                <w:lang w:val="ro-RO"/>
              </w:rPr>
              <w:t xml:space="preserve">n Registrul electronic al </w:t>
            </w:r>
            <w:r w:rsidR="009228EC" w:rsidRPr="00E67132">
              <w:rPr>
                <w:rFonts w:ascii="Calibri" w:eastAsia="Calibri" w:hAnsi="Calibri" w:cs="Calibri"/>
                <w:noProof/>
                <w:sz w:val="22"/>
                <w:szCs w:val="22"/>
                <w:lang w:val="ro-RO"/>
              </w:rPr>
              <w:t>proiectelor (cererilor de finantare)</w:t>
            </w:r>
            <w:r w:rsidRPr="00E67132">
              <w:rPr>
                <w:rFonts w:ascii="Calibri" w:eastAsia="Calibri" w:hAnsi="Calibri" w:cs="Calibri"/>
                <w:noProof/>
                <w:sz w:val="22"/>
                <w:szCs w:val="22"/>
                <w:lang w:val="ro-RO"/>
              </w:rPr>
              <w:t>.</w:t>
            </w:r>
            <w:r w:rsidR="00CB3B6F" w:rsidRPr="00E67132">
              <w:rPr>
                <w:rFonts w:ascii="Calibri" w:hAnsi="Calibri" w:cs="Calibri"/>
                <w:noProof/>
                <w:sz w:val="22"/>
                <w:szCs w:val="22"/>
                <w:lang w:val="ro-RO"/>
              </w:rPr>
              <w:t xml:space="preserve"> </w:t>
            </w:r>
          </w:p>
          <w:p w14:paraId="69055B03" w14:textId="77777777" w:rsidR="00CB3B6F" w:rsidRPr="00E67132" w:rsidRDefault="00CB3B6F" w:rsidP="00463C5B">
            <w:pPr>
              <w:spacing w:line="100" w:lineRule="atLeast"/>
              <w:jc w:val="both"/>
              <w:rPr>
                <w:rFonts w:ascii="Calibri" w:hAnsi="Calibri" w:cs="Calibri"/>
                <w:noProof/>
                <w:sz w:val="22"/>
                <w:szCs w:val="22"/>
                <w:lang w:val="ro-RO"/>
              </w:rPr>
            </w:pPr>
            <w:r w:rsidRPr="00E67132">
              <w:rPr>
                <w:rFonts w:ascii="Calibri" w:hAnsi="Calibri" w:cs="Calibri"/>
                <w:noProof/>
                <w:sz w:val="22"/>
                <w:szCs w:val="22"/>
                <w:lang w:val="ro-RO"/>
              </w:rPr>
              <w:t xml:space="preserve">- se va bifa „NU” - pentru cerere de finantare noua – CF nu figurează cu statut completat în Registrul electronic </w:t>
            </w:r>
          </w:p>
          <w:p w14:paraId="0D81715D" w14:textId="77777777" w:rsidR="00CB3B6F" w:rsidRPr="00E67132" w:rsidRDefault="00CB3B6F" w:rsidP="00463C5B">
            <w:pPr>
              <w:spacing w:line="100" w:lineRule="atLeast"/>
              <w:jc w:val="both"/>
              <w:rPr>
                <w:rFonts w:ascii="Calibri" w:hAnsi="Calibri" w:cs="Calibri"/>
                <w:noProof/>
                <w:sz w:val="22"/>
                <w:szCs w:val="22"/>
                <w:lang w:val="ro-RO"/>
              </w:rPr>
            </w:pPr>
            <w:r w:rsidRPr="00E67132">
              <w:rPr>
                <w:rFonts w:ascii="Calibri" w:hAnsi="Calibri" w:cs="Calibri"/>
                <w:noProof/>
                <w:sz w:val="22"/>
                <w:szCs w:val="22"/>
                <w:lang w:val="ro-RO"/>
              </w:rPr>
              <w:t xml:space="preserve"> - se va bifa „DA” – cererea a mai fost depusa, daca solicitantul figurează cu cod CF/ status proiect -  cererea de renunțare a fost aprobata, atunci se poate redepune o singură dată în cadrul aceleiasi sesiuni. </w:t>
            </w:r>
          </w:p>
          <w:p w14:paraId="39E6A625" w14:textId="77777777" w:rsidR="00CB3B6F" w:rsidRPr="00E67132" w:rsidRDefault="00CB3B6F" w:rsidP="00463C5B">
            <w:pPr>
              <w:spacing w:line="100" w:lineRule="atLeast"/>
              <w:jc w:val="both"/>
              <w:rPr>
                <w:rFonts w:ascii="Calibri" w:hAnsi="Calibri" w:cs="Calibri"/>
                <w:noProof/>
                <w:sz w:val="22"/>
                <w:szCs w:val="22"/>
                <w:lang w:val="ro-RO"/>
              </w:rPr>
            </w:pPr>
            <w:r w:rsidRPr="00E67132">
              <w:rPr>
                <w:rFonts w:ascii="Calibri" w:hAnsi="Calibri" w:cs="Calibri"/>
                <w:noProof/>
                <w:sz w:val="22"/>
                <w:szCs w:val="22"/>
                <w:lang w:val="ro-RO"/>
              </w:rPr>
              <w:t xml:space="preserve">Dacă </w:t>
            </w:r>
            <w:r w:rsidRPr="00E67132">
              <w:rPr>
                <w:rFonts w:ascii="Calibri" w:hAnsi="Calibri" w:cs="Calibri"/>
                <w:b/>
                <w:noProof/>
                <w:sz w:val="22"/>
                <w:szCs w:val="22"/>
                <w:lang w:val="ro-RO"/>
              </w:rPr>
              <w:t xml:space="preserve">are mai mult de o </w:t>
            </w:r>
            <w:r w:rsidRPr="00E67132">
              <w:rPr>
                <w:rFonts w:ascii="Calibri" w:hAnsi="Calibri" w:cs="Calibri"/>
                <w:noProof/>
                <w:sz w:val="22"/>
                <w:szCs w:val="22"/>
                <w:lang w:val="ro-RO"/>
              </w:rPr>
              <w:t xml:space="preserve">cerere de finantare </w:t>
            </w:r>
            <w:r w:rsidRPr="00E67132">
              <w:rPr>
                <w:rFonts w:ascii="Calibri" w:hAnsi="Calibri" w:cs="Calibri"/>
                <w:b/>
                <w:noProof/>
                <w:sz w:val="22"/>
                <w:szCs w:val="22"/>
                <w:lang w:val="ro-RO"/>
              </w:rPr>
              <w:t>(mai există o cerere neretrasă)</w:t>
            </w:r>
            <w:r w:rsidRPr="00E67132">
              <w:rPr>
                <w:rFonts w:ascii="Calibri" w:hAnsi="Calibri" w:cs="Calibri"/>
                <w:noProof/>
                <w:sz w:val="22"/>
                <w:szCs w:val="22"/>
                <w:lang w:val="ro-RO"/>
              </w:rPr>
              <w:t xml:space="preserve"> cererea este respinsă de la verificare. </w:t>
            </w:r>
          </w:p>
          <w:p w14:paraId="6080BD78" w14:textId="77777777" w:rsidR="00641BFB" w:rsidRPr="00E67132" w:rsidRDefault="00641BFB" w:rsidP="00463C5B">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Daca in Registrul electronic statutul este:</w:t>
            </w:r>
          </w:p>
          <w:p w14:paraId="45F1913D" w14:textId="77777777" w:rsidR="00CB3B6F" w:rsidRPr="00E67132" w:rsidRDefault="00CB3B6F" w:rsidP="00463C5B">
            <w:pPr>
              <w:jc w:val="both"/>
              <w:rPr>
                <w:rFonts w:ascii="Calibri" w:eastAsia="Calibri" w:hAnsi="Calibri" w:cs="Calibri"/>
                <w:noProof/>
                <w:sz w:val="22"/>
                <w:szCs w:val="22"/>
                <w:lang w:val="ro-RO"/>
              </w:rPr>
            </w:pPr>
            <w:r w:rsidRPr="00E67132">
              <w:rPr>
                <w:rFonts w:ascii="Calibri" w:hAnsi="Calibri" w:cs="Calibri"/>
                <w:noProof/>
                <w:sz w:val="22"/>
                <w:szCs w:val="22"/>
                <w:lang w:val="ro-RO"/>
              </w:rPr>
              <w:t xml:space="preserve">- Rt = retrasă solicitantul  poate redepune cererea de finantare o singura data </w:t>
            </w:r>
            <w:r w:rsidR="00225561" w:rsidRPr="00E67132">
              <w:rPr>
                <w:rFonts w:ascii="Calibri" w:hAnsi="Calibri" w:cs="Calibri"/>
                <w:noProof/>
                <w:sz w:val="22"/>
                <w:szCs w:val="22"/>
                <w:lang w:val="ro-RO"/>
              </w:rPr>
              <w:t>î</w:t>
            </w:r>
            <w:r w:rsidRPr="00E67132">
              <w:rPr>
                <w:rFonts w:ascii="Calibri" w:hAnsi="Calibri" w:cs="Calibri"/>
                <w:noProof/>
                <w:sz w:val="22"/>
                <w:szCs w:val="22"/>
                <w:lang w:val="ro-RO"/>
              </w:rPr>
              <w:t>n cadrul aceleia</w:t>
            </w:r>
            <w:r w:rsidR="00225561" w:rsidRPr="00E67132">
              <w:rPr>
                <w:rFonts w:ascii="Calibri" w:hAnsi="Calibri" w:cs="Calibri"/>
                <w:noProof/>
                <w:sz w:val="22"/>
                <w:szCs w:val="22"/>
                <w:lang w:val="ro-RO"/>
              </w:rPr>
              <w:t>ș</w:t>
            </w:r>
            <w:r w:rsidRPr="00E67132">
              <w:rPr>
                <w:rFonts w:ascii="Calibri" w:hAnsi="Calibri" w:cs="Calibri"/>
                <w:noProof/>
                <w:sz w:val="22"/>
                <w:szCs w:val="22"/>
                <w:lang w:val="ro-RO"/>
              </w:rPr>
              <w:t>i sesiuni de depunere;</w:t>
            </w:r>
          </w:p>
          <w:p w14:paraId="5F5DB989" w14:textId="77777777" w:rsidR="00641BFB" w:rsidRPr="00E67132" w:rsidRDefault="00AD6D16" w:rsidP="00463C5B">
            <w:pPr>
              <w:jc w:val="both"/>
              <w:rPr>
                <w:rFonts w:ascii="Calibri" w:eastAsia="Calibri" w:hAnsi="Calibri" w:cs="Calibri"/>
                <w:b/>
                <w:noProof/>
                <w:sz w:val="22"/>
                <w:szCs w:val="22"/>
                <w:lang w:val="ro-RO"/>
              </w:rPr>
            </w:pPr>
            <w:r w:rsidRPr="00E67132">
              <w:rPr>
                <w:rFonts w:ascii="Calibri" w:hAnsi="Calibri" w:cs="Calibri"/>
                <w:noProof/>
                <w:sz w:val="22"/>
                <w:szCs w:val="22"/>
                <w:lang w:val="ro-RO"/>
              </w:rPr>
              <w:t>-  Nc = neconformă în urma scăderii punctajului sub pragul de calitate, se acceptă pentru verificare cel mult înca o dată în aceeaşi sesiune de depunere, dacă a fost retrasă anterior.</w:t>
            </w:r>
            <w:r w:rsidR="00641BFB" w:rsidRPr="00E67132">
              <w:rPr>
                <w:rFonts w:ascii="Calibri" w:eastAsia="Calibri" w:hAnsi="Calibri" w:cs="Calibri"/>
                <w:noProof/>
                <w:sz w:val="22"/>
                <w:szCs w:val="22"/>
                <w:lang w:val="ro-RO"/>
              </w:rPr>
              <w:t>Daca in Registrul electronic statutul nu este completat, atunci este o cerere de finantare  noua.</w:t>
            </w:r>
          </w:p>
        </w:tc>
      </w:tr>
      <w:tr w:rsidR="00F53C4C" w:rsidRPr="00E67132" w14:paraId="0825F7DC" w14:textId="77777777" w:rsidTr="00B82EBD">
        <w:tc>
          <w:tcPr>
            <w:tcW w:w="4698" w:type="dxa"/>
            <w:shd w:val="clear" w:color="auto" w:fill="auto"/>
          </w:tcPr>
          <w:p w14:paraId="03FB0EAB" w14:textId="77777777" w:rsidR="00F53C4C" w:rsidRPr="00E67132" w:rsidRDefault="00F53C4C" w:rsidP="00641BFB">
            <w:pPr>
              <w:rPr>
                <w:rFonts w:ascii="Calibri" w:eastAsia="Calibri" w:hAnsi="Calibri" w:cs="Calibri"/>
                <w:b/>
                <w:noProof/>
                <w:sz w:val="22"/>
                <w:szCs w:val="22"/>
                <w:lang w:val="ro-RO"/>
              </w:rPr>
            </w:pPr>
            <w:r w:rsidRPr="00E67132">
              <w:rPr>
                <w:rFonts w:ascii="Calibri" w:eastAsia="Calibri" w:hAnsi="Calibri" w:cs="Calibri"/>
                <w:b/>
                <w:noProof/>
                <w:sz w:val="22"/>
                <w:szCs w:val="22"/>
                <w:lang w:val="ro-RO"/>
              </w:rPr>
              <w:t xml:space="preserve">1.2 Solicitantul a mai depus o altă cerere de finanțare în cadrul aceleiași sesiuni continue?  </w:t>
            </w:r>
          </w:p>
        </w:tc>
        <w:tc>
          <w:tcPr>
            <w:tcW w:w="4766" w:type="dxa"/>
            <w:shd w:val="clear" w:color="auto" w:fill="auto"/>
          </w:tcPr>
          <w:p w14:paraId="516E59F0" w14:textId="77777777" w:rsidR="00F53C4C" w:rsidRPr="00E67132" w:rsidRDefault="00F53C4C" w:rsidP="00F53C4C">
            <w:pPr>
              <w:jc w:val="both"/>
              <w:rPr>
                <w:rFonts w:ascii="Calibri" w:hAnsi="Calibri" w:cs="Calibri"/>
                <w:noProof/>
                <w:sz w:val="22"/>
                <w:szCs w:val="22"/>
                <w:lang w:val="ro-RO"/>
              </w:rPr>
            </w:pPr>
            <w:r w:rsidRPr="00E67132">
              <w:rPr>
                <w:rFonts w:ascii="Calibri" w:hAnsi="Calibri" w:cs="Calibri"/>
                <w:noProof/>
                <w:sz w:val="22"/>
                <w:szCs w:val="22"/>
                <w:lang w:val="ro-RO"/>
              </w:rPr>
              <w:t xml:space="preserve">Expertul verifică în bazele de date ale AFIR, dacă solicitantul a  mai depus o cerere de finanțare în aceeaşi sesiune continuă. Dacă DA, aceasta este condiţie de neeligibilitate se menţionează în rubrica Observaţii, iar proiectul este declarat neeligibil.  </w:t>
            </w:r>
          </w:p>
          <w:p w14:paraId="117D1F49" w14:textId="77777777" w:rsidR="00F53C4C" w:rsidRPr="00E67132" w:rsidRDefault="00F53C4C" w:rsidP="00F53C4C">
            <w:pPr>
              <w:jc w:val="both"/>
              <w:rPr>
                <w:rFonts w:ascii="Calibri" w:hAnsi="Calibri" w:cs="Calibri"/>
                <w:noProof/>
                <w:sz w:val="22"/>
                <w:szCs w:val="22"/>
                <w:lang w:val="ro-RO"/>
              </w:rPr>
            </w:pPr>
            <w:r w:rsidRPr="00E67132">
              <w:rPr>
                <w:rFonts w:ascii="Calibri" w:hAnsi="Calibri" w:cs="Calibri"/>
                <w:noProof/>
                <w:sz w:val="22"/>
                <w:szCs w:val="22"/>
                <w:lang w:val="ro-RO"/>
              </w:rPr>
              <w:t>Dacă solicitantul nu se regăsește în situația de mai sus se bifează căsuţa NU şi se continuă evaluarea proiectului.</w:t>
            </w:r>
          </w:p>
        </w:tc>
      </w:tr>
      <w:tr w:rsidR="00641BFB" w:rsidRPr="00E67132" w14:paraId="0E1110F7" w14:textId="77777777" w:rsidTr="00B82EBD">
        <w:tc>
          <w:tcPr>
            <w:tcW w:w="4698" w:type="dxa"/>
            <w:shd w:val="clear" w:color="auto" w:fill="auto"/>
          </w:tcPr>
          <w:p w14:paraId="33A25936" w14:textId="3E98352F" w:rsidR="00D558AF" w:rsidRPr="00E67132" w:rsidRDefault="00D558AF" w:rsidP="00522576">
            <w:pPr>
              <w:jc w:val="both"/>
              <w:rPr>
                <w:rFonts w:ascii="Calibri" w:hAnsi="Calibri" w:cs="Calibri"/>
                <w:noProof/>
                <w:sz w:val="22"/>
                <w:szCs w:val="22"/>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3</w:t>
            </w:r>
            <w:r w:rsidRPr="00E67132">
              <w:rPr>
                <w:rFonts w:ascii="Calibri" w:hAnsi="Calibri" w:cs="Calibri"/>
                <w:noProof/>
                <w:sz w:val="22"/>
                <w:szCs w:val="22"/>
                <w:lang w:val="ro-RO"/>
              </w:rPr>
              <w:t xml:space="preserve"> Solicitantul este înregistrat în Registrul debitorilor AFIR, atât pentru Programul SAPARD cât și pentru FEADR care a achitat integral datoria față de AFIR, inclusiv dobânzile și majorările de întârziere până la semnarea contractelor de finanțare?</w:t>
            </w:r>
          </w:p>
          <w:p w14:paraId="76453F7C" w14:textId="703D2D1B" w:rsidR="00393080" w:rsidRPr="00E67132" w:rsidRDefault="007D3648" w:rsidP="00522576">
            <w:pPr>
              <w:jc w:val="both"/>
              <w:rPr>
                <w:rFonts w:ascii="Calibri" w:hAnsi="Calibri" w:cs="Calibri"/>
                <w:noProof/>
                <w:sz w:val="22"/>
                <w:szCs w:val="22"/>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 xml:space="preserve"> 3</w:t>
            </w:r>
            <w:r w:rsidR="00393080" w:rsidRPr="00E67132">
              <w:rPr>
                <w:rFonts w:ascii="Calibri" w:hAnsi="Calibri" w:cs="Calibri"/>
                <w:noProof/>
                <w:sz w:val="22"/>
                <w:szCs w:val="22"/>
                <w:lang w:val="ro-RO"/>
              </w:rPr>
              <w:t>a.</w:t>
            </w:r>
            <w:r w:rsidRPr="00E67132">
              <w:rPr>
                <w:rFonts w:ascii="Calibri" w:hAnsi="Calibri" w:cs="Calibri"/>
                <w:noProof/>
                <w:sz w:val="22"/>
                <w:szCs w:val="22"/>
                <w:lang w:val="ro-RO"/>
              </w:rPr>
              <w:t xml:space="preserve"> Solicitantul este înregistrat în Registrul debitorilor AFIR</w:t>
            </w:r>
            <w:r w:rsidR="00393080" w:rsidRPr="00E67132">
              <w:rPr>
                <w:rFonts w:ascii="Calibri" w:hAnsi="Calibri" w:cs="Calibri"/>
                <w:noProof/>
                <w:sz w:val="22"/>
                <w:szCs w:val="22"/>
                <w:lang w:val="ro-RO"/>
              </w:rPr>
              <w:t xml:space="preserve"> </w:t>
            </w:r>
            <w:r w:rsidRPr="00E67132">
              <w:rPr>
                <w:rFonts w:ascii="Calibri" w:hAnsi="Calibri" w:cs="Calibri"/>
                <w:noProof/>
                <w:sz w:val="22"/>
                <w:szCs w:val="22"/>
                <w:lang w:val="ro-RO"/>
              </w:rPr>
              <w:t>atât pentru Programul SAPARD cât și pentru FEADR</w:t>
            </w:r>
            <w:r w:rsidR="00393080" w:rsidRPr="00E67132">
              <w:rPr>
                <w:rFonts w:ascii="Calibri" w:hAnsi="Calibri" w:cs="Calibri"/>
                <w:noProof/>
                <w:sz w:val="22"/>
                <w:szCs w:val="22"/>
                <w:lang w:val="ro-RO"/>
              </w:rPr>
              <w:t>?</w:t>
            </w:r>
          </w:p>
          <w:p w14:paraId="59A17434" w14:textId="77777777" w:rsidR="00393080" w:rsidRPr="00E67132" w:rsidRDefault="00393080" w:rsidP="00522576">
            <w:pPr>
              <w:jc w:val="both"/>
              <w:rPr>
                <w:rFonts w:ascii="Calibri" w:hAnsi="Calibri" w:cs="Calibri"/>
                <w:noProof/>
                <w:sz w:val="22"/>
                <w:szCs w:val="22"/>
                <w:lang w:val="ro-RO"/>
              </w:rPr>
            </w:pPr>
          </w:p>
          <w:p w14:paraId="21F3C7FC" w14:textId="75F84743" w:rsidR="00C31013" w:rsidRPr="00E67132" w:rsidRDefault="00C05D8F" w:rsidP="00393080">
            <w:pPr>
              <w:jc w:val="both"/>
              <w:rPr>
                <w:rFonts w:ascii="Calibri" w:eastAsia="Calibri" w:hAnsi="Calibri" w:cs="Calibri"/>
                <w:b/>
                <w:i/>
                <w:noProof/>
                <w:sz w:val="22"/>
                <w:szCs w:val="22"/>
                <w:highlight w:val="yellow"/>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3</w:t>
            </w:r>
            <w:r w:rsidR="00393080" w:rsidRPr="00E67132">
              <w:rPr>
                <w:rFonts w:ascii="Calibri" w:hAnsi="Calibri" w:cs="Calibri"/>
                <w:noProof/>
                <w:sz w:val="22"/>
                <w:szCs w:val="22"/>
                <w:lang w:val="ro-RO"/>
              </w:rPr>
              <w:t xml:space="preserve">b Solicitantul  </w:t>
            </w:r>
            <w:r w:rsidR="007D3648" w:rsidRPr="00E67132">
              <w:rPr>
                <w:rFonts w:ascii="Calibri" w:hAnsi="Calibri" w:cs="Calibri"/>
                <w:noProof/>
                <w:sz w:val="22"/>
                <w:szCs w:val="22"/>
                <w:lang w:val="ro-RO"/>
              </w:rPr>
              <w:t>a achitat integral datoria față de AFIR, inclusiv dobânzile și majorările de întârziere până la semnarea contractelor de finanțare?</w:t>
            </w:r>
          </w:p>
        </w:tc>
        <w:tc>
          <w:tcPr>
            <w:tcW w:w="4766" w:type="dxa"/>
            <w:shd w:val="clear" w:color="auto" w:fill="auto"/>
          </w:tcPr>
          <w:p w14:paraId="204BC0E7" w14:textId="50D2C941" w:rsidR="00C31013" w:rsidRPr="00E67132" w:rsidRDefault="00D558AF" w:rsidP="00D558AF">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3</w:t>
            </w:r>
            <w:r w:rsidRPr="00E67132">
              <w:rPr>
                <w:rFonts w:ascii="Calibri" w:eastAsia="Calibri" w:hAnsi="Calibri" w:cs="Calibri"/>
                <w:noProof/>
                <w:sz w:val="22"/>
                <w:szCs w:val="22"/>
                <w:lang w:val="ro-RO"/>
              </w:rPr>
              <w:t xml:space="preserve">a </w:t>
            </w:r>
            <w:r w:rsidR="00C31013" w:rsidRPr="00E67132">
              <w:rPr>
                <w:rFonts w:ascii="Calibri" w:eastAsia="Calibri" w:hAnsi="Calibri" w:cs="Calibri"/>
                <w:noProof/>
                <w:sz w:val="22"/>
                <w:szCs w:val="22"/>
                <w:lang w:val="ro-RO"/>
              </w:rPr>
              <w:t>Expertul verifică la evaluare daca solicitantul NU este înscris cu debite  în Registrul debitorilor pentru SAPARD şi FEADR, aflat pe link-ul \\alpaca\Debite  si se va bifa cu NU iar aceast criteriu de eligibilitate se consideră îndeplinit.</w:t>
            </w:r>
          </w:p>
          <w:p w14:paraId="153413CB" w14:textId="77777777" w:rsidR="00C31013" w:rsidRPr="00E67132" w:rsidRDefault="00C31013" w:rsidP="00C31013">
            <w:pPr>
              <w:rPr>
                <w:rFonts w:ascii="Calibri" w:eastAsia="Calibri" w:hAnsi="Calibri" w:cs="Calibri"/>
                <w:noProof/>
                <w:sz w:val="22"/>
                <w:szCs w:val="22"/>
                <w:lang w:val="ro-RO"/>
              </w:rPr>
            </w:pPr>
          </w:p>
          <w:p w14:paraId="09E81D3A" w14:textId="77777777" w:rsidR="00C31013" w:rsidRPr="00E67132" w:rsidRDefault="00C31013" w:rsidP="00C31013">
            <w:pPr>
              <w:rPr>
                <w:rFonts w:ascii="Calibri" w:eastAsia="Calibri" w:hAnsi="Calibri" w:cs="Calibri"/>
                <w:noProof/>
                <w:sz w:val="22"/>
                <w:szCs w:val="22"/>
                <w:lang w:val="ro-RO"/>
              </w:rPr>
            </w:pPr>
            <w:r w:rsidRPr="00E67132">
              <w:rPr>
                <w:rFonts w:ascii="Calibri" w:eastAsia="Calibri" w:hAnsi="Calibri" w:cs="Calibri"/>
                <w:noProof/>
                <w:sz w:val="22"/>
                <w:szCs w:val="22"/>
                <w:lang w:val="ro-RO"/>
              </w:rPr>
              <w:t>Dacă la evaluare in urma verificarii solicitantul este înscris cu debite  în Registrul debitorilor pentru SAPARD şi FEADR, aflat pe link-ul \\alpaca\Debite expertul va printa şi anexa pagina privind debitul, inclusiv a dobânzilor şi a majorarilor de întarziere ale solicitantului si  va bifa caseta “DA</w:t>
            </w:r>
          </w:p>
          <w:p w14:paraId="28B602AD" w14:textId="417F9C74" w:rsidR="00393080" w:rsidRPr="00E67132" w:rsidRDefault="00C05D8F" w:rsidP="00393080">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3</w:t>
            </w:r>
            <w:r w:rsidR="00393080" w:rsidRPr="00E67132">
              <w:rPr>
                <w:rFonts w:ascii="Calibri" w:eastAsia="Calibri" w:hAnsi="Calibri" w:cs="Calibri"/>
                <w:noProof/>
                <w:sz w:val="22"/>
                <w:szCs w:val="22"/>
                <w:lang w:val="ro-RO"/>
              </w:rPr>
              <w:t xml:space="preserve">b </w:t>
            </w:r>
            <w:r w:rsidR="00C31013" w:rsidRPr="00E67132">
              <w:rPr>
                <w:rFonts w:ascii="Calibri" w:eastAsia="Calibri" w:hAnsi="Calibri" w:cs="Calibri"/>
                <w:noProof/>
                <w:sz w:val="22"/>
                <w:szCs w:val="22"/>
                <w:lang w:val="ro-RO"/>
              </w:rPr>
              <w:t>Daca solicitantul si-a achitat integral datoria față de AFIR, inclusiv dobânzile și majorările de întârziere până la semnarea contractului de finanțare, fapt constatat in urma verificarii  în Registrul debitorilor pentru SAPARD şi FEADR, criteriul se considera indeplinit.</w:t>
            </w:r>
            <w:r w:rsidR="00393080" w:rsidRPr="00E67132">
              <w:rPr>
                <w:rFonts w:ascii="Calibri" w:eastAsia="Calibri" w:hAnsi="Calibri" w:cs="Calibri"/>
                <w:noProof/>
                <w:sz w:val="22"/>
                <w:szCs w:val="22"/>
                <w:lang w:val="ro-RO"/>
              </w:rPr>
              <w:t xml:space="preserve"> </w:t>
            </w:r>
          </w:p>
          <w:p w14:paraId="6991810F" w14:textId="77777777" w:rsidR="00C31013" w:rsidRPr="00E67132" w:rsidRDefault="00AB736A" w:rsidP="00393080">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Daca solicitantul nu si-a achitat integral datoria față de AFIR, inclusiv dobânzile și majorările de întârziere până la semnarea contractului de finanțare, fapt constatat in urma verificarii  în Registrul debitorilor pentru SAPARD şi FEADR, criteriul se considera neindeplinit. </w:t>
            </w:r>
          </w:p>
        </w:tc>
      </w:tr>
      <w:tr w:rsidR="00641BFB" w:rsidRPr="00E67132" w14:paraId="68E46C75" w14:textId="77777777" w:rsidTr="00B82EBD">
        <w:tc>
          <w:tcPr>
            <w:tcW w:w="4698" w:type="dxa"/>
            <w:shd w:val="clear" w:color="auto" w:fill="auto"/>
          </w:tcPr>
          <w:p w14:paraId="3FC49884" w14:textId="57A1DFD0" w:rsidR="00641BFB" w:rsidRPr="00E67132" w:rsidRDefault="007D3648" w:rsidP="0055305A">
            <w:pPr>
              <w:jc w:val="both"/>
              <w:rPr>
                <w:rFonts w:ascii="Calibri" w:eastAsia="Calibri" w:hAnsi="Calibri" w:cs="Calibri"/>
                <w:noProof/>
                <w:sz w:val="22"/>
                <w:szCs w:val="22"/>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4</w:t>
            </w:r>
            <w:r w:rsidRPr="00E67132">
              <w:rPr>
                <w:rFonts w:ascii="Calibri" w:hAnsi="Calibri" w:cs="Calibri"/>
                <w:noProof/>
                <w:sz w:val="22"/>
                <w:szCs w:val="22"/>
                <w:lang w:val="ro-RO"/>
              </w:rPr>
              <w:t xml:space="preserve"> Solicitantul are contract finanțare  aflat în implementare și finanțat</w:t>
            </w:r>
            <w:r w:rsidR="00FD4721" w:rsidRPr="00E67132">
              <w:rPr>
                <w:rFonts w:ascii="Calibri" w:hAnsi="Calibri" w:cs="Calibri"/>
                <w:noProof/>
                <w:sz w:val="22"/>
                <w:szCs w:val="22"/>
                <w:lang w:val="ro-RO"/>
              </w:rPr>
              <w:t xml:space="preserve"> </w:t>
            </w:r>
            <w:r w:rsidRPr="00E67132">
              <w:rPr>
                <w:rFonts w:ascii="Calibri" w:hAnsi="Calibri" w:cs="Calibri"/>
                <w:noProof/>
                <w:sz w:val="22"/>
                <w:szCs w:val="22"/>
                <w:lang w:val="ro-RO"/>
              </w:rPr>
              <w:t>pentru măsura 112 „Instalarea tinerilor fermieri”/411.112 Instalarea tinerilor fermieri,</w:t>
            </w:r>
            <w:r w:rsidR="005D4EDC" w:rsidRPr="00E67132">
              <w:rPr>
                <w:rFonts w:ascii="Calibri" w:hAnsi="Calibri" w:cs="Calibri"/>
                <w:noProof/>
                <w:sz w:val="22"/>
                <w:szCs w:val="22"/>
                <w:lang w:val="ro-RO"/>
              </w:rPr>
              <w:t xml:space="preserve"> din LEADER, </w:t>
            </w:r>
            <w:r w:rsidRPr="00E67132">
              <w:rPr>
                <w:rFonts w:ascii="Calibri" w:hAnsi="Calibri" w:cs="Calibri"/>
                <w:noProof/>
                <w:sz w:val="22"/>
                <w:szCs w:val="22"/>
                <w:lang w:val="ro-RO"/>
              </w:rPr>
              <w:t>din PNDR 2007-2013 şi/sau pentru submăsura 6.1 „Sprijin pentru instalarea tinerilor fermieri”, din PNDR 2014-2020?</w:t>
            </w:r>
          </w:p>
        </w:tc>
        <w:tc>
          <w:tcPr>
            <w:tcW w:w="4766" w:type="dxa"/>
            <w:shd w:val="clear" w:color="auto" w:fill="auto"/>
          </w:tcPr>
          <w:p w14:paraId="741BD00C" w14:textId="781407F3" w:rsidR="00D658F8" w:rsidRPr="00E67132" w:rsidRDefault="00521309" w:rsidP="00D658F8">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1.</w:t>
            </w:r>
            <w:r w:rsidR="0055305A">
              <w:rPr>
                <w:rFonts w:asciiTheme="minorHAnsi" w:eastAsia="Calibri" w:hAnsiTheme="minorHAnsi" w:cstheme="minorHAnsi"/>
                <w:noProof/>
                <w:sz w:val="22"/>
                <w:szCs w:val="22"/>
                <w:lang w:val="ro-RO"/>
              </w:rPr>
              <w:t>4</w:t>
            </w:r>
            <w:r w:rsidRPr="00E67132">
              <w:rPr>
                <w:rFonts w:asciiTheme="minorHAnsi" w:eastAsia="Calibri" w:hAnsiTheme="minorHAnsi" w:cstheme="minorHAnsi"/>
                <w:noProof/>
                <w:sz w:val="22"/>
                <w:szCs w:val="22"/>
                <w:lang w:val="ro-RO"/>
              </w:rPr>
              <w:t xml:space="preserve"> </w:t>
            </w:r>
            <w:r w:rsidR="00D658F8" w:rsidRPr="00E67132">
              <w:rPr>
                <w:rFonts w:asciiTheme="minorHAnsi" w:eastAsia="Calibri" w:hAnsiTheme="minorHAnsi" w:cstheme="minorHAnsi"/>
                <w:noProof/>
                <w:sz w:val="22"/>
                <w:szCs w:val="22"/>
                <w:lang w:val="ro-RO"/>
              </w:rPr>
              <w:t xml:space="preserve">Expertul verifica accesand link-urile </w:t>
            </w:r>
            <w:hyperlink r:id="rId12" w:history="1">
              <w:r w:rsidR="00D658F8" w:rsidRPr="00E67132">
                <w:rPr>
                  <w:rStyle w:val="Hyperlink"/>
                  <w:rFonts w:asciiTheme="minorHAnsi" w:eastAsia="Calibri" w:hAnsiTheme="minorHAnsi" w:cstheme="minorHAnsi"/>
                  <w:noProof/>
                  <w:sz w:val="22"/>
                  <w:szCs w:val="22"/>
                  <w:lang w:val="ro-RO"/>
                </w:rPr>
                <w:t>http://spcdrdba/Reports_SPCDRDBA/Pages/Report.aspx?ItemPath=%2fRapoarte+IT+AFIR%2fStatus+plati+141</w:t>
              </w:r>
            </w:hyperlink>
            <w:r w:rsidR="00D658F8" w:rsidRPr="00E67132">
              <w:rPr>
                <w:rFonts w:asciiTheme="minorHAnsi" w:eastAsia="Calibri" w:hAnsiTheme="minorHAnsi" w:cstheme="minorHAnsi"/>
                <w:noProof/>
                <w:sz w:val="22"/>
                <w:szCs w:val="22"/>
                <w:lang w:val="ro-RO"/>
              </w:rPr>
              <w:t xml:space="preserve"> si</w:t>
            </w:r>
          </w:p>
          <w:p w14:paraId="6A09633A" w14:textId="77777777" w:rsidR="00FC6D9D" w:rsidRPr="00E67132" w:rsidRDefault="00B827B3" w:rsidP="00D658F8">
            <w:pPr>
              <w:jc w:val="both"/>
              <w:rPr>
                <w:rFonts w:asciiTheme="minorHAnsi" w:hAnsiTheme="minorHAnsi" w:cstheme="minorHAnsi"/>
                <w:noProof/>
                <w:color w:val="1F497D"/>
                <w:sz w:val="22"/>
                <w:szCs w:val="22"/>
                <w:lang w:val="ro-RO"/>
              </w:rPr>
            </w:pPr>
            <w:hyperlink r:id="rId13" w:history="1">
              <w:r w:rsidR="00D658F8" w:rsidRPr="00E67132">
                <w:rPr>
                  <w:rStyle w:val="Hyperlink"/>
                  <w:rFonts w:asciiTheme="minorHAnsi" w:hAnsiTheme="minorHAnsi" w:cstheme="minorHAnsi"/>
                  <w:noProof/>
                  <w:sz w:val="22"/>
                  <w:szCs w:val="22"/>
                  <w:lang w:val="ro-RO"/>
                </w:rPr>
                <w:t>http://spcdrdba/Reports_SPCDRDBA/report/Rapoarte%20IT%20AFIR/Status%20plati%20PNDR2020%20tranzitie</w:t>
              </w:r>
            </w:hyperlink>
          </w:p>
          <w:p w14:paraId="0530A67A" w14:textId="77777777" w:rsidR="00521309" w:rsidRPr="00E67132" w:rsidRDefault="00521309" w:rsidP="00D658F8">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 daca tanarul fermier  a mai beneficiat de sprijin nerambursabil prin masura 112 „Instalarea tinerilor fermieri”</w:t>
            </w:r>
            <w:r w:rsidR="005D4EDC" w:rsidRPr="00E67132">
              <w:rPr>
                <w:rFonts w:asciiTheme="minorHAnsi" w:eastAsia="Calibri" w:hAnsiTheme="minorHAnsi" w:cstheme="minorHAnsi"/>
                <w:noProof/>
                <w:sz w:val="22"/>
                <w:szCs w:val="22"/>
                <w:lang w:val="ro-RO"/>
              </w:rPr>
              <w:t>/</w:t>
            </w:r>
            <w:r w:rsidR="005D4EDC" w:rsidRPr="00E67132">
              <w:rPr>
                <w:rFonts w:asciiTheme="minorHAnsi" w:hAnsiTheme="minorHAnsi" w:cstheme="minorHAnsi"/>
                <w:noProof/>
                <w:sz w:val="22"/>
                <w:szCs w:val="22"/>
                <w:lang w:val="ro-RO"/>
              </w:rPr>
              <w:t xml:space="preserve"> </w:t>
            </w:r>
            <w:r w:rsidR="005D4EDC" w:rsidRPr="00E67132">
              <w:rPr>
                <w:rFonts w:asciiTheme="minorHAnsi" w:eastAsia="Calibri" w:hAnsiTheme="minorHAnsi" w:cstheme="minorHAnsi"/>
                <w:noProof/>
                <w:sz w:val="22"/>
                <w:szCs w:val="22"/>
                <w:lang w:val="ro-RO"/>
              </w:rPr>
              <w:t>411.112 Instalarea tinerilor fermieri,  din LEADER, din PNDR 2007-2013</w:t>
            </w:r>
            <w:r w:rsidRPr="00E67132">
              <w:rPr>
                <w:rFonts w:asciiTheme="minorHAnsi" w:eastAsia="Calibri" w:hAnsiTheme="minorHAnsi" w:cstheme="minorHAnsi"/>
                <w:noProof/>
                <w:sz w:val="22"/>
                <w:szCs w:val="22"/>
                <w:lang w:val="ro-RO"/>
              </w:rPr>
              <w:t>, din PNDR 2007-2013 sau prin intermediul submăsurii 6.1 „Sprijin pentru instalarea tinerilor fermieri”, din PNDR 2014-2020.</w:t>
            </w:r>
          </w:p>
          <w:p w14:paraId="366F5A35" w14:textId="77777777" w:rsidR="00641BFB" w:rsidRPr="00E67132" w:rsidRDefault="00521309" w:rsidP="00815065">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In situatia </w:t>
            </w:r>
            <w:r w:rsidR="00815065" w:rsidRPr="00E67132">
              <w:rPr>
                <w:rFonts w:asciiTheme="minorHAnsi" w:eastAsia="Calibri" w:hAnsiTheme="minorHAnsi" w:cstheme="minorHAnsi"/>
                <w:noProof/>
                <w:sz w:val="22"/>
                <w:szCs w:val="22"/>
                <w:lang w:val="ro-RO"/>
              </w:rPr>
              <w:t>î</w:t>
            </w:r>
            <w:r w:rsidRPr="00E67132">
              <w:rPr>
                <w:rFonts w:asciiTheme="minorHAnsi" w:eastAsia="Calibri" w:hAnsiTheme="minorHAnsi" w:cstheme="minorHAnsi"/>
                <w:noProof/>
                <w:sz w:val="22"/>
                <w:szCs w:val="22"/>
                <w:lang w:val="ro-RO"/>
              </w:rPr>
              <w:t>n care se regaseste in baza de date AFIR se listeaza print screen-ul si se ataseaza la fisa de evaluare, situatie in care cererea de finantare este neeligibila si se va bifa caseta “da”.  În caz contrar se va bifa “nu”, cererea fiind declarată eligibilă.</w:t>
            </w:r>
          </w:p>
        </w:tc>
      </w:tr>
      <w:tr w:rsidR="00641BFB" w:rsidRPr="00E67132" w14:paraId="1A635EFF" w14:textId="77777777" w:rsidTr="00B82EBD">
        <w:tc>
          <w:tcPr>
            <w:tcW w:w="4698" w:type="dxa"/>
            <w:shd w:val="clear" w:color="auto" w:fill="auto"/>
          </w:tcPr>
          <w:p w14:paraId="1E21B01A" w14:textId="3381E9DE" w:rsidR="00641BFB" w:rsidRPr="00E67132" w:rsidRDefault="00AA33CA" w:rsidP="0055305A">
            <w:pPr>
              <w:jc w:val="both"/>
              <w:rPr>
                <w:rFonts w:ascii="Calibri" w:eastAsia="Calibri" w:hAnsi="Calibri" w:cs="Calibri"/>
                <w:b/>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5</w:t>
            </w:r>
            <w:r w:rsidRPr="00E67132">
              <w:rPr>
                <w:rFonts w:ascii="Calibri" w:eastAsia="Calibri" w:hAnsi="Calibri" w:cs="Calibri"/>
                <w:b/>
                <w:noProof/>
                <w:sz w:val="22"/>
                <w:szCs w:val="22"/>
                <w:lang w:val="ro-RO"/>
              </w:rPr>
              <w:t xml:space="preserve"> </w:t>
            </w:r>
            <w:r w:rsidR="00F3251C" w:rsidRPr="00E67132">
              <w:rPr>
                <w:rFonts w:ascii="Calibri" w:eastAsia="Calibri" w:hAnsi="Calibri" w:cs="Calibri"/>
                <w:noProof/>
                <w:sz w:val="22"/>
                <w:szCs w:val="22"/>
                <w:lang w:val="ro-RO"/>
              </w:rPr>
              <w:t>Exploataţia</w:t>
            </w:r>
            <w:r w:rsidR="00C965CF" w:rsidRPr="00E67132">
              <w:rPr>
                <w:rFonts w:ascii="Calibri" w:eastAsia="Calibri" w:hAnsi="Calibri" w:cs="Calibri"/>
                <w:noProof/>
                <w:sz w:val="22"/>
                <w:szCs w:val="22"/>
                <w:lang w:val="ro-RO"/>
              </w:rPr>
              <w:t>/parte din exploatația</w:t>
            </w:r>
            <w:r w:rsidR="00F3251C" w:rsidRPr="00E67132">
              <w:rPr>
                <w:rFonts w:ascii="Calibri" w:eastAsia="Calibri" w:hAnsi="Calibri" w:cs="Calibri"/>
                <w:noProof/>
                <w:sz w:val="22"/>
                <w:szCs w:val="22"/>
                <w:lang w:val="ro-RO"/>
              </w:rPr>
              <w:t xml:space="preserve"> care solicită sprijin a mai  beneficiat de sprijin prin intermediul măsurii 112 „Instalarea tinerilor fermieri”</w:t>
            </w:r>
            <w:r w:rsidR="00A905B8" w:rsidRPr="00E67132">
              <w:rPr>
                <w:rFonts w:ascii="Calibri" w:eastAsia="Calibri" w:hAnsi="Calibri" w:cs="Calibri"/>
                <w:noProof/>
                <w:sz w:val="22"/>
                <w:szCs w:val="22"/>
                <w:lang w:val="ro-RO"/>
              </w:rPr>
              <w:t>/411.112 „Instalarea tinerilor fermieri”</w:t>
            </w:r>
            <w:r w:rsidR="00F3251C" w:rsidRPr="00E67132">
              <w:rPr>
                <w:rFonts w:ascii="Calibri" w:eastAsia="Calibri" w:hAnsi="Calibri" w:cs="Calibri"/>
                <w:noProof/>
                <w:sz w:val="22"/>
                <w:szCs w:val="22"/>
                <w:lang w:val="ro-RO"/>
              </w:rPr>
              <w:t>,</w:t>
            </w:r>
            <w:r w:rsidR="00AC6F5A" w:rsidRPr="00E67132">
              <w:rPr>
                <w:rFonts w:ascii="Calibri" w:eastAsia="Calibri" w:hAnsi="Calibri" w:cs="Calibri"/>
                <w:noProof/>
                <w:sz w:val="22"/>
                <w:szCs w:val="22"/>
                <w:lang w:val="ro-RO"/>
              </w:rPr>
              <w:t xml:space="preserve"> din LEADER,</w:t>
            </w:r>
            <w:r w:rsidR="00F3251C" w:rsidRPr="00E67132">
              <w:rPr>
                <w:rFonts w:ascii="Calibri" w:eastAsia="Calibri" w:hAnsi="Calibri" w:cs="Calibri"/>
                <w:noProof/>
                <w:sz w:val="22"/>
                <w:szCs w:val="22"/>
                <w:lang w:val="ro-RO"/>
              </w:rPr>
              <w:t xml:space="preserve"> din PNDR 2007-2013 şi prin intermediul submăsurii 6.1 „Sprijin pentru instalarea tinerilor fermieri”</w:t>
            </w:r>
            <w:r w:rsidR="00844187" w:rsidRPr="00E67132">
              <w:rPr>
                <w:rFonts w:ascii="Calibri" w:eastAsia="Calibri" w:hAnsi="Calibri" w:cs="Calibri"/>
                <w:noProof/>
                <w:sz w:val="22"/>
                <w:szCs w:val="22"/>
                <w:lang w:val="ro-RO"/>
              </w:rPr>
              <w:t xml:space="preserve"> inclusiv ITI</w:t>
            </w:r>
            <w:r w:rsidR="00F3251C" w:rsidRPr="00E67132">
              <w:rPr>
                <w:rFonts w:ascii="Calibri" w:eastAsia="Calibri" w:hAnsi="Calibri" w:cs="Calibri"/>
                <w:noProof/>
                <w:sz w:val="22"/>
                <w:szCs w:val="22"/>
                <w:lang w:val="ro-RO"/>
              </w:rPr>
              <w:t>, din PNDR 2014-2020?</w:t>
            </w:r>
          </w:p>
        </w:tc>
        <w:tc>
          <w:tcPr>
            <w:tcW w:w="4766" w:type="dxa"/>
            <w:shd w:val="clear" w:color="auto" w:fill="auto"/>
          </w:tcPr>
          <w:p w14:paraId="0D6DA8FE" w14:textId="19F5B567" w:rsidR="00FF4F3C" w:rsidRPr="00E67132" w:rsidRDefault="00F3251C" w:rsidP="00EE23D3">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5</w:t>
            </w:r>
            <w:r w:rsidRPr="00E67132">
              <w:rPr>
                <w:rFonts w:ascii="Calibri" w:eastAsia="Calibri" w:hAnsi="Calibri" w:cs="Calibri"/>
                <w:noProof/>
                <w:sz w:val="22"/>
                <w:szCs w:val="22"/>
                <w:lang w:val="ro-RO"/>
              </w:rPr>
              <w:t xml:space="preserve"> Pentru verificarea acestei conditii se verifica cedentii exploatatiilor preluate</w:t>
            </w:r>
            <w:r w:rsidR="009B7478" w:rsidRPr="00E67132">
              <w:rPr>
                <w:rFonts w:ascii="Calibri" w:eastAsia="Calibri" w:hAnsi="Calibri" w:cs="Calibri"/>
                <w:noProof/>
                <w:sz w:val="22"/>
                <w:szCs w:val="22"/>
                <w:lang w:val="ro-RO"/>
              </w:rPr>
              <w:t>/parte din exploatațiile preluate</w:t>
            </w:r>
            <w:r w:rsidRPr="00E67132">
              <w:rPr>
                <w:rFonts w:ascii="Calibri" w:eastAsia="Calibri" w:hAnsi="Calibri" w:cs="Calibri"/>
                <w:noProof/>
                <w:sz w:val="22"/>
                <w:szCs w:val="22"/>
                <w:lang w:val="ro-RO"/>
              </w:rPr>
              <w:t xml:space="preserve"> de catre solicitant in bazele de date: IACS</w:t>
            </w:r>
            <w:r w:rsidR="00FF4F3C"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w:t>
            </w:r>
            <w:r w:rsidR="00FF4F3C"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APIA si/sau ANSVSA/DSVSA. Se introduce CNP-ul cedentilor exploatatiilor in baza de date din AFIR si se verifica daca respectivii cedenti au beneficiat de sprijin prin intermediul măsurii 112 „Instalarea tinerilor fermieri”</w:t>
            </w:r>
            <w:r w:rsidR="00A905B8" w:rsidRPr="00E67132">
              <w:rPr>
                <w:rFonts w:ascii="Calibri" w:eastAsia="Calibri" w:hAnsi="Calibri" w:cs="Calibri"/>
                <w:noProof/>
                <w:sz w:val="22"/>
                <w:szCs w:val="22"/>
                <w:lang w:val="ro-RO"/>
              </w:rPr>
              <w:t>/ 411.112 „Instalarea tinerilor fermieri”</w:t>
            </w:r>
            <w:r w:rsidRPr="00E67132">
              <w:rPr>
                <w:rFonts w:ascii="Calibri" w:eastAsia="Calibri" w:hAnsi="Calibri" w:cs="Calibri"/>
                <w:noProof/>
                <w:sz w:val="22"/>
                <w:szCs w:val="22"/>
                <w:lang w:val="ro-RO"/>
              </w:rPr>
              <w:t>,</w:t>
            </w:r>
            <w:r w:rsidR="00AC6F5A" w:rsidRPr="00E67132">
              <w:rPr>
                <w:rFonts w:ascii="Calibri" w:eastAsia="Calibri" w:hAnsi="Calibri" w:cs="Calibri"/>
                <w:noProof/>
                <w:sz w:val="22"/>
                <w:szCs w:val="22"/>
                <w:lang w:val="ro-RO"/>
              </w:rPr>
              <w:t xml:space="preserve"> din LEADER,</w:t>
            </w:r>
            <w:r w:rsidRPr="00E67132">
              <w:rPr>
                <w:rFonts w:ascii="Calibri" w:eastAsia="Calibri" w:hAnsi="Calibri" w:cs="Calibri"/>
                <w:noProof/>
                <w:sz w:val="22"/>
                <w:szCs w:val="22"/>
                <w:lang w:val="ro-RO"/>
              </w:rPr>
              <w:t xml:space="preserve"> din PNDR 2007-2013 sau prin intermediul submăsurii 6.1 „Sprijin pentru instalarea tinerilor fermieri”</w:t>
            </w:r>
            <w:r w:rsidR="00844187" w:rsidRPr="00E67132">
              <w:rPr>
                <w:rFonts w:ascii="Calibri" w:eastAsia="Calibri" w:hAnsi="Calibri" w:cs="Calibri"/>
                <w:noProof/>
                <w:sz w:val="22"/>
                <w:szCs w:val="22"/>
                <w:lang w:val="ro-RO"/>
              </w:rPr>
              <w:t xml:space="preserve"> inclusiv ITI</w:t>
            </w:r>
            <w:r w:rsidRPr="00E67132">
              <w:rPr>
                <w:rFonts w:ascii="Calibri" w:eastAsia="Calibri" w:hAnsi="Calibri" w:cs="Calibri"/>
                <w:noProof/>
                <w:sz w:val="22"/>
                <w:szCs w:val="22"/>
                <w:lang w:val="ro-RO"/>
              </w:rPr>
              <w:t>, din PNDR 2014-2020.</w:t>
            </w:r>
          </w:p>
          <w:p w14:paraId="42F8E00E" w14:textId="77777777" w:rsidR="00641BFB" w:rsidRPr="00E67132" w:rsidRDefault="00FF4F3C" w:rsidP="002F2078">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In situatia in care in urma verificarilor se constata ca cedentii exploatatiilor preluate au mai beneficiat de sprijin cererea de finantare este neeligibila iar expertul va bifa caseta “da”.  În caz contrar se va bifa “nu”, cererea fiind declarată eligibilă.</w:t>
            </w:r>
            <w:r w:rsidR="00F3251C" w:rsidRPr="00E67132">
              <w:rPr>
                <w:rFonts w:ascii="Calibri" w:eastAsia="Calibri" w:hAnsi="Calibri" w:cs="Calibri"/>
                <w:noProof/>
                <w:sz w:val="22"/>
                <w:szCs w:val="22"/>
                <w:lang w:val="ro-RO"/>
              </w:rPr>
              <w:t xml:space="preserve"> </w:t>
            </w:r>
          </w:p>
          <w:p w14:paraId="60B8535F" w14:textId="77777777" w:rsidR="00C05D8F" w:rsidRPr="00E67132" w:rsidRDefault="00C05D8F" w:rsidP="002F2078">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În situaţii excepţionale, se verifică parcelele/animalele preluate de către solicitant, dacă figurează într-o exploataţie care a beneficiat de sprijin prin 112/411.112.</w:t>
            </w:r>
          </w:p>
        </w:tc>
      </w:tr>
      <w:tr w:rsidR="00A31F17" w:rsidRPr="00E67132" w14:paraId="01681799" w14:textId="77777777" w:rsidTr="00B82EBD">
        <w:trPr>
          <w:trHeight w:val="1590"/>
        </w:trPr>
        <w:tc>
          <w:tcPr>
            <w:tcW w:w="4698" w:type="dxa"/>
            <w:shd w:val="clear" w:color="auto" w:fill="auto"/>
          </w:tcPr>
          <w:p w14:paraId="71401D4C" w14:textId="023CFC66" w:rsidR="00A31F17" w:rsidRPr="00E67132" w:rsidRDefault="007D3648" w:rsidP="0055305A">
            <w:pPr>
              <w:jc w:val="both"/>
              <w:rPr>
                <w:rFonts w:ascii="Calibri" w:eastAsia="Calibri" w:hAnsi="Calibri" w:cs="Calibri"/>
                <w:noProof/>
                <w:sz w:val="22"/>
                <w:szCs w:val="22"/>
                <w:lang w:val="ro-RO"/>
              </w:rPr>
            </w:pPr>
            <w:r w:rsidRPr="00E67132">
              <w:rPr>
                <w:rFonts w:ascii="Calibri" w:hAnsi="Calibri" w:cs="Calibri"/>
                <w:noProof/>
                <w:sz w:val="22"/>
                <w:szCs w:val="22"/>
                <w:lang w:val="ro-RO"/>
              </w:rPr>
              <w:t xml:space="preserve">1. </w:t>
            </w:r>
            <w:r w:rsidR="0055305A">
              <w:rPr>
                <w:rFonts w:ascii="Calibri" w:hAnsi="Calibri" w:cs="Calibri"/>
                <w:noProof/>
                <w:sz w:val="22"/>
                <w:szCs w:val="22"/>
                <w:lang w:val="ro-RO"/>
              </w:rPr>
              <w:t>6</w:t>
            </w:r>
            <w:r w:rsidRPr="00E67132">
              <w:rPr>
                <w:rFonts w:ascii="Calibri" w:hAnsi="Calibri" w:cs="Calibri"/>
                <w:noProof/>
                <w:sz w:val="22"/>
                <w:szCs w:val="22"/>
                <w:lang w:val="ro-RO"/>
              </w:rPr>
              <w:t xml:space="preserve"> Solicitantul are decizie de finanțare pentru proiect  aflat în implementare  și finanțat prin intermediul măsurii 141 „Sprijinirea fermelor agricole de semisubzistenta ”/411.141 Sprijinirea fermelor agricole de semisubzistenta ”</w:t>
            </w:r>
            <w:r w:rsidRPr="00E67132">
              <w:rPr>
                <w:rFonts w:ascii="Calibri" w:hAnsi="Calibri" w:cs="Calibri"/>
                <w:b/>
                <w:noProof/>
                <w:sz w:val="22"/>
                <w:szCs w:val="22"/>
                <w:lang w:val="ro-RO"/>
              </w:rPr>
              <w:t>,</w:t>
            </w:r>
            <w:r w:rsidRPr="00E67132">
              <w:rPr>
                <w:rFonts w:ascii="Calibri" w:hAnsi="Calibri" w:cs="Calibri"/>
                <w:noProof/>
                <w:sz w:val="22"/>
                <w:szCs w:val="22"/>
                <w:lang w:val="ro-RO"/>
              </w:rPr>
              <w:t xml:space="preserve"> </w:t>
            </w:r>
            <w:r w:rsidR="00AC6F5A" w:rsidRPr="00E67132">
              <w:rPr>
                <w:rFonts w:ascii="Calibri" w:hAnsi="Calibri" w:cs="Calibri"/>
                <w:noProof/>
                <w:sz w:val="22"/>
                <w:szCs w:val="22"/>
                <w:lang w:val="ro-RO"/>
              </w:rPr>
              <w:t xml:space="preserve">din LEADER, </w:t>
            </w:r>
            <w:r w:rsidRPr="00E67132">
              <w:rPr>
                <w:rFonts w:ascii="Calibri" w:hAnsi="Calibri" w:cs="Calibri"/>
                <w:noProof/>
                <w:sz w:val="22"/>
                <w:szCs w:val="22"/>
                <w:lang w:val="ro-RO"/>
              </w:rPr>
              <w:t>din PNDR 2007-2013, și/sau prin intermediul submăsurii 6.3 „Sprijin pentru dezvoltarea fermelor mici”</w:t>
            </w:r>
            <w:r w:rsidR="00844187" w:rsidRPr="00E67132">
              <w:rPr>
                <w:rFonts w:ascii="Calibri" w:hAnsi="Calibri" w:cs="Calibri"/>
                <w:noProof/>
                <w:sz w:val="22"/>
                <w:szCs w:val="22"/>
                <w:lang w:val="ro-RO"/>
              </w:rPr>
              <w:t xml:space="preserve"> inclusiv ITI</w:t>
            </w:r>
            <w:r w:rsidRPr="00E67132">
              <w:rPr>
                <w:rFonts w:ascii="Calibri" w:hAnsi="Calibri" w:cs="Calibri"/>
                <w:noProof/>
                <w:sz w:val="22"/>
                <w:szCs w:val="22"/>
                <w:lang w:val="ro-RO"/>
              </w:rPr>
              <w:t xml:space="preserve">, din PNDR 2014-2020? </w:t>
            </w:r>
          </w:p>
        </w:tc>
        <w:tc>
          <w:tcPr>
            <w:tcW w:w="4766" w:type="dxa"/>
            <w:shd w:val="clear" w:color="auto" w:fill="auto"/>
          </w:tcPr>
          <w:p w14:paraId="43B0E372" w14:textId="78AB8F92" w:rsidR="00C43E11" w:rsidRPr="00E67132" w:rsidRDefault="00B94D6C" w:rsidP="00C43E11">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6</w:t>
            </w:r>
            <w:r w:rsidR="002F2078"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Se verifică</w:t>
            </w:r>
            <w:r w:rsidR="00E12541" w:rsidRPr="00E67132">
              <w:rPr>
                <w:rFonts w:ascii="Calibri" w:eastAsia="Calibri" w:hAnsi="Calibri" w:cs="Calibri"/>
                <w:noProof/>
                <w:sz w:val="22"/>
                <w:szCs w:val="22"/>
                <w:lang w:val="ro-RO"/>
              </w:rPr>
              <w:t xml:space="preserve"> solicitantul</w:t>
            </w:r>
            <w:r w:rsidRPr="00E67132">
              <w:rPr>
                <w:rFonts w:ascii="Calibri" w:eastAsia="Calibri" w:hAnsi="Calibri" w:cs="Calibri"/>
                <w:noProof/>
                <w:sz w:val="22"/>
                <w:szCs w:val="22"/>
                <w:lang w:val="ro-RO"/>
              </w:rPr>
              <w:t xml:space="preserve"> in baza de date AFIR (SPCDR)</w:t>
            </w:r>
            <w:r w:rsidR="00C43E11" w:rsidRPr="00E67132">
              <w:rPr>
                <w:rFonts w:ascii="Calibri" w:eastAsia="Calibri" w:hAnsi="Calibri" w:cs="Calibri"/>
                <w:noProof/>
                <w:sz w:val="22"/>
                <w:szCs w:val="22"/>
                <w:lang w:val="ro-RO"/>
              </w:rPr>
              <w:t xml:space="preserve"> accesand link-urile </w:t>
            </w:r>
            <w:hyperlink r:id="rId14" w:history="1">
              <w:r w:rsidR="00C43E11" w:rsidRPr="00E67132">
                <w:rPr>
                  <w:rFonts w:ascii="Calibri" w:eastAsia="Calibri" w:hAnsi="Calibri" w:cs="Calibri"/>
                  <w:noProof/>
                  <w:color w:val="0000FF"/>
                  <w:sz w:val="22"/>
                  <w:szCs w:val="22"/>
                  <w:u w:val="single"/>
                  <w:lang w:val="ro-RO"/>
                </w:rPr>
                <w:t>http://spcdrdba/Reports_SPCDRDBA/Pages/Report.aspx?ItemPath=%2fRapoarte+IT+AFIR%2fStatus+plati+141</w:t>
              </w:r>
            </w:hyperlink>
            <w:r w:rsidR="00C43E11" w:rsidRPr="00E67132">
              <w:rPr>
                <w:rFonts w:ascii="Calibri" w:eastAsia="Calibri" w:hAnsi="Calibri" w:cs="Calibri"/>
                <w:noProof/>
                <w:sz w:val="22"/>
                <w:szCs w:val="22"/>
                <w:lang w:val="ro-RO"/>
              </w:rPr>
              <w:t xml:space="preserve"> </w:t>
            </w:r>
          </w:p>
          <w:p w14:paraId="7412698C" w14:textId="77777777" w:rsidR="00CC7D91" w:rsidRPr="00E67132" w:rsidRDefault="00B827B3" w:rsidP="00156B48">
            <w:pPr>
              <w:jc w:val="both"/>
              <w:rPr>
                <w:rFonts w:ascii="Calibri" w:eastAsia="Calibri" w:hAnsi="Calibri" w:cs="Calibri"/>
                <w:noProof/>
                <w:sz w:val="22"/>
                <w:szCs w:val="22"/>
                <w:lang w:val="ro-RO"/>
              </w:rPr>
            </w:pPr>
            <w:hyperlink r:id="rId15" w:history="1">
              <w:r w:rsidR="00C43E11" w:rsidRPr="00E67132">
                <w:rPr>
                  <w:rFonts w:ascii="Calibri" w:hAnsi="Calibri"/>
                  <w:noProof/>
                  <w:color w:val="0000FF"/>
                  <w:sz w:val="22"/>
                  <w:szCs w:val="22"/>
                  <w:u w:val="single"/>
                  <w:lang w:val="ro-RO"/>
                </w:rPr>
                <w:t>http://spcdrdba/Reports_SPCDRDBA/report/Rapoarte%20IT%20AFIR/Status%20plati%20PNDR2020%20tranzitie</w:t>
              </w:r>
            </w:hyperlink>
            <w:r w:rsidR="00B94D6C" w:rsidRPr="00E67132">
              <w:rPr>
                <w:rFonts w:ascii="Calibri" w:eastAsia="Calibri" w:hAnsi="Calibri" w:cs="Calibri"/>
                <w:noProof/>
                <w:sz w:val="22"/>
                <w:szCs w:val="22"/>
                <w:lang w:val="ro-RO"/>
              </w:rPr>
              <w:t xml:space="preserve"> dupa CNP-ul reprezentantului legal de proiect, daca tanarul fermier a</w:t>
            </w:r>
            <w:r w:rsidR="004041B4" w:rsidRPr="00E67132">
              <w:rPr>
                <w:rFonts w:ascii="Calibri" w:eastAsia="Calibri" w:hAnsi="Calibri" w:cs="Calibri"/>
                <w:noProof/>
                <w:sz w:val="22"/>
                <w:szCs w:val="22"/>
                <w:lang w:val="ro-RO"/>
              </w:rPr>
              <w:t xml:space="preserve">re </w:t>
            </w:r>
            <w:r w:rsidR="00B94D6C" w:rsidRPr="00E67132">
              <w:rPr>
                <w:rFonts w:ascii="Calibri" w:eastAsia="Calibri" w:hAnsi="Calibri" w:cs="Calibri"/>
                <w:noProof/>
                <w:sz w:val="22"/>
                <w:szCs w:val="22"/>
                <w:lang w:val="ro-RO"/>
              </w:rPr>
              <w:t xml:space="preserve"> </w:t>
            </w:r>
            <w:r w:rsidR="00B15793" w:rsidRPr="00E67132">
              <w:rPr>
                <w:rFonts w:ascii="Calibri" w:eastAsia="Calibri" w:hAnsi="Calibri" w:cs="Calibri"/>
                <w:noProof/>
                <w:sz w:val="22"/>
                <w:szCs w:val="22"/>
                <w:lang w:val="ro-RO"/>
              </w:rPr>
              <w:t>un proiect</w:t>
            </w:r>
            <w:r w:rsidR="0032246F" w:rsidRPr="00E67132">
              <w:rPr>
                <w:rFonts w:ascii="Calibri" w:eastAsia="Calibri" w:hAnsi="Calibri" w:cs="Calibri"/>
                <w:noProof/>
                <w:sz w:val="22"/>
                <w:szCs w:val="22"/>
                <w:lang w:val="ro-RO"/>
              </w:rPr>
              <w:t xml:space="preserve"> nefinalizat</w:t>
            </w:r>
            <w:r w:rsidR="00B15793" w:rsidRPr="00E67132">
              <w:rPr>
                <w:rFonts w:ascii="Calibri" w:eastAsia="Calibri" w:hAnsi="Calibri" w:cs="Calibri"/>
                <w:noProof/>
                <w:sz w:val="22"/>
                <w:szCs w:val="22"/>
                <w:lang w:val="ro-RO"/>
              </w:rPr>
              <w:t xml:space="preserve"> </w:t>
            </w:r>
            <w:r w:rsidR="00D427C4" w:rsidRPr="00E67132">
              <w:rPr>
                <w:rFonts w:ascii="Calibri" w:eastAsia="Calibri" w:hAnsi="Calibri" w:cs="Calibri"/>
                <w:noProof/>
                <w:sz w:val="22"/>
                <w:szCs w:val="22"/>
                <w:lang w:val="ro-RO"/>
              </w:rPr>
              <w:t xml:space="preserve">sau a </w:t>
            </w:r>
            <w:r w:rsidR="00B94D6C" w:rsidRPr="00E67132">
              <w:rPr>
                <w:rFonts w:ascii="Calibri" w:eastAsia="Calibri" w:hAnsi="Calibri" w:cs="Calibri"/>
                <w:noProof/>
                <w:sz w:val="22"/>
                <w:szCs w:val="22"/>
                <w:lang w:val="ro-RO"/>
              </w:rPr>
              <w:t>beneficiat de sprijin nerambursabil</w:t>
            </w:r>
            <w:r w:rsidR="0032246F" w:rsidRPr="00E67132">
              <w:rPr>
                <w:rFonts w:ascii="Calibri" w:eastAsia="Calibri" w:hAnsi="Calibri" w:cs="Calibri"/>
                <w:noProof/>
                <w:sz w:val="22"/>
                <w:szCs w:val="22"/>
                <w:lang w:val="ro-RO"/>
              </w:rPr>
              <w:t xml:space="preserve"> </w:t>
            </w:r>
            <w:r w:rsidR="00B94D6C" w:rsidRPr="00E67132">
              <w:rPr>
                <w:rFonts w:ascii="Calibri" w:eastAsia="Calibri" w:hAnsi="Calibri" w:cs="Calibri"/>
                <w:noProof/>
                <w:sz w:val="22"/>
                <w:szCs w:val="22"/>
                <w:lang w:val="ro-RO"/>
              </w:rPr>
              <w:t xml:space="preserve">prin masura 141 </w:t>
            </w:r>
            <w:r w:rsidR="00B94D6C" w:rsidRPr="00E67132">
              <w:rPr>
                <w:rFonts w:ascii="Calibri" w:hAnsi="Calibri" w:cs="Calibri"/>
                <w:noProof/>
                <w:sz w:val="22"/>
                <w:szCs w:val="22"/>
                <w:lang w:val="ro-RO"/>
              </w:rPr>
              <w:t>„Sprijinirea fermelor agricole de semisubzistenta”</w:t>
            </w:r>
            <w:r w:rsidR="00DA44F7" w:rsidRPr="00E67132">
              <w:rPr>
                <w:rFonts w:ascii="Calibri" w:hAnsi="Calibri" w:cs="Calibri"/>
                <w:noProof/>
                <w:sz w:val="22"/>
                <w:szCs w:val="22"/>
                <w:lang w:val="ro-RO"/>
              </w:rPr>
              <w:t>/ 411.141 Sprijinirea fermelor agricole de semisubzistenta ”</w:t>
            </w:r>
            <w:r w:rsidR="00B94D6C" w:rsidRPr="00E67132">
              <w:rPr>
                <w:rFonts w:ascii="Calibri" w:hAnsi="Calibri" w:cs="Calibri"/>
                <w:b/>
                <w:noProof/>
                <w:sz w:val="22"/>
                <w:szCs w:val="22"/>
                <w:lang w:val="ro-RO"/>
              </w:rPr>
              <w:t>,</w:t>
            </w:r>
            <w:r w:rsidR="00B94D6C" w:rsidRPr="00E67132">
              <w:rPr>
                <w:rFonts w:ascii="Calibri" w:hAnsi="Calibri" w:cs="Calibri"/>
                <w:noProof/>
                <w:sz w:val="22"/>
                <w:szCs w:val="22"/>
                <w:lang w:val="ro-RO"/>
              </w:rPr>
              <w:t xml:space="preserve"> </w:t>
            </w:r>
            <w:r w:rsidR="00AC6F5A" w:rsidRPr="00E67132">
              <w:rPr>
                <w:rFonts w:ascii="Calibri" w:hAnsi="Calibri" w:cs="Calibri"/>
                <w:noProof/>
                <w:sz w:val="22"/>
                <w:szCs w:val="22"/>
                <w:lang w:val="ro-RO"/>
              </w:rPr>
              <w:t xml:space="preserve">din LEADER, </w:t>
            </w:r>
            <w:r w:rsidR="00B94D6C" w:rsidRPr="00E67132">
              <w:rPr>
                <w:rFonts w:ascii="Calibri" w:hAnsi="Calibri" w:cs="Calibri"/>
                <w:noProof/>
                <w:sz w:val="22"/>
                <w:szCs w:val="22"/>
                <w:lang w:val="ro-RO"/>
              </w:rPr>
              <w:t>din PNDR 2007-2013 sau prin intermediul submăsurii 6.3 „Sprijin pentru</w:t>
            </w:r>
            <w:r w:rsidR="00CC7D91" w:rsidRPr="00E67132">
              <w:rPr>
                <w:rFonts w:ascii="Calibri" w:hAnsi="Calibri" w:cs="Calibri"/>
                <w:noProof/>
                <w:sz w:val="22"/>
                <w:szCs w:val="22"/>
                <w:lang w:val="ro-RO"/>
              </w:rPr>
              <w:t>dezvoltarea fermelor mici”</w:t>
            </w:r>
            <w:r w:rsidR="00844187" w:rsidRPr="00E67132">
              <w:rPr>
                <w:rFonts w:ascii="Calibri" w:hAnsi="Calibri" w:cs="Calibri"/>
                <w:noProof/>
                <w:sz w:val="22"/>
                <w:szCs w:val="22"/>
                <w:lang w:val="ro-RO"/>
              </w:rPr>
              <w:t xml:space="preserve"> inclusiv ITI</w:t>
            </w:r>
            <w:r w:rsidR="00CC7D91" w:rsidRPr="00E67132">
              <w:rPr>
                <w:rFonts w:ascii="Calibri" w:hAnsi="Calibri" w:cs="Calibri"/>
                <w:noProof/>
                <w:sz w:val="22"/>
                <w:szCs w:val="22"/>
                <w:lang w:val="ro-RO"/>
              </w:rPr>
              <w:t xml:space="preserve">, din PNDR 2014-2020. </w:t>
            </w:r>
            <w:r w:rsidR="00CC7D91" w:rsidRPr="00E67132">
              <w:rPr>
                <w:rFonts w:ascii="Calibri" w:eastAsia="Calibri" w:hAnsi="Calibri" w:cs="Calibri"/>
                <w:noProof/>
                <w:sz w:val="22"/>
                <w:szCs w:val="22"/>
                <w:lang w:val="ro-RO"/>
              </w:rPr>
              <w:t>In situatia în care se regaseste în baza de date AFIR cu un proiect  nefinalizat sau a mai beneficiat de sprijin se listeaza print screen-ul si se ataseaza la fisa de evaluare, situatie in care cererea de finantare este neeligibila si se va bifa caseta “da”.  În caz contrar se va bifa “nu”, cererea fiind declarată eligibilă.</w:t>
            </w:r>
          </w:p>
        </w:tc>
      </w:tr>
      <w:tr w:rsidR="00CC7D91" w:rsidRPr="00E67132" w14:paraId="280BEA53" w14:textId="77777777" w:rsidTr="00B82EBD">
        <w:trPr>
          <w:trHeight w:val="1177"/>
        </w:trPr>
        <w:tc>
          <w:tcPr>
            <w:tcW w:w="4698" w:type="dxa"/>
            <w:shd w:val="clear" w:color="auto" w:fill="auto"/>
          </w:tcPr>
          <w:p w14:paraId="115E0640" w14:textId="68AFCEEC" w:rsidR="00CC7D91" w:rsidRPr="00E67132" w:rsidRDefault="00C965CF" w:rsidP="00BF3AFD">
            <w:pPr>
              <w:jc w:val="both"/>
              <w:rPr>
                <w:rFonts w:ascii="Calibri" w:hAnsi="Calibri" w:cs="Calibri"/>
                <w:noProof/>
                <w:sz w:val="22"/>
                <w:szCs w:val="22"/>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7</w:t>
            </w:r>
            <w:r w:rsidR="00D558AF" w:rsidRPr="00E67132">
              <w:rPr>
                <w:rFonts w:ascii="Calibri" w:hAnsi="Calibri" w:cs="Calibri"/>
                <w:noProof/>
                <w:sz w:val="22"/>
                <w:szCs w:val="22"/>
                <w:lang w:val="ro-RO"/>
              </w:rPr>
              <w:t xml:space="preserve"> </w:t>
            </w:r>
            <w:r w:rsidR="006F5A03" w:rsidRPr="00E67132">
              <w:rPr>
                <w:rFonts w:ascii="Calibri" w:hAnsi="Calibri" w:cs="Calibri"/>
                <w:noProof/>
                <w:sz w:val="22"/>
                <w:szCs w:val="22"/>
                <w:lang w:val="ro-RO"/>
              </w:rPr>
              <w:t>Exploatația</w:t>
            </w:r>
            <w:r w:rsidR="00DF5067" w:rsidRPr="00E67132">
              <w:rPr>
                <w:rFonts w:ascii="Calibri" w:hAnsi="Calibri" w:cs="Calibri"/>
                <w:noProof/>
                <w:sz w:val="22"/>
                <w:szCs w:val="22"/>
                <w:lang w:val="ro-RO"/>
              </w:rPr>
              <w:t>/parte din exploatația</w:t>
            </w:r>
            <w:r w:rsidR="006F5A03" w:rsidRPr="00E67132">
              <w:rPr>
                <w:rFonts w:ascii="Calibri" w:hAnsi="Calibri" w:cs="Calibri"/>
                <w:noProof/>
                <w:sz w:val="22"/>
                <w:szCs w:val="22"/>
                <w:lang w:val="ro-RO"/>
              </w:rPr>
              <w:t xml:space="preserve"> pentru care a s</w:t>
            </w:r>
            <w:r w:rsidR="00CC7D91" w:rsidRPr="00E67132">
              <w:rPr>
                <w:rFonts w:ascii="Calibri" w:hAnsi="Calibri" w:cs="Calibri"/>
                <w:noProof/>
                <w:sz w:val="22"/>
                <w:szCs w:val="22"/>
                <w:lang w:val="ro-RO"/>
              </w:rPr>
              <w:t>olicitat sprijin aparține unui proiect  aflat în implementare și finanțat prin intermediul măsurii 141 „Sprijinirea ferme</w:t>
            </w:r>
            <w:r w:rsidR="003B3190" w:rsidRPr="00E67132">
              <w:rPr>
                <w:rFonts w:ascii="Calibri" w:hAnsi="Calibri" w:cs="Calibri"/>
                <w:noProof/>
                <w:sz w:val="22"/>
                <w:szCs w:val="22"/>
                <w:lang w:val="ro-RO"/>
              </w:rPr>
              <w:t>lor agricole de semisubzistenta”/411.141 “</w:t>
            </w:r>
            <w:r w:rsidR="00CC7D91" w:rsidRPr="00E67132">
              <w:rPr>
                <w:rFonts w:ascii="Calibri" w:hAnsi="Calibri" w:cs="Calibri"/>
                <w:noProof/>
                <w:sz w:val="22"/>
                <w:szCs w:val="22"/>
                <w:lang w:val="ro-RO"/>
              </w:rPr>
              <w:t xml:space="preserve">Sprijinirea fermelor agricole de semisubzistenta ”, </w:t>
            </w:r>
            <w:r w:rsidR="009B7478" w:rsidRPr="00E67132">
              <w:rPr>
                <w:rFonts w:ascii="Calibri" w:hAnsi="Calibri" w:cs="Calibri"/>
                <w:noProof/>
                <w:sz w:val="22"/>
                <w:szCs w:val="22"/>
                <w:lang w:val="ro-RO"/>
              </w:rPr>
              <w:t xml:space="preserve">din LEADER, </w:t>
            </w:r>
            <w:r w:rsidR="00CC7D91" w:rsidRPr="00E67132">
              <w:rPr>
                <w:rFonts w:ascii="Calibri" w:hAnsi="Calibri" w:cs="Calibri"/>
                <w:noProof/>
                <w:sz w:val="22"/>
                <w:szCs w:val="22"/>
                <w:lang w:val="ro-RO"/>
              </w:rPr>
              <w:t>din PNDR 2007-2013, și/sau prin intermediul submăsurii 6.3 „Sprijin pentru dezvoltarea fermelor mici”</w:t>
            </w:r>
            <w:r w:rsidR="00844187" w:rsidRPr="00E67132">
              <w:rPr>
                <w:rFonts w:ascii="Calibri" w:hAnsi="Calibri" w:cs="Calibri"/>
                <w:noProof/>
                <w:sz w:val="22"/>
                <w:szCs w:val="22"/>
                <w:lang w:val="ro-RO"/>
              </w:rPr>
              <w:t xml:space="preserve"> inclusiv ITI</w:t>
            </w:r>
            <w:r w:rsidR="00CC7D91" w:rsidRPr="00E67132">
              <w:rPr>
                <w:rFonts w:ascii="Calibri" w:hAnsi="Calibri" w:cs="Calibri"/>
                <w:noProof/>
                <w:sz w:val="22"/>
                <w:szCs w:val="22"/>
                <w:lang w:val="ro-RO"/>
              </w:rPr>
              <w:t>, din PNDR 2014-2020?</w:t>
            </w:r>
          </w:p>
          <w:p w14:paraId="5F228B88" w14:textId="77777777" w:rsidR="00CC7D91" w:rsidRPr="00E67132" w:rsidRDefault="00CC7D91" w:rsidP="002F2078">
            <w:pPr>
              <w:jc w:val="both"/>
              <w:rPr>
                <w:rFonts w:ascii="Calibri" w:hAnsi="Calibri" w:cs="Calibri"/>
                <w:noProof/>
                <w:sz w:val="22"/>
                <w:szCs w:val="22"/>
                <w:lang w:val="ro-RO"/>
              </w:rPr>
            </w:pPr>
          </w:p>
          <w:p w14:paraId="4B4FD448" w14:textId="77777777" w:rsidR="00CC7D91" w:rsidRPr="00E67132" w:rsidRDefault="00CC7D91" w:rsidP="00831EB7">
            <w:pPr>
              <w:rPr>
                <w:rFonts w:ascii="Calibri" w:eastAsia="Calibri" w:hAnsi="Calibri" w:cs="Calibri"/>
                <w:noProof/>
                <w:sz w:val="22"/>
                <w:szCs w:val="22"/>
                <w:lang w:val="ro-RO"/>
              </w:rPr>
            </w:pPr>
          </w:p>
          <w:p w14:paraId="508FB7A8" w14:textId="77777777" w:rsidR="00CC7D91" w:rsidRPr="00E67132" w:rsidRDefault="00CC7D91" w:rsidP="00831EB7">
            <w:pPr>
              <w:rPr>
                <w:rFonts w:ascii="Calibri" w:eastAsia="Calibri" w:hAnsi="Calibri" w:cs="Calibri"/>
                <w:noProof/>
                <w:sz w:val="22"/>
                <w:szCs w:val="22"/>
                <w:lang w:val="ro-RO"/>
              </w:rPr>
            </w:pPr>
          </w:p>
          <w:p w14:paraId="34857848" w14:textId="77777777" w:rsidR="00CC7D91" w:rsidRPr="00E67132" w:rsidRDefault="00CC7D91" w:rsidP="002F2078">
            <w:pPr>
              <w:rPr>
                <w:rFonts w:ascii="Calibri" w:hAnsi="Calibri" w:cs="Calibri"/>
                <w:noProof/>
                <w:sz w:val="22"/>
                <w:szCs w:val="22"/>
                <w:lang w:val="ro-RO"/>
              </w:rPr>
            </w:pPr>
          </w:p>
        </w:tc>
        <w:tc>
          <w:tcPr>
            <w:tcW w:w="4766" w:type="dxa"/>
            <w:shd w:val="clear" w:color="auto" w:fill="auto"/>
          </w:tcPr>
          <w:p w14:paraId="7F642A3C" w14:textId="3BA22075" w:rsidR="00CC7D91" w:rsidRPr="00E67132" w:rsidRDefault="00C965CF" w:rsidP="00BF3AFD">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7</w:t>
            </w:r>
            <w:r w:rsidR="00CC7D91" w:rsidRPr="00E67132">
              <w:rPr>
                <w:rFonts w:ascii="Calibri" w:eastAsia="Calibri" w:hAnsi="Calibri" w:cs="Calibri"/>
                <w:noProof/>
                <w:sz w:val="22"/>
                <w:szCs w:val="22"/>
                <w:lang w:val="ro-RO"/>
              </w:rPr>
              <w:t xml:space="preserve"> Se verifică dacă exploatația</w:t>
            </w:r>
            <w:r w:rsidR="00DF5067" w:rsidRPr="00E67132">
              <w:rPr>
                <w:rFonts w:ascii="Calibri" w:eastAsia="Calibri" w:hAnsi="Calibri" w:cs="Calibri"/>
                <w:noProof/>
                <w:sz w:val="22"/>
                <w:szCs w:val="22"/>
                <w:lang w:val="ro-RO"/>
              </w:rPr>
              <w:t>/parte din exploatație</w:t>
            </w:r>
            <w:r w:rsidR="00CC7D91" w:rsidRPr="00E67132">
              <w:rPr>
                <w:rFonts w:ascii="Calibri" w:eastAsia="Calibri" w:hAnsi="Calibri" w:cs="Calibri"/>
                <w:noProof/>
                <w:sz w:val="22"/>
                <w:szCs w:val="22"/>
                <w:lang w:val="ro-RO"/>
              </w:rPr>
              <w:t xml:space="preserve"> aparține unui proiect </w:t>
            </w:r>
            <w:r w:rsidR="006F5A03" w:rsidRPr="00E67132">
              <w:rPr>
                <w:rFonts w:ascii="Calibri" w:eastAsia="Calibri" w:hAnsi="Calibri" w:cs="Calibri"/>
                <w:noProof/>
                <w:sz w:val="22"/>
                <w:szCs w:val="22"/>
                <w:lang w:val="ro-RO"/>
              </w:rPr>
              <w:t>în implementare şi finanţat</w:t>
            </w:r>
            <w:r w:rsidR="00CC7D91" w:rsidRPr="00E67132">
              <w:rPr>
                <w:rFonts w:ascii="Calibri" w:eastAsia="Calibri" w:hAnsi="Calibri" w:cs="Calibri"/>
                <w:noProof/>
                <w:sz w:val="22"/>
                <w:szCs w:val="22"/>
                <w:lang w:val="ro-RO"/>
              </w:rPr>
              <w:t xml:space="preserve">  pe măsura 141/411.141</w:t>
            </w:r>
            <w:r w:rsidR="009B7478" w:rsidRPr="00E67132">
              <w:rPr>
                <w:rFonts w:ascii="Calibri" w:eastAsia="Calibri" w:hAnsi="Calibri" w:cs="Calibri"/>
                <w:noProof/>
                <w:sz w:val="22"/>
                <w:szCs w:val="22"/>
                <w:lang w:val="ro-RO"/>
              </w:rPr>
              <w:t xml:space="preserve">, din LEADER, </w:t>
            </w:r>
            <w:r w:rsidR="00CC7D91" w:rsidRPr="00E67132">
              <w:rPr>
                <w:rFonts w:ascii="Calibri" w:eastAsia="Calibri" w:hAnsi="Calibri" w:cs="Calibri"/>
                <w:noProof/>
                <w:sz w:val="22"/>
                <w:szCs w:val="22"/>
                <w:lang w:val="ro-RO"/>
              </w:rPr>
              <w:t xml:space="preserve"> din PNDR 2007-2013 </w:t>
            </w:r>
            <w:r w:rsidR="00CC7D91" w:rsidRPr="00E67132">
              <w:rPr>
                <w:rFonts w:ascii="Calibri" w:hAnsi="Calibri" w:cs="Calibri"/>
                <w:noProof/>
                <w:sz w:val="22"/>
                <w:szCs w:val="22"/>
                <w:lang w:val="ro-RO"/>
              </w:rPr>
              <w:t>sau prin intermediul submăsurii 6.3 „Sprijin pentru dezvoltarea fermelor mici”</w:t>
            </w:r>
            <w:r w:rsidR="00CB4AFC" w:rsidRPr="00E67132">
              <w:rPr>
                <w:rFonts w:ascii="Calibri" w:hAnsi="Calibri" w:cs="Calibri"/>
                <w:noProof/>
                <w:sz w:val="22"/>
                <w:szCs w:val="22"/>
                <w:lang w:val="ro-RO"/>
              </w:rPr>
              <w:t xml:space="preserve"> inclusiv ITI</w:t>
            </w:r>
            <w:r w:rsidR="00CC7D91" w:rsidRPr="00E67132">
              <w:rPr>
                <w:rFonts w:ascii="Calibri" w:hAnsi="Calibri" w:cs="Calibri"/>
                <w:noProof/>
                <w:sz w:val="22"/>
                <w:szCs w:val="22"/>
                <w:lang w:val="ro-RO"/>
              </w:rPr>
              <w:t xml:space="preserve">, din PNDR 2014-2020, </w:t>
            </w:r>
            <w:r w:rsidR="00CC7D91" w:rsidRPr="00E67132">
              <w:rPr>
                <w:rFonts w:ascii="Calibri" w:eastAsia="Calibri" w:hAnsi="Calibri" w:cs="Calibri"/>
                <w:noProof/>
                <w:sz w:val="22"/>
                <w:szCs w:val="22"/>
                <w:lang w:val="ro-RO"/>
              </w:rPr>
              <w:t>la momentul depunerii cererii de finanţare. În situatia în care se constata ca  exploataţia face parte dintr-un proiect  nefinalizat, cererea de finantare este neeligibila iar expertul va bifa caseta “da”. În caz contrar se va bifa “nu”, cererea fiind declarată eligibilă.</w:t>
            </w:r>
          </w:p>
          <w:p w14:paraId="40B535F6" w14:textId="77777777" w:rsidR="00CC7D91" w:rsidRPr="00E67132" w:rsidRDefault="00CC7D91" w:rsidP="00F65EC6">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Se verifica cedentii exploatatiilor preluate</w:t>
            </w:r>
            <w:r w:rsidR="00F65EC6" w:rsidRPr="00E67132">
              <w:rPr>
                <w:rFonts w:ascii="Calibri" w:eastAsia="Calibri" w:hAnsi="Calibri" w:cs="Calibri"/>
                <w:noProof/>
                <w:sz w:val="22"/>
                <w:szCs w:val="22"/>
                <w:lang w:val="ro-RO"/>
              </w:rPr>
              <w:t>/parte din exploatațiile preluate</w:t>
            </w:r>
            <w:r w:rsidRPr="00E67132">
              <w:rPr>
                <w:rFonts w:ascii="Calibri" w:eastAsia="Calibri" w:hAnsi="Calibri" w:cs="Calibri"/>
                <w:noProof/>
                <w:sz w:val="22"/>
                <w:szCs w:val="22"/>
                <w:lang w:val="ro-RO"/>
              </w:rPr>
              <w:t xml:space="preserve"> de catre solicitant în bazele de date: IACS - APIA si/sau ANSVSA/DSVSA.</w:t>
            </w:r>
          </w:p>
          <w:p w14:paraId="02E3E315" w14:textId="77777777" w:rsidR="00CC7D91" w:rsidRPr="00E67132" w:rsidRDefault="00CC7D91" w:rsidP="00156B48">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Se introduce CNP-ul cedentilor exploatatiilor in baza de date din AFIR si se verifica daca respectivii cedenti au proiect nefinalizate prin intermediul măsurii 141</w:t>
            </w:r>
            <w:r w:rsidR="00F65EC6" w:rsidRPr="00E67132">
              <w:rPr>
                <w:rFonts w:ascii="Calibri" w:eastAsia="Calibri" w:hAnsi="Calibri" w:cs="Calibri"/>
                <w:noProof/>
                <w:sz w:val="22"/>
                <w:szCs w:val="22"/>
                <w:lang w:val="ro-RO"/>
              </w:rPr>
              <w:t>/411.141 din LEADER</w:t>
            </w:r>
            <w:r w:rsidRPr="00E67132">
              <w:rPr>
                <w:rFonts w:ascii="Calibri" w:eastAsia="Calibri" w:hAnsi="Calibri" w:cs="Calibri"/>
                <w:noProof/>
                <w:sz w:val="22"/>
                <w:szCs w:val="22"/>
                <w:lang w:val="ro-RO"/>
              </w:rPr>
              <w:t xml:space="preserve"> din PNDR 2007-2013</w:t>
            </w:r>
            <w:r w:rsidRPr="00E67132">
              <w:rPr>
                <w:rFonts w:ascii="Calibri" w:hAnsi="Calibri" w:cs="Calibri"/>
                <w:noProof/>
                <w:sz w:val="22"/>
                <w:szCs w:val="22"/>
                <w:lang w:val="ro-RO"/>
              </w:rPr>
              <w:t xml:space="preserve"> sau prin intermediul submăsurii 6.3 „Sprijin pentru dezvoltarea fermelor mici”, din PNDR 2014-2020</w:t>
            </w:r>
            <w:r w:rsidRPr="00E67132">
              <w:rPr>
                <w:rFonts w:ascii="Calibri" w:eastAsia="Calibri" w:hAnsi="Calibri" w:cs="Calibri"/>
                <w:noProof/>
                <w:sz w:val="22"/>
                <w:szCs w:val="22"/>
                <w:lang w:val="ro-RO"/>
              </w:rPr>
              <w:t>. În situația în care, în urma verificarilor se constată că cedenții exploatațiilor preluate au proiecte nefinalizate, cererea de finanțare este neeligibilă iar expertul va bifa caseta “da”.  În caz contrar se va bifa “nu”, cererea fiind declarată eligibilă.</w:t>
            </w:r>
          </w:p>
          <w:p w14:paraId="7B8B3F64" w14:textId="77777777" w:rsidR="002D3DC6" w:rsidRPr="00E67132" w:rsidRDefault="002D3DC6" w:rsidP="00140E45">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În situaţii excepţionale, se verifică parcelele/animalele preluate de către solicitant, dacă figurează într-o exploataţie care </w:t>
            </w:r>
            <w:r w:rsidR="00140E45" w:rsidRPr="00E67132">
              <w:rPr>
                <w:rFonts w:ascii="Calibri" w:eastAsia="Calibri" w:hAnsi="Calibri" w:cs="Calibri"/>
                <w:noProof/>
                <w:sz w:val="22"/>
                <w:szCs w:val="22"/>
                <w:lang w:val="ro-RO"/>
              </w:rPr>
              <w:t>a beneficiat de sprijin prin 141</w:t>
            </w:r>
            <w:r w:rsidRPr="00E67132">
              <w:rPr>
                <w:rFonts w:ascii="Calibri" w:eastAsia="Calibri" w:hAnsi="Calibri" w:cs="Calibri"/>
                <w:noProof/>
                <w:sz w:val="22"/>
                <w:szCs w:val="22"/>
                <w:lang w:val="ro-RO"/>
              </w:rPr>
              <w:t>/411.</w:t>
            </w:r>
            <w:r w:rsidR="00140E45" w:rsidRPr="00E67132">
              <w:rPr>
                <w:rFonts w:ascii="Calibri" w:eastAsia="Calibri" w:hAnsi="Calibri" w:cs="Calibri"/>
                <w:noProof/>
                <w:sz w:val="22"/>
                <w:szCs w:val="22"/>
                <w:lang w:val="ro-RO"/>
              </w:rPr>
              <w:t>141</w:t>
            </w:r>
          </w:p>
        </w:tc>
      </w:tr>
      <w:tr w:rsidR="00336A2E" w:rsidRPr="00E67132" w14:paraId="4A90AF0C" w14:textId="77777777" w:rsidTr="00B82EBD">
        <w:tc>
          <w:tcPr>
            <w:tcW w:w="4698" w:type="dxa"/>
            <w:shd w:val="clear" w:color="auto" w:fill="auto"/>
          </w:tcPr>
          <w:p w14:paraId="6C293A75" w14:textId="55C3F17C" w:rsidR="00336A2E" w:rsidRPr="00E67132" w:rsidRDefault="00B11443" w:rsidP="0055305A">
            <w:pPr>
              <w:jc w:val="both"/>
              <w:rPr>
                <w:rFonts w:ascii="Calibri" w:eastAsia="Calibri" w:hAnsi="Calibri" w:cs="Calibri"/>
                <w:noProof/>
                <w:sz w:val="22"/>
                <w:szCs w:val="22"/>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8</w:t>
            </w:r>
            <w:r w:rsidRPr="00E67132">
              <w:rPr>
                <w:rFonts w:ascii="Calibri" w:hAnsi="Calibri" w:cs="Calibri"/>
                <w:noProof/>
                <w:sz w:val="22"/>
                <w:szCs w:val="22"/>
                <w:lang w:val="ro-RO"/>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din PNDR 2014-2020?</w:t>
            </w:r>
          </w:p>
        </w:tc>
        <w:tc>
          <w:tcPr>
            <w:tcW w:w="4766" w:type="dxa"/>
            <w:shd w:val="clear" w:color="auto" w:fill="auto"/>
          </w:tcPr>
          <w:p w14:paraId="04B47F36" w14:textId="5913F8BD" w:rsidR="00BF69D4" w:rsidRPr="00E67132" w:rsidRDefault="00DF5067" w:rsidP="00C965CF">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8</w:t>
            </w:r>
            <w:r w:rsidRPr="00E67132">
              <w:rPr>
                <w:rFonts w:ascii="Calibri" w:eastAsia="Calibri" w:hAnsi="Calibri" w:cs="Calibri"/>
                <w:noProof/>
                <w:sz w:val="22"/>
                <w:szCs w:val="22"/>
                <w:lang w:val="ro-RO"/>
              </w:rPr>
              <w:t xml:space="preserve"> </w:t>
            </w:r>
            <w:r w:rsidR="00BF69D4" w:rsidRPr="00E67132">
              <w:rPr>
                <w:rFonts w:ascii="Calibri" w:eastAsia="Calibri" w:hAnsi="Calibri" w:cs="Calibri"/>
                <w:noProof/>
                <w:sz w:val="22"/>
                <w:szCs w:val="22"/>
                <w:lang w:val="ro-RO"/>
              </w:rPr>
              <w:t>Expertul verifică în C1.13 - Registrul electronic privind situaţia Contractului de Finanţare/Deciziei de Finantare, daca solicitantul are în derulare un proiect pe submăsura 4.1 "Investiţii în exploataţii agricole", 4.1a „Investiţii în exploataţii pomicole”, 4.2 ”Investiții pentru procesarea/marketingul produselor agricole”, 4.2a ”Investiții în procesarea/marketingul produselor din sectorul pomicol”,</w:t>
            </w:r>
            <w:r w:rsidR="00B41F50" w:rsidRPr="00E67132">
              <w:rPr>
                <w:rFonts w:ascii="Calibri" w:eastAsia="Calibri" w:hAnsi="Calibri" w:cs="Calibri"/>
                <w:noProof/>
                <w:sz w:val="22"/>
                <w:szCs w:val="22"/>
                <w:lang w:val="ro-RO"/>
              </w:rPr>
              <w:t xml:space="preserve"> </w:t>
            </w:r>
            <w:r w:rsidR="00BF69D4" w:rsidRPr="00E67132">
              <w:rPr>
                <w:rFonts w:ascii="Calibri" w:eastAsia="Calibri" w:hAnsi="Calibri" w:cs="Calibri"/>
                <w:noProof/>
                <w:sz w:val="22"/>
                <w:szCs w:val="22"/>
                <w:lang w:val="ro-RO"/>
              </w:rPr>
              <w:t xml:space="preserve">din PNDR 2014-2020, astfel: </w:t>
            </w:r>
          </w:p>
          <w:p w14:paraId="1B80F2E4" w14:textId="77777777" w:rsidR="00BF69D4" w:rsidRPr="00E67132" w:rsidRDefault="00BF69D4" w:rsidP="00BF69D4">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-Solicitantul nu are în derulare un proiect pe submăsura 4.1/ 4.1a/ 4.2/ 4.2</w:t>
            </w:r>
            <w:r w:rsidR="00C8195E"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din PNDR 2014-2020, caz în care expertul bifează căsuța ”NU” și conditia de eligibilitate este indeplinita iar Cererea de finanțare este verificata in continuare.</w:t>
            </w:r>
          </w:p>
          <w:p w14:paraId="3CF2D81D" w14:textId="77777777" w:rsidR="00BF69D4" w:rsidRPr="00E67132" w:rsidRDefault="00BF69D4" w:rsidP="00BF69D4">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Solicitantul are în derulare un proiect pe submăsura 4.1/ 4.1a/ 4.2/ 4.2</w:t>
            </w:r>
            <w:r w:rsidR="00C8195E"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 xml:space="preserve"> din PNDR 2014-2020, caz în care expertul bifează căsuța ”DA” și Cererea de finanțare este neeligibil</w:t>
            </w:r>
            <w:r w:rsidR="00F26250" w:rsidRPr="00E67132">
              <w:rPr>
                <w:rFonts w:ascii="Calibri" w:eastAsia="Calibri" w:hAnsi="Calibri" w:cs="Calibri"/>
                <w:noProof/>
                <w:sz w:val="22"/>
                <w:szCs w:val="22"/>
                <w:lang w:val="ro-RO"/>
              </w:rPr>
              <w:t>ă.</w:t>
            </w:r>
          </w:p>
          <w:p w14:paraId="4B59AEB8" w14:textId="77777777" w:rsidR="00336A2E" w:rsidRPr="00E67132" w:rsidRDefault="00BF69D4" w:rsidP="00BF69D4">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În toate cazurile, expertul va face Print-screen, va printa şi anexa la Formularul E1.2, extrasul din C1.13 - Registrul electronic privind situaţia Contractului de Finanţare/ Deciziei de Finantare</w:t>
            </w:r>
            <w:r w:rsidR="00F26250" w:rsidRPr="00E67132">
              <w:rPr>
                <w:rFonts w:ascii="Calibri" w:eastAsia="Calibri" w:hAnsi="Calibri" w:cs="Calibri"/>
                <w:noProof/>
                <w:sz w:val="22"/>
                <w:szCs w:val="22"/>
                <w:lang w:val="ro-RO"/>
              </w:rPr>
              <w:t>.</w:t>
            </w:r>
          </w:p>
        </w:tc>
      </w:tr>
      <w:tr w:rsidR="00641BFB" w:rsidRPr="00E67132" w14:paraId="0CE85875" w14:textId="77777777" w:rsidTr="00B82EBD">
        <w:tc>
          <w:tcPr>
            <w:tcW w:w="4698" w:type="dxa"/>
            <w:shd w:val="clear" w:color="auto" w:fill="auto"/>
          </w:tcPr>
          <w:p w14:paraId="2B982FE9" w14:textId="6E3A4A91" w:rsidR="00947221" w:rsidRPr="00E67132" w:rsidRDefault="00C965CF" w:rsidP="00C965CF">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9</w:t>
            </w:r>
            <w:r w:rsidR="00D558AF" w:rsidRPr="00E67132">
              <w:rPr>
                <w:rFonts w:ascii="Calibri" w:eastAsia="Calibri" w:hAnsi="Calibri" w:cs="Calibri"/>
                <w:noProof/>
                <w:sz w:val="22"/>
                <w:szCs w:val="22"/>
                <w:lang w:val="ro-RO"/>
              </w:rPr>
              <w:t xml:space="preserve"> </w:t>
            </w:r>
            <w:r w:rsidR="00947221" w:rsidRPr="00E67132">
              <w:rPr>
                <w:rFonts w:ascii="Calibri" w:eastAsia="Calibri" w:hAnsi="Calibri" w:cs="Calibri"/>
                <w:noProof/>
                <w:sz w:val="22"/>
                <w:szCs w:val="22"/>
                <w:lang w:val="ro-RO"/>
              </w:rPr>
              <w:t>Solicitantul şi-a însuşit în totalitate angajamentele luate în Declaraţia pe proprie raspundere F?</w:t>
            </w:r>
          </w:p>
          <w:p w14:paraId="0872BB3D" w14:textId="77777777" w:rsidR="00641BFB" w:rsidRPr="00E67132" w:rsidRDefault="00641BFB" w:rsidP="00EE23D3">
            <w:pPr>
              <w:jc w:val="both"/>
              <w:rPr>
                <w:rFonts w:ascii="Calibri" w:eastAsia="Calibri" w:hAnsi="Calibri" w:cs="Calibri"/>
                <w:b/>
                <w:i/>
                <w:noProof/>
                <w:sz w:val="22"/>
                <w:szCs w:val="22"/>
                <w:lang w:val="ro-RO"/>
              </w:rPr>
            </w:pPr>
          </w:p>
        </w:tc>
        <w:tc>
          <w:tcPr>
            <w:tcW w:w="4766" w:type="dxa"/>
            <w:shd w:val="clear" w:color="auto" w:fill="auto"/>
          </w:tcPr>
          <w:p w14:paraId="3485D27A" w14:textId="4D4B89B2" w:rsidR="00200E67" w:rsidRPr="00E67132" w:rsidRDefault="00C965CF" w:rsidP="0055305A">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9</w:t>
            </w:r>
            <w:r w:rsidR="00234BE9" w:rsidRPr="00E67132">
              <w:rPr>
                <w:rFonts w:ascii="Calibri" w:eastAsia="Calibri" w:hAnsi="Calibri" w:cs="Calibri"/>
                <w:noProof/>
                <w:sz w:val="22"/>
                <w:szCs w:val="22"/>
                <w:lang w:val="ro-RO"/>
              </w:rPr>
              <w:t xml:space="preserve"> </w:t>
            </w:r>
            <w:r w:rsidR="00947221" w:rsidRPr="00E67132">
              <w:rPr>
                <w:rFonts w:ascii="Calibri" w:eastAsia="Calibri" w:hAnsi="Calibri" w:cs="Calibri"/>
                <w:noProof/>
                <w:sz w:val="22"/>
                <w:szCs w:val="22"/>
                <w:lang w:val="ro-RO"/>
              </w:rPr>
              <w:t>Expertul verifica in Cererea de finantare daca Declarati</w:t>
            </w:r>
            <w:r w:rsidR="0068032E" w:rsidRPr="00E67132">
              <w:rPr>
                <w:rFonts w:ascii="Calibri" w:eastAsia="Calibri" w:hAnsi="Calibri" w:cs="Calibri"/>
                <w:noProof/>
                <w:sz w:val="22"/>
                <w:szCs w:val="22"/>
                <w:lang w:val="ro-RO"/>
              </w:rPr>
              <w:t>a</w:t>
            </w:r>
            <w:r w:rsidR="00947221" w:rsidRPr="00E67132">
              <w:rPr>
                <w:rFonts w:ascii="Calibri" w:eastAsia="Calibri" w:hAnsi="Calibri" w:cs="Calibri"/>
                <w:noProof/>
                <w:sz w:val="22"/>
                <w:szCs w:val="22"/>
                <w:lang w:val="ro-RO"/>
              </w:rPr>
              <w:t xml:space="preserve"> pe proprie raspundere este datata</w:t>
            </w:r>
            <w:r w:rsidR="00647D85" w:rsidRPr="00E67132">
              <w:rPr>
                <w:rFonts w:ascii="Calibri" w:eastAsia="Calibri" w:hAnsi="Calibri" w:cs="Calibri"/>
                <w:noProof/>
                <w:sz w:val="22"/>
                <w:szCs w:val="22"/>
                <w:lang w:val="ro-RO"/>
              </w:rPr>
              <w:t xml:space="preserve"> </w:t>
            </w:r>
            <w:r w:rsidR="00EA1220" w:rsidRPr="00E67132">
              <w:rPr>
                <w:rFonts w:ascii="Calibri" w:eastAsia="Calibri" w:hAnsi="Calibri" w:cs="Calibri"/>
                <w:noProof/>
                <w:sz w:val="22"/>
                <w:szCs w:val="22"/>
                <w:lang w:val="ro-RO"/>
              </w:rPr>
              <w:t xml:space="preserve">și </w:t>
            </w:r>
            <w:r w:rsidR="00947221" w:rsidRPr="00E67132">
              <w:rPr>
                <w:rFonts w:ascii="Calibri" w:eastAsia="Calibri" w:hAnsi="Calibri" w:cs="Calibri"/>
                <w:iCs/>
                <w:noProof/>
                <w:sz w:val="22"/>
                <w:szCs w:val="22"/>
                <w:lang w:val="ro-RO"/>
              </w:rPr>
              <w:t>semnata</w:t>
            </w:r>
            <w:r w:rsidR="00647D85" w:rsidRPr="00E67132">
              <w:rPr>
                <w:rFonts w:ascii="Calibri" w:eastAsia="Calibri" w:hAnsi="Calibri" w:cs="Calibri"/>
                <w:iCs/>
                <w:noProof/>
                <w:sz w:val="22"/>
                <w:szCs w:val="22"/>
                <w:lang w:val="ro-RO"/>
              </w:rPr>
              <w:t>.</w:t>
            </w:r>
            <w:r w:rsidR="00DC2C8B" w:rsidRPr="00E67132">
              <w:rPr>
                <w:rFonts w:ascii="Calibri" w:eastAsia="Calibri" w:hAnsi="Calibri" w:cs="Calibri"/>
                <w:iCs/>
                <w:noProof/>
                <w:sz w:val="22"/>
                <w:szCs w:val="22"/>
                <w:lang w:val="ro-RO"/>
              </w:rPr>
              <w:t xml:space="preserve"> </w:t>
            </w:r>
            <w:r w:rsidR="00947221" w:rsidRPr="00E67132">
              <w:rPr>
                <w:rFonts w:ascii="Calibri" w:eastAsia="Calibri" w:hAnsi="Calibri" w:cs="Calibri"/>
                <w:noProof/>
                <w:sz w:val="22"/>
                <w:szCs w:val="22"/>
                <w:lang w:val="ro-RO"/>
              </w:rPr>
              <w:t>În caz contrar,</w:t>
            </w:r>
            <w:r w:rsidR="00947221" w:rsidRPr="00E67132">
              <w:rPr>
                <w:rFonts w:ascii="Calibri" w:eastAsia="Calibri" w:hAnsi="Calibri" w:cs="Calibri"/>
                <w:b/>
                <w:noProof/>
                <w:sz w:val="22"/>
                <w:szCs w:val="22"/>
                <w:lang w:val="ro-RO"/>
              </w:rPr>
              <w:t xml:space="preserve"> </w:t>
            </w:r>
            <w:r w:rsidR="00DC2C8B" w:rsidRPr="00E67132">
              <w:rPr>
                <w:rFonts w:ascii="Calibri" w:eastAsia="Calibri" w:hAnsi="Calibri" w:cs="Calibri"/>
                <w:noProof/>
                <w:sz w:val="22"/>
                <w:szCs w:val="22"/>
                <w:lang w:val="ro-RO"/>
              </w:rPr>
              <w:t xml:space="preserve">solicită acest lucru prin formularul E3.4 și doar în cazul în care solicitantul refuză să îşi asume Declaraţia  expertul bifează </w:t>
            </w:r>
            <w:r w:rsidR="00DC2C8B" w:rsidRPr="00E67132">
              <w:rPr>
                <w:rFonts w:ascii="Calibri" w:eastAsia="Calibri" w:hAnsi="Calibri" w:cs="Calibri"/>
                <w:b/>
                <w:noProof/>
                <w:sz w:val="22"/>
                <w:szCs w:val="22"/>
                <w:lang w:val="ro-RO"/>
              </w:rPr>
              <w:t>nu</w:t>
            </w:r>
            <w:r w:rsidR="00DC2C8B" w:rsidRPr="00E67132">
              <w:rPr>
                <w:rFonts w:ascii="Calibri" w:eastAsia="Calibri" w:hAnsi="Calibri" w:cs="Calibri"/>
                <w:noProof/>
                <w:sz w:val="22"/>
                <w:szCs w:val="22"/>
                <w:lang w:val="ro-RO"/>
              </w:rPr>
              <w:t xml:space="preserve">, motivează poziţia sa în liniile prevăzute în acest scop la rubrica „Observatii”, </w:t>
            </w:r>
            <w:r w:rsidR="00DC2C8B" w:rsidRPr="00E67132">
              <w:rPr>
                <w:rFonts w:ascii="Calibri" w:eastAsia="Calibri" w:hAnsi="Calibri" w:cs="Calibri"/>
                <w:b/>
                <w:noProof/>
                <w:sz w:val="22"/>
                <w:szCs w:val="22"/>
                <w:lang w:val="ro-RO"/>
              </w:rPr>
              <w:t>iar această condiţie se consideră neîndeplinită.</w:t>
            </w:r>
          </w:p>
        </w:tc>
      </w:tr>
      <w:tr w:rsidR="006C61EE" w:rsidRPr="00E67132" w14:paraId="599BFB12" w14:textId="77777777" w:rsidTr="00B82EBD">
        <w:trPr>
          <w:trHeight w:val="3961"/>
        </w:trPr>
        <w:tc>
          <w:tcPr>
            <w:tcW w:w="4698" w:type="dxa"/>
            <w:shd w:val="clear" w:color="auto" w:fill="auto"/>
          </w:tcPr>
          <w:p w14:paraId="48963494" w14:textId="65EE5697" w:rsidR="006C61EE" w:rsidRPr="00E67132" w:rsidRDefault="00C965CF" w:rsidP="00336A2E">
            <w:pPr>
              <w:jc w:val="both"/>
              <w:rPr>
                <w:rFonts w:ascii="Calibri" w:eastAsia="Calibri" w:hAnsi="Calibri" w:cs="Calibri"/>
                <w:noProof/>
                <w:color w:val="FF0000"/>
                <w:sz w:val="22"/>
                <w:szCs w:val="22"/>
                <w:lang w:val="ro-RO"/>
              </w:rPr>
            </w:pPr>
            <w:r w:rsidRPr="00E67132">
              <w:rPr>
                <w:rFonts w:ascii="Calibri" w:eastAsia="Calibri" w:hAnsi="Calibri" w:cs="Calibri"/>
                <w:noProof/>
                <w:sz w:val="22"/>
                <w:szCs w:val="22"/>
                <w:lang w:val="ro-RO"/>
              </w:rPr>
              <w:t>1.</w:t>
            </w:r>
            <w:r w:rsidR="0055305A">
              <w:rPr>
                <w:rFonts w:ascii="Calibri" w:eastAsia="Calibri" w:hAnsi="Calibri" w:cs="Calibri"/>
                <w:noProof/>
                <w:sz w:val="22"/>
                <w:szCs w:val="22"/>
                <w:lang w:val="ro-RO"/>
              </w:rPr>
              <w:t>10</w:t>
            </w:r>
            <w:r w:rsidR="00AA33CA" w:rsidRPr="00E67132">
              <w:rPr>
                <w:rFonts w:ascii="Calibri" w:eastAsia="Calibri" w:hAnsi="Calibri" w:cs="Calibri"/>
                <w:noProof/>
                <w:sz w:val="22"/>
                <w:szCs w:val="22"/>
                <w:lang w:val="ro-RO"/>
              </w:rPr>
              <w:t xml:space="preserve"> </w:t>
            </w:r>
            <w:r w:rsidR="009B49F2" w:rsidRPr="00E67132">
              <w:rPr>
                <w:rFonts w:ascii="Calibri" w:eastAsia="Calibri" w:hAnsi="Calibri" w:cs="Calibri"/>
                <w:noProof/>
                <w:sz w:val="22"/>
                <w:szCs w:val="22"/>
                <w:lang w:val="ro-RO"/>
              </w:rPr>
              <w:t xml:space="preserve"> </w:t>
            </w:r>
            <w:r w:rsidR="00370A94" w:rsidRPr="00E67132">
              <w:rPr>
                <w:rFonts w:ascii="Calibri" w:eastAsia="Calibri" w:hAnsi="Calibri" w:cs="Calibri"/>
                <w:noProof/>
                <w:sz w:val="22"/>
                <w:szCs w:val="22"/>
                <w:lang w:val="ro-RO"/>
              </w:rPr>
              <w:t>Î</w:t>
            </w:r>
            <w:r w:rsidR="00370A94" w:rsidRPr="00E67132">
              <w:rPr>
                <w:rFonts w:ascii="Calibri" w:hAnsi="Calibri" w:cs="Calibri"/>
                <w:noProof/>
                <w:sz w:val="22"/>
                <w:szCs w:val="22"/>
                <w:lang w:val="ro-RO"/>
              </w:rPr>
              <w:t>n cadrul unei familii (soț și soție) doar unul dintre membri  beneficiază de sprijin?</w:t>
            </w:r>
          </w:p>
        </w:tc>
        <w:tc>
          <w:tcPr>
            <w:tcW w:w="4766" w:type="dxa"/>
            <w:shd w:val="clear" w:color="auto" w:fill="auto"/>
          </w:tcPr>
          <w:p w14:paraId="456BF4D2" w14:textId="037CD266" w:rsidR="006C61EE" w:rsidRPr="00E67132" w:rsidRDefault="00C965CF" w:rsidP="0055305A">
            <w:pPr>
              <w:jc w:val="both"/>
              <w:rPr>
                <w:rFonts w:ascii="Calibri" w:hAnsi="Calibri" w:cs="Calibri"/>
                <w:noProof/>
                <w:sz w:val="22"/>
                <w:szCs w:val="22"/>
                <w:highlight w:val="yellow"/>
                <w:lang w:val="ro-RO"/>
              </w:rPr>
            </w:pPr>
            <w:r w:rsidRPr="00E67132">
              <w:rPr>
                <w:rFonts w:ascii="Calibri" w:hAnsi="Calibri" w:cs="Calibri"/>
                <w:noProof/>
                <w:sz w:val="22"/>
                <w:szCs w:val="22"/>
                <w:lang w:val="ro-RO"/>
              </w:rPr>
              <w:t>1.</w:t>
            </w:r>
            <w:r w:rsidR="0055305A">
              <w:rPr>
                <w:rFonts w:ascii="Calibri" w:hAnsi="Calibri" w:cs="Calibri"/>
                <w:noProof/>
                <w:sz w:val="22"/>
                <w:szCs w:val="22"/>
                <w:lang w:val="ro-RO"/>
              </w:rPr>
              <w:t>10</w:t>
            </w:r>
            <w:r w:rsidR="00DF5067" w:rsidRPr="00E67132">
              <w:rPr>
                <w:rFonts w:ascii="Calibri" w:hAnsi="Calibri" w:cs="Calibri"/>
                <w:noProof/>
                <w:sz w:val="22"/>
                <w:szCs w:val="22"/>
                <w:lang w:val="ro-RO"/>
              </w:rPr>
              <w:t xml:space="preserve"> </w:t>
            </w:r>
            <w:r w:rsidR="006C61EE" w:rsidRPr="00E67132">
              <w:rPr>
                <w:rFonts w:ascii="Calibri" w:hAnsi="Calibri" w:cs="Calibri"/>
                <w:noProof/>
                <w:sz w:val="22"/>
                <w:szCs w:val="22"/>
                <w:lang w:val="ro-RO"/>
              </w:rPr>
              <w:t xml:space="preserve">Expertul verifică </w:t>
            </w:r>
            <w:r w:rsidR="00F854DA" w:rsidRPr="00E67132">
              <w:rPr>
                <w:rFonts w:ascii="Calibri" w:eastAsia="Calibri" w:hAnsi="Calibri" w:cs="Calibri"/>
                <w:noProof/>
                <w:sz w:val="22"/>
                <w:szCs w:val="22"/>
                <w:lang w:val="ro-RO"/>
              </w:rPr>
              <w:t>î</w:t>
            </w:r>
            <w:r w:rsidR="006C61EE" w:rsidRPr="00E67132">
              <w:rPr>
                <w:rFonts w:ascii="Calibri" w:eastAsia="Calibri" w:hAnsi="Calibri" w:cs="Calibri"/>
                <w:noProof/>
                <w:sz w:val="22"/>
                <w:szCs w:val="22"/>
                <w:lang w:val="ro-RO"/>
              </w:rPr>
              <w:t>n baza de date AFIR (SPCDR) dupa CNP-ul soţului/soţiei, dac</w:t>
            </w:r>
            <w:r w:rsidR="00F854DA" w:rsidRPr="00E67132">
              <w:rPr>
                <w:rFonts w:ascii="Calibri" w:eastAsia="Calibri" w:hAnsi="Calibri" w:cs="Calibri"/>
                <w:noProof/>
                <w:sz w:val="22"/>
                <w:szCs w:val="22"/>
                <w:lang w:val="ro-RO"/>
              </w:rPr>
              <w:t>ă</w:t>
            </w:r>
            <w:r w:rsidR="006C61EE" w:rsidRPr="00E67132">
              <w:rPr>
                <w:rFonts w:ascii="Calibri" w:eastAsia="Calibri" w:hAnsi="Calibri" w:cs="Calibri"/>
                <w:noProof/>
                <w:sz w:val="22"/>
                <w:szCs w:val="22"/>
                <w:lang w:val="ro-RO"/>
              </w:rPr>
              <w:t xml:space="preserve"> </w:t>
            </w:r>
            <w:r w:rsidR="007B3AAB" w:rsidRPr="00E67132">
              <w:rPr>
                <w:rFonts w:ascii="Calibri" w:eastAsia="Calibri" w:hAnsi="Calibri" w:cs="Calibri"/>
                <w:noProof/>
                <w:sz w:val="22"/>
                <w:szCs w:val="22"/>
                <w:lang w:val="ro-RO"/>
              </w:rPr>
              <w:t>soţul/soţia acestuia</w:t>
            </w:r>
            <w:r w:rsidR="006C61EE" w:rsidRPr="00E67132">
              <w:rPr>
                <w:rFonts w:ascii="Calibri" w:eastAsia="Calibri" w:hAnsi="Calibri" w:cs="Calibri"/>
                <w:noProof/>
                <w:sz w:val="22"/>
                <w:szCs w:val="22"/>
                <w:lang w:val="ro-RO"/>
              </w:rPr>
              <w:t xml:space="preserve"> a mai beneficiat de sprijin nerambursabil</w:t>
            </w:r>
            <w:r w:rsidR="00B05E34" w:rsidRPr="00E67132">
              <w:rPr>
                <w:rFonts w:ascii="Calibri" w:eastAsia="Calibri" w:hAnsi="Calibri" w:cs="Calibri"/>
                <w:noProof/>
                <w:sz w:val="22"/>
                <w:szCs w:val="22"/>
                <w:lang w:val="ro-RO"/>
              </w:rPr>
              <w:t xml:space="preserve"> fie prin intermediul Măsurii 112 – ”Instalarea tinerilor fermieri”, fie prin intermediul </w:t>
            </w:r>
            <w:r w:rsidR="006C61EE" w:rsidRPr="00E67132">
              <w:rPr>
                <w:rFonts w:ascii="Calibri" w:eastAsia="Calibri" w:hAnsi="Calibri" w:cs="Calibri"/>
                <w:noProof/>
                <w:sz w:val="22"/>
                <w:szCs w:val="22"/>
                <w:lang w:val="ro-RO"/>
              </w:rPr>
              <w:t xml:space="preserve"> </w:t>
            </w:r>
            <w:r w:rsidR="00B05E34" w:rsidRPr="00E67132">
              <w:rPr>
                <w:rFonts w:ascii="Calibri" w:eastAsia="Calibri" w:hAnsi="Calibri" w:cs="Calibri"/>
                <w:noProof/>
                <w:sz w:val="22"/>
                <w:szCs w:val="22"/>
                <w:lang w:val="ro-RO"/>
              </w:rPr>
              <w:t>Submăsurii</w:t>
            </w:r>
            <w:r w:rsidR="00F854DA" w:rsidRPr="00E67132">
              <w:rPr>
                <w:rFonts w:ascii="Calibri" w:eastAsia="Calibri" w:hAnsi="Calibri" w:cs="Calibri"/>
                <w:noProof/>
                <w:sz w:val="22"/>
                <w:szCs w:val="22"/>
                <w:lang w:val="ro-RO"/>
              </w:rPr>
              <w:t xml:space="preserve"> 6.1 „Sprijin pentru instalarea tinerilor fermieri</w:t>
            </w:r>
            <w:r w:rsidR="00613475" w:rsidRPr="00E67132">
              <w:rPr>
                <w:rFonts w:ascii="Calibri" w:eastAsia="Calibri" w:hAnsi="Calibri" w:cs="Calibri"/>
                <w:noProof/>
                <w:sz w:val="22"/>
                <w:szCs w:val="22"/>
                <w:lang w:val="ro-RO"/>
              </w:rPr>
              <w:t>, inclusiv ITI</w:t>
            </w:r>
            <w:r w:rsidR="00DA3064" w:rsidRPr="00E67132">
              <w:rPr>
                <w:rFonts w:ascii="Calibri" w:eastAsia="Calibri" w:hAnsi="Calibri" w:cs="Calibri"/>
                <w:noProof/>
                <w:sz w:val="22"/>
                <w:szCs w:val="22"/>
                <w:lang w:val="ro-RO"/>
              </w:rPr>
              <w:t>.</w:t>
            </w:r>
            <w:r w:rsidR="00D074FF" w:rsidRPr="00E67132">
              <w:rPr>
                <w:rFonts w:ascii="Calibri" w:hAnsi="Calibri" w:cs="Calibri"/>
                <w:noProof/>
                <w:sz w:val="22"/>
                <w:szCs w:val="22"/>
                <w:lang w:val="ro-RO"/>
              </w:rPr>
              <w:t xml:space="preserve"> Această condiție va fi verificată și în cadrul Cerererilor de Finanțare depuse prin intermediul</w:t>
            </w:r>
            <w:r w:rsidR="00B05E34" w:rsidRPr="00E67132">
              <w:rPr>
                <w:rFonts w:ascii="Calibri" w:hAnsi="Calibri" w:cs="Calibri"/>
                <w:noProof/>
                <w:sz w:val="22"/>
                <w:szCs w:val="22"/>
                <w:lang w:val="ro-RO"/>
              </w:rPr>
              <w:t xml:space="preserve"> Grupurilor de Acțiune Locală. </w:t>
            </w:r>
            <w:r w:rsidR="00F854DA" w:rsidRPr="00E67132">
              <w:rPr>
                <w:rFonts w:ascii="Calibri" w:eastAsia="Calibri" w:hAnsi="Calibri" w:cs="Calibri"/>
                <w:noProof/>
                <w:sz w:val="22"/>
                <w:szCs w:val="22"/>
                <w:lang w:val="ro-RO"/>
              </w:rPr>
              <w:t>In situatia in care se regaseste in baza de date AFIR</w:t>
            </w:r>
            <w:r w:rsidR="007B3AAB" w:rsidRPr="00E67132">
              <w:rPr>
                <w:rFonts w:ascii="Calibri" w:eastAsia="Calibri" w:hAnsi="Calibri" w:cs="Calibri"/>
                <w:noProof/>
                <w:sz w:val="22"/>
                <w:szCs w:val="22"/>
                <w:lang w:val="ro-RO"/>
              </w:rPr>
              <w:t>,</w:t>
            </w:r>
            <w:r w:rsidR="00F854DA" w:rsidRPr="00E67132">
              <w:rPr>
                <w:rFonts w:ascii="Calibri" w:eastAsia="Calibri" w:hAnsi="Calibri" w:cs="Calibri"/>
                <w:noProof/>
                <w:sz w:val="22"/>
                <w:szCs w:val="22"/>
                <w:lang w:val="ro-RO"/>
              </w:rPr>
              <w:t xml:space="preserve"> se listeaza print screen-ul si se ataseaza la fisa de evaluare, situatie in care cererea de finantare este neeligibila si se va bifa </w:t>
            </w:r>
            <w:r w:rsidR="00DF5ED1" w:rsidRPr="00E67132">
              <w:rPr>
                <w:rFonts w:ascii="Calibri" w:eastAsia="Calibri" w:hAnsi="Calibri" w:cs="Calibri"/>
                <w:noProof/>
                <w:sz w:val="22"/>
                <w:szCs w:val="22"/>
                <w:lang w:val="ro-RO"/>
              </w:rPr>
              <w:t>caseta “nu</w:t>
            </w:r>
            <w:r w:rsidR="00F854DA" w:rsidRPr="00E67132">
              <w:rPr>
                <w:rFonts w:ascii="Calibri" w:eastAsia="Calibri" w:hAnsi="Calibri" w:cs="Calibri"/>
                <w:noProof/>
                <w:sz w:val="22"/>
                <w:szCs w:val="22"/>
                <w:lang w:val="ro-RO"/>
              </w:rPr>
              <w:t xml:space="preserve">”. </w:t>
            </w:r>
            <w:r w:rsidR="00DF5ED1" w:rsidRPr="00E67132">
              <w:rPr>
                <w:rFonts w:ascii="Calibri" w:eastAsia="Calibri" w:hAnsi="Calibri" w:cs="Calibri"/>
                <w:noProof/>
                <w:sz w:val="22"/>
                <w:szCs w:val="22"/>
                <w:lang w:val="ro-RO"/>
              </w:rPr>
              <w:t>În caz contrar se va bifa “da</w:t>
            </w:r>
            <w:r w:rsidR="00F854DA" w:rsidRPr="00E67132">
              <w:rPr>
                <w:rFonts w:ascii="Calibri" w:eastAsia="Calibri" w:hAnsi="Calibri" w:cs="Calibri"/>
                <w:noProof/>
                <w:sz w:val="22"/>
                <w:szCs w:val="22"/>
                <w:lang w:val="ro-RO"/>
              </w:rPr>
              <w:t>”, cererea fiind declarată eligibilă.</w:t>
            </w:r>
          </w:p>
        </w:tc>
      </w:tr>
      <w:tr w:rsidR="00844187" w:rsidRPr="00E67132" w14:paraId="57BB0E0F" w14:textId="77777777" w:rsidTr="00463C5B">
        <w:tc>
          <w:tcPr>
            <w:tcW w:w="4698" w:type="dxa"/>
            <w:shd w:val="clear" w:color="auto" w:fill="auto"/>
          </w:tcPr>
          <w:p w14:paraId="4FFBD920" w14:textId="77777777" w:rsidR="00844187" w:rsidRPr="00E67132" w:rsidRDefault="00844187" w:rsidP="00A45C1E">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2.</w:t>
            </w:r>
            <w:r w:rsidR="00A45C1E" w:rsidRPr="00E67132">
              <w:rPr>
                <w:rFonts w:ascii="Calibri" w:eastAsia="Calibri" w:hAnsi="Calibri" w:cs="Calibri"/>
                <w:noProof/>
                <w:sz w:val="22"/>
                <w:szCs w:val="22"/>
                <w:lang w:val="ro-RO"/>
              </w:rPr>
              <w:t>0</w:t>
            </w:r>
            <w:r w:rsidRPr="00E67132">
              <w:rPr>
                <w:rFonts w:ascii="Calibri" w:eastAsia="Calibri" w:hAnsi="Calibri" w:cs="Calibri"/>
                <w:noProof/>
                <w:sz w:val="22"/>
                <w:szCs w:val="22"/>
                <w:lang w:val="ro-RO"/>
              </w:rPr>
              <w:t xml:space="preserve"> Solicitantul solicită sprijin pentru un proiect care vizează zona ITI (peste 50% din exploataţie în zona ITI)?</w:t>
            </w:r>
          </w:p>
          <w:p w14:paraId="0BC57692" w14:textId="77777777" w:rsidR="00DE45F8" w:rsidRPr="00E67132" w:rsidRDefault="00DE45F8" w:rsidP="00A45C1E">
            <w:pPr>
              <w:jc w:val="both"/>
              <w:rPr>
                <w:rFonts w:ascii="Calibri" w:eastAsia="Calibri" w:hAnsi="Calibri" w:cs="Calibri"/>
                <w:noProof/>
                <w:sz w:val="22"/>
                <w:szCs w:val="22"/>
                <w:lang w:val="ro-RO"/>
              </w:rPr>
            </w:pPr>
          </w:p>
          <w:p w14:paraId="31627FA1" w14:textId="77777777" w:rsidR="00DE45F8" w:rsidRPr="00E67132" w:rsidRDefault="00DE45F8" w:rsidP="00A45C1E">
            <w:pPr>
              <w:jc w:val="both"/>
              <w:rPr>
                <w:rFonts w:ascii="Calibri" w:eastAsia="Calibri" w:hAnsi="Calibri" w:cs="Calibri"/>
                <w:noProof/>
                <w:sz w:val="22"/>
                <w:szCs w:val="22"/>
                <w:lang w:val="ro-RO"/>
              </w:rPr>
            </w:pPr>
          </w:p>
          <w:p w14:paraId="2AC70CFF"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314A4D62"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0A876BAA"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083A220B"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3938A5D6"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4D3ED22A"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E1183C6"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00F94010"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51B6679"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373726CC"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59D82245"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53A799D1"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5FC4BE37"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19C23546"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4A828A7B"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0D07788A"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2A7F02A"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2FB577A4"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5FBB9622"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3A7B8219"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2F3ADA91"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FDFAC36"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42DE9505"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007AEF7"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1D024E0"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59239BFC"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46240111"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6E49BFF1"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1E55676E" w14:textId="77777777" w:rsidR="009410BB" w:rsidRPr="00E67132" w:rsidRDefault="009410BB" w:rsidP="00DE45F8">
            <w:pPr>
              <w:tabs>
                <w:tab w:val="left" w:pos="360"/>
              </w:tabs>
              <w:autoSpaceDE w:val="0"/>
              <w:autoSpaceDN w:val="0"/>
              <w:adjustRightInd w:val="0"/>
              <w:jc w:val="both"/>
              <w:rPr>
                <w:rFonts w:ascii="Calibri" w:hAnsi="Calibri"/>
                <w:bCs/>
                <w:noProof/>
                <w:lang w:val="ro-RO"/>
              </w:rPr>
            </w:pPr>
          </w:p>
          <w:p w14:paraId="4D6DA992" w14:textId="77777777" w:rsidR="009410BB" w:rsidRPr="00E67132" w:rsidRDefault="009410BB" w:rsidP="00DE45F8">
            <w:pPr>
              <w:tabs>
                <w:tab w:val="left" w:pos="360"/>
              </w:tabs>
              <w:autoSpaceDE w:val="0"/>
              <w:autoSpaceDN w:val="0"/>
              <w:adjustRightInd w:val="0"/>
              <w:jc w:val="both"/>
              <w:rPr>
                <w:rFonts w:ascii="Calibri" w:hAnsi="Calibri"/>
                <w:bCs/>
                <w:noProof/>
                <w:lang w:val="ro-RO"/>
              </w:rPr>
            </w:pPr>
          </w:p>
          <w:p w14:paraId="030F323D" w14:textId="77777777" w:rsidR="00DE45F8" w:rsidRPr="00E67132" w:rsidRDefault="00DE45F8" w:rsidP="00DE45F8">
            <w:pPr>
              <w:tabs>
                <w:tab w:val="left" w:pos="360"/>
              </w:tabs>
              <w:autoSpaceDE w:val="0"/>
              <w:autoSpaceDN w:val="0"/>
              <w:adjustRightInd w:val="0"/>
              <w:jc w:val="both"/>
              <w:rPr>
                <w:rFonts w:ascii="Calibri" w:hAnsi="Calibri"/>
                <w:bCs/>
                <w:noProof/>
                <w:lang w:val="ro-RO"/>
              </w:rPr>
            </w:pPr>
          </w:p>
          <w:p w14:paraId="79070CB9" w14:textId="77777777" w:rsidR="00DE45F8" w:rsidRPr="00E67132" w:rsidRDefault="007B0C1C" w:rsidP="00DE45F8">
            <w:pPr>
              <w:tabs>
                <w:tab w:val="left" w:pos="360"/>
              </w:tabs>
              <w:autoSpaceDE w:val="0"/>
              <w:autoSpaceDN w:val="0"/>
              <w:adjustRightInd w:val="0"/>
              <w:jc w:val="both"/>
              <w:rPr>
                <w:rFonts w:ascii="Calibri" w:hAnsi="Calibri" w:cs="Calibri"/>
                <w:b/>
                <w:noProof/>
                <w:lang w:val="ro-RO"/>
              </w:rPr>
            </w:pPr>
            <w:r w:rsidRPr="00E67132">
              <w:rPr>
                <w:rFonts w:ascii="Calibri" w:hAnsi="Calibri"/>
                <w:b/>
                <w:bCs/>
                <w:noProof/>
                <w:lang w:val="ro-RO"/>
              </w:rPr>
              <w:t xml:space="preserve">Doc. </w:t>
            </w:r>
            <w:r w:rsidR="003F177D" w:rsidRPr="00E67132">
              <w:rPr>
                <w:rFonts w:ascii="Calibri" w:hAnsi="Calibri"/>
                <w:b/>
                <w:bCs/>
                <w:noProof/>
                <w:lang w:val="ro-RO"/>
              </w:rPr>
              <w:t>12 Aviz de conformitate proiect cu obiectivele Strategiei Integrate de Dezvoltare Durabilă pentru Delta Dunării emis de Asociația pentru Dezvoltare Intercomunitară Delta Dunării – ITI Delta Dunării.</w:t>
            </w:r>
          </w:p>
          <w:p w14:paraId="1E8008C0" w14:textId="77777777" w:rsidR="00DE45F8" w:rsidRPr="00E67132" w:rsidRDefault="00DE45F8" w:rsidP="00A45C1E">
            <w:pPr>
              <w:jc w:val="both"/>
              <w:rPr>
                <w:rFonts w:ascii="Calibri" w:eastAsia="Calibri" w:hAnsi="Calibri" w:cs="Calibri"/>
                <w:noProof/>
                <w:sz w:val="22"/>
                <w:szCs w:val="22"/>
                <w:highlight w:val="yellow"/>
                <w:lang w:val="ro-RO"/>
              </w:rPr>
            </w:pPr>
          </w:p>
        </w:tc>
        <w:tc>
          <w:tcPr>
            <w:tcW w:w="4766" w:type="dxa"/>
            <w:shd w:val="clear" w:color="auto" w:fill="auto"/>
          </w:tcPr>
          <w:p w14:paraId="30DC7BC0" w14:textId="77777777" w:rsidR="009410BB" w:rsidRPr="00E67132" w:rsidRDefault="00FD2338" w:rsidP="004624C2">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Expertul verifică dacă</w:t>
            </w:r>
            <w:r w:rsidR="009410BB" w:rsidRPr="00E67132">
              <w:rPr>
                <w:rFonts w:asciiTheme="minorHAnsi" w:hAnsiTheme="minorHAnsi" w:cstheme="minorHAnsi"/>
                <w:noProof/>
                <w:sz w:val="22"/>
                <w:szCs w:val="22"/>
                <w:lang w:val="ro-RO"/>
              </w:rPr>
              <w:t xml:space="preserve">: </w:t>
            </w:r>
          </w:p>
          <w:p w14:paraId="158451F7" w14:textId="77777777" w:rsidR="00023EF8" w:rsidRPr="00E67132" w:rsidRDefault="004F7468" w:rsidP="00923B08">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w:t>
            </w:r>
            <w:r w:rsidR="003F177D" w:rsidRPr="00E67132">
              <w:rPr>
                <w:rFonts w:asciiTheme="minorHAnsi" w:hAnsiTheme="minorHAnsi" w:cstheme="minorHAnsi"/>
                <w:noProof/>
                <w:sz w:val="22"/>
                <w:szCs w:val="22"/>
                <w:lang w:val="ro-RO"/>
              </w:rPr>
              <w:t>exploatația este amplasată predominant (peste 50%) în teritoriul ITI</w:t>
            </w:r>
            <w:r w:rsidR="00BF34B1" w:rsidRPr="00E67132">
              <w:rPr>
                <w:rFonts w:asciiTheme="minorHAnsi" w:hAnsiTheme="minorHAnsi" w:cstheme="minorHAnsi"/>
                <w:noProof/>
                <w:sz w:val="22"/>
                <w:szCs w:val="22"/>
                <w:lang w:val="ro-RO"/>
              </w:rPr>
              <w:t xml:space="preserve">, </w:t>
            </w:r>
            <w:r w:rsidR="003F177D" w:rsidRPr="00E67132">
              <w:rPr>
                <w:rFonts w:asciiTheme="minorHAnsi" w:hAnsiTheme="minorHAnsi" w:cstheme="minorHAnsi"/>
                <w:noProof/>
                <w:sz w:val="22"/>
                <w:szCs w:val="22"/>
                <w:lang w:val="ro-RO"/>
              </w:rPr>
              <w:t>calculul făcându-se raportând suprafaţa</w:t>
            </w:r>
            <w:r w:rsidR="00923B08" w:rsidRPr="00E67132">
              <w:rPr>
                <w:rFonts w:asciiTheme="minorHAnsi" w:hAnsiTheme="minorHAnsi" w:cstheme="minorHAnsi"/>
                <w:noProof/>
                <w:sz w:val="22"/>
                <w:szCs w:val="22"/>
                <w:lang w:val="ro-RO"/>
              </w:rPr>
              <w:t xml:space="preserve"> în ha</w:t>
            </w:r>
            <w:r w:rsidR="003F177D" w:rsidRPr="00E67132">
              <w:rPr>
                <w:rFonts w:asciiTheme="minorHAnsi" w:hAnsiTheme="minorHAnsi" w:cstheme="minorHAnsi"/>
                <w:noProof/>
                <w:sz w:val="22"/>
                <w:szCs w:val="22"/>
                <w:lang w:val="ro-RO"/>
              </w:rPr>
              <w:t xml:space="preserve"> /efectivul total de animale</w:t>
            </w:r>
            <w:r w:rsidR="00923B08" w:rsidRPr="00E67132">
              <w:rPr>
                <w:rFonts w:asciiTheme="minorHAnsi" w:hAnsiTheme="minorHAnsi" w:cstheme="minorHAnsi"/>
                <w:noProof/>
                <w:sz w:val="22"/>
                <w:szCs w:val="22"/>
                <w:lang w:val="ro-RO"/>
              </w:rPr>
              <w:t xml:space="preserve"> (capete animale/familii de albine)</w:t>
            </w:r>
            <w:r w:rsidR="003F177D" w:rsidRPr="00E67132">
              <w:rPr>
                <w:rFonts w:asciiTheme="minorHAnsi" w:hAnsiTheme="minorHAnsi" w:cstheme="minorHAnsi"/>
                <w:noProof/>
                <w:sz w:val="22"/>
                <w:szCs w:val="22"/>
                <w:lang w:val="ro-RO"/>
              </w:rPr>
              <w:t xml:space="preserve"> din teritoriul ITI la suprafaţa totală</w:t>
            </w:r>
            <w:r w:rsidR="00CA146E" w:rsidRPr="00E67132">
              <w:rPr>
                <w:rFonts w:asciiTheme="minorHAnsi" w:hAnsiTheme="minorHAnsi" w:cstheme="minorHAnsi"/>
                <w:noProof/>
                <w:sz w:val="22"/>
                <w:szCs w:val="22"/>
                <w:lang w:val="ro-RO"/>
              </w:rPr>
              <w:t xml:space="preserve"> de teren</w:t>
            </w:r>
            <w:r w:rsidR="003F177D" w:rsidRPr="00E67132">
              <w:rPr>
                <w:rFonts w:asciiTheme="minorHAnsi" w:hAnsiTheme="minorHAnsi" w:cstheme="minorHAnsi"/>
                <w:noProof/>
                <w:sz w:val="22"/>
                <w:szCs w:val="22"/>
                <w:lang w:val="ro-RO"/>
              </w:rPr>
              <w:t>/efectivul total de animale din exploataţie, în funcţie de tipul</w:t>
            </w:r>
            <w:r w:rsidR="00BF34B1" w:rsidRPr="00E67132">
              <w:rPr>
                <w:rFonts w:asciiTheme="minorHAnsi" w:hAnsiTheme="minorHAnsi" w:cstheme="minorHAnsi"/>
                <w:noProof/>
                <w:sz w:val="22"/>
                <w:szCs w:val="22"/>
                <w:lang w:val="ro-RO"/>
              </w:rPr>
              <w:t xml:space="preserve"> de încadrare a</w:t>
            </w:r>
            <w:r w:rsidR="003F177D" w:rsidRPr="00E67132">
              <w:rPr>
                <w:rFonts w:asciiTheme="minorHAnsi" w:hAnsiTheme="minorHAnsi" w:cstheme="minorHAnsi"/>
                <w:noProof/>
                <w:sz w:val="22"/>
                <w:szCs w:val="22"/>
                <w:lang w:val="ro-RO"/>
              </w:rPr>
              <w:t xml:space="preserve"> exploataţiei</w:t>
            </w:r>
            <w:r w:rsidR="00BF34B1" w:rsidRPr="00E67132">
              <w:rPr>
                <w:rFonts w:asciiTheme="minorHAnsi" w:hAnsiTheme="minorHAnsi" w:cstheme="minorHAnsi"/>
                <w:noProof/>
                <w:sz w:val="22"/>
                <w:szCs w:val="22"/>
                <w:lang w:val="ro-RO"/>
              </w:rPr>
              <w:t xml:space="preserve"> (vegetală sau zootehnică</w:t>
            </w:r>
            <w:r w:rsidR="003F177D" w:rsidRPr="00E67132">
              <w:rPr>
                <w:rFonts w:asciiTheme="minorHAnsi" w:hAnsiTheme="minorHAnsi" w:cstheme="minorHAnsi"/>
                <w:noProof/>
                <w:sz w:val="22"/>
                <w:szCs w:val="22"/>
                <w:lang w:val="ro-RO"/>
              </w:rPr>
              <w:t>);</w:t>
            </w:r>
          </w:p>
          <w:p w14:paraId="104922B6" w14:textId="77777777" w:rsidR="00686C8F" w:rsidRPr="00E67132" w:rsidRDefault="004624C2" w:rsidP="004624C2">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În cazul exploataţiilor </w:t>
            </w:r>
            <w:r w:rsidR="00B9134F" w:rsidRPr="00E67132">
              <w:rPr>
                <w:rFonts w:asciiTheme="minorHAnsi" w:hAnsiTheme="minorHAnsi" w:cstheme="minorHAnsi"/>
                <w:noProof/>
                <w:sz w:val="22"/>
                <w:szCs w:val="22"/>
                <w:lang w:val="ro-RO"/>
              </w:rPr>
              <w:t xml:space="preserve">predominant sau exclusiv </w:t>
            </w:r>
            <w:r w:rsidRPr="00E67132">
              <w:rPr>
                <w:rFonts w:asciiTheme="minorHAnsi" w:hAnsiTheme="minorHAnsi" w:cstheme="minorHAnsi"/>
                <w:noProof/>
                <w:sz w:val="22"/>
                <w:szCs w:val="22"/>
                <w:lang w:val="ro-RO"/>
              </w:rPr>
              <w:t>vegetale, se  verifică procentul de suprafaţă al terenului agricol (ha) amplasat în teritoriul ITI conform documentelor APIA,</w:t>
            </w:r>
            <w:r w:rsidR="00686C8F" w:rsidRPr="00E67132">
              <w:rPr>
                <w:rFonts w:asciiTheme="minorHAnsi" w:hAnsiTheme="minorHAnsi" w:cstheme="minorHAnsi"/>
                <w:noProof/>
                <w:sz w:val="22"/>
                <w:szCs w:val="22"/>
                <w:lang w:val="ro-RO"/>
              </w:rPr>
              <w:t xml:space="preserve"> fără a se</w:t>
            </w:r>
            <w:r w:rsidR="007B0C1C" w:rsidRPr="00E67132">
              <w:rPr>
                <w:rFonts w:asciiTheme="minorHAnsi" w:hAnsiTheme="minorHAnsi" w:cstheme="minorHAnsi"/>
                <w:noProof/>
                <w:sz w:val="22"/>
                <w:szCs w:val="22"/>
                <w:lang w:val="ro-RO"/>
              </w:rPr>
              <w:t xml:space="preserve"> lua în considerare</w:t>
            </w:r>
            <w:r w:rsidR="00686C8F" w:rsidRPr="00E67132">
              <w:rPr>
                <w:rFonts w:asciiTheme="minorHAnsi" w:hAnsiTheme="minorHAnsi" w:cstheme="minorHAnsi"/>
                <w:noProof/>
                <w:sz w:val="22"/>
                <w:szCs w:val="22"/>
                <w:lang w:val="ro-RO"/>
              </w:rPr>
              <w:t xml:space="preserve">  efectivul de animale.</w:t>
            </w:r>
          </w:p>
          <w:p w14:paraId="60C55983" w14:textId="77777777" w:rsidR="004624C2" w:rsidRPr="00E67132" w:rsidRDefault="003F177D" w:rsidP="004624C2">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 </w:t>
            </w:r>
            <w:r w:rsidR="00686C8F" w:rsidRPr="00E67132">
              <w:rPr>
                <w:rFonts w:asciiTheme="minorHAnsi" w:hAnsiTheme="minorHAnsi" w:cstheme="minorHAnsi"/>
                <w:noProof/>
                <w:sz w:val="22"/>
                <w:szCs w:val="22"/>
                <w:lang w:val="ro-RO"/>
              </w:rPr>
              <w:t>Î</w:t>
            </w:r>
            <w:r w:rsidRPr="00E67132">
              <w:rPr>
                <w:rFonts w:asciiTheme="minorHAnsi" w:hAnsiTheme="minorHAnsi" w:cstheme="minorHAnsi"/>
                <w:noProof/>
                <w:sz w:val="22"/>
                <w:szCs w:val="22"/>
                <w:lang w:val="ro-RO"/>
              </w:rPr>
              <w:t xml:space="preserve">n cazul </w:t>
            </w:r>
            <w:r w:rsidR="00686C8F" w:rsidRPr="00E67132">
              <w:rPr>
                <w:rFonts w:asciiTheme="minorHAnsi" w:hAnsiTheme="minorHAnsi" w:cstheme="minorHAnsi"/>
                <w:noProof/>
                <w:sz w:val="22"/>
                <w:szCs w:val="22"/>
                <w:lang w:val="ro-RO"/>
              </w:rPr>
              <w:t xml:space="preserve">exploataţiilor </w:t>
            </w:r>
            <w:r w:rsidR="00B9134F" w:rsidRPr="00E67132">
              <w:rPr>
                <w:rFonts w:asciiTheme="minorHAnsi" w:hAnsiTheme="minorHAnsi" w:cstheme="minorHAnsi"/>
                <w:noProof/>
                <w:sz w:val="22"/>
                <w:szCs w:val="22"/>
                <w:lang w:val="ro-RO"/>
              </w:rPr>
              <w:t>exclusiv sau predominant</w:t>
            </w:r>
            <w:r w:rsidR="00BF34B1" w:rsidRPr="00E67132">
              <w:rPr>
                <w:rFonts w:asciiTheme="minorHAnsi" w:hAnsiTheme="minorHAnsi" w:cstheme="minorHAnsi"/>
                <w:noProof/>
                <w:sz w:val="22"/>
                <w:szCs w:val="22"/>
                <w:lang w:val="ro-RO"/>
              </w:rPr>
              <w:t xml:space="preserve"> </w:t>
            </w:r>
            <w:r w:rsidRPr="00E67132">
              <w:rPr>
                <w:rFonts w:asciiTheme="minorHAnsi" w:hAnsiTheme="minorHAnsi" w:cstheme="minorHAnsi"/>
                <w:noProof/>
                <w:sz w:val="22"/>
                <w:szCs w:val="22"/>
                <w:lang w:val="ro-RO"/>
              </w:rPr>
              <w:t>zootehnice, se  verific</w:t>
            </w:r>
            <w:r w:rsidR="00023EF8" w:rsidRPr="00E67132">
              <w:rPr>
                <w:rFonts w:asciiTheme="minorHAnsi" w:hAnsiTheme="minorHAnsi" w:cstheme="minorHAnsi"/>
                <w:noProof/>
                <w:sz w:val="22"/>
                <w:szCs w:val="22"/>
                <w:lang w:val="ro-RO"/>
              </w:rPr>
              <w:t>ă</w:t>
            </w:r>
            <w:r w:rsidRPr="00E67132">
              <w:rPr>
                <w:rFonts w:asciiTheme="minorHAnsi" w:hAnsiTheme="minorHAnsi" w:cstheme="minorHAnsi"/>
                <w:noProof/>
                <w:sz w:val="22"/>
                <w:szCs w:val="22"/>
                <w:lang w:val="ro-RO"/>
              </w:rPr>
              <w:t xml:space="preserve"> procentul efectivului de animale (capete animale</w:t>
            </w:r>
            <w:r w:rsidR="00B9134F" w:rsidRPr="00E67132">
              <w:rPr>
                <w:rFonts w:asciiTheme="minorHAnsi" w:hAnsiTheme="minorHAnsi" w:cstheme="minorHAnsi"/>
                <w:noProof/>
                <w:sz w:val="22"/>
                <w:szCs w:val="22"/>
                <w:lang w:val="ro-RO"/>
              </w:rPr>
              <w:t>/familii albine</w:t>
            </w:r>
            <w:r w:rsidR="00ED201C" w:rsidRPr="00E67132">
              <w:rPr>
                <w:rFonts w:asciiTheme="minorHAnsi" w:hAnsiTheme="minorHAnsi" w:cstheme="minorHAnsi"/>
                <w:noProof/>
                <w:sz w:val="22"/>
                <w:szCs w:val="22"/>
                <w:lang w:val="ro-RO"/>
              </w:rPr>
              <w:t>)</w:t>
            </w:r>
            <w:r w:rsidRPr="00E67132">
              <w:rPr>
                <w:rFonts w:asciiTheme="minorHAnsi" w:hAnsiTheme="minorHAnsi" w:cstheme="minorHAnsi"/>
                <w:noProof/>
                <w:sz w:val="22"/>
                <w:szCs w:val="22"/>
                <w:lang w:val="ro-RO"/>
              </w:rPr>
              <w:t xml:space="preserve"> înregistrate </w:t>
            </w:r>
            <w:r w:rsidR="00686C8F" w:rsidRPr="00E67132">
              <w:rPr>
                <w:rFonts w:asciiTheme="minorHAnsi" w:hAnsiTheme="minorHAnsi" w:cstheme="minorHAnsi"/>
                <w:noProof/>
                <w:sz w:val="22"/>
                <w:szCs w:val="22"/>
                <w:lang w:val="ro-RO"/>
              </w:rPr>
              <w:t>di</w:t>
            </w:r>
            <w:r w:rsidRPr="00E67132">
              <w:rPr>
                <w:rFonts w:asciiTheme="minorHAnsi" w:hAnsiTheme="minorHAnsi" w:cstheme="minorHAnsi"/>
                <w:noProof/>
                <w:sz w:val="22"/>
                <w:szCs w:val="22"/>
                <w:lang w:val="ro-RO"/>
              </w:rPr>
              <w:t>n teritoriul ITI din număr total capete animale</w:t>
            </w:r>
            <w:r w:rsidR="00B9134F" w:rsidRPr="00E67132">
              <w:rPr>
                <w:rFonts w:asciiTheme="minorHAnsi" w:hAnsiTheme="minorHAnsi" w:cstheme="minorHAnsi"/>
                <w:noProof/>
                <w:sz w:val="22"/>
                <w:szCs w:val="22"/>
                <w:lang w:val="ro-RO"/>
              </w:rPr>
              <w:t>/familii albine</w:t>
            </w:r>
            <w:r w:rsidRPr="00E67132">
              <w:rPr>
                <w:rFonts w:asciiTheme="minorHAnsi" w:hAnsiTheme="minorHAnsi" w:cstheme="minorHAnsi"/>
                <w:noProof/>
                <w:sz w:val="22"/>
                <w:szCs w:val="22"/>
                <w:lang w:val="ro-RO"/>
              </w:rPr>
              <w:t xml:space="preserve"> înregistrate în exploataţie, conform documentelor ANSVSA/DSVSA</w:t>
            </w:r>
            <w:r w:rsidR="007B0C1C" w:rsidRPr="00E67132">
              <w:rPr>
                <w:rFonts w:asciiTheme="minorHAnsi" w:hAnsiTheme="minorHAnsi" w:cstheme="minorHAnsi"/>
                <w:noProof/>
                <w:sz w:val="22"/>
                <w:szCs w:val="22"/>
                <w:lang w:val="ro-RO"/>
              </w:rPr>
              <w:t>, fără a se lua în considerare terenurile agricole</w:t>
            </w:r>
            <w:r w:rsidRPr="00E67132">
              <w:rPr>
                <w:rFonts w:asciiTheme="minorHAnsi" w:hAnsiTheme="minorHAnsi" w:cstheme="minorHAnsi"/>
                <w:noProof/>
                <w:sz w:val="22"/>
                <w:szCs w:val="22"/>
                <w:lang w:val="ro-RO"/>
              </w:rPr>
              <w:t>.</w:t>
            </w:r>
          </w:p>
          <w:p w14:paraId="0E07D5AD" w14:textId="77777777" w:rsidR="00ED201C" w:rsidRPr="00E67132" w:rsidRDefault="00BD6404" w:rsidP="004624C2">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exploataţiilor mixte</w:t>
            </w:r>
            <w:r w:rsidR="00ED201C" w:rsidRPr="00E67132">
              <w:rPr>
                <w:rFonts w:asciiTheme="minorHAnsi" w:hAnsiTheme="minorHAnsi" w:cstheme="minorHAnsi"/>
                <w:noProof/>
                <w:sz w:val="22"/>
                <w:szCs w:val="22"/>
                <w:lang w:val="ro-RO"/>
              </w:rPr>
              <w:t>,</w:t>
            </w:r>
            <w:r w:rsidRPr="00E67132">
              <w:rPr>
                <w:rFonts w:asciiTheme="minorHAnsi" w:hAnsiTheme="minorHAnsi" w:cstheme="minorHAnsi"/>
                <w:noProof/>
                <w:sz w:val="22"/>
                <w:szCs w:val="22"/>
                <w:lang w:val="ro-RO"/>
              </w:rPr>
              <w:t xml:space="preserve"> </w:t>
            </w:r>
            <w:r w:rsidR="00ED201C" w:rsidRPr="00E67132">
              <w:rPr>
                <w:rFonts w:asciiTheme="minorHAnsi" w:hAnsiTheme="minorHAnsi" w:cstheme="minorHAnsi"/>
                <w:noProof/>
                <w:sz w:val="22"/>
                <w:szCs w:val="22"/>
                <w:lang w:val="ro-RO"/>
              </w:rPr>
              <w:t xml:space="preserve">pentru încadrarea </w:t>
            </w:r>
            <w:r w:rsidRPr="00E67132">
              <w:rPr>
                <w:rFonts w:asciiTheme="minorHAnsi" w:hAnsiTheme="minorHAnsi" w:cstheme="minorHAnsi"/>
                <w:noProof/>
                <w:sz w:val="22"/>
                <w:szCs w:val="22"/>
                <w:lang w:val="ro-RO"/>
              </w:rPr>
              <w:t>proiectul</w:t>
            </w:r>
            <w:r w:rsidR="00ED201C" w:rsidRPr="00E67132">
              <w:rPr>
                <w:rFonts w:asciiTheme="minorHAnsi" w:hAnsiTheme="minorHAnsi" w:cstheme="minorHAnsi"/>
                <w:noProof/>
                <w:sz w:val="22"/>
                <w:szCs w:val="22"/>
                <w:lang w:val="ro-RO"/>
              </w:rPr>
              <w:t>ui</w:t>
            </w:r>
            <w:r w:rsidRPr="00E67132">
              <w:rPr>
                <w:rFonts w:asciiTheme="minorHAnsi" w:hAnsiTheme="minorHAnsi" w:cstheme="minorHAnsi"/>
                <w:noProof/>
                <w:sz w:val="22"/>
                <w:szCs w:val="22"/>
                <w:lang w:val="ro-RO"/>
              </w:rPr>
              <w:t xml:space="preserve"> pe sectorul vegetal/zootehnic</w:t>
            </w:r>
            <w:r w:rsidR="00ED201C" w:rsidRPr="00E67132">
              <w:rPr>
                <w:rFonts w:asciiTheme="minorHAnsi" w:hAnsiTheme="minorHAnsi" w:cstheme="minorHAnsi"/>
                <w:noProof/>
                <w:sz w:val="22"/>
                <w:szCs w:val="22"/>
                <w:lang w:val="ro-RO"/>
              </w:rPr>
              <w:t xml:space="preserve"> se utilizează coeficienţii S.O.* (dacă componenta majoritară este formată din culturi agricole sau animale), iar după stabilirea tipului de exploataţie, se utilizează referinţele la ha / capete de animale/ familii de albine mai sus menţionate.</w:t>
            </w:r>
          </w:p>
          <w:p w14:paraId="5D9D1494" w14:textId="77777777" w:rsidR="004624C2" w:rsidRPr="00E67132" w:rsidRDefault="00ED201C" w:rsidP="00AA453A">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*A</w:t>
            </w:r>
            <w:r w:rsidR="00BD6404" w:rsidRPr="00E67132">
              <w:rPr>
                <w:rFonts w:asciiTheme="minorHAnsi" w:hAnsiTheme="minorHAnsi" w:cstheme="minorHAnsi"/>
                <w:noProof/>
                <w:sz w:val="22"/>
                <w:szCs w:val="22"/>
                <w:lang w:val="ro-RO"/>
              </w:rPr>
              <w:t xml:space="preserve">naliza SO a grupei de cultură/animale </w:t>
            </w:r>
            <w:r w:rsidR="00AA453A" w:rsidRPr="00E67132">
              <w:rPr>
                <w:rFonts w:asciiTheme="minorHAnsi" w:hAnsiTheme="minorHAnsi" w:cstheme="minorHAnsi"/>
                <w:noProof/>
                <w:sz w:val="22"/>
                <w:szCs w:val="22"/>
                <w:lang w:val="ro-RO"/>
              </w:rPr>
              <w:t xml:space="preserve">pentru încadrarea exploataţiei pe vegetal sau zootehnic </w:t>
            </w:r>
            <w:r w:rsidR="00BD6404" w:rsidRPr="00E67132">
              <w:rPr>
                <w:rFonts w:asciiTheme="minorHAnsi" w:hAnsiTheme="minorHAnsi" w:cstheme="minorHAnsi"/>
                <w:noProof/>
                <w:sz w:val="22"/>
                <w:szCs w:val="22"/>
                <w:lang w:val="ro-RO"/>
              </w:rPr>
              <w:t xml:space="preserve">se va face comparativ cu totalul SO al exploataţiei. </w:t>
            </w:r>
            <w:r w:rsidR="00AA453A" w:rsidRPr="00E67132">
              <w:rPr>
                <w:rFonts w:asciiTheme="minorHAnsi" w:hAnsiTheme="minorHAnsi" w:cstheme="minorHAnsi"/>
                <w:noProof/>
                <w:sz w:val="22"/>
                <w:szCs w:val="22"/>
                <w:lang w:val="ro-RO"/>
              </w:rPr>
              <w:t>Prin urmare</w:t>
            </w:r>
            <w:r w:rsidR="00BD6404" w:rsidRPr="00E67132">
              <w:rPr>
                <w:rFonts w:asciiTheme="minorHAnsi" w:hAnsiTheme="minorHAnsi" w:cstheme="minorHAnsi"/>
                <w:noProof/>
                <w:sz w:val="22"/>
                <w:szCs w:val="22"/>
                <w:lang w:val="ro-RO"/>
              </w:rPr>
              <w:t>, pentru încadrarea proiectului în teritoriul ITI, terenurile sau efectivele de animale din teritoriul ITI trebuie să depăşească 50% din total terenuri/efective de animale din exploataţia vizată pentru sprijin</w:t>
            </w:r>
            <w:r w:rsidR="004624C2" w:rsidRPr="00E67132">
              <w:rPr>
                <w:rFonts w:asciiTheme="minorHAnsi" w:hAnsiTheme="minorHAnsi" w:cstheme="minorHAnsi"/>
                <w:noProof/>
                <w:sz w:val="22"/>
                <w:szCs w:val="22"/>
                <w:lang w:val="ro-RO"/>
              </w:rPr>
              <w:t xml:space="preserve"> (verificând Anexa  17 -  Lista UAT din zona unde se implementează Instrumentul Teritorial Integrat (ITI).</w:t>
            </w:r>
          </w:p>
          <w:p w14:paraId="6E2B5D96" w14:textId="77777777" w:rsidR="009410BB" w:rsidRPr="00E67132" w:rsidRDefault="009410BB" w:rsidP="00DE45F8">
            <w:pPr>
              <w:tabs>
                <w:tab w:val="left" w:pos="3120"/>
                <w:tab w:val="center" w:pos="4320"/>
                <w:tab w:val="right" w:pos="8640"/>
              </w:tabs>
              <w:jc w:val="both"/>
              <w:rPr>
                <w:rFonts w:asciiTheme="minorHAnsi" w:hAnsiTheme="minorHAnsi" w:cstheme="minorHAnsi"/>
                <w:b/>
                <w:bCs/>
                <w:noProof/>
                <w:sz w:val="22"/>
                <w:szCs w:val="22"/>
                <w:lang w:val="ro-RO"/>
              </w:rPr>
            </w:pPr>
          </w:p>
          <w:p w14:paraId="10B22BF2" w14:textId="77777777" w:rsidR="00DE45F8" w:rsidRPr="00E67132" w:rsidRDefault="007B0C1C" w:rsidP="00DE45F8">
            <w:pPr>
              <w:tabs>
                <w:tab w:val="left" w:pos="3120"/>
                <w:tab w:val="center" w:pos="4320"/>
                <w:tab w:val="right" w:pos="8640"/>
              </w:tabs>
              <w:jc w:val="both"/>
              <w:rPr>
                <w:rFonts w:asciiTheme="minorHAnsi" w:hAnsiTheme="minorHAnsi" w:cstheme="minorHAnsi"/>
                <w:b/>
                <w:noProof/>
                <w:sz w:val="22"/>
                <w:szCs w:val="22"/>
                <w:lang w:val="ro-RO"/>
              </w:rPr>
            </w:pPr>
            <w:r w:rsidRPr="00E67132">
              <w:rPr>
                <w:rFonts w:asciiTheme="minorHAnsi" w:hAnsiTheme="minorHAnsi" w:cstheme="minorHAnsi"/>
                <w:b/>
                <w:bCs/>
                <w:noProof/>
                <w:sz w:val="22"/>
                <w:szCs w:val="22"/>
                <w:lang w:val="ro-RO"/>
              </w:rPr>
              <w:t>Doc.</w:t>
            </w:r>
            <w:r w:rsidR="009410BB" w:rsidRPr="00E67132">
              <w:rPr>
                <w:rFonts w:asciiTheme="minorHAnsi" w:hAnsiTheme="minorHAnsi" w:cstheme="minorHAnsi"/>
                <w:b/>
                <w:bCs/>
                <w:noProof/>
                <w:sz w:val="22"/>
                <w:szCs w:val="22"/>
                <w:lang w:val="ro-RO"/>
              </w:rPr>
              <w:t>12</w:t>
            </w:r>
            <w:r w:rsidR="002F4D2D" w:rsidRPr="00E67132">
              <w:rPr>
                <w:rFonts w:asciiTheme="minorHAnsi" w:hAnsiTheme="minorHAnsi" w:cstheme="minorHAnsi"/>
                <w:b/>
                <w:bCs/>
                <w:noProof/>
                <w:sz w:val="22"/>
                <w:szCs w:val="22"/>
                <w:lang w:val="ro-RO"/>
              </w:rPr>
              <w:t xml:space="preserve"> </w:t>
            </w:r>
            <w:r w:rsidR="00DE45F8" w:rsidRPr="00E67132">
              <w:rPr>
                <w:rFonts w:asciiTheme="minorHAnsi" w:hAnsiTheme="minorHAnsi" w:cstheme="minorHAnsi"/>
                <w:b/>
                <w:bCs/>
                <w:noProof/>
                <w:sz w:val="22"/>
                <w:szCs w:val="22"/>
                <w:lang w:val="ro-RO"/>
              </w:rPr>
              <w:t>Aviz de conformitate proiect cu obiectivele Strategiei Integrate de Dezvoltare Durabilă</w:t>
            </w:r>
          </w:p>
          <w:p w14:paraId="1E4C9E7C" w14:textId="77777777" w:rsidR="00DE45F8" w:rsidRPr="00E67132" w:rsidRDefault="00DE45F8" w:rsidP="00DE45F8">
            <w:pPr>
              <w:tabs>
                <w:tab w:val="left" w:pos="3120"/>
                <w:tab w:val="center" w:pos="4320"/>
                <w:tab w:val="right" w:pos="8640"/>
              </w:tabs>
              <w:jc w:val="both"/>
              <w:rPr>
                <w:rFonts w:asciiTheme="minorHAnsi" w:hAnsiTheme="minorHAnsi" w:cstheme="minorHAnsi"/>
                <w:noProof/>
                <w:sz w:val="22"/>
                <w:szCs w:val="22"/>
                <w:lang w:val="ro-RO"/>
              </w:rPr>
            </w:pPr>
          </w:p>
          <w:p w14:paraId="7C68BE08" w14:textId="77777777" w:rsidR="00DE45F8" w:rsidRPr="00E67132" w:rsidRDefault="00DE45F8" w:rsidP="00DE45F8">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Exper</w:t>
            </w:r>
            <w:r w:rsidR="009410BB" w:rsidRPr="00E67132">
              <w:rPr>
                <w:rFonts w:asciiTheme="minorHAnsi" w:hAnsiTheme="minorHAnsi" w:cstheme="minorHAnsi"/>
                <w:noProof/>
                <w:sz w:val="22"/>
                <w:szCs w:val="22"/>
                <w:lang w:val="ro-RO"/>
              </w:rPr>
              <w:t>tul verifică dacă avizarea de că</w:t>
            </w:r>
            <w:r w:rsidRPr="00E67132">
              <w:rPr>
                <w:rFonts w:asciiTheme="minorHAnsi" w:hAnsiTheme="minorHAnsi" w:cstheme="minorHAnsi"/>
                <w:noProof/>
                <w:sz w:val="22"/>
                <w:szCs w:val="22"/>
                <w:lang w:val="ro-RO"/>
              </w:rPr>
              <w:t xml:space="preserve">tre ADI-ITI cu privire la respectarea strategiei </w:t>
            </w:r>
            <w:r w:rsidR="009410BB" w:rsidRPr="00E67132">
              <w:rPr>
                <w:rFonts w:asciiTheme="minorHAnsi" w:hAnsiTheme="minorHAnsi" w:cstheme="minorHAnsi"/>
                <w:noProof/>
                <w:sz w:val="22"/>
                <w:szCs w:val="22"/>
                <w:lang w:val="ro-RO"/>
              </w:rPr>
              <w:t>ITI prin proiectul depus, î</w:t>
            </w:r>
            <w:r w:rsidRPr="00E67132">
              <w:rPr>
                <w:rFonts w:asciiTheme="minorHAnsi" w:hAnsiTheme="minorHAnsi" w:cstheme="minorHAnsi"/>
                <w:noProof/>
                <w:sz w:val="22"/>
                <w:szCs w:val="22"/>
                <w:lang w:val="ro-RO"/>
              </w:rPr>
              <w:t>n cadrul documentului</w:t>
            </w:r>
            <w:r w:rsidRPr="00E67132">
              <w:rPr>
                <w:rFonts w:asciiTheme="minorHAnsi" w:hAnsiTheme="minorHAnsi" w:cstheme="minorHAnsi"/>
                <w:b/>
                <w:bCs/>
                <w:noProof/>
                <w:sz w:val="22"/>
                <w:szCs w:val="22"/>
                <w:lang w:val="ro-RO"/>
              </w:rPr>
              <w:t xml:space="preserve"> </w:t>
            </w:r>
            <w:r w:rsidRPr="00E67132">
              <w:rPr>
                <w:rFonts w:asciiTheme="minorHAnsi" w:hAnsiTheme="minorHAnsi" w:cstheme="minorHAnsi"/>
                <w:noProof/>
                <w:sz w:val="22"/>
                <w:szCs w:val="22"/>
                <w:lang w:val="ro-RO"/>
              </w:rPr>
              <w:t>Aviz conformitate proiect cu obiectivele STRATEGIEI INTEGRATE DE DEZVOLTARE DURABILĂ PENTRU DELTA DUNĂRII emis de Asociația Dezvoltare Intercomunitară Delta Dunării este pe numele solicitantului şi pentru proiectul depus</w:t>
            </w:r>
            <w:r w:rsidR="009410BB" w:rsidRPr="00E67132">
              <w:rPr>
                <w:rFonts w:asciiTheme="minorHAnsi" w:hAnsiTheme="minorHAnsi" w:cstheme="minorHAnsi"/>
                <w:noProof/>
                <w:sz w:val="22"/>
                <w:szCs w:val="22"/>
                <w:lang w:val="ro-RO"/>
              </w:rPr>
              <w:t>.</w:t>
            </w:r>
          </w:p>
          <w:p w14:paraId="594F2194" w14:textId="77777777" w:rsidR="00DE45F8" w:rsidRPr="00E67132" w:rsidRDefault="00DE45F8" w:rsidP="00DE45F8">
            <w:pPr>
              <w:jc w:val="both"/>
              <w:rPr>
                <w:rFonts w:asciiTheme="minorHAnsi" w:eastAsia="Calibri" w:hAnsiTheme="minorHAnsi" w:cstheme="minorHAnsi"/>
                <w:noProof/>
                <w:sz w:val="22"/>
                <w:szCs w:val="22"/>
                <w:lang w:val="ro-RO"/>
              </w:rPr>
            </w:pPr>
            <w:r w:rsidRPr="00E67132">
              <w:rPr>
                <w:rFonts w:asciiTheme="minorHAnsi" w:hAnsiTheme="minorHAnsi" w:cstheme="minorHAnsi"/>
                <w:bCs/>
                <w:noProof/>
                <w:sz w:val="22"/>
                <w:szCs w:val="22"/>
                <w:lang w:val="ro-RO"/>
              </w:rPr>
              <w:t xml:space="preserve">Dacă se confirmă cele de mai sus, expertul bifează căsuța DA, în caz contrar  expertul bifează căsuța NU. Dacă solicitantul nu a prezentat doc. </w:t>
            </w:r>
            <w:r w:rsidR="009410BB" w:rsidRPr="00E67132">
              <w:rPr>
                <w:rFonts w:asciiTheme="minorHAnsi" w:hAnsiTheme="minorHAnsi" w:cstheme="minorHAnsi"/>
                <w:bCs/>
                <w:noProof/>
                <w:sz w:val="22"/>
                <w:szCs w:val="22"/>
                <w:lang w:val="ro-RO"/>
              </w:rPr>
              <w:t>12</w:t>
            </w:r>
            <w:r w:rsidRPr="00E67132">
              <w:rPr>
                <w:rFonts w:asciiTheme="minorHAnsi" w:hAnsiTheme="minorHAnsi" w:cstheme="minorHAnsi"/>
                <w:bCs/>
                <w:noProof/>
                <w:sz w:val="22"/>
                <w:szCs w:val="22"/>
                <w:lang w:val="ro-RO"/>
              </w:rPr>
              <w:t xml:space="preserve">, se </w:t>
            </w:r>
            <w:r w:rsidR="00463C5B" w:rsidRPr="00E67132">
              <w:rPr>
                <w:rFonts w:asciiTheme="minorHAnsi" w:hAnsiTheme="minorHAnsi" w:cstheme="minorHAnsi"/>
                <w:bCs/>
                <w:noProof/>
                <w:sz w:val="22"/>
                <w:szCs w:val="22"/>
                <w:lang w:val="ro-RO"/>
              </w:rPr>
              <w:t xml:space="preserve">solicită prin intermediul </w:t>
            </w:r>
            <w:r w:rsidR="00463C5B" w:rsidRPr="00E67132">
              <w:rPr>
                <w:rFonts w:asciiTheme="minorHAnsi" w:eastAsia="Calibri" w:hAnsiTheme="minorHAnsi" w:cstheme="minorHAnsi"/>
                <w:noProof/>
                <w:sz w:val="22"/>
                <w:szCs w:val="22"/>
                <w:lang w:val="ro-RO"/>
              </w:rPr>
              <w:t>informațiilor</w:t>
            </w:r>
            <w:r w:rsidRPr="00E67132">
              <w:rPr>
                <w:rFonts w:asciiTheme="minorHAnsi" w:hAnsiTheme="minorHAnsi" w:cstheme="minorHAnsi"/>
                <w:bCs/>
                <w:noProof/>
                <w:sz w:val="22"/>
                <w:szCs w:val="22"/>
                <w:lang w:val="ro-RO"/>
              </w:rPr>
              <w:t xml:space="preserve">                                                                                                                                                                                                                                                                                                                                                                    </w:t>
            </w:r>
            <w:r w:rsidRPr="00E67132">
              <w:rPr>
                <w:rFonts w:asciiTheme="minorHAnsi" w:eastAsia="Calibri" w:hAnsiTheme="minorHAnsi" w:cstheme="minorHAnsi"/>
                <w:noProof/>
                <w:sz w:val="22"/>
                <w:szCs w:val="22"/>
                <w:lang w:val="ro-RO"/>
              </w:rPr>
              <w:t>suplimentare.</w:t>
            </w:r>
          </w:p>
          <w:p w14:paraId="4BC82187" w14:textId="77777777" w:rsidR="00DE45F8" w:rsidRPr="00E67132" w:rsidRDefault="00DE45F8" w:rsidP="00DE45F8">
            <w:pPr>
              <w:jc w:val="both"/>
              <w:rPr>
                <w:rFonts w:asciiTheme="minorHAnsi" w:hAnsiTheme="minorHAnsi" w:cstheme="minorHAnsi"/>
                <w:noProof/>
                <w:sz w:val="22"/>
                <w:szCs w:val="22"/>
                <w:lang w:val="ro-RO"/>
              </w:rPr>
            </w:pPr>
            <w:r w:rsidRPr="00E67132">
              <w:rPr>
                <w:rFonts w:asciiTheme="minorHAnsi" w:eastAsia="Calibri" w:hAnsiTheme="minorHAnsi" w:cstheme="minorHAnsi"/>
                <w:noProof/>
                <w:sz w:val="22"/>
                <w:szCs w:val="22"/>
                <w:lang w:val="ro-RO"/>
              </w:rPr>
              <w:t>În cazul în care investiția propusă nu se regăsește pe teritoriul ITI, expertul bifează căsuța Nu este cazul</w:t>
            </w:r>
            <w:r w:rsidR="009410BB" w:rsidRPr="00E67132">
              <w:rPr>
                <w:rFonts w:asciiTheme="minorHAnsi" w:eastAsia="Calibri" w:hAnsiTheme="minorHAnsi" w:cstheme="minorHAnsi"/>
                <w:noProof/>
                <w:sz w:val="22"/>
                <w:szCs w:val="22"/>
                <w:lang w:val="ro-RO"/>
              </w:rPr>
              <w:t>.</w:t>
            </w:r>
          </w:p>
        </w:tc>
      </w:tr>
      <w:tr w:rsidR="00AC191A" w:rsidRPr="00E67132" w14:paraId="59BA1BFC" w14:textId="77777777" w:rsidTr="00B82EBD">
        <w:tc>
          <w:tcPr>
            <w:tcW w:w="4698" w:type="dxa"/>
            <w:shd w:val="clear" w:color="auto" w:fill="auto"/>
          </w:tcPr>
          <w:p w14:paraId="3E17435F" w14:textId="77777777" w:rsidR="00AC191A" w:rsidRPr="00E67132" w:rsidRDefault="00AC191A" w:rsidP="00AC191A">
            <w:pPr>
              <w:jc w:val="both"/>
              <w:rPr>
                <w:rFonts w:ascii="Calibri" w:hAnsi="Calibri" w:cs="Calibri"/>
                <w:noProof/>
                <w:sz w:val="22"/>
                <w:szCs w:val="22"/>
                <w:lang w:val="ro-RO"/>
              </w:rPr>
            </w:pPr>
            <w:r w:rsidRPr="00E67132">
              <w:rPr>
                <w:rFonts w:ascii="Calibri" w:hAnsi="Calibri" w:cs="Calibri"/>
                <w:noProof/>
                <w:sz w:val="22"/>
                <w:szCs w:val="22"/>
                <w:lang w:val="ro-RO"/>
              </w:rPr>
              <w:t>2.</w:t>
            </w:r>
            <w:r w:rsidR="008B5378" w:rsidRPr="00E67132">
              <w:rPr>
                <w:rFonts w:ascii="Calibri" w:hAnsi="Calibri" w:cs="Calibri"/>
                <w:noProof/>
                <w:sz w:val="22"/>
                <w:szCs w:val="22"/>
                <w:lang w:val="ro-RO"/>
              </w:rPr>
              <w:t>1</w:t>
            </w:r>
            <w:r w:rsidRPr="00E67132">
              <w:rPr>
                <w:rFonts w:ascii="Calibri" w:hAnsi="Calibri" w:cs="Calibri"/>
                <w:noProof/>
                <w:sz w:val="22"/>
                <w:szCs w:val="22"/>
                <w:lang w:val="ro-RO"/>
              </w:rPr>
              <w:t xml:space="preserve"> Solicitantul a recurs la servicii de consultanță pentru</w:t>
            </w:r>
            <w:r w:rsidR="009F0712" w:rsidRPr="00E67132">
              <w:rPr>
                <w:rFonts w:ascii="Calibri" w:hAnsi="Calibri" w:cs="Calibri"/>
                <w:noProof/>
                <w:sz w:val="22"/>
                <w:szCs w:val="22"/>
                <w:lang w:val="ro-RO"/>
              </w:rPr>
              <w:t xml:space="preserve"> întocmirea sau implementarea </w:t>
            </w:r>
            <w:r w:rsidRPr="00E67132">
              <w:rPr>
                <w:rFonts w:ascii="Calibri" w:hAnsi="Calibri" w:cs="Calibri"/>
                <w:noProof/>
                <w:sz w:val="22"/>
                <w:szCs w:val="22"/>
                <w:lang w:val="ro-RO"/>
              </w:rPr>
              <w:t>planului de afaceri?</w:t>
            </w:r>
          </w:p>
          <w:p w14:paraId="1D8058E6" w14:textId="77777777" w:rsidR="00AC191A" w:rsidRPr="00E67132" w:rsidRDefault="00AC191A" w:rsidP="00AC191A">
            <w:pPr>
              <w:jc w:val="both"/>
              <w:rPr>
                <w:rFonts w:ascii="Calibri" w:hAnsi="Calibri" w:cs="Calibri"/>
                <w:noProof/>
                <w:sz w:val="22"/>
                <w:szCs w:val="22"/>
                <w:lang w:val="ro-RO"/>
              </w:rPr>
            </w:pPr>
            <w:r w:rsidRPr="00E67132">
              <w:rPr>
                <w:rFonts w:ascii="Calibri" w:hAnsi="Calibri" w:cs="Calibri"/>
                <w:noProof/>
                <w:sz w:val="22"/>
                <w:szCs w:val="22"/>
                <w:lang w:val="ro-RO"/>
              </w:rPr>
              <w:t>- își elaborează singur proiectul</w:t>
            </w:r>
          </w:p>
          <w:p w14:paraId="5FDF2AAC" w14:textId="77777777" w:rsidR="00AC191A" w:rsidRPr="00E67132" w:rsidRDefault="00AC191A" w:rsidP="00AC191A">
            <w:pPr>
              <w:jc w:val="both"/>
              <w:rPr>
                <w:rFonts w:ascii="Calibri" w:hAnsi="Calibri" w:cs="Calibri"/>
                <w:noProof/>
                <w:sz w:val="22"/>
                <w:szCs w:val="22"/>
                <w:lang w:val="ro-RO"/>
              </w:rPr>
            </w:pPr>
            <w:r w:rsidRPr="00E67132">
              <w:rPr>
                <w:rFonts w:ascii="Calibri" w:hAnsi="Calibri" w:cs="Calibri"/>
                <w:noProof/>
                <w:sz w:val="22"/>
                <w:szCs w:val="22"/>
                <w:lang w:val="ro-RO"/>
              </w:rPr>
              <w:t>-</w:t>
            </w:r>
            <w:r w:rsidR="00F53415" w:rsidRPr="00E67132">
              <w:rPr>
                <w:rFonts w:ascii="Calibri" w:hAnsi="Calibri" w:cs="Calibri"/>
                <w:noProof/>
                <w:sz w:val="22"/>
                <w:szCs w:val="22"/>
                <w:lang w:val="ro-RO"/>
              </w:rPr>
              <w:t xml:space="preserve"> </w:t>
            </w:r>
            <w:r w:rsidRPr="00E67132">
              <w:rPr>
                <w:rFonts w:ascii="Calibri" w:hAnsi="Calibri" w:cs="Calibri"/>
                <w:noProof/>
                <w:sz w:val="22"/>
                <w:szCs w:val="22"/>
                <w:lang w:val="ro-RO"/>
              </w:rPr>
              <w:t>apelează la serviciile unui consultant autorizat și suma aferentă va fi inclusă în planul de afaceri</w:t>
            </w:r>
          </w:p>
          <w:p w14:paraId="0F74EE64" w14:textId="77777777" w:rsidR="00AC191A" w:rsidRPr="00E67132" w:rsidRDefault="00AC191A" w:rsidP="00AC191A">
            <w:pPr>
              <w:jc w:val="both"/>
              <w:rPr>
                <w:rFonts w:ascii="Calibri" w:hAnsi="Calibri" w:cs="Calibri"/>
                <w:noProof/>
                <w:sz w:val="22"/>
                <w:szCs w:val="22"/>
                <w:lang w:val="ro-RO"/>
              </w:rPr>
            </w:pPr>
            <w:r w:rsidRPr="00E67132">
              <w:rPr>
                <w:rFonts w:ascii="Calibri" w:hAnsi="Calibri" w:cs="Calibri"/>
                <w:noProof/>
                <w:sz w:val="22"/>
                <w:szCs w:val="22"/>
                <w:lang w:val="ro-RO"/>
              </w:rPr>
              <w:t xml:space="preserve">- apelează la servicii de consiliere gratuită prin intermediul măsurii </w:t>
            </w:r>
            <w:r w:rsidRPr="00E67132">
              <w:rPr>
                <w:rFonts w:ascii="Calibri" w:hAnsi="Calibri" w:cs="Calibri"/>
                <w:bCs/>
                <w:noProof/>
                <w:sz w:val="22"/>
                <w:szCs w:val="22"/>
                <w:lang w:val="ro-RO"/>
              </w:rPr>
              <w:t>M02 - Servicii de consiliere, servicii de gestionare a fermei și servicii de înlocuire în cadrul fermei</w:t>
            </w:r>
          </w:p>
          <w:p w14:paraId="13EA2701" w14:textId="77777777" w:rsidR="00AC191A" w:rsidRPr="00E67132" w:rsidRDefault="00AC191A" w:rsidP="00A45C1E">
            <w:pPr>
              <w:jc w:val="both"/>
              <w:rPr>
                <w:rFonts w:ascii="Calibri" w:eastAsia="Calibri" w:hAnsi="Calibri" w:cs="Calibri"/>
                <w:noProof/>
                <w:sz w:val="22"/>
                <w:szCs w:val="22"/>
                <w:lang w:val="ro-RO"/>
              </w:rPr>
            </w:pPr>
          </w:p>
        </w:tc>
        <w:tc>
          <w:tcPr>
            <w:tcW w:w="4766" w:type="dxa"/>
            <w:shd w:val="clear" w:color="auto" w:fill="auto"/>
          </w:tcPr>
          <w:p w14:paraId="18E71F71" w14:textId="77777777" w:rsidR="00F53415" w:rsidRPr="00E67132" w:rsidRDefault="00F53415" w:rsidP="00F53415">
            <w:pPr>
              <w:jc w:val="both"/>
              <w:rPr>
                <w:rFonts w:ascii="Calibri" w:hAnsi="Calibri" w:cs="Calibri"/>
                <w:noProof/>
                <w:sz w:val="22"/>
                <w:szCs w:val="22"/>
                <w:lang w:val="ro-RO"/>
              </w:rPr>
            </w:pPr>
            <w:r w:rsidRPr="00E67132">
              <w:rPr>
                <w:rFonts w:ascii="Calibri" w:hAnsi="Calibri" w:cs="Calibri"/>
                <w:noProof/>
                <w:sz w:val="22"/>
                <w:szCs w:val="22"/>
                <w:lang w:val="ro-RO"/>
              </w:rPr>
              <w:t>Expertul verifică în cererea de finanțare dacă solicitantul a declarat că apelează la servicii</w:t>
            </w:r>
            <w:r w:rsidR="009F0712" w:rsidRPr="00E67132">
              <w:rPr>
                <w:rFonts w:ascii="Calibri" w:hAnsi="Calibri" w:cs="Calibri"/>
                <w:noProof/>
                <w:sz w:val="22"/>
                <w:szCs w:val="22"/>
                <w:lang w:val="ro-RO"/>
              </w:rPr>
              <w:t xml:space="preserve"> de consultanță </w:t>
            </w:r>
            <w:r w:rsidRPr="00E67132">
              <w:rPr>
                <w:rFonts w:ascii="Calibri" w:hAnsi="Calibri" w:cs="Calibri"/>
                <w:noProof/>
                <w:sz w:val="22"/>
                <w:szCs w:val="22"/>
                <w:lang w:val="ro-RO"/>
              </w:rPr>
              <w:t xml:space="preserve">pentru </w:t>
            </w:r>
            <w:r w:rsidR="009F0712" w:rsidRPr="00E67132">
              <w:rPr>
                <w:rFonts w:ascii="Calibri" w:hAnsi="Calibri" w:cs="Calibri"/>
                <w:noProof/>
                <w:sz w:val="22"/>
                <w:szCs w:val="22"/>
                <w:lang w:val="ro-RO"/>
              </w:rPr>
              <w:t>întocmirea sau implementarea</w:t>
            </w:r>
            <w:r w:rsidRPr="00E67132">
              <w:rPr>
                <w:rFonts w:ascii="Calibri" w:hAnsi="Calibri" w:cs="Calibri"/>
                <w:noProof/>
                <w:sz w:val="22"/>
                <w:szCs w:val="22"/>
                <w:lang w:val="ro-RO"/>
              </w:rPr>
              <w:t xml:space="preserve"> planului de afaceri.</w:t>
            </w:r>
          </w:p>
          <w:p w14:paraId="75ADEFDD" w14:textId="77777777" w:rsidR="001E0EC1" w:rsidRPr="00E67132" w:rsidRDefault="00F53415" w:rsidP="00F53415">
            <w:pPr>
              <w:jc w:val="both"/>
              <w:rPr>
                <w:rFonts w:ascii="Calibri" w:hAnsi="Calibri" w:cs="Calibri"/>
                <w:noProof/>
                <w:sz w:val="22"/>
                <w:szCs w:val="22"/>
                <w:lang w:val="ro-RO"/>
              </w:rPr>
            </w:pPr>
            <w:r w:rsidRPr="00E67132">
              <w:rPr>
                <w:rFonts w:ascii="Calibri" w:hAnsi="Calibri" w:cs="Calibri"/>
                <w:noProof/>
                <w:sz w:val="22"/>
                <w:szCs w:val="22"/>
                <w:lang w:val="ro-RO"/>
              </w:rPr>
              <w:t>Expertul verifică în conținutul planul</w:t>
            </w:r>
            <w:r w:rsidR="001E0EC1" w:rsidRPr="00E67132">
              <w:rPr>
                <w:rFonts w:ascii="Calibri" w:hAnsi="Calibri" w:cs="Calibri"/>
                <w:noProof/>
                <w:sz w:val="22"/>
                <w:szCs w:val="22"/>
                <w:lang w:val="ro-RO"/>
              </w:rPr>
              <w:t>ui</w:t>
            </w:r>
            <w:r w:rsidRPr="00E67132">
              <w:rPr>
                <w:rFonts w:ascii="Calibri" w:hAnsi="Calibri" w:cs="Calibri"/>
                <w:noProof/>
                <w:sz w:val="22"/>
                <w:szCs w:val="22"/>
                <w:lang w:val="ro-RO"/>
              </w:rPr>
              <w:t xml:space="preserve"> de afaceri dacă solicitantul a prevăzut informații referitoare la</w:t>
            </w:r>
            <w:r w:rsidR="001E0EC1" w:rsidRPr="00E67132">
              <w:rPr>
                <w:rFonts w:ascii="Calibri" w:hAnsi="Calibri" w:cs="Calibri"/>
                <w:noProof/>
                <w:sz w:val="22"/>
                <w:szCs w:val="22"/>
                <w:lang w:val="ro-RO"/>
              </w:rPr>
              <w:t xml:space="preserve"> modalitatea de întocmire a proiectului</w:t>
            </w:r>
            <w:r w:rsidR="00347464" w:rsidRPr="00E67132">
              <w:rPr>
                <w:rFonts w:ascii="Calibri" w:hAnsi="Calibri" w:cs="Calibri"/>
                <w:noProof/>
                <w:sz w:val="22"/>
                <w:szCs w:val="22"/>
                <w:lang w:val="ro-RO"/>
              </w:rPr>
              <w:t>:</w:t>
            </w:r>
          </w:p>
          <w:p w14:paraId="2CD7EBDF" w14:textId="77777777" w:rsidR="00023EF8" w:rsidRPr="00E67132" w:rsidRDefault="00347464" w:rsidP="00B82EBD">
            <w:pPr>
              <w:pStyle w:val="ListParagraph"/>
              <w:numPr>
                <w:ilvl w:val="0"/>
                <w:numId w:val="4"/>
              </w:numPr>
              <w:ind w:left="407" w:hanging="283"/>
              <w:jc w:val="both"/>
              <w:rPr>
                <w:rFonts w:ascii="Calibri" w:hAnsi="Calibri" w:cs="Calibri"/>
                <w:noProof/>
                <w:sz w:val="22"/>
                <w:szCs w:val="22"/>
                <w:lang w:val="ro-RO"/>
              </w:rPr>
            </w:pPr>
            <w:r w:rsidRPr="00E67132">
              <w:rPr>
                <w:rFonts w:ascii="Calibri" w:hAnsi="Calibri" w:cs="Calibri"/>
                <w:noProof/>
                <w:sz w:val="22"/>
                <w:szCs w:val="22"/>
                <w:lang w:val="ro-RO"/>
              </w:rPr>
              <w:t>dacă</w:t>
            </w:r>
            <w:r w:rsidR="003F177D" w:rsidRPr="00E67132">
              <w:rPr>
                <w:rFonts w:ascii="Calibri" w:hAnsi="Calibri" w:cs="Calibri"/>
                <w:noProof/>
                <w:sz w:val="22"/>
                <w:szCs w:val="22"/>
                <w:lang w:val="ro-RO"/>
              </w:rPr>
              <w:t xml:space="preserve">  își elaborează singur proiectul </w:t>
            </w:r>
            <w:r w:rsidRPr="00E67132">
              <w:rPr>
                <w:rFonts w:ascii="Calibri" w:hAnsi="Calibri" w:cs="Calibri"/>
                <w:noProof/>
                <w:sz w:val="22"/>
                <w:szCs w:val="22"/>
                <w:lang w:val="ro-RO"/>
              </w:rPr>
              <w:t xml:space="preserve">nu trebuie să fie </w:t>
            </w:r>
            <w:r w:rsidR="0071243B" w:rsidRPr="00E67132">
              <w:rPr>
                <w:rFonts w:ascii="Calibri" w:hAnsi="Calibri" w:cs="Calibri"/>
                <w:noProof/>
                <w:sz w:val="22"/>
                <w:szCs w:val="22"/>
                <w:lang w:val="ro-RO"/>
              </w:rPr>
              <w:t xml:space="preserve">prevăzute </w:t>
            </w:r>
            <w:r w:rsidR="003F177D" w:rsidRPr="00E67132">
              <w:rPr>
                <w:rFonts w:ascii="Calibri" w:hAnsi="Calibri" w:cs="Calibri"/>
                <w:noProof/>
                <w:sz w:val="22"/>
                <w:szCs w:val="22"/>
                <w:lang w:val="ro-RO"/>
              </w:rPr>
              <w:t>cheltuieli</w:t>
            </w:r>
            <w:r w:rsidR="0071243B" w:rsidRPr="00E67132">
              <w:rPr>
                <w:rFonts w:ascii="Calibri" w:hAnsi="Calibri" w:cs="Calibri"/>
                <w:noProof/>
                <w:sz w:val="22"/>
                <w:szCs w:val="22"/>
                <w:lang w:val="ro-RO"/>
              </w:rPr>
              <w:t xml:space="preserve"> în acest sens</w:t>
            </w:r>
            <w:r w:rsidR="009215D6" w:rsidRPr="00E67132">
              <w:rPr>
                <w:rFonts w:ascii="Calibri" w:hAnsi="Calibri" w:cs="Calibri"/>
                <w:noProof/>
                <w:sz w:val="22"/>
                <w:szCs w:val="22"/>
                <w:lang w:val="ro-RO"/>
              </w:rPr>
              <w:t>, caz în care expertul bifează nu este cazul;</w:t>
            </w:r>
          </w:p>
          <w:p w14:paraId="728083C7" w14:textId="77777777" w:rsidR="009215D6" w:rsidRPr="00E67132" w:rsidRDefault="003F177D" w:rsidP="009215D6">
            <w:pPr>
              <w:pStyle w:val="ListParagraph"/>
              <w:numPr>
                <w:ilvl w:val="0"/>
                <w:numId w:val="4"/>
              </w:numPr>
              <w:ind w:left="407" w:hanging="283"/>
              <w:jc w:val="both"/>
              <w:rPr>
                <w:rFonts w:ascii="Calibri" w:hAnsi="Calibri" w:cs="Calibri"/>
                <w:noProof/>
                <w:sz w:val="22"/>
                <w:szCs w:val="22"/>
                <w:lang w:val="ro-RO"/>
              </w:rPr>
            </w:pPr>
            <w:r w:rsidRPr="00E67132">
              <w:rPr>
                <w:rFonts w:ascii="Calibri" w:hAnsi="Calibri" w:cs="Calibri"/>
                <w:noProof/>
                <w:sz w:val="22"/>
                <w:szCs w:val="22"/>
                <w:lang w:val="ro-RO"/>
              </w:rPr>
              <w:t xml:space="preserve">dacă solicitantul apelează la serviciile unui consultant autorizat, </w:t>
            </w:r>
            <w:r w:rsidR="0071243B" w:rsidRPr="00E67132">
              <w:rPr>
                <w:rFonts w:ascii="Calibri" w:hAnsi="Calibri" w:cs="Calibri"/>
                <w:noProof/>
                <w:sz w:val="22"/>
                <w:szCs w:val="22"/>
                <w:lang w:val="ro-RO"/>
              </w:rPr>
              <w:t xml:space="preserve">suma aferentă cheltuielilor cu consultanță este </w:t>
            </w:r>
            <w:r w:rsidRPr="00E67132">
              <w:rPr>
                <w:rFonts w:ascii="Calibri" w:hAnsi="Calibri" w:cs="Calibri"/>
                <w:noProof/>
                <w:sz w:val="22"/>
                <w:szCs w:val="22"/>
                <w:lang w:val="ro-RO"/>
              </w:rPr>
              <w:t>inclusă în planul de afaceri</w:t>
            </w:r>
            <w:r w:rsidR="0071243B" w:rsidRPr="00E67132">
              <w:rPr>
                <w:rFonts w:ascii="Calibri" w:hAnsi="Calibri" w:cs="Calibri"/>
                <w:noProof/>
                <w:sz w:val="22"/>
                <w:szCs w:val="22"/>
                <w:lang w:val="ro-RO"/>
              </w:rPr>
              <w:t xml:space="preserve">, </w:t>
            </w:r>
            <w:r w:rsidRPr="00E67132">
              <w:rPr>
                <w:rFonts w:ascii="Calibri" w:hAnsi="Calibri" w:cs="Calibri"/>
                <w:noProof/>
                <w:sz w:val="22"/>
                <w:szCs w:val="22"/>
                <w:lang w:val="ro-RO"/>
              </w:rPr>
              <w:t>se va verifica la a doua tranșă de plată contractul cu firma de consultanță</w:t>
            </w:r>
            <w:r w:rsidR="009215D6" w:rsidRPr="00E67132">
              <w:rPr>
                <w:rFonts w:ascii="Calibri" w:hAnsi="Calibri" w:cs="Calibri"/>
                <w:noProof/>
                <w:sz w:val="22"/>
                <w:szCs w:val="22"/>
                <w:lang w:val="ro-RO"/>
              </w:rPr>
              <w:t>;</w:t>
            </w:r>
          </w:p>
          <w:p w14:paraId="474C6B38" w14:textId="77777777" w:rsidR="00AC191A" w:rsidRPr="00E67132" w:rsidRDefault="0071243B" w:rsidP="00715030">
            <w:pPr>
              <w:pStyle w:val="ListParagraph"/>
              <w:numPr>
                <w:ilvl w:val="0"/>
                <w:numId w:val="4"/>
              </w:numPr>
              <w:ind w:left="407" w:hanging="283"/>
              <w:jc w:val="both"/>
              <w:rPr>
                <w:rFonts w:ascii="Calibri" w:hAnsi="Calibri" w:cs="Calibri"/>
                <w:noProof/>
                <w:sz w:val="22"/>
                <w:szCs w:val="22"/>
                <w:lang w:val="ro-RO"/>
              </w:rPr>
            </w:pPr>
            <w:r w:rsidRPr="00E67132">
              <w:rPr>
                <w:rFonts w:ascii="Calibri" w:hAnsi="Calibri" w:cs="Calibri"/>
                <w:noProof/>
                <w:sz w:val="22"/>
                <w:szCs w:val="22"/>
                <w:lang w:val="ro-RO"/>
              </w:rPr>
              <w:t xml:space="preserve">dacă solicitantul apelează la servicii de consiliere gratuită prin intermediul măsurii </w:t>
            </w:r>
            <w:r w:rsidRPr="00E67132">
              <w:rPr>
                <w:rFonts w:ascii="Calibri" w:hAnsi="Calibri" w:cs="Calibri"/>
                <w:bCs/>
                <w:noProof/>
                <w:sz w:val="22"/>
                <w:szCs w:val="22"/>
                <w:lang w:val="ro-RO"/>
              </w:rPr>
              <w:t xml:space="preserve">M02 - Servicii de consiliere, servicii de gestionare a fermei și servicii de înlocuire în cadrul fermei, expertul verifică </w:t>
            </w:r>
            <w:r w:rsidR="009F0712" w:rsidRPr="00E67132">
              <w:rPr>
                <w:rFonts w:ascii="Calibri" w:hAnsi="Calibri" w:cs="Calibri"/>
                <w:bCs/>
                <w:noProof/>
                <w:sz w:val="22"/>
                <w:szCs w:val="22"/>
                <w:lang w:val="ro-RO"/>
              </w:rPr>
              <w:t xml:space="preserve">dacă firmele de consultanță se regăsesc în </w:t>
            </w:r>
            <w:r w:rsidRPr="00E67132">
              <w:rPr>
                <w:rFonts w:ascii="Calibri" w:hAnsi="Calibri" w:cs="Calibri"/>
                <w:bCs/>
                <w:noProof/>
                <w:sz w:val="22"/>
                <w:szCs w:val="22"/>
                <w:lang w:val="ro-RO"/>
              </w:rPr>
              <w:t xml:space="preserve">baza de date a consultanților finanțați prin M02, precum și </w:t>
            </w:r>
            <w:r w:rsidR="009F0712" w:rsidRPr="00E67132">
              <w:rPr>
                <w:rFonts w:ascii="Calibri" w:hAnsi="Calibri" w:cs="Calibri"/>
                <w:bCs/>
                <w:noProof/>
                <w:sz w:val="22"/>
                <w:szCs w:val="22"/>
                <w:lang w:val="ro-RO"/>
              </w:rPr>
              <w:t xml:space="preserve">în </w:t>
            </w:r>
            <w:r w:rsidRPr="00E67132">
              <w:rPr>
                <w:rFonts w:ascii="Calibri" w:hAnsi="Calibri" w:cs="Calibri"/>
                <w:bCs/>
                <w:noProof/>
                <w:sz w:val="22"/>
                <w:szCs w:val="22"/>
                <w:lang w:val="ro-RO"/>
              </w:rPr>
              <w:t>lista beneficiarilor de consultanță gratuită prin M02</w:t>
            </w:r>
            <w:r w:rsidR="009F0712" w:rsidRPr="00E67132">
              <w:rPr>
                <w:rFonts w:ascii="Calibri" w:hAnsi="Calibri" w:cs="Calibri"/>
                <w:bCs/>
                <w:noProof/>
                <w:sz w:val="22"/>
                <w:szCs w:val="22"/>
                <w:lang w:val="ro-RO"/>
              </w:rPr>
              <w:t xml:space="preserve">, caz în care </w:t>
            </w:r>
            <w:r w:rsidR="004F538D" w:rsidRPr="00E67132">
              <w:rPr>
                <w:rFonts w:ascii="Calibri" w:hAnsi="Calibri" w:cs="Calibri"/>
                <w:bCs/>
                <w:noProof/>
                <w:sz w:val="22"/>
                <w:szCs w:val="22"/>
                <w:lang w:val="ro-RO"/>
              </w:rPr>
              <w:t>la a doua tranșă de plată cheltuielile aferente nu trebuie să se regăsească în lista cheltuielilor propuse a fi decontate.</w:t>
            </w:r>
          </w:p>
        </w:tc>
      </w:tr>
      <w:tr w:rsidR="005E0C7D" w:rsidRPr="00E67132" w14:paraId="12C1043C" w14:textId="77777777" w:rsidTr="00B82EBD">
        <w:tc>
          <w:tcPr>
            <w:tcW w:w="4698" w:type="dxa"/>
            <w:shd w:val="clear" w:color="auto" w:fill="auto"/>
          </w:tcPr>
          <w:p w14:paraId="53D067D0" w14:textId="77777777" w:rsidR="005E0C7D" w:rsidRPr="00E67132" w:rsidRDefault="003F177D" w:rsidP="005E0C7D">
            <w:pPr>
              <w:jc w:val="both"/>
              <w:rPr>
                <w:rFonts w:ascii="Calibri" w:eastAsia="Calibri" w:hAnsi="Calibri" w:cs="Calibri"/>
                <w:b/>
                <w:noProof/>
                <w:sz w:val="22"/>
                <w:szCs w:val="22"/>
                <w:lang w:val="ro-RO"/>
              </w:rPr>
            </w:pPr>
            <w:r w:rsidRPr="00E67132">
              <w:rPr>
                <w:rFonts w:asciiTheme="minorHAnsi" w:hAnsiTheme="minorHAnsi" w:cstheme="minorHAnsi"/>
                <w:b/>
                <w:iCs/>
                <w:noProof/>
                <w:sz w:val="22"/>
                <w:szCs w:val="22"/>
                <w:lang w:val="ro-RO"/>
              </w:rPr>
              <w:t>2</w:t>
            </w:r>
            <w:r w:rsidR="00AC191A" w:rsidRPr="00E67132">
              <w:rPr>
                <w:rFonts w:asciiTheme="minorHAnsi" w:hAnsiTheme="minorHAnsi" w:cstheme="minorHAnsi"/>
                <w:iCs/>
                <w:noProof/>
                <w:sz w:val="22"/>
                <w:szCs w:val="22"/>
                <w:lang w:val="ro-RO"/>
              </w:rPr>
              <w:t>.</w:t>
            </w:r>
            <w:r w:rsidR="008B5378" w:rsidRPr="00E67132">
              <w:rPr>
                <w:rFonts w:asciiTheme="minorHAnsi" w:hAnsiTheme="minorHAnsi" w:cstheme="minorHAnsi"/>
                <w:iCs/>
                <w:noProof/>
                <w:sz w:val="22"/>
                <w:szCs w:val="22"/>
                <w:lang w:val="ro-RO"/>
              </w:rPr>
              <w:t>2</w:t>
            </w:r>
            <w:r w:rsidRPr="00E67132">
              <w:rPr>
                <w:rFonts w:asciiTheme="minorHAnsi" w:hAnsiTheme="minorHAnsi"/>
                <w:noProof/>
                <w:sz w:val="22"/>
                <w:szCs w:val="22"/>
                <w:lang w:val="ro-RO"/>
              </w:rPr>
              <w:t xml:space="preserve"> </w:t>
            </w:r>
            <w:r w:rsidRPr="00E67132">
              <w:rPr>
                <w:rFonts w:ascii="Calibri" w:hAnsi="Calibri" w:cs="Calibri"/>
                <w:iCs/>
                <w:noProof/>
                <w:sz w:val="22"/>
                <w:szCs w:val="22"/>
                <w:lang w:val="ro-RO"/>
              </w:rPr>
              <w:t>Solicitantul și-a dat acordul pentru prelucrarea, de către AFIR, a datelor cu caracter personal</w:t>
            </w:r>
            <w:r w:rsidRPr="00E67132">
              <w:rPr>
                <w:rFonts w:asciiTheme="minorHAnsi" w:hAnsiTheme="minorHAnsi"/>
                <w:noProof/>
                <w:sz w:val="22"/>
                <w:szCs w:val="22"/>
                <w:lang w:val="ro-RO"/>
              </w:rPr>
              <w:t>?</w:t>
            </w:r>
          </w:p>
        </w:tc>
        <w:tc>
          <w:tcPr>
            <w:tcW w:w="4766" w:type="dxa"/>
            <w:shd w:val="clear" w:color="auto" w:fill="auto"/>
          </w:tcPr>
          <w:p w14:paraId="7D2B8B86" w14:textId="77777777" w:rsidR="005E0C7D" w:rsidRPr="00E67132" w:rsidRDefault="005E0C7D" w:rsidP="005E0C7D">
            <w:pPr>
              <w:jc w:val="both"/>
              <w:rPr>
                <w:rFonts w:ascii="Calibri" w:hAnsi="Calibri" w:cs="Calibri"/>
                <w:noProof/>
                <w:sz w:val="22"/>
                <w:szCs w:val="22"/>
                <w:lang w:val="ro-RO"/>
              </w:rPr>
            </w:pPr>
            <w:r w:rsidRPr="00E67132">
              <w:rPr>
                <w:rFonts w:asciiTheme="minorHAnsi" w:eastAsia="Calibri" w:hAnsiTheme="minorHAnsi" w:cs="Calibri"/>
                <w:noProof/>
                <w:sz w:val="22"/>
                <w:szCs w:val="22"/>
                <w:lang w:val="ro-RO"/>
              </w:rPr>
              <w:t>2.</w:t>
            </w:r>
            <w:r w:rsidR="008B5378" w:rsidRPr="00E67132">
              <w:rPr>
                <w:rFonts w:asciiTheme="minorHAnsi" w:eastAsia="Calibri" w:hAnsiTheme="minorHAnsi" w:cs="Calibri"/>
                <w:noProof/>
                <w:sz w:val="22"/>
                <w:szCs w:val="22"/>
                <w:lang w:val="ro-RO"/>
              </w:rPr>
              <w:t>2</w:t>
            </w:r>
            <w:r w:rsidRPr="00E67132">
              <w:rPr>
                <w:rFonts w:asciiTheme="minorHAnsi" w:eastAsia="Calibri" w:hAnsiTheme="minorHAnsi" w:cs="Calibri"/>
                <w:noProof/>
                <w:sz w:val="22"/>
                <w:szCs w:val="22"/>
                <w:lang w:val="ro-RO"/>
              </w:rPr>
              <w:t xml:space="preserve"> Expertul verifică </w:t>
            </w:r>
            <w:r w:rsidRPr="00E67132">
              <w:rPr>
                <w:rFonts w:ascii="Calibri" w:hAnsi="Calibri" w:cs="Calibri"/>
                <w:noProof/>
                <w:sz w:val="22"/>
                <w:szCs w:val="22"/>
                <w:lang w:val="ro-RO"/>
              </w:rPr>
              <w:t xml:space="preserve">dacă </w:t>
            </w:r>
            <w:r w:rsidR="003F177D" w:rsidRPr="00E67132">
              <w:rPr>
                <w:rFonts w:ascii="Calibri" w:hAnsi="Calibri" w:cs="Calibri"/>
                <w:noProof/>
                <w:sz w:val="22"/>
                <w:szCs w:val="22"/>
                <w:lang w:val="ro-RO"/>
              </w:rPr>
              <w:t>solicitantul a depus doc. 13 semnat și datat de către reprezentatul legal.</w:t>
            </w:r>
          </w:p>
          <w:p w14:paraId="0A948247" w14:textId="77777777" w:rsidR="005E0C7D" w:rsidRPr="00E67132" w:rsidRDefault="005E0C7D" w:rsidP="005E0C7D">
            <w:pPr>
              <w:jc w:val="both"/>
              <w:rPr>
                <w:rFonts w:ascii="Calibri" w:hAnsi="Calibri" w:cs="Calibri"/>
                <w:noProof/>
                <w:sz w:val="22"/>
                <w:szCs w:val="22"/>
                <w:lang w:val="ro-RO"/>
              </w:rPr>
            </w:pPr>
          </w:p>
          <w:p w14:paraId="7E569529" w14:textId="77777777" w:rsidR="005E0C7D" w:rsidRPr="00E67132" w:rsidRDefault="003F177D" w:rsidP="005E0C7D">
            <w:pPr>
              <w:jc w:val="both"/>
              <w:rPr>
                <w:rFonts w:ascii="Calibri" w:hAnsi="Calibri" w:cs="Calibri"/>
                <w:noProof/>
                <w:sz w:val="22"/>
                <w:szCs w:val="22"/>
                <w:lang w:val="ro-RO"/>
              </w:rPr>
            </w:pPr>
            <w:r w:rsidRPr="00E67132">
              <w:rPr>
                <w:rFonts w:ascii="Calibri" w:hAnsi="Calibri" w:cs="Calibri"/>
                <w:noProof/>
                <w:sz w:val="22"/>
                <w:szCs w:val="22"/>
                <w:lang w:val="ro-RO"/>
              </w:rPr>
              <w:t>Dacă da, expertul bifează căsuţa DA. În această situație, cererea de finanţare se consideră eligibilă din acest punct de vedere şi se continuă verificarea eligibilităţii.</w:t>
            </w:r>
          </w:p>
          <w:p w14:paraId="5AA54F03" w14:textId="77777777" w:rsidR="005E0C7D" w:rsidRPr="00E67132" w:rsidRDefault="005E0C7D" w:rsidP="005E0C7D">
            <w:pPr>
              <w:jc w:val="both"/>
              <w:rPr>
                <w:rFonts w:ascii="Calibri" w:hAnsi="Calibri" w:cs="Calibri"/>
                <w:noProof/>
                <w:sz w:val="22"/>
                <w:szCs w:val="22"/>
                <w:lang w:val="ro-RO"/>
              </w:rPr>
            </w:pPr>
          </w:p>
          <w:p w14:paraId="12D50F84" w14:textId="77777777" w:rsidR="005E0C7D" w:rsidRPr="00E67132" w:rsidRDefault="003F177D" w:rsidP="00715030">
            <w:pPr>
              <w:jc w:val="both"/>
              <w:rPr>
                <w:rFonts w:ascii="Calibri" w:hAnsi="Calibri" w:cs="Calibri"/>
                <w:noProof/>
                <w:sz w:val="22"/>
                <w:szCs w:val="22"/>
                <w:lang w:val="ro-RO"/>
              </w:rPr>
            </w:pPr>
            <w:r w:rsidRPr="00E67132">
              <w:rPr>
                <w:rFonts w:ascii="Calibri" w:eastAsia="Calibri" w:hAnsi="Calibri" w:cs="Calibri"/>
                <w:noProof/>
                <w:sz w:val="22"/>
                <w:szCs w:val="22"/>
                <w:lang w:val="ro-RO"/>
              </w:rPr>
              <w:t>În caz contrar,</w:t>
            </w:r>
            <w:r w:rsidRPr="00E67132">
              <w:rPr>
                <w:rFonts w:ascii="Calibri" w:eastAsia="Calibri" w:hAnsi="Calibri" w:cs="Calibri"/>
                <w:b/>
                <w:noProof/>
                <w:sz w:val="22"/>
                <w:szCs w:val="22"/>
                <w:lang w:val="ro-RO"/>
              </w:rPr>
              <w:t xml:space="preserve"> </w:t>
            </w:r>
            <w:r w:rsidRPr="00E67132">
              <w:rPr>
                <w:rFonts w:ascii="Calibri" w:eastAsia="Calibri" w:hAnsi="Calibri" w:cs="Calibri"/>
                <w:noProof/>
                <w:sz w:val="22"/>
                <w:szCs w:val="22"/>
                <w:lang w:val="ro-RO"/>
              </w:rPr>
              <w:t xml:space="preserve">expertul solicită acest lucru prin E3.4 şi doar în cazul în care solicitantul refuză să depună acest document, expertul bifează </w:t>
            </w:r>
            <w:r w:rsidRPr="00E67132">
              <w:rPr>
                <w:rFonts w:ascii="Calibri" w:eastAsia="Calibri" w:hAnsi="Calibri" w:cs="Calibri"/>
                <w:b/>
                <w:noProof/>
                <w:sz w:val="22"/>
                <w:szCs w:val="22"/>
                <w:lang w:val="ro-RO"/>
              </w:rPr>
              <w:t>nu</w:t>
            </w:r>
            <w:r w:rsidRPr="00E67132">
              <w:rPr>
                <w:rFonts w:ascii="Calibri" w:eastAsia="Calibri" w:hAnsi="Calibri" w:cs="Calibri"/>
                <w:noProof/>
                <w:sz w:val="22"/>
                <w:szCs w:val="22"/>
                <w:lang w:val="ro-RO"/>
              </w:rPr>
              <w:t xml:space="preserve">, motivează poziţia sa în liniile prevăzute în acest scop la rubrica „Observatii” </w:t>
            </w:r>
            <w:r w:rsidRPr="00E67132">
              <w:rPr>
                <w:rFonts w:ascii="Calibri" w:eastAsia="Calibri" w:hAnsi="Calibri" w:cs="Calibri"/>
                <w:b/>
                <w:noProof/>
                <w:sz w:val="22"/>
                <w:szCs w:val="22"/>
                <w:lang w:val="ro-RO"/>
              </w:rPr>
              <w:t>iar această condiţie se consideră neîndeplinită.</w:t>
            </w:r>
          </w:p>
        </w:tc>
      </w:tr>
      <w:tr w:rsidR="001B03B2" w:rsidRPr="00E67132" w14:paraId="6D8C0080" w14:textId="77777777" w:rsidTr="00B82EBD">
        <w:tc>
          <w:tcPr>
            <w:tcW w:w="4698" w:type="dxa"/>
            <w:shd w:val="clear" w:color="auto" w:fill="auto"/>
          </w:tcPr>
          <w:p w14:paraId="11CC3E01" w14:textId="77777777" w:rsidR="001B03B2" w:rsidRPr="00E67132" w:rsidRDefault="001B03B2">
            <w:pPr>
              <w:jc w:val="both"/>
              <w:rPr>
                <w:noProof/>
                <w:lang w:val="ro-RO"/>
              </w:rPr>
            </w:pPr>
            <w:r w:rsidRPr="00E67132">
              <w:rPr>
                <w:rFonts w:asciiTheme="minorHAnsi" w:hAnsiTheme="minorHAnsi" w:cstheme="minorHAnsi"/>
                <w:b/>
                <w:iCs/>
                <w:noProof/>
                <w:sz w:val="22"/>
                <w:szCs w:val="22"/>
                <w:lang w:val="ro-RO"/>
              </w:rPr>
              <w:t xml:space="preserve">2.3 </w:t>
            </w:r>
            <w:r w:rsidR="00B6767D" w:rsidRPr="00E67132">
              <w:rPr>
                <w:noProof/>
                <w:lang w:val="ro-RO"/>
              </w:rPr>
              <w:t>Solicitantul este un tânăr</w:t>
            </w:r>
            <w:r w:rsidR="004F254B" w:rsidRPr="00E67132">
              <w:rPr>
                <w:noProof/>
                <w:lang w:val="ro-RO"/>
              </w:rPr>
              <w:t xml:space="preserve"> cetăţean român</w:t>
            </w:r>
            <w:r w:rsidR="00B6767D" w:rsidRPr="00E67132">
              <w:rPr>
                <w:noProof/>
                <w:lang w:val="ro-RO"/>
              </w:rPr>
              <w:t xml:space="preserve"> din afara granițelor țării care se instalează ca șef/manager a</w:t>
            </w:r>
            <w:r w:rsidR="00EC1BAC" w:rsidRPr="00E67132">
              <w:rPr>
                <w:noProof/>
                <w:lang w:val="ro-RO"/>
              </w:rPr>
              <w:t>l</w:t>
            </w:r>
            <w:r w:rsidR="00B6767D" w:rsidRPr="00E67132">
              <w:rPr>
                <w:noProof/>
                <w:lang w:val="ro-RO"/>
              </w:rPr>
              <w:t xml:space="preserve"> exploatației?</w:t>
            </w:r>
          </w:p>
          <w:p w14:paraId="5AA0FEC1" w14:textId="66A049FA" w:rsidR="0037362D" w:rsidRPr="00E67132" w:rsidRDefault="0037362D">
            <w:pPr>
              <w:jc w:val="both"/>
              <w:rPr>
                <w:noProof/>
                <w:lang w:val="ro-RO"/>
              </w:rPr>
            </w:pPr>
          </w:p>
          <w:p w14:paraId="6D5A08E1" w14:textId="77777777" w:rsidR="00BF5751" w:rsidRPr="00E67132" w:rsidRDefault="00BF5751">
            <w:pPr>
              <w:jc w:val="both"/>
              <w:rPr>
                <w:noProof/>
                <w:lang w:val="ro-RO"/>
              </w:rPr>
            </w:pPr>
          </w:p>
          <w:p w14:paraId="3213869E" w14:textId="289FF072" w:rsidR="00EF55E2" w:rsidRPr="00567EBB" w:rsidRDefault="001B244E" w:rsidP="00EF55E2">
            <w:pPr>
              <w:pStyle w:val="BodyText3"/>
              <w:jc w:val="both"/>
              <w:rPr>
                <w:rFonts w:ascii="Calibri" w:hAnsi="Calibri" w:cs="Calibri"/>
                <w:b w:val="0"/>
                <w:sz w:val="22"/>
                <w:szCs w:val="22"/>
                <w:lang w:val="en-GB"/>
              </w:rPr>
            </w:pPr>
            <w:r w:rsidRPr="00E67132">
              <w:rPr>
                <w:rFonts w:ascii="Calibri" w:hAnsi="Calibri" w:cs="Calibri"/>
                <w:b w:val="0"/>
                <w:noProof/>
                <w:sz w:val="22"/>
                <w:szCs w:val="22"/>
                <w:lang w:val="ro-RO"/>
              </w:rPr>
              <w:t>DOC.14</w:t>
            </w:r>
            <w:r w:rsidR="00EF55E2">
              <w:rPr>
                <w:rFonts w:ascii="Calibri" w:hAnsi="Calibri" w:cs="Calibri"/>
                <w:b w:val="0"/>
                <w:noProof/>
                <w:sz w:val="22"/>
                <w:szCs w:val="22"/>
                <w:lang w:val="ro-RO"/>
              </w:rPr>
              <w:t xml:space="preserve">- </w:t>
            </w:r>
            <w:r w:rsidR="00EF55E2" w:rsidRPr="008022F6">
              <w:rPr>
                <w:rFonts w:ascii="Calibri" w:hAnsi="Calibri" w:cs="Calibri"/>
                <w:b w:val="0"/>
                <w:noProof/>
                <w:sz w:val="22"/>
                <w:szCs w:val="22"/>
                <w:lang w:val="ro-RO"/>
              </w:rPr>
              <w:t xml:space="preserve"> </w:t>
            </w:r>
            <w:r w:rsidR="00EF55E2" w:rsidRPr="00567EBB">
              <w:rPr>
                <w:rFonts w:ascii="Calibri" w:hAnsi="Calibri" w:cs="Calibri"/>
                <w:b w:val="0"/>
                <w:sz w:val="22"/>
                <w:szCs w:val="22"/>
              </w:rPr>
              <w:t xml:space="preserve">Documente depuse de cetățenii români din afara granițelor României pentru dovada locului de muncă (doc.14.1) </w:t>
            </w:r>
            <w:r w:rsidR="00EF55E2" w:rsidRPr="00567EBB">
              <w:rPr>
                <w:rFonts w:ascii="Calibri" w:hAnsi="Calibri" w:cs="Calibri"/>
                <w:sz w:val="22"/>
                <w:szCs w:val="22"/>
                <w:u w:val="single"/>
              </w:rPr>
              <w:t>SAU</w:t>
            </w:r>
            <w:r w:rsidR="00EF55E2" w:rsidRPr="00567EBB">
              <w:rPr>
                <w:rFonts w:ascii="Calibri" w:hAnsi="Calibri" w:cs="Calibri"/>
                <w:b w:val="0"/>
                <w:sz w:val="22"/>
                <w:szCs w:val="22"/>
              </w:rPr>
              <w:t xml:space="preserve"> absolvirea de programe de studii (doc. 14.2)</w:t>
            </w:r>
            <w:r w:rsidR="00EF55E2" w:rsidRPr="00567EBB">
              <w:rPr>
                <w:rFonts w:ascii="Calibri" w:hAnsi="Calibri" w:cs="Calibri"/>
                <w:b w:val="0"/>
                <w:sz w:val="22"/>
                <w:szCs w:val="22"/>
                <w:lang w:val="en-GB"/>
              </w:rPr>
              <w:t>:</w:t>
            </w:r>
          </w:p>
          <w:p w14:paraId="32201E03" w14:textId="77777777" w:rsidR="00EF55E2" w:rsidRPr="00567EBB" w:rsidRDefault="00EF55E2" w:rsidP="00EF55E2">
            <w:pPr>
              <w:pStyle w:val="BodyText3"/>
              <w:jc w:val="both"/>
              <w:rPr>
                <w:rFonts w:ascii="Calibri" w:hAnsi="Calibri" w:cs="Calibri"/>
                <w:b w:val="0"/>
                <w:noProof/>
                <w:sz w:val="22"/>
                <w:szCs w:val="22"/>
              </w:rPr>
            </w:pPr>
            <w:r w:rsidRPr="00567EBB">
              <w:rPr>
                <w:rFonts w:ascii="Calibri" w:hAnsi="Calibri" w:cs="Calibri"/>
                <w:b w:val="0"/>
                <w:sz w:val="22"/>
                <w:szCs w:val="22"/>
              </w:rPr>
              <w:t xml:space="preserve">14.1 Pentru dovada locului de muncă </w:t>
            </w:r>
            <w:r w:rsidRPr="00567EBB">
              <w:rPr>
                <w:rFonts w:ascii="Calibri" w:hAnsi="Calibri" w:cs="Calibri"/>
                <w:b w:val="0"/>
                <w:noProof/>
                <w:sz w:val="22"/>
                <w:szCs w:val="22"/>
              </w:rPr>
              <w:t xml:space="preserve">în domeniul agricol, </w:t>
            </w:r>
            <w:r w:rsidRPr="00567EBB">
              <w:rPr>
                <w:rFonts w:ascii="Calibri" w:hAnsi="Calibri" w:cs="Calibri"/>
                <w:b w:val="0"/>
                <w:sz w:val="22"/>
                <w:szCs w:val="22"/>
              </w:rPr>
              <w:t>agro-alimentar, veterinar sau economie agrară</w:t>
            </w:r>
            <w:r w:rsidRPr="008022F6">
              <w:rPr>
                <w:rFonts w:ascii="Calibri" w:hAnsi="Calibri" w:cs="Calibri"/>
                <w:b w:val="0"/>
                <w:sz w:val="22"/>
                <w:szCs w:val="22"/>
              </w:rPr>
              <w:t>:</w:t>
            </w:r>
          </w:p>
          <w:p w14:paraId="152C1EED" w14:textId="77777777" w:rsidR="00EF55E2" w:rsidRDefault="00EF55E2" w:rsidP="00EF55E2">
            <w:pPr>
              <w:pStyle w:val="BodyText3"/>
              <w:jc w:val="both"/>
              <w:rPr>
                <w:rFonts w:ascii="Calibri" w:hAnsi="Calibri" w:cs="Calibri"/>
                <w:b w:val="0"/>
                <w:sz w:val="22"/>
                <w:szCs w:val="22"/>
              </w:rPr>
            </w:pPr>
            <w:r w:rsidRPr="00567EBB">
              <w:rPr>
                <w:rFonts w:ascii="Calibri" w:hAnsi="Calibri" w:cs="Calibri"/>
                <w:b w:val="0"/>
                <w:noProof/>
                <w:sz w:val="22"/>
                <w:szCs w:val="22"/>
              </w:rPr>
              <w:t xml:space="preserve"> a) Document </w:t>
            </w:r>
            <w:r w:rsidRPr="008022F6">
              <w:rPr>
                <w:rFonts w:ascii="Calibri" w:hAnsi="Calibri" w:cs="Calibri"/>
                <w:b w:val="0"/>
                <w:noProof/>
                <w:sz w:val="22"/>
                <w:szCs w:val="22"/>
              </w:rPr>
              <w:t>oficial cu apostilă</w:t>
            </w:r>
            <w:r w:rsidRPr="00567EBB">
              <w:rPr>
                <w:rFonts w:ascii="Calibri" w:hAnsi="Calibri" w:cs="Calibri"/>
                <w:b w:val="0"/>
                <w:noProof/>
                <w:sz w:val="22"/>
                <w:szCs w:val="22"/>
              </w:rPr>
              <w:t xml:space="preserve"> (conform Convenției de la Haga) care să facă dovada raporturilor de muncă încheiate în statele membre (ex. contract individual de muncă/ certificat de angajare, ori o dovadă privind desfăşurarea unei activităţi independente)</w:t>
            </w:r>
            <w:r w:rsidRPr="00567EBB">
              <w:rPr>
                <w:rFonts w:ascii="Calibri" w:hAnsi="Calibri" w:cs="Calibri"/>
                <w:b w:val="0"/>
                <w:sz w:val="22"/>
                <w:szCs w:val="22"/>
              </w:rPr>
              <w:t xml:space="preserve">                 </w:t>
            </w:r>
          </w:p>
          <w:p w14:paraId="58AB28A9" w14:textId="77777777" w:rsidR="00EF55E2" w:rsidRPr="00567EBB" w:rsidRDefault="00EF55E2" w:rsidP="00EF55E2">
            <w:pPr>
              <w:pStyle w:val="BodyText3"/>
              <w:jc w:val="both"/>
              <w:rPr>
                <w:rFonts w:ascii="Calibri" w:hAnsi="Calibri" w:cs="Calibri"/>
                <w:sz w:val="22"/>
                <w:szCs w:val="22"/>
              </w:rPr>
            </w:pPr>
            <w:r w:rsidRPr="00567EBB">
              <w:rPr>
                <w:rFonts w:ascii="Calibri" w:hAnsi="Calibri" w:cs="Calibri"/>
                <w:b w:val="0"/>
                <w:sz w:val="22"/>
                <w:szCs w:val="22"/>
              </w:rPr>
              <w:t xml:space="preserve"> </w:t>
            </w:r>
            <w:r w:rsidRPr="00567EBB">
              <w:rPr>
                <w:rFonts w:ascii="Calibri" w:hAnsi="Calibri" w:cs="Calibri"/>
                <w:sz w:val="22"/>
                <w:szCs w:val="22"/>
              </w:rPr>
              <w:t>sau</w:t>
            </w:r>
          </w:p>
          <w:p w14:paraId="3943CEEF" w14:textId="37BFE370" w:rsidR="007C2731" w:rsidRDefault="00EF55E2" w:rsidP="00EF55E2">
            <w:pPr>
              <w:pStyle w:val="BodyText3"/>
              <w:jc w:val="both"/>
              <w:rPr>
                <w:rFonts w:ascii="Calibri" w:hAnsi="Calibri" w:cs="Calibri"/>
                <w:b w:val="0"/>
                <w:sz w:val="22"/>
                <w:szCs w:val="22"/>
                <w:lang w:val="ro-RO"/>
              </w:rPr>
            </w:pPr>
            <w:r w:rsidRPr="00567EBB">
              <w:rPr>
                <w:rFonts w:ascii="Calibri" w:hAnsi="Calibri" w:cs="Calibri"/>
                <w:b w:val="0"/>
                <w:sz w:val="22"/>
                <w:szCs w:val="22"/>
              </w:rPr>
              <w:t xml:space="preserve">b) </w:t>
            </w:r>
            <w:r w:rsidR="005F5298" w:rsidRPr="005F5298">
              <w:rPr>
                <w:rFonts w:ascii="Calibri" w:hAnsi="Calibri" w:cs="Calibri"/>
                <w:b w:val="0"/>
                <w:sz w:val="22"/>
                <w:szCs w:val="22"/>
                <w:lang w:val="ro-RO"/>
              </w:rPr>
              <w:t>Document care face dovada raporturilor de muncă încheiate în statele membre UE sau state</w:t>
            </w:r>
            <w:r w:rsidR="001E5841">
              <w:rPr>
                <w:rFonts w:ascii="Calibri" w:hAnsi="Calibri" w:cs="Calibri"/>
                <w:b w:val="0"/>
                <w:sz w:val="22"/>
                <w:szCs w:val="22"/>
                <w:lang w:val="ro-RO"/>
              </w:rPr>
              <w:t>le</w:t>
            </w:r>
            <w:r w:rsidR="005F5298" w:rsidRPr="005F5298">
              <w:rPr>
                <w:rFonts w:ascii="Calibri" w:hAnsi="Calibri" w:cs="Calibri"/>
                <w:b w:val="0"/>
                <w:sz w:val="22"/>
                <w:szCs w:val="22"/>
                <w:lang w:val="ro-RO"/>
              </w:rPr>
              <w:t xml:space="preserve"> terțe UE de tipul: contract individual de muncă/ certificat de angajare, ori o dovadă privind desfăşurarea unei activităţi independente/ raport de muncă/ stagiu de practică/ internship/ contract de ucenicie sau alt document eliberat de angajator, în conformitate cu actele în vigoare ale acelui stat, care fac dovada fapului că solicitantul a desfășurat o activitate, în domeniul: agricol, agro-alimentar, veterinar sau economie agrară cel puțin 3 luni neîntrerupte</w:t>
            </w:r>
            <w:r w:rsidR="00C70EF2">
              <w:rPr>
                <w:rFonts w:ascii="Calibri" w:hAnsi="Calibri" w:cs="Calibri"/>
                <w:b w:val="0"/>
                <w:sz w:val="22"/>
                <w:szCs w:val="22"/>
                <w:lang w:val="ro-RO"/>
              </w:rPr>
              <w:t>,</w:t>
            </w:r>
          </w:p>
          <w:p w14:paraId="7966841B" w14:textId="77777777" w:rsidR="007C2731" w:rsidRDefault="00C70EF2" w:rsidP="00EF55E2">
            <w:pPr>
              <w:pStyle w:val="BodyText3"/>
              <w:jc w:val="both"/>
              <w:rPr>
                <w:rFonts w:ascii="Calibri" w:hAnsi="Calibri" w:cs="Calibri"/>
                <w:b w:val="0"/>
                <w:sz w:val="22"/>
                <w:szCs w:val="22"/>
                <w:lang w:val="ro-RO"/>
              </w:rPr>
            </w:pPr>
            <w:r>
              <w:rPr>
                <w:rFonts w:ascii="Calibri" w:hAnsi="Calibri" w:cs="Calibri"/>
                <w:b w:val="0"/>
                <w:sz w:val="22"/>
                <w:szCs w:val="22"/>
                <w:lang w:val="ro-RO"/>
              </w:rPr>
              <w:t xml:space="preserve"> </w:t>
            </w:r>
            <w:r w:rsidR="004373B2">
              <w:rPr>
                <w:rFonts w:ascii="Calibri" w:hAnsi="Calibri" w:cs="Calibri"/>
                <w:b w:val="0"/>
                <w:sz w:val="22"/>
                <w:szCs w:val="22"/>
                <w:lang w:val="ro-RO"/>
              </w:rPr>
              <w:t>însoțit de</w:t>
            </w:r>
          </w:p>
          <w:p w14:paraId="6CE7057A" w14:textId="0DDE89D9" w:rsidR="00EF55E2" w:rsidRPr="00567EBB" w:rsidRDefault="004373B2" w:rsidP="00EF55E2">
            <w:pPr>
              <w:pStyle w:val="BodyText3"/>
              <w:jc w:val="both"/>
              <w:rPr>
                <w:rFonts w:ascii="Calibri" w:hAnsi="Calibri" w:cs="Calibri"/>
                <w:b w:val="0"/>
                <w:sz w:val="22"/>
                <w:szCs w:val="22"/>
                <w:lang w:val="en-GB"/>
              </w:rPr>
            </w:pPr>
            <w:r>
              <w:rPr>
                <w:rFonts w:ascii="Calibri" w:hAnsi="Calibri" w:cs="Calibri"/>
                <w:b w:val="0"/>
                <w:sz w:val="22"/>
                <w:szCs w:val="22"/>
                <w:lang w:val="ro-RO"/>
              </w:rPr>
              <w:t xml:space="preserve"> </w:t>
            </w:r>
            <w:r w:rsidR="00EF55E2" w:rsidRPr="00567EBB">
              <w:rPr>
                <w:rFonts w:ascii="Calibri" w:hAnsi="Calibri" w:cs="Calibri"/>
                <w:b w:val="0"/>
                <w:sz w:val="22"/>
                <w:szCs w:val="22"/>
              </w:rPr>
              <w:t>Certificat de înregistrare care dovedește prezența solicitantului în statul în care a desfăşurat activitate cel puţin 3 luni neîntrerupte,</w:t>
            </w:r>
            <w:r w:rsidR="00C70EF2" w:rsidRPr="00C70EF2">
              <w:rPr>
                <w:rFonts w:ascii="Calibri" w:hAnsi="Calibri" w:cs="Calibri"/>
                <w:b w:val="0"/>
                <w:bCs w:val="0"/>
                <w:noProof/>
                <w:sz w:val="22"/>
                <w:szCs w:val="22"/>
                <w:lang w:val="ro-RO" w:eastAsia="en-US"/>
              </w:rPr>
              <w:t xml:space="preserve"> </w:t>
            </w:r>
            <w:r w:rsidR="00EF55E2" w:rsidRPr="00567EBB">
              <w:rPr>
                <w:rFonts w:ascii="Calibri" w:hAnsi="Calibri" w:cs="Calibri"/>
                <w:b w:val="0"/>
                <w:bCs w:val="0"/>
                <w:sz w:val="22"/>
                <w:szCs w:val="22"/>
              </w:rPr>
              <w:t xml:space="preserve">în ultimele </w:t>
            </w:r>
            <w:r w:rsidR="00EF55E2" w:rsidRPr="00567EBB">
              <w:rPr>
                <w:rFonts w:ascii="Calibri" w:hAnsi="Calibri" w:cs="Calibri"/>
                <w:b w:val="0"/>
                <w:sz w:val="22"/>
                <w:szCs w:val="22"/>
              </w:rPr>
              <w:t>24</w:t>
            </w:r>
            <w:r w:rsidR="00EF55E2" w:rsidRPr="00567EBB">
              <w:rPr>
                <w:rFonts w:ascii="Calibri" w:hAnsi="Calibri" w:cs="Calibri"/>
                <w:b w:val="0"/>
                <w:bCs w:val="0"/>
                <w:sz w:val="22"/>
                <w:szCs w:val="22"/>
              </w:rPr>
              <w:t xml:space="preserve"> luni anterioare depunerii cererii de finanţare</w:t>
            </w:r>
            <w:r w:rsidR="00C70EF2">
              <w:rPr>
                <w:rFonts w:ascii="Calibri" w:hAnsi="Calibri" w:cs="Calibri"/>
                <w:b w:val="0"/>
                <w:bCs w:val="0"/>
                <w:sz w:val="22"/>
                <w:szCs w:val="22"/>
              </w:rPr>
              <w:t>,</w:t>
            </w:r>
            <w:r w:rsidR="00EF55E2" w:rsidRPr="00567EBB">
              <w:rPr>
                <w:rFonts w:ascii="Calibri" w:hAnsi="Calibri" w:cs="Calibri"/>
                <w:b w:val="0"/>
                <w:bCs w:val="0"/>
                <w:sz w:val="22"/>
                <w:szCs w:val="22"/>
              </w:rPr>
              <w:t xml:space="preserve"> emis de autorităţile locale (ex. poliția</w:t>
            </w:r>
            <w:r w:rsidR="00D74702">
              <w:rPr>
                <w:rFonts w:ascii="Calibri" w:hAnsi="Calibri" w:cs="Calibri"/>
                <w:b w:val="0"/>
                <w:bCs w:val="0"/>
                <w:sz w:val="22"/>
                <w:szCs w:val="22"/>
              </w:rPr>
              <w:t>,</w:t>
            </w:r>
            <w:r w:rsidR="00EF55E2" w:rsidRPr="00567EBB">
              <w:rPr>
                <w:rFonts w:ascii="Calibri" w:hAnsi="Calibri" w:cs="Calibri"/>
                <w:b w:val="0"/>
                <w:bCs w:val="0"/>
                <w:sz w:val="22"/>
                <w:szCs w:val="22"/>
              </w:rPr>
              <w:t xml:space="preserve"> primăria</w:t>
            </w:r>
            <w:r w:rsidR="00D74702">
              <w:rPr>
                <w:rFonts w:ascii="Calibri" w:hAnsi="Calibri" w:cs="Calibri"/>
                <w:b w:val="0"/>
                <w:bCs w:val="0"/>
                <w:sz w:val="22"/>
                <w:szCs w:val="22"/>
              </w:rPr>
              <w:t>, etc</w:t>
            </w:r>
            <w:r w:rsidR="00EF55E2" w:rsidRPr="00567EBB">
              <w:rPr>
                <w:rFonts w:ascii="Calibri" w:hAnsi="Calibri" w:cs="Calibri"/>
                <w:b w:val="0"/>
                <w:bCs w:val="0"/>
                <w:sz w:val="22"/>
                <w:szCs w:val="22"/>
              </w:rPr>
              <w:t xml:space="preserve">), care cuprinde numele şi adresa persoanei înregistrate, precum şi data înregistrării, în baza </w:t>
            </w:r>
            <w:r w:rsidR="0049330B" w:rsidRPr="00567EBB">
              <w:rPr>
                <w:rFonts w:ascii="Calibri" w:hAnsi="Calibri" w:cs="Calibri"/>
                <w:b w:val="0"/>
                <w:bCs w:val="0"/>
                <w:sz w:val="22"/>
                <w:szCs w:val="22"/>
              </w:rPr>
              <w:t>art. 8</w:t>
            </w:r>
            <w:r w:rsidR="0049330B">
              <w:rPr>
                <w:rFonts w:ascii="Calibri" w:hAnsi="Calibri" w:cs="Calibri"/>
                <w:b w:val="0"/>
                <w:bCs w:val="0"/>
                <w:sz w:val="22"/>
                <w:szCs w:val="22"/>
              </w:rPr>
              <w:t xml:space="preserve">, din </w:t>
            </w:r>
            <w:r w:rsidR="00EF55E2" w:rsidRPr="00567EBB">
              <w:rPr>
                <w:rFonts w:ascii="Calibri" w:hAnsi="Calibri" w:cs="Calibri"/>
                <w:b w:val="0"/>
                <w:bCs w:val="0"/>
                <w:sz w:val="22"/>
                <w:szCs w:val="22"/>
              </w:rPr>
              <w:t>Directiv</w:t>
            </w:r>
            <w:r w:rsidR="0049330B">
              <w:rPr>
                <w:rFonts w:ascii="Calibri" w:hAnsi="Calibri" w:cs="Calibri"/>
                <w:b w:val="0"/>
                <w:bCs w:val="0"/>
                <w:sz w:val="22"/>
                <w:szCs w:val="22"/>
              </w:rPr>
              <w:t>a</w:t>
            </w:r>
            <w:r w:rsidR="00EF55E2" w:rsidRPr="00567EBB">
              <w:rPr>
                <w:rFonts w:ascii="Calibri" w:hAnsi="Calibri" w:cs="Calibri"/>
                <w:b w:val="0"/>
                <w:bCs w:val="0"/>
                <w:sz w:val="22"/>
                <w:szCs w:val="22"/>
              </w:rPr>
              <w:t xml:space="preserve"> 2004/38/CE,</w:t>
            </w:r>
            <w:r>
              <w:rPr>
                <w:rFonts w:ascii="Calibri" w:hAnsi="Calibri" w:cs="Calibri"/>
                <w:b w:val="0"/>
                <w:sz w:val="22"/>
                <w:szCs w:val="22"/>
              </w:rPr>
              <w:t>.</w:t>
            </w:r>
            <w:r w:rsidR="00EF55E2" w:rsidRPr="00567EBB">
              <w:rPr>
                <w:rFonts w:ascii="Calibri" w:hAnsi="Calibri" w:cs="Calibri"/>
                <w:b w:val="0"/>
                <w:bCs w:val="0"/>
                <w:sz w:val="22"/>
                <w:szCs w:val="22"/>
              </w:rPr>
              <w:t xml:space="preserve"> </w:t>
            </w:r>
            <w:r w:rsidR="00EF55E2" w:rsidRPr="00567EBB">
              <w:rPr>
                <w:rFonts w:ascii="Calibri" w:hAnsi="Calibri" w:cs="Calibri"/>
                <w:b w:val="0"/>
                <w:sz w:val="22"/>
                <w:szCs w:val="22"/>
              </w:rPr>
              <w:t xml:space="preserve"> </w:t>
            </w:r>
          </w:p>
          <w:p w14:paraId="75CA1B51" w14:textId="77777777" w:rsidR="00EF55E2" w:rsidRPr="00567EBB" w:rsidRDefault="00EF55E2" w:rsidP="00EF55E2">
            <w:pPr>
              <w:pStyle w:val="BodyText3"/>
              <w:jc w:val="both"/>
              <w:rPr>
                <w:rFonts w:ascii="Calibri" w:hAnsi="Calibri" w:cs="Calibri"/>
                <w:sz w:val="22"/>
                <w:szCs w:val="22"/>
              </w:rPr>
            </w:pPr>
            <w:r w:rsidRPr="00567EBB">
              <w:rPr>
                <w:rFonts w:ascii="Calibri" w:hAnsi="Calibri" w:cs="Calibri"/>
                <w:sz w:val="22"/>
                <w:szCs w:val="22"/>
              </w:rPr>
              <w:t>SAU</w:t>
            </w:r>
          </w:p>
          <w:p w14:paraId="6586F852" w14:textId="1828D6A5" w:rsidR="00EF55E2" w:rsidRPr="00567EBB" w:rsidRDefault="00EF55E2" w:rsidP="00EF55E2">
            <w:pPr>
              <w:pStyle w:val="BodyText3"/>
              <w:jc w:val="both"/>
              <w:rPr>
                <w:rFonts w:ascii="Calibri" w:hAnsi="Calibri" w:cs="Calibri"/>
                <w:b w:val="0"/>
                <w:sz w:val="22"/>
                <w:szCs w:val="22"/>
                <w:lang w:val="en-GB"/>
              </w:rPr>
            </w:pPr>
            <w:r w:rsidRPr="008A17D6">
              <w:rPr>
                <w:rFonts w:ascii="Calibri" w:hAnsi="Calibri" w:cs="Calibri"/>
                <w:sz w:val="22"/>
                <w:szCs w:val="22"/>
              </w:rPr>
              <w:t>14.2</w:t>
            </w:r>
            <w:r w:rsidRPr="00567EBB">
              <w:rPr>
                <w:rFonts w:ascii="Calibri" w:hAnsi="Calibri" w:cs="Calibri"/>
                <w:b w:val="0"/>
                <w:sz w:val="22"/>
                <w:szCs w:val="22"/>
              </w:rPr>
              <w:t xml:space="preserve"> </w:t>
            </w:r>
            <w:r w:rsidR="00D74702">
              <w:rPr>
                <w:rFonts w:ascii="Calibri" w:hAnsi="Calibri" w:cs="Calibri"/>
                <w:b w:val="0"/>
                <w:sz w:val="22"/>
                <w:szCs w:val="22"/>
              </w:rPr>
              <w:t>-</w:t>
            </w:r>
            <w:r w:rsidR="00D74702">
              <w:rPr>
                <w:rFonts w:ascii="Calibri" w:hAnsi="Calibri" w:cs="Calibri"/>
                <w:b w:val="0"/>
                <w:sz w:val="22"/>
                <w:szCs w:val="22"/>
                <w:lang w:val="ro-RO"/>
              </w:rPr>
              <w:t>În cazul</w:t>
            </w:r>
            <w:r w:rsidRPr="00567EBB">
              <w:rPr>
                <w:rFonts w:ascii="Calibri" w:hAnsi="Calibri" w:cs="Calibri"/>
                <w:b w:val="0"/>
                <w:sz w:val="22"/>
                <w:szCs w:val="22"/>
              </w:rPr>
              <w:t xml:space="preserve"> </w:t>
            </w:r>
            <w:r w:rsidR="00D74702">
              <w:rPr>
                <w:rFonts w:ascii="Calibri" w:hAnsi="Calibri" w:cs="Calibri"/>
                <w:b w:val="0"/>
                <w:sz w:val="22"/>
                <w:szCs w:val="22"/>
              </w:rPr>
              <w:t>solicitanților</w:t>
            </w:r>
            <w:r w:rsidR="00D5798A">
              <w:rPr>
                <w:rFonts w:ascii="Calibri" w:hAnsi="Calibri" w:cs="Calibri"/>
                <w:b w:val="0"/>
                <w:sz w:val="22"/>
                <w:szCs w:val="22"/>
              </w:rPr>
              <w:t xml:space="preserve"> care au absolvit î</w:t>
            </w:r>
            <w:r w:rsidR="0026290A">
              <w:rPr>
                <w:rFonts w:ascii="Calibri" w:hAnsi="Calibri" w:cs="Calibri"/>
                <w:b w:val="0"/>
                <w:sz w:val="22"/>
                <w:szCs w:val="22"/>
              </w:rPr>
              <w:t xml:space="preserve">n ultimele 60 de luni înaintea depunerii cererii de finanțare </w:t>
            </w:r>
            <w:r w:rsidRPr="00567EBB">
              <w:rPr>
                <w:rFonts w:ascii="Calibri" w:hAnsi="Calibri" w:cs="Calibri"/>
                <w:b w:val="0"/>
                <w:sz w:val="22"/>
                <w:szCs w:val="22"/>
              </w:rPr>
              <w:t xml:space="preserve">programe de studii </w:t>
            </w:r>
            <w:r w:rsidR="00634C96" w:rsidRPr="00634C96">
              <w:rPr>
                <w:rFonts w:ascii="Calibri" w:hAnsi="Calibri" w:cs="Calibri"/>
                <w:b w:val="0"/>
                <w:sz w:val="22"/>
                <w:szCs w:val="22"/>
                <w:lang w:val="en-US"/>
              </w:rPr>
              <w:t>(postuniversitare, universitare,  preuniversitare)</w:t>
            </w:r>
            <w:r w:rsidR="00634C96" w:rsidRPr="00634C96">
              <w:rPr>
                <w:rFonts w:ascii="Calibri" w:hAnsi="Calibri" w:cs="Calibri"/>
                <w:b w:val="0"/>
                <w:sz w:val="22"/>
                <w:szCs w:val="22"/>
                <w:lang w:val="ro-RO"/>
              </w:rPr>
              <w:t xml:space="preserve"> </w:t>
            </w:r>
            <w:r w:rsidRPr="00567EBB">
              <w:rPr>
                <w:rFonts w:ascii="Calibri" w:hAnsi="Calibri" w:cs="Calibri"/>
                <w:b w:val="0"/>
                <w:sz w:val="22"/>
                <w:szCs w:val="22"/>
              </w:rPr>
              <w:t>în domeniul agricol, agro-alimentar, veterinar sau economie agrară</w:t>
            </w:r>
            <w:r w:rsidRPr="00567EBB">
              <w:rPr>
                <w:rFonts w:ascii="Calibri" w:hAnsi="Calibri" w:cs="Calibri"/>
                <w:b w:val="0"/>
                <w:sz w:val="22"/>
                <w:szCs w:val="22"/>
                <w:lang w:val="en-GB"/>
              </w:rPr>
              <w:t>:</w:t>
            </w:r>
          </w:p>
          <w:p w14:paraId="05F15269" w14:textId="2F102B5C" w:rsidR="00EF55E2" w:rsidRPr="00567EBB" w:rsidRDefault="00EF55E2" w:rsidP="00EF55E2">
            <w:pPr>
              <w:pStyle w:val="BodyText3"/>
              <w:jc w:val="both"/>
              <w:rPr>
                <w:rFonts w:ascii="Calibri" w:hAnsi="Calibri" w:cs="Calibri"/>
                <w:b w:val="0"/>
                <w:noProof/>
                <w:sz w:val="22"/>
                <w:szCs w:val="22"/>
              </w:rPr>
            </w:pPr>
            <w:r w:rsidRPr="00567EBB">
              <w:rPr>
                <w:rFonts w:ascii="Calibri" w:hAnsi="Calibri" w:cs="Calibri"/>
                <w:b w:val="0"/>
                <w:sz w:val="22"/>
                <w:szCs w:val="22"/>
                <w:lang w:val="en-GB"/>
              </w:rPr>
              <w:t>a)</w:t>
            </w:r>
            <w:r w:rsidRPr="00567EBB">
              <w:rPr>
                <w:rFonts w:ascii="Calibri" w:hAnsi="Calibri" w:cs="Calibri"/>
                <w:b w:val="0"/>
                <w:noProof/>
                <w:sz w:val="22"/>
                <w:szCs w:val="22"/>
              </w:rPr>
              <w:t xml:space="preserve"> Document oficial (diplomă/certificat de absolvire</w:t>
            </w:r>
            <w:r w:rsidR="00D74702">
              <w:rPr>
                <w:rFonts w:ascii="Calibri" w:hAnsi="Calibri" w:cs="Calibri"/>
                <w:b w:val="0"/>
                <w:noProof/>
                <w:sz w:val="22"/>
                <w:szCs w:val="22"/>
              </w:rPr>
              <w:t xml:space="preserve">/  </w:t>
            </w:r>
            <w:r w:rsidR="00D74702" w:rsidRPr="00D74702">
              <w:rPr>
                <w:rFonts w:ascii="Calibri" w:hAnsi="Calibri" w:cs="Calibri"/>
                <w:b w:val="0"/>
                <w:noProof/>
                <w:sz w:val="22"/>
                <w:szCs w:val="22"/>
                <w:lang w:val="en-US"/>
              </w:rPr>
              <w:t>adeverinţă de absolvire a studiilor respective, însoţită de situația școlară* sau alt document care să dovedească absolvirea unui</w:t>
            </w:r>
            <w:r w:rsidR="00D74702" w:rsidRPr="00D74702" w:rsidDel="00C54D2F">
              <w:rPr>
                <w:rFonts w:ascii="Calibri" w:hAnsi="Calibri" w:cs="Calibri"/>
                <w:b w:val="0"/>
                <w:noProof/>
                <w:sz w:val="22"/>
                <w:szCs w:val="22"/>
                <w:lang w:val="en-US"/>
              </w:rPr>
              <w:t xml:space="preserve"> </w:t>
            </w:r>
            <w:r w:rsidR="00D74702" w:rsidRPr="00D74702">
              <w:rPr>
                <w:rFonts w:ascii="Calibri" w:hAnsi="Calibri" w:cs="Calibri"/>
                <w:b w:val="0"/>
                <w:noProof/>
                <w:sz w:val="22"/>
                <w:szCs w:val="22"/>
                <w:lang w:val="en-US"/>
              </w:rPr>
              <w:t>program de studiu), în ultimele 60 de luni înaintea depunerii cererii de finanţare, în domeniul agricol, agro-alimentar, veterinar sau economie agrară a</w:t>
            </w:r>
            <w:r w:rsidR="00D74702">
              <w:rPr>
                <w:rFonts w:ascii="Calibri" w:hAnsi="Calibri" w:cs="Calibri"/>
                <w:b w:val="0"/>
                <w:noProof/>
                <w:sz w:val="22"/>
                <w:szCs w:val="22"/>
                <w:lang w:val="en-US"/>
              </w:rPr>
              <w:t xml:space="preserve"> s</w:t>
            </w:r>
            <w:r w:rsidR="00D74702" w:rsidRPr="00D74702">
              <w:rPr>
                <w:rFonts w:ascii="Calibri" w:hAnsi="Calibri" w:cs="Calibri"/>
                <w:b w:val="0"/>
                <w:noProof/>
                <w:sz w:val="22"/>
                <w:szCs w:val="22"/>
                <w:lang w:val="en-US"/>
              </w:rPr>
              <w:t xml:space="preserve">olicitantului </w:t>
            </w:r>
            <w:r w:rsidR="00D74702" w:rsidRPr="00D74702">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017EB6">
              <w:rPr>
                <w:rFonts w:ascii="Calibri" w:hAnsi="Calibri" w:cs="Calibri"/>
                <w:b w:val="0"/>
                <w:noProof/>
                <w:sz w:val="22"/>
                <w:szCs w:val="22"/>
                <w:lang w:val="ro-RO"/>
              </w:rPr>
              <w:t xml:space="preserve"> membre</w:t>
            </w:r>
            <w:r w:rsidR="00D74702" w:rsidRPr="00D74702">
              <w:rPr>
                <w:rFonts w:ascii="Calibri" w:hAnsi="Calibri" w:cs="Calibri"/>
                <w:b w:val="0"/>
                <w:noProof/>
                <w:sz w:val="22"/>
                <w:szCs w:val="22"/>
                <w:lang w:val="ro-RO"/>
              </w:rPr>
              <w:t xml:space="preserve"> UE sau terțe UE</w:t>
            </w:r>
            <w:r w:rsidRPr="00567EBB">
              <w:rPr>
                <w:rFonts w:ascii="Calibri" w:hAnsi="Calibri" w:cs="Calibri"/>
                <w:b w:val="0"/>
                <w:noProof/>
                <w:sz w:val="22"/>
                <w:szCs w:val="22"/>
              </w:rPr>
              <w:t>) cu apostilă</w:t>
            </w:r>
            <w:r w:rsidR="00D74702">
              <w:rPr>
                <w:rFonts w:ascii="Calibri" w:hAnsi="Calibri" w:cs="Calibri"/>
                <w:b w:val="0"/>
                <w:noProof/>
                <w:sz w:val="22"/>
                <w:szCs w:val="22"/>
              </w:rPr>
              <w:t>,</w:t>
            </w:r>
            <w:r w:rsidRPr="00567EBB">
              <w:rPr>
                <w:rFonts w:ascii="Calibri" w:hAnsi="Calibri" w:cs="Calibri"/>
                <w:b w:val="0"/>
                <w:noProof/>
                <w:sz w:val="22"/>
                <w:szCs w:val="22"/>
              </w:rPr>
              <w:t xml:space="preserve"> (Conform Convenției de la Haga) </w:t>
            </w:r>
          </w:p>
          <w:p w14:paraId="15F339D9" w14:textId="77777777" w:rsidR="00EF55E2" w:rsidRPr="00567EBB" w:rsidRDefault="00EF55E2" w:rsidP="00EF55E2">
            <w:pPr>
              <w:pStyle w:val="BodyText3"/>
              <w:jc w:val="both"/>
              <w:rPr>
                <w:rFonts w:ascii="Calibri" w:hAnsi="Calibri" w:cs="Calibri"/>
                <w:noProof/>
                <w:sz w:val="22"/>
                <w:szCs w:val="22"/>
              </w:rPr>
            </w:pPr>
            <w:r w:rsidRPr="00567EBB">
              <w:rPr>
                <w:rFonts w:ascii="Calibri" w:hAnsi="Calibri" w:cs="Calibri"/>
                <w:b w:val="0"/>
                <w:noProof/>
                <w:sz w:val="22"/>
                <w:szCs w:val="22"/>
              </w:rPr>
              <w:t xml:space="preserve">     </w:t>
            </w:r>
            <w:r w:rsidRPr="00567EBB">
              <w:rPr>
                <w:rFonts w:ascii="Calibri" w:hAnsi="Calibri" w:cs="Calibri"/>
                <w:noProof/>
                <w:sz w:val="22"/>
                <w:szCs w:val="22"/>
              </w:rPr>
              <w:t>sau</w:t>
            </w:r>
          </w:p>
          <w:p w14:paraId="2EFEFA0C" w14:textId="550A452B" w:rsidR="00EF55E2" w:rsidRPr="008022F6" w:rsidRDefault="00EF55E2" w:rsidP="00EF55E2">
            <w:pPr>
              <w:pStyle w:val="BodyText3"/>
              <w:jc w:val="both"/>
              <w:rPr>
                <w:rFonts w:ascii="Calibri" w:hAnsi="Calibri" w:cs="Calibri"/>
                <w:b w:val="0"/>
                <w:noProof/>
                <w:sz w:val="22"/>
                <w:szCs w:val="22"/>
                <w:lang w:val="ro-RO"/>
              </w:rPr>
            </w:pPr>
            <w:r w:rsidRPr="00567EBB">
              <w:rPr>
                <w:rFonts w:ascii="Calibri" w:hAnsi="Calibri" w:cs="Calibri"/>
                <w:b w:val="0"/>
                <w:noProof/>
                <w:sz w:val="22"/>
                <w:szCs w:val="22"/>
              </w:rPr>
              <w:t xml:space="preserve">b) Document </w:t>
            </w:r>
            <w:r w:rsidR="005F5298" w:rsidRPr="005F5298">
              <w:rPr>
                <w:rFonts w:ascii="Calibri" w:hAnsi="Calibri" w:cs="Calibri"/>
                <w:b w:val="0"/>
                <w:noProof/>
                <w:sz w:val="22"/>
                <w:szCs w:val="22"/>
                <w:lang w:val="en-US"/>
              </w:rPr>
              <w:t>(diplomă/certificat de absolvire/ adeverinţă de absolvire a studiilor respective, însoţită de situația școlară* sau alt document care să dovedească absolvirea unui</w:t>
            </w:r>
            <w:r w:rsidR="005F5298" w:rsidRPr="005F5298" w:rsidDel="00C54D2F">
              <w:rPr>
                <w:rFonts w:ascii="Calibri" w:hAnsi="Calibri" w:cs="Calibri"/>
                <w:b w:val="0"/>
                <w:noProof/>
                <w:sz w:val="22"/>
                <w:szCs w:val="22"/>
                <w:lang w:val="en-US"/>
              </w:rPr>
              <w:t xml:space="preserve"> </w:t>
            </w:r>
            <w:r w:rsidR="005F5298" w:rsidRPr="005F5298">
              <w:rPr>
                <w:rFonts w:ascii="Calibri" w:hAnsi="Calibri" w:cs="Calibri"/>
                <w:b w:val="0"/>
                <w:noProof/>
                <w:sz w:val="22"/>
                <w:szCs w:val="22"/>
                <w:lang w:val="en-US"/>
              </w:rPr>
              <w:t>program de studiu), în ultimele 60 de luni înaintea depunerii cererii de finanţare, în domeniul agricol, agro-alimentar, veterinar sau economie agrară a</w:t>
            </w:r>
            <w:r w:rsidR="00D15E39">
              <w:rPr>
                <w:rFonts w:ascii="Calibri" w:hAnsi="Calibri" w:cs="Calibri"/>
                <w:b w:val="0"/>
                <w:noProof/>
                <w:sz w:val="22"/>
                <w:szCs w:val="22"/>
                <w:lang w:val="en-US"/>
              </w:rPr>
              <w:t xml:space="preserve"> s</w:t>
            </w:r>
            <w:r w:rsidR="005F5298" w:rsidRPr="005F5298">
              <w:rPr>
                <w:rFonts w:ascii="Calibri" w:hAnsi="Calibri" w:cs="Calibri"/>
                <w:b w:val="0"/>
                <w:noProof/>
                <w:sz w:val="22"/>
                <w:szCs w:val="22"/>
                <w:lang w:val="en-US"/>
              </w:rPr>
              <w:t xml:space="preserve">olicitantului </w:t>
            </w:r>
            <w:r w:rsidR="00D74702">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D74702">
              <w:rPr>
                <w:rFonts w:ascii="Calibri" w:hAnsi="Calibri" w:cs="Calibri"/>
                <w:b w:val="0"/>
                <w:noProof/>
                <w:sz w:val="22"/>
                <w:szCs w:val="22"/>
                <w:lang w:val="ro-RO"/>
              </w:rPr>
              <w:t xml:space="preserve"> </w:t>
            </w:r>
            <w:r w:rsidR="00017EB6">
              <w:rPr>
                <w:rFonts w:ascii="Calibri" w:hAnsi="Calibri" w:cs="Calibri"/>
                <w:b w:val="0"/>
                <w:noProof/>
                <w:sz w:val="22"/>
                <w:szCs w:val="22"/>
                <w:lang w:val="ro-RO"/>
              </w:rPr>
              <w:t xml:space="preserve">membre </w:t>
            </w:r>
            <w:r w:rsidR="00D74702">
              <w:rPr>
                <w:rFonts w:ascii="Calibri" w:hAnsi="Calibri" w:cs="Calibri"/>
                <w:b w:val="0"/>
                <w:noProof/>
                <w:sz w:val="22"/>
                <w:szCs w:val="22"/>
                <w:lang w:val="ro-RO"/>
              </w:rPr>
              <w:t>UE sau terțe UE,</w:t>
            </w:r>
            <w:r w:rsidR="005F5298" w:rsidRPr="005F5298">
              <w:rPr>
                <w:rFonts w:ascii="Calibri" w:hAnsi="Calibri" w:cs="Calibri"/>
                <w:b w:val="0"/>
                <w:noProof/>
                <w:sz w:val="22"/>
                <w:szCs w:val="22"/>
                <w:lang w:val="ro-RO"/>
              </w:rPr>
              <w:t xml:space="preserve"> </w:t>
            </w:r>
          </w:p>
          <w:p w14:paraId="44E6F445" w14:textId="77777777" w:rsidR="00D74702" w:rsidRPr="00D74702" w:rsidRDefault="00D74702" w:rsidP="00D74702">
            <w:pPr>
              <w:pStyle w:val="BodyText3"/>
              <w:jc w:val="both"/>
              <w:rPr>
                <w:rFonts w:ascii="Calibri" w:hAnsi="Calibri" w:cs="Calibri"/>
                <w:noProof/>
                <w:sz w:val="22"/>
                <w:szCs w:val="22"/>
                <w:lang w:val="ro-RO"/>
              </w:rPr>
            </w:pPr>
            <w:r w:rsidRPr="00D74702">
              <w:rPr>
                <w:rFonts w:ascii="Calibri" w:hAnsi="Calibri" w:cs="Calibri"/>
                <w:noProof/>
                <w:sz w:val="22"/>
                <w:szCs w:val="22"/>
                <w:lang w:val="ro-RO"/>
              </w:rPr>
              <w:t>însoțit de</w:t>
            </w:r>
          </w:p>
          <w:p w14:paraId="6B35D487" w14:textId="3CC35F03" w:rsidR="00D74702" w:rsidRPr="008A17D6" w:rsidRDefault="00D74702" w:rsidP="00D74702">
            <w:pPr>
              <w:pStyle w:val="BodyText3"/>
              <w:jc w:val="both"/>
              <w:rPr>
                <w:rFonts w:ascii="Calibri" w:hAnsi="Calibri" w:cs="Calibri"/>
                <w:b w:val="0"/>
                <w:noProof/>
                <w:sz w:val="22"/>
                <w:szCs w:val="22"/>
                <w:lang w:val="ro-RO"/>
              </w:rPr>
            </w:pPr>
            <w:r w:rsidRPr="00D74702">
              <w:rPr>
                <w:rFonts w:ascii="Calibri" w:hAnsi="Calibri" w:cs="Calibri"/>
                <w:noProof/>
                <w:sz w:val="22"/>
                <w:szCs w:val="22"/>
                <w:lang w:val="ro-RO"/>
              </w:rPr>
              <w:t xml:space="preserve"> </w:t>
            </w:r>
            <w:r w:rsidRPr="008A17D6">
              <w:rPr>
                <w:rFonts w:ascii="Calibri" w:hAnsi="Calibri" w:cs="Calibri"/>
                <w:b w:val="0"/>
                <w:noProof/>
                <w:sz w:val="22"/>
                <w:szCs w:val="22"/>
              </w:rPr>
              <w:t>Certificat de înregistrare care dovedește prezența solicitantului în statul în care a desfăşurat activitate cel puţin 3 luni neîntrerupte, în ultimele 24 luni anterioare depunerii cererii de finanţare, emis de autorităţile locale (ex. poliția</w:t>
            </w:r>
            <w:r>
              <w:rPr>
                <w:rFonts w:ascii="Calibri" w:hAnsi="Calibri" w:cs="Calibri"/>
                <w:b w:val="0"/>
                <w:noProof/>
                <w:sz w:val="22"/>
                <w:szCs w:val="22"/>
              </w:rPr>
              <w:t>,</w:t>
            </w:r>
            <w:r w:rsidRPr="008A17D6">
              <w:rPr>
                <w:rFonts w:ascii="Calibri" w:hAnsi="Calibri" w:cs="Calibri"/>
                <w:b w:val="0"/>
                <w:noProof/>
                <w:sz w:val="22"/>
                <w:szCs w:val="22"/>
              </w:rPr>
              <w:t xml:space="preserve"> primăria</w:t>
            </w:r>
            <w:r>
              <w:rPr>
                <w:rFonts w:ascii="Calibri" w:hAnsi="Calibri" w:cs="Calibri"/>
                <w:b w:val="0"/>
                <w:noProof/>
                <w:sz w:val="22"/>
                <w:szCs w:val="22"/>
              </w:rPr>
              <w:t>, etc</w:t>
            </w:r>
            <w:r w:rsidRPr="008A17D6">
              <w:rPr>
                <w:rFonts w:ascii="Calibri" w:hAnsi="Calibri" w:cs="Calibri"/>
                <w:b w:val="0"/>
                <w:noProof/>
                <w:sz w:val="22"/>
                <w:szCs w:val="22"/>
              </w:rPr>
              <w:t>), care cuprinde numele şi adresa persoanei înregistrate, precum şi data înregistrării, în baza art. 8 a Directivei 2004/38/CE</w:t>
            </w:r>
            <w:r w:rsidR="00730577">
              <w:rPr>
                <w:rFonts w:ascii="Calibri" w:hAnsi="Calibri" w:cs="Calibri"/>
                <w:b w:val="0"/>
                <w:noProof/>
                <w:sz w:val="22"/>
                <w:szCs w:val="22"/>
              </w:rPr>
              <w:t>.</w:t>
            </w:r>
          </w:p>
          <w:p w14:paraId="06CB6B64" w14:textId="77777777" w:rsidR="00EF55E2" w:rsidRPr="00D74702" w:rsidRDefault="00EF55E2" w:rsidP="00EF55E2">
            <w:pPr>
              <w:pStyle w:val="BodyText3"/>
              <w:jc w:val="both"/>
              <w:rPr>
                <w:rFonts w:ascii="Calibri" w:hAnsi="Calibri" w:cs="Calibri"/>
                <w:b w:val="0"/>
                <w:noProof/>
                <w:sz w:val="22"/>
                <w:szCs w:val="22"/>
                <w:lang w:val="ro-RO"/>
              </w:rPr>
            </w:pPr>
          </w:p>
          <w:p w14:paraId="44E38450" w14:textId="77777777" w:rsidR="00EF55E2" w:rsidRDefault="00D04612" w:rsidP="00E67132">
            <w:pPr>
              <w:pStyle w:val="BodyText3"/>
              <w:jc w:val="both"/>
              <w:rPr>
                <w:rFonts w:ascii="Calibri" w:hAnsi="Calibri" w:cs="Calibri"/>
                <w:b w:val="0"/>
                <w:noProof/>
                <w:sz w:val="22"/>
                <w:szCs w:val="22"/>
                <w:lang w:val="ro-RO"/>
              </w:rPr>
            </w:pPr>
            <w:r w:rsidRPr="00D55C02">
              <w:rPr>
                <w:rFonts w:asciiTheme="minorHAnsi" w:hAnsiTheme="minorHAnsi" w:cstheme="minorHAnsi"/>
                <w:b w:val="0"/>
                <w:noProof/>
                <w:sz w:val="22"/>
                <w:szCs w:val="22"/>
              </w:rPr>
              <w:t>Documentul prezentat de absolvenţii de programe de studii trebuie să fie însoţit de foaia matricolă corespunzătoare</w:t>
            </w:r>
          </w:p>
          <w:p w14:paraId="6757D89C" w14:textId="77777777" w:rsidR="0085349F" w:rsidRPr="008A17D6" w:rsidRDefault="0085349F" w:rsidP="0085349F">
            <w:pPr>
              <w:jc w:val="both"/>
              <w:rPr>
                <w:rFonts w:ascii="Calibri" w:hAnsi="Calibri" w:cs="Calibri"/>
                <w:sz w:val="22"/>
                <w:szCs w:val="22"/>
              </w:rPr>
            </w:pPr>
            <w:r w:rsidRPr="008A17D6">
              <w:rPr>
                <w:rFonts w:ascii="Calibri" w:hAnsi="Calibri" w:cs="Calibri"/>
                <w:sz w:val="22"/>
                <w:szCs w:val="22"/>
              </w:rPr>
              <w:t>Toate documentele se depun traduse şi legalizate</w:t>
            </w:r>
            <w:r w:rsidR="004373B2" w:rsidRPr="004373B2">
              <w:rPr>
                <w:rFonts w:ascii="Calibri" w:hAnsi="Calibri" w:cs="Calibri"/>
                <w:sz w:val="22"/>
                <w:szCs w:val="22"/>
                <w:lang w:val="ro-RO"/>
              </w:rPr>
              <w:t xml:space="preserve"> în limba română</w:t>
            </w:r>
            <w:r w:rsidRPr="008A17D6">
              <w:rPr>
                <w:rFonts w:ascii="Calibri" w:hAnsi="Calibri" w:cs="Calibri"/>
                <w:sz w:val="22"/>
                <w:szCs w:val="22"/>
              </w:rPr>
              <w:t>.</w:t>
            </w:r>
          </w:p>
          <w:p w14:paraId="796565FD" w14:textId="38790092" w:rsidR="00D15E39" w:rsidRPr="008A17D6" w:rsidRDefault="00D15E39" w:rsidP="00D15E39">
            <w:pPr>
              <w:pStyle w:val="BodyText3"/>
              <w:jc w:val="both"/>
              <w:rPr>
                <w:rFonts w:ascii="Calibri" w:hAnsi="Calibri" w:cs="Calibri"/>
                <w:b w:val="0"/>
                <w:noProof/>
                <w:sz w:val="22"/>
                <w:szCs w:val="22"/>
                <w:lang w:val="en-US"/>
              </w:rPr>
            </w:pPr>
            <w:r w:rsidRPr="008A17D6">
              <w:rPr>
                <w:rFonts w:ascii="Calibri" w:hAnsi="Calibri" w:cs="Calibri"/>
                <w:b w:val="0"/>
                <w:noProof/>
                <w:sz w:val="22"/>
                <w:szCs w:val="22"/>
                <w:lang w:val="ro-RO"/>
              </w:rPr>
              <w:t>* În cazul în care solicitantul care a absolvit în ultimele 12 luni până la data depunerii Cererii de finanţare</w:t>
            </w:r>
            <w:r>
              <w:rPr>
                <w:rFonts w:ascii="Calibri" w:hAnsi="Calibri" w:cs="Calibri"/>
                <w:b w:val="0"/>
                <w:noProof/>
                <w:sz w:val="22"/>
                <w:szCs w:val="22"/>
                <w:lang w:val="ro-RO"/>
              </w:rPr>
              <w:t>.</w:t>
            </w:r>
          </w:p>
          <w:p w14:paraId="043E193E" w14:textId="77777777" w:rsidR="00EF55E2" w:rsidRDefault="00EF55E2" w:rsidP="00E67132">
            <w:pPr>
              <w:pStyle w:val="BodyText3"/>
              <w:jc w:val="both"/>
              <w:rPr>
                <w:rFonts w:ascii="Calibri" w:hAnsi="Calibri" w:cs="Calibri"/>
                <w:b w:val="0"/>
                <w:noProof/>
                <w:sz w:val="22"/>
                <w:szCs w:val="22"/>
                <w:lang w:val="ro-RO"/>
              </w:rPr>
            </w:pPr>
          </w:p>
          <w:p w14:paraId="6D2B8CB4" w14:textId="299FE427" w:rsidR="00CA5E31" w:rsidRPr="008A17D6" w:rsidRDefault="00CA5E31" w:rsidP="006A5E79">
            <w:pPr>
              <w:pStyle w:val="BodyText3"/>
              <w:jc w:val="both"/>
              <w:rPr>
                <w:rFonts w:asciiTheme="minorHAnsi" w:hAnsiTheme="minorHAnsi" w:cstheme="minorHAnsi"/>
                <w:b w:val="0"/>
                <w:noProof/>
                <w:sz w:val="22"/>
                <w:szCs w:val="22"/>
              </w:rPr>
            </w:pPr>
          </w:p>
          <w:p w14:paraId="5B7A280F" w14:textId="726018D8" w:rsidR="00BF5751" w:rsidRPr="00E67132" w:rsidRDefault="00BF5751">
            <w:pPr>
              <w:jc w:val="both"/>
              <w:rPr>
                <w:rFonts w:ascii="Calibri" w:hAnsi="Calibri" w:cs="Calibri"/>
                <w:b/>
                <w:iCs/>
                <w:noProof/>
                <w:sz w:val="22"/>
                <w:szCs w:val="22"/>
                <w:lang w:val="ro-RO"/>
              </w:rPr>
            </w:pPr>
          </w:p>
        </w:tc>
        <w:tc>
          <w:tcPr>
            <w:tcW w:w="4766" w:type="dxa"/>
            <w:shd w:val="clear" w:color="auto" w:fill="auto"/>
          </w:tcPr>
          <w:p w14:paraId="785F9C7D" w14:textId="77777777" w:rsidR="0037362D" w:rsidRPr="00E67132" w:rsidRDefault="00BF5751" w:rsidP="00DC4917">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Expertul verifică  respectarea condiției de eligibilitate în baza documentelor  atașate la cererea de finanțare </w:t>
            </w:r>
            <w:r w:rsidR="0037362D" w:rsidRPr="00E67132">
              <w:rPr>
                <w:rFonts w:asciiTheme="minorHAnsi" w:hAnsiTheme="minorHAnsi" w:cstheme="minorHAnsi"/>
                <w:noProof/>
                <w:sz w:val="22"/>
                <w:szCs w:val="22"/>
                <w:lang w:val="ro-RO"/>
              </w:rPr>
              <w:t>prin îndeplinirea  a cel puțin uneia din cerințe</w:t>
            </w:r>
            <w:r w:rsidR="00324818" w:rsidRPr="00E67132">
              <w:rPr>
                <w:rFonts w:asciiTheme="minorHAnsi" w:hAnsiTheme="minorHAnsi" w:cstheme="minorHAnsi"/>
                <w:noProof/>
                <w:sz w:val="22"/>
                <w:szCs w:val="22"/>
                <w:lang w:val="ro-RO"/>
              </w:rPr>
              <w:t>:</w:t>
            </w:r>
          </w:p>
          <w:p w14:paraId="07036DD6" w14:textId="7A1E5011" w:rsidR="00324818" w:rsidRPr="00E67132" w:rsidRDefault="00324818" w:rsidP="00DC4917">
            <w:pPr>
              <w:numPr>
                <w:ilvl w:val="0"/>
                <w:numId w:val="41"/>
              </w:numPr>
              <w:jc w:val="both"/>
              <w:rPr>
                <w:rFonts w:ascii="Calibri" w:hAnsi="Calibri" w:cs="Calibri"/>
                <w:noProof/>
                <w:color w:val="000000" w:themeColor="text1"/>
                <w:sz w:val="22"/>
                <w:szCs w:val="22"/>
                <w:lang w:val="ro-RO"/>
              </w:rPr>
            </w:pPr>
            <w:r w:rsidRPr="00E67132">
              <w:rPr>
                <w:rFonts w:ascii="Calibri" w:hAnsi="Calibri" w:cs="Calibri"/>
                <w:noProof/>
                <w:color w:val="000000" w:themeColor="text1"/>
                <w:sz w:val="22"/>
                <w:szCs w:val="22"/>
                <w:lang w:val="ro-RO"/>
              </w:rPr>
              <w:t xml:space="preserve">a absolvit în </w:t>
            </w:r>
            <w:r w:rsidR="00780B5C" w:rsidRPr="00E67132">
              <w:rPr>
                <w:rFonts w:ascii="Calibri" w:hAnsi="Calibri" w:cs="Calibri"/>
                <w:noProof/>
                <w:color w:val="000000" w:themeColor="text1"/>
                <w:sz w:val="22"/>
                <w:szCs w:val="22"/>
                <w:lang w:val="ro-RO"/>
              </w:rPr>
              <w:t>ultim</w:t>
            </w:r>
            <w:r w:rsidR="00C10AA5">
              <w:rPr>
                <w:rFonts w:ascii="Calibri" w:hAnsi="Calibri" w:cs="Calibri"/>
                <w:noProof/>
                <w:color w:val="000000" w:themeColor="text1"/>
                <w:sz w:val="22"/>
                <w:szCs w:val="22"/>
                <w:lang w:val="ro-RO"/>
              </w:rPr>
              <w:t>ele 60 de luni</w:t>
            </w:r>
            <w:r w:rsidRPr="00E67132">
              <w:rPr>
                <w:rFonts w:ascii="Calibri" w:hAnsi="Calibri" w:cs="Calibri"/>
                <w:noProof/>
                <w:color w:val="000000" w:themeColor="text1"/>
                <w:sz w:val="22"/>
                <w:szCs w:val="22"/>
                <w:lang w:val="ro-RO"/>
              </w:rPr>
              <w:t xml:space="preserve"> </w:t>
            </w:r>
            <w:r w:rsidR="00634C96">
              <w:rPr>
                <w:rFonts w:ascii="Calibri" w:hAnsi="Calibri" w:cs="Calibri"/>
                <w:noProof/>
                <w:color w:val="000000" w:themeColor="text1"/>
                <w:sz w:val="22"/>
                <w:szCs w:val="22"/>
                <w:lang w:val="ro-RO"/>
              </w:rPr>
              <w:t>î</w:t>
            </w:r>
            <w:r w:rsidRPr="00E67132">
              <w:rPr>
                <w:rFonts w:ascii="Calibri" w:hAnsi="Calibri" w:cs="Calibri"/>
                <w:noProof/>
                <w:color w:val="000000" w:themeColor="text1"/>
                <w:sz w:val="22"/>
                <w:szCs w:val="22"/>
                <w:lang w:val="ro-RO"/>
              </w:rPr>
              <w:t>naintea depunerii cererii de finanțare un program de studiu în domeniul agricol</w:t>
            </w:r>
            <w:r w:rsidR="00C10AA5" w:rsidRPr="00184439">
              <w:rPr>
                <w:rFonts w:ascii="Calibri" w:hAnsi="Calibri" w:cs="Calibri"/>
                <w:noProof/>
                <w:sz w:val="22"/>
                <w:szCs w:val="22"/>
              </w:rPr>
              <w:t xml:space="preserve">, </w:t>
            </w:r>
            <w:r w:rsidR="00C10AA5" w:rsidRPr="009B18BC">
              <w:rPr>
                <w:rFonts w:ascii="Calibri" w:hAnsi="Calibri" w:cs="Calibri"/>
                <w:sz w:val="22"/>
                <w:szCs w:val="22"/>
              </w:rPr>
              <w:t>agro-alimentar, veterinar sau economie agrară</w:t>
            </w:r>
            <w:r w:rsidRPr="00E67132">
              <w:rPr>
                <w:rFonts w:ascii="Calibri" w:hAnsi="Calibri" w:cs="Calibri"/>
                <w:noProof/>
                <w:color w:val="000000" w:themeColor="text1"/>
                <w:sz w:val="22"/>
                <w:szCs w:val="22"/>
                <w:lang w:val="ro-RO"/>
              </w:rPr>
              <w:t>: postuniversitar, universitar, preuniversitar</w:t>
            </w:r>
            <w:r w:rsidR="009B20E2">
              <w:rPr>
                <w:rFonts w:ascii="Calibri" w:hAnsi="Calibri" w:cs="Calibri"/>
                <w:noProof/>
                <w:color w:val="000000" w:themeColor="text1"/>
                <w:sz w:val="22"/>
                <w:szCs w:val="22"/>
                <w:lang w:val="ro-RO"/>
              </w:rPr>
              <w:t>,</w:t>
            </w:r>
            <w:r w:rsidRPr="00E67132">
              <w:rPr>
                <w:rFonts w:ascii="Calibri" w:hAnsi="Calibri" w:cs="Calibri"/>
                <w:noProof/>
                <w:color w:val="000000" w:themeColor="text1"/>
                <w:sz w:val="22"/>
                <w:szCs w:val="22"/>
                <w:lang w:val="ro-RO"/>
              </w:rPr>
              <w:t xml:space="preserve"> </w:t>
            </w:r>
            <w:r w:rsidRPr="00E67132">
              <w:rPr>
                <w:rFonts w:ascii="Calibri" w:hAnsi="Calibri" w:cs="Calibri"/>
                <w:bCs/>
                <w:noProof/>
                <w:color w:val="000000" w:themeColor="text1"/>
                <w:sz w:val="22"/>
                <w:szCs w:val="22"/>
                <w:lang w:val="ro-RO"/>
              </w:rPr>
              <w:t xml:space="preserve">în străinătate </w:t>
            </w:r>
          </w:p>
          <w:p w14:paraId="29995920" w14:textId="64603E3F" w:rsidR="00DD1749" w:rsidRPr="00E67132" w:rsidRDefault="00324818" w:rsidP="00DC4917">
            <w:pPr>
              <w:pStyle w:val="ListParagraph"/>
              <w:numPr>
                <w:ilvl w:val="0"/>
                <w:numId w:val="41"/>
              </w:numPr>
              <w:jc w:val="both"/>
              <w:rPr>
                <w:rFonts w:asciiTheme="minorHAnsi" w:hAnsiTheme="minorHAnsi" w:cstheme="minorHAnsi"/>
                <w:noProof/>
                <w:color w:val="000000" w:themeColor="text1"/>
                <w:sz w:val="22"/>
                <w:szCs w:val="22"/>
                <w:lang w:val="ro-RO"/>
              </w:rPr>
            </w:pPr>
            <w:r w:rsidRPr="00E67132">
              <w:rPr>
                <w:rFonts w:ascii="Calibri" w:hAnsi="Calibri" w:cs="Calibri"/>
                <w:noProof/>
                <w:color w:val="000000" w:themeColor="text1"/>
                <w:sz w:val="22"/>
                <w:szCs w:val="22"/>
                <w:lang w:val="ro-RO"/>
              </w:rPr>
              <w:t>a avut un loc de muncă în străinătate în domeniul agricol</w:t>
            </w:r>
            <w:r w:rsidR="00C10AA5" w:rsidRPr="00184439">
              <w:rPr>
                <w:rFonts w:ascii="Calibri" w:hAnsi="Calibri" w:cs="Calibri"/>
                <w:noProof/>
                <w:sz w:val="22"/>
                <w:szCs w:val="22"/>
              </w:rPr>
              <w:t xml:space="preserve">, </w:t>
            </w:r>
            <w:r w:rsidR="00C10AA5" w:rsidRPr="009B18BC">
              <w:rPr>
                <w:rFonts w:ascii="Calibri" w:hAnsi="Calibri" w:cs="Calibri"/>
                <w:sz w:val="22"/>
                <w:szCs w:val="22"/>
              </w:rPr>
              <w:t>agro-alimentar, veterinar sau economie agrară,</w:t>
            </w:r>
            <w:r w:rsidRPr="00E67132">
              <w:rPr>
                <w:rFonts w:ascii="Calibri" w:hAnsi="Calibri" w:cs="Calibri"/>
                <w:noProof/>
                <w:color w:val="000000" w:themeColor="text1"/>
                <w:sz w:val="22"/>
                <w:szCs w:val="22"/>
                <w:lang w:val="ro-RO"/>
              </w:rPr>
              <w:t xml:space="preserve"> cel puțin 3 luni </w:t>
            </w:r>
            <w:r w:rsidR="00C10AA5">
              <w:rPr>
                <w:rFonts w:ascii="Calibri" w:hAnsi="Calibri" w:cs="Calibri"/>
                <w:noProof/>
                <w:color w:val="000000" w:themeColor="text1"/>
                <w:sz w:val="22"/>
                <w:szCs w:val="22"/>
                <w:lang w:val="ro-RO"/>
              </w:rPr>
              <w:t xml:space="preserve">neîntrerupte </w:t>
            </w:r>
            <w:r w:rsidRPr="00E67132">
              <w:rPr>
                <w:rFonts w:ascii="Calibri" w:hAnsi="Calibri" w:cs="Calibri"/>
                <w:noProof/>
                <w:color w:val="000000" w:themeColor="text1"/>
                <w:sz w:val="22"/>
                <w:szCs w:val="22"/>
                <w:lang w:val="ro-RO"/>
              </w:rPr>
              <w:t>în ultim</w:t>
            </w:r>
            <w:r w:rsidR="00C10AA5">
              <w:rPr>
                <w:rFonts w:ascii="Calibri" w:hAnsi="Calibri" w:cs="Calibri"/>
                <w:noProof/>
                <w:color w:val="000000" w:themeColor="text1"/>
                <w:sz w:val="22"/>
                <w:szCs w:val="22"/>
                <w:lang w:val="ro-RO"/>
              </w:rPr>
              <w:t xml:space="preserve">ele 24 luni </w:t>
            </w:r>
            <w:r w:rsidR="006F681A">
              <w:rPr>
                <w:rFonts w:ascii="Calibri" w:hAnsi="Calibri" w:cs="Calibri"/>
                <w:noProof/>
                <w:color w:val="000000" w:themeColor="text1"/>
                <w:sz w:val="22"/>
                <w:szCs w:val="22"/>
                <w:lang w:val="ro-RO"/>
              </w:rPr>
              <w:t>î</w:t>
            </w:r>
            <w:r w:rsidRPr="00E67132">
              <w:rPr>
                <w:rFonts w:ascii="Calibri" w:hAnsi="Calibri" w:cs="Calibri"/>
                <w:noProof/>
                <w:color w:val="000000" w:themeColor="text1"/>
                <w:sz w:val="22"/>
                <w:szCs w:val="22"/>
                <w:lang w:val="ro-RO"/>
              </w:rPr>
              <w:t>naintea depunerii cererii de finanțare</w:t>
            </w:r>
          </w:p>
          <w:p w14:paraId="52E2BE47" w14:textId="77777777" w:rsidR="00EF55E2" w:rsidRPr="00567EBB" w:rsidRDefault="001B244E" w:rsidP="00DC4917">
            <w:pPr>
              <w:pStyle w:val="BodyText3"/>
              <w:jc w:val="both"/>
              <w:rPr>
                <w:rFonts w:ascii="Calibri" w:hAnsi="Calibri" w:cs="Calibri"/>
                <w:b w:val="0"/>
                <w:sz w:val="22"/>
                <w:szCs w:val="22"/>
                <w:lang w:val="en-GB"/>
              </w:rPr>
            </w:pPr>
            <w:r w:rsidRPr="007F170F">
              <w:rPr>
                <w:rFonts w:ascii="Calibri" w:hAnsi="Calibri" w:cs="Calibri"/>
                <w:b w:val="0"/>
                <w:bCs w:val="0"/>
                <w:noProof/>
                <w:sz w:val="22"/>
                <w:szCs w:val="22"/>
                <w:lang w:val="ro-RO"/>
              </w:rPr>
              <w:t>DOC.14</w:t>
            </w:r>
            <w:r w:rsidRPr="00E67132">
              <w:rPr>
                <w:rFonts w:ascii="Calibri" w:hAnsi="Calibri" w:cs="Calibri"/>
                <w:b w:val="0"/>
                <w:bCs w:val="0"/>
                <w:noProof/>
                <w:sz w:val="22"/>
                <w:szCs w:val="22"/>
                <w:lang w:val="ro-RO"/>
              </w:rPr>
              <w:t xml:space="preserve"> </w:t>
            </w:r>
            <w:r w:rsidR="00EF55E2" w:rsidRPr="00567EBB">
              <w:rPr>
                <w:rFonts w:ascii="Calibri" w:hAnsi="Calibri" w:cs="Calibri"/>
                <w:b w:val="0"/>
                <w:sz w:val="22"/>
                <w:szCs w:val="22"/>
              </w:rPr>
              <w:t xml:space="preserve">Documente depuse de cetățenii români din afara granițelor României pentru dovada locului de muncă (doc.14.1) </w:t>
            </w:r>
            <w:r w:rsidR="00EF55E2" w:rsidRPr="00567EBB">
              <w:rPr>
                <w:rFonts w:ascii="Calibri" w:hAnsi="Calibri" w:cs="Calibri"/>
                <w:sz w:val="22"/>
                <w:szCs w:val="22"/>
                <w:u w:val="single"/>
              </w:rPr>
              <w:t>SAU</w:t>
            </w:r>
            <w:r w:rsidR="00EF55E2" w:rsidRPr="00567EBB">
              <w:rPr>
                <w:rFonts w:ascii="Calibri" w:hAnsi="Calibri" w:cs="Calibri"/>
                <w:b w:val="0"/>
                <w:sz w:val="22"/>
                <w:szCs w:val="22"/>
              </w:rPr>
              <w:t xml:space="preserve"> absolvirea de programe de studii (doc. 14.2)</w:t>
            </w:r>
            <w:r w:rsidR="00EF55E2" w:rsidRPr="00567EBB">
              <w:rPr>
                <w:rFonts w:ascii="Calibri" w:hAnsi="Calibri" w:cs="Calibri"/>
                <w:b w:val="0"/>
                <w:sz w:val="22"/>
                <w:szCs w:val="22"/>
                <w:lang w:val="en-GB"/>
              </w:rPr>
              <w:t>:</w:t>
            </w:r>
          </w:p>
          <w:p w14:paraId="5FAA84FB" w14:textId="77777777" w:rsidR="00EF55E2" w:rsidRPr="00567EBB" w:rsidRDefault="00EF55E2" w:rsidP="00DC4917">
            <w:pPr>
              <w:pStyle w:val="BodyText3"/>
              <w:jc w:val="both"/>
              <w:rPr>
                <w:rFonts w:ascii="Calibri" w:hAnsi="Calibri" w:cs="Calibri"/>
                <w:b w:val="0"/>
                <w:noProof/>
                <w:sz w:val="22"/>
                <w:szCs w:val="22"/>
              </w:rPr>
            </w:pPr>
            <w:r w:rsidRPr="00567EBB">
              <w:rPr>
                <w:rFonts w:ascii="Calibri" w:hAnsi="Calibri" w:cs="Calibri"/>
                <w:b w:val="0"/>
                <w:sz w:val="22"/>
                <w:szCs w:val="22"/>
              </w:rPr>
              <w:t xml:space="preserve">14.1 Pentru dovada locului de muncă </w:t>
            </w:r>
            <w:r w:rsidRPr="00567EBB">
              <w:rPr>
                <w:rFonts w:ascii="Calibri" w:hAnsi="Calibri" w:cs="Calibri"/>
                <w:b w:val="0"/>
                <w:noProof/>
                <w:sz w:val="22"/>
                <w:szCs w:val="22"/>
              </w:rPr>
              <w:t xml:space="preserve">în domeniul agricol, </w:t>
            </w:r>
            <w:r w:rsidRPr="00567EBB">
              <w:rPr>
                <w:rFonts w:ascii="Calibri" w:hAnsi="Calibri" w:cs="Calibri"/>
                <w:b w:val="0"/>
                <w:sz w:val="22"/>
                <w:szCs w:val="22"/>
              </w:rPr>
              <w:t>agro-alimentar, veterinar sau economie agrară</w:t>
            </w:r>
            <w:r w:rsidRPr="008022F6">
              <w:rPr>
                <w:rFonts w:ascii="Calibri" w:hAnsi="Calibri" w:cs="Calibri"/>
                <w:b w:val="0"/>
                <w:sz w:val="22"/>
                <w:szCs w:val="22"/>
              </w:rPr>
              <w:t>:</w:t>
            </w:r>
          </w:p>
          <w:p w14:paraId="2BBC6D32" w14:textId="77777777" w:rsidR="00EF55E2" w:rsidRDefault="00EF55E2" w:rsidP="00DC4917">
            <w:pPr>
              <w:pStyle w:val="BodyText3"/>
              <w:jc w:val="both"/>
              <w:rPr>
                <w:rFonts w:ascii="Calibri" w:hAnsi="Calibri" w:cs="Calibri"/>
                <w:b w:val="0"/>
                <w:noProof/>
                <w:sz w:val="22"/>
                <w:szCs w:val="22"/>
                <w:lang w:val="ro-RO"/>
              </w:rPr>
            </w:pPr>
            <w:r>
              <w:rPr>
                <w:rFonts w:ascii="Calibri" w:hAnsi="Calibri" w:cs="Calibri"/>
                <w:b w:val="0"/>
                <w:bCs w:val="0"/>
                <w:noProof/>
                <w:sz w:val="22"/>
                <w:szCs w:val="22"/>
                <w:lang w:val="ro-RO"/>
              </w:rPr>
              <w:t xml:space="preserve">a) </w:t>
            </w:r>
            <w:r w:rsidR="00E67132" w:rsidRPr="008F1956">
              <w:rPr>
                <w:rFonts w:ascii="Calibri" w:hAnsi="Calibri" w:cs="Calibri"/>
                <w:b w:val="0"/>
                <w:sz w:val="22"/>
                <w:szCs w:val="22"/>
                <w:lang w:val="ro-RO"/>
              </w:rPr>
              <w:t xml:space="preserve">Document oficial cu apostilă (conform </w:t>
            </w:r>
            <w:r w:rsidR="00203DE7" w:rsidRPr="00E67132">
              <w:rPr>
                <w:rFonts w:ascii="Calibri" w:hAnsi="Calibri" w:cs="Calibri"/>
                <w:b w:val="0"/>
                <w:noProof/>
                <w:sz w:val="22"/>
                <w:szCs w:val="22"/>
                <w:lang w:val="ro-RO"/>
              </w:rPr>
              <w:t>Convenției de la Haga)</w:t>
            </w:r>
            <w:r w:rsidRPr="00567EBB">
              <w:rPr>
                <w:rFonts w:ascii="Calibri" w:hAnsi="Calibri" w:cs="Calibri"/>
                <w:b w:val="0"/>
                <w:noProof/>
                <w:sz w:val="22"/>
                <w:szCs w:val="22"/>
              </w:rPr>
              <w:t xml:space="preserve"> care să facă dovada raporturilor de muncă încheiate în statele membre (ex. contract individual de muncă/ certificat de angajare, ori o dovadă privind desfăşurarea unei activităţi independente)</w:t>
            </w:r>
            <w:r w:rsidRPr="00567EBB">
              <w:rPr>
                <w:rFonts w:ascii="Calibri" w:hAnsi="Calibri" w:cs="Calibri"/>
                <w:b w:val="0"/>
                <w:sz w:val="22"/>
                <w:szCs w:val="22"/>
              </w:rPr>
              <w:t xml:space="preserve">  </w:t>
            </w:r>
            <w:r w:rsidR="00203DE7" w:rsidRPr="00E67132">
              <w:rPr>
                <w:rFonts w:ascii="Calibri" w:hAnsi="Calibri" w:cs="Calibri"/>
                <w:b w:val="0"/>
                <w:noProof/>
                <w:sz w:val="22"/>
                <w:szCs w:val="22"/>
                <w:lang w:val="ro-RO"/>
              </w:rPr>
              <w:t xml:space="preserve"> </w:t>
            </w:r>
          </w:p>
          <w:p w14:paraId="76B5F319" w14:textId="77777777" w:rsidR="00EF55E2" w:rsidRDefault="00203DE7" w:rsidP="00DC4917">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 xml:space="preserve">sau </w:t>
            </w:r>
          </w:p>
          <w:p w14:paraId="55B711B8" w14:textId="54B6765A" w:rsidR="00D74702" w:rsidRDefault="00EF55E2" w:rsidP="00DC4917">
            <w:pPr>
              <w:pStyle w:val="BodyText3"/>
              <w:jc w:val="both"/>
              <w:rPr>
                <w:rFonts w:ascii="Calibri" w:hAnsi="Calibri" w:cs="Calibri"/>
                <w:b w:val="0"/>
                <w:noProof/>
                <w:sz w:val="22"/>
                <w:szCs w:val="22"/>
                <w:lang w:val="ro-RO"/>
              </w:rPr>
            </w:pPr>
            <w:r>
              <w:rPr>
                <w:rFonts w:ascii="Calibri" w:hAnsi="Calibri" w:cs="Calibri"/>
                <w:b w:val="0"/>
                <w:noProof/>
                <w:sz w:val="22"/>
                <w:szCs w:val="22"/>
                <w:lang w:val="ro-RO"/>
              </w:rPr>
              <w:t xml:space="preserve">b) </w:t>
            </w:r>
            <w:r w:rsidR="006F681A" w:rsidRPr="006F681A">
              <w:rPr>
                <w:rFonts w:ascii="Calibri" w:hAnsi="Calibri" w:cs="Calibri"/>
                <w:b w:val="0"/>
                <w:noProof/>
                <w:sz w:val="22"/>
                <w:szCs w:val="22"/>
                <w:lang w:val="ro-RO"/>
              </w:rPr>
              <w:t xml:space="preserve">Documentul care face dovada raporturilor de muncă încheiate în statele membre de tipul: contract individual de muncă/ certificat de angajare, ori o dovadă privind desfăşurarea unei activităţi independente/ raport de muncă/ stagiu de practică/ internship/ contract de ucenicie sau alt document eliberat de angajator, în conformitate cu actele în vigoare ale acelui stat, </w:t>
            </w:r>
            <w:r w:rsidR="00C70EF2" w:rsidRPr="00C70EF2">
              <w:rPr>
                <w:rFonts w:ascii="Calibri" w:hAnsi="Calibri" w:cs="Calibri"/>
                <w:b w:val="0"/>
                <w:noProof/>
                <w:sz w:val="22"/>
                <w:szCs w:val="22"/>
                <w:lang w:val="ro-RO"/>
              </w:rPr>
              <w:t>care fac dovada fapului că solicitantul a desfășurat o activitate, cel puțin 3 luni neîntrerupte, într-un domeniu: agricol, agro-alimentar, veterinar sau economie agrară</w:t>
            </w:r>
            <w:r w:rsidR="00C70EF2">
              <w:rPr>
                <w:rFonts w:ascii="Calibri" w:hAnsi="Calibri" w:cs="Calibri"/>
                <w:b w:val="0"/>
                <w:noProof/>
                <w:sz w:val="22"/>
                <w:szCs w:val="22"/>
                <w:lang w:val="ro-RO"/>
              </w:rPr>
              <w:t>,</w:t>
            </w:r>
            <w:r w:rsidR="00C70EF2" w:rsidRPr="00C70EF2">
              <w:rPr>
                <w:rFonts w:ascii="Calibri" w:hAnsi="Calibri" w:cs="Calibri"/>
                <w:noProof/>
                <w:sz w:val="22"/>
                <w:szCs w:val="22"/>
                <w:lang w:val="ro-RO"/>
              </w:rPr>
              <w:t xml:space="preserve"> </w:t>
            </w:r>
            <w:r w:rsidR="006F681A" w:rsidRPr="006F681A">
              <w:rPr>
                <w:rFonts w:ascii="Calibri" w:hAnsi="Calibri" w:cs="Calibri"/>
                <w:b w:val="0"/>
                <w:noProof/>
                <w:sz w:val="22"/>
                <w:szCs w:val="22"/>
                <w:lang w:val="ro-RO"/>
              </w:rPr>
              <w:t>însoțit de</w:t>
            </w:r>
            <w:r w:rsidR="006F681A">
              <w:rPr>
                <w:rFonts w:ascii="Calibri" w:hAnsi="Calibri" w:cs="Calibri"/>
                <w:b w:val="0"/>
                <w:noProof/>
                <w:sz w:val="22"/>
                <w:szCs w:val="22"/>
                <w:lang w:val="ro-RO"/>
              </w:rPr>
              <w:t xml:space="preserve"> </w:t>
            </w:r>
          </w:p>
          <w:p w14:paraId="3D3C016A" w14:textId="7D176AD9" w:rsidR="00203DE7" w:rsidRPr="00E67132" w:rsidRDefault="00203DE7" w:rsidP="00DC4917">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 xml:space="preserve">Certificat de înregistrare care </w:t>
            </w:r>
            <w:r>
              <w:rPr>
                <w:rFonts w:ascii="Calibri" w:hAnsi="Calibri" w:cs="Calibri"/>
                <w:b w:val="0"/>
                <w:noProof/>
                <w:sz w:val="22"/>
                <w:szCs w:val="22"/>
                <w:lang w:val="ro-RO"/>
              </w:rPr>
              <w:t>dovedeşte prezenţa solicitantului în statul în care a desfăşurat activitate</w:t>
            </w:r>
            <w:r w:rsidRPr="00E67132">
              <w:rPr>
                <w:rFonts w:ascii="Calibri" w:hAnsi="Calibri" w:cs="Calibri"/>
                <w:b w:val="0"/>
                <w:noProof/>
                <w:sz w:val="22"/>
                <w:szCs w:val="22"/>
                <w:lang w:val="ro-RO"/>
              </w:rPr>
              <w:t xml:space="preserve"> </w:t>
            </w:r>
            <w:r w:rsidR="006A5E79">
              <w:rPr>
                <w:rFonts w:ascii="Calibri" w:hAnsi="Calibri" w:cs="Calibri"/>
                <w:b w:val="0"/>
                <w:noProof/>
                <w:sz w:val="22"/>
                <w:szCs w:val="22"/>
                <w:lang w:val="ro-RO"/>
              </w:rPr>
              <w:t xml:space="preserve">cel putin 3 luni </w:t>
            </w:r>
            <w:r w:rsidR="00746764">
              <w:rPr>
                <w:rFonts w:ascii="Calibri" w:hAnsi="Calibri" w:cs="Calibri"/>
                <w:b w:val="0"/>
                <w:noProof/>
                <w:sz w:val="22"/>
                <w:szCs w:val="22"/>
                <w:lang w:val="ro-RO"/>
              </w:rPr>
              <w:t xml:space="preserve">neîntrerupte </w:t>
            </w:r>
            <w:r w:rsidRPr="00E67132">
              <w:rPr>
                <w:rFonts w:ascii="Calibri" w:hAnsi="Calibri" w:cs="Calibri"/>
                <w:b w:val="0"/>
                <w:noProof/>
                <w:sz w:val="22"/>
                <w:szCs w:val="22"/>
                <w:lang w:val="ro-RO"/>
              </w:rPr>
              <w:t xml:space="preserve">în ultimele </w:t>
            </w:r>
            <w:r w:rsidR="00746764">
              <w:rPr>
                <w:rFonts w:ascii="Calibri" w:hAnsi="Calibri" w:cs="Calibri"/>
                <w:b w:val="0"/>
                <w:noProof/>
                <w:sz w:val="22"/>
                <w:szCs w:val="22"/>
                <w:lang w:val="ro-RO"/>
              </w:rPr>
              <w:t>24</w:t>
            </w:r>
            <w:r w:rsidRPr="00E67132">
              <w:rPr>
                <w:rFonts w:ascii="Calibri" w:hAnsi="Calibri" w:cs="Calibri"/>
                <w:b w:val="0"/>
                <w:noProof/>
                <w:sz w:val="22"/>
                <w:szCs w:val="22"/>
                <w:lang w:val="ro-RO"/>
              </w:rPr>
              <w:t xml:space="preserve"> luni anterioare depunerii cererii de finanţare emis de </w:t>
            </w:r>
            <w:r>
              <w:rPr>
                <w:rFonts w:ascii="Calibri" w:hAnsi="Calibri" w:cs="Calibri"/>
                <w:b w:val="0"/>
                <w:noProof/>
                <w:sz w:val="22"/>
                <w:szCs w:val="22"/>
                <w:lang w:val="ro-RO"/>
              </w:rPr>
              <w:t>autorităţile locale (ex. p</w:t>
            </w:r>
            <w:r w:rsidRPr="00E67132">
              <w:rPr>
                <w:rFonts w:ascii="Calibri" w:hAnsi="Calibri" w:cs="Calibri"/>
                <w:b w:val="0"/>
                <w:noProof/>
                <w:sz w:val="22"/>
                <w:szCs w:val="22"/>
                <w:lang w:val="ro-RO"/>
              </w:rPr>
              <w:t xml:space="preserve">oliția </w:t>
            </w:r>
            <w:r>
              <w:rPr>
                <w:rFonts w:ascii="Calibri" w:hAnsi="Calibri" w:cs="Calibri"/>
                <w:b w:val="0"/>
                <w:noProof/>
                <w:sz w:val="22"/>
                <w:szCs w:val="22"/>
                <w:lang w:val="ro-RO"/>
              </w:rPr>
              <w:t>p</w:t>
            </w:r>
            <w:r w:rsidRPr="00E67132">
              <w:rPr>
                <w:rFonts w:ascii="Calibri" w:hAnsi="Calibri" w:cs="Calibri"/>
                <w:b w:val="0"/>
                <w:noProof/>
                <w:sz w:val="22"/>
                <w:szCs w:val="22"/>
                <w:lang w:val="ro-RO"/>
              </w:rPr>
              <w:t>rimăria</w:t>
            </w:r>
            <w:r w:rsidR="00017EB6">
              <w:rPr>
                <w:rFonts w:ascii="Calibri" w:hAnsi="Calibri" w:cs="Calibri"/>
                <w:b w:val="0"/>
                <w:noProof/>
                <w:sz w:val="22"/>
                <w:szCs w:val="22"/>
                <w:lang w:val="ro-RO"/>
              </w:rPr>
              <w:t>, etc</w:t>
            </w:r>
            <w:r>
              <w:rPr>
                <w:rFonts w:ascii="Calibri" w:hAnsi="Calibri" w:cs="Calibri"/>
                <w:b w:val="0"/>
                <w:noProof/>
                <w:sz w:val="22"/>
                <w:szCs w:val="22"/>
                <w:lang w:val="ro-RO"/>
              </w:rPr>
              <w:t>), c</w:t>
            </w:r>
            <w:r w:rsidRPr="00E67132">
              <w:rPr>
                <w:rFonts w:ascii="Calibri" w:hAnsi="Calibri" w:cs="Calibri"/>
                <w:b w:val="0"/>
                <w:noProof/>
                <w:sz w:val="22"/>
                <w:szCs w:val="22"/>
                <w:lang w:val="ro-RO"/>
              </w:rPr>
              <w:t xml:space="preserve">are cuprinde numele şi adresa persoanei înregistrate, precum şi data înregistrării, în baza </w:t>
            </w:r>
            <w:r w:rsidR="0049330B" w:rsidRPr="00E67132">
              <w:rPr>
                <w:rFonts w:ascii="Calibri" w:hAnsi="Calibri" w:cs="Calibri"/>
                <w:b w:val="0"/>
                <w:noProof/>
                <w:sz w:val="22"/>
                <w:szCs w:val="22"/>
                <w:lang w:val="ro-RO"/>
              </w:rPr>
              <w:t>art. 8</w:t>
            </w:r>
            <w:r w:rsidR="0049330B">
              <w:rPr>
                <w:rFonts w:ascii="Calibri" w:hAnsi="Calibri" w:cs="Calibri"/>
                <w:b w:val="0"/>
                <w:noProof/>
                <w:sz w:val="22"/>
                <w:szCs w:val="22"/>
                <w:lang w:val="ro-RO"/>
              </w:rPr>
              <w:t xml:space="preserve"> din </w:t>
            </w:r>
            <w:r w:rsidRPr="00E67132">
              <w:rPr>
                <w:rFonts w:ascii="Calibri" w:hAnsi="Calibri" w:cs="Calibri"/>
                <w:b w:val="0"/>
                <w:noProof/>
                <w:sz w:val="22"/>
                <w:szCs w:val="22"/>
                <w:lang w:val="ro-RO"/>
              </w:rPr>
              <w:t>Directiv</w:t>
            </w:r>
            <w:r w:rsidR="0049330B">
              <w:rPr>
                <w:rFonts w:ascii="Calibri" w:hAnsi="Calibri" w:cs="Calibri"/>
                <w:b w:val="0"/>
                <w:noProof/>
                <w:sz w:val="22"/>
                <w:szCs w:val="22"/>
                <w:lang w:val="ro-RO"/>
              </w:rPr>
              <w:t>a</w:t>
            </w:r>
            <w:r w:rsidRPr="00E67132">
              <w:rPr>
                <w:rFonts w:ascii="Calibri" w:hAnsi="Calibri" w:cs="Calibri"/>
                <w:b w:val="0"/>
                <w:noProof/>
                <w:sz w:val="22"/>
                <w:szCs w:val="22"/>
                <w:lang w:val="ro-RO"/>
              </w:rPr>
              <w:t xml:space="preserve"> 2004/38/CE,. </w:t>
            </w:r>
          </w:p>
          <w:p w14:paraId="420F18BF" w14:textId="589D28B6" w:rsidR="00E67132" w:rsidRDefault="00E67132" w:rsidP="00DC4917">
            <w:pPr>
              <w:pStyle w:val="BodyText3"/>
              <w:jc w:val="both"/>
              <w:rPr>
                <w:rFonts w:ascii="Calibri" w:hAnsi="Calibri" w:cs="Calibri"/>
                <w:b w:val="0"/>
                <w:sz w:val="22"/>
                <w:szCs w:val="22"/>
                <w:lang w:val="ro-RO"/>
              </w:rPr>
            </w:pPr>
          </w:p>
          <w:p w14:paraId="623EC0B7" w14:textId="2B6AEA63" w:rsidR="00EF55E2" w:rsidRPr="008A17D6" w:rsidRDefault="00EF55E2" w:rsidP="00DC4917">
            <w:pPr>
              <w:pStyle w:val="BodyText3"/>
              <w:jc w:val="both"/>
              <w:rPr>
                <w:rFonts w:ascii="Calibri" w:hAnsi="Calibri" w:cs="Calibri"/>
                <w:sz w:val="22"/>
                <w:szCs w:val="22"/>
                <w:lang w:val="ro-RO"/>
              </w:rPr>
            </w:pPr>
            <w:r>
              <w:rPr>
                <w:rFonts w:ascii="Calibri" w:hAnsi="Calibri" w:cs="Calibri"/>
                <w:sz w:val="22"/>
                <w:szCs w:val="22"/>
                <w:lang w:val="ro-RO"/>
              </w:rPr>
              <w:t xml:space="preserve">    </w:t>
            </w:r>
            <w:r w:rsidRPr="008A17D6">
              <w:rPr>
                <w:rFonts w:ascii="Calibri" w:hAnsi="Calibri" w:cs="Calibri"/>
                <w:sz w:val="22"/>
                <w:szCs w:val="22"/>
                <w:lang w:val="ro-RO"/>
              </w:rPr>
              <w:t>SAU</w:t>
            </w:r>
          </w:p>
          <w:p w14:paraId="1C741469" w14:textId="1C4F4F2E" w:rsidR="0085349F" w:rsidRDefault="00EF55E2" w:rsidP="00DC4917">
            <w:pPr>
              <w:pStyle w:val="BodyText3"/>
              <w:jc w:val="both"/>
              <w:rPr>
                <w:rFonts w:ascii="Calibri" w:hAnsi="Calibri" w:cs="Calibri"/>
                <w:sz w:val="22"/>
                <w:szCs w:val="22"/>
              </w:rPr>
            </w:pPr>
            <w:r w:rsidRPr="008A17D6">
              <w:rPr>
                <w:rFonts w:ascii="Calibri" w:hAnsi="Calibri" w:cs="Calibri"/>
                <w:sz w:val="22"/>
                <w:szCs w:val="22"/>
                <w:lang w:val="ro-RO"/>
              </w:rPr>
              <w:t>14.2</w:t>
            </w:r>
            <w:r>
              <w:rPr>
                <w:rFonts w:ascii="Calibri" w:hAnsi="Calibri" w:cs="Calibri"/>
                <w:b w:val="0"/>
                <w:sz w:val="22"/>
                <w:szCs w:val="22"/>
                <w:lang w:val="ro-RO"/>
              </w:rPr>
              <w:t xml:space="preserve"> </w:t>
            </w:r>
            <w:r w:rsidR="00D15E39">
              <w:rPr>
                <w:rFonts w:ascii="Calibri" w:hAnsi="Calibri" w:cs="Calibri"/>
                <w:noProof/>
                <w:sz w:val="22"/>
                <w:szCs w:val="22"/>
              </w:rPr>
              <w:t>În cazulsolicitanților</w:t>
            </w:r>
            <w:r w:rsidR="0013775C">
              <w:rPr>
                <w:rFonts w:ascii="Calibri" w:hAnsi="Calibri" w:cs="Calibri"/>
                <w:noProof/>
                <w:sz w:val="22"/>
                <w:szCs w:val="22"/>
              </w:rPr>
              <w:t xml:space="preserve"> care au absolvit î</w:t>
            </w:r>
            <w:r w:rsidR="0026290A" w:rsidRPr="0026290A">
              <w:rPr>
                <w:rFonts w:ascii="Calibri" w:hAnsi="Calibri" w:cs="Calibri"/>
                <w:noProof/>
                <w:sz w:val="22"/>
                <w:szCs w:val="22"/>
                <w:lang w:val="en-US"/>
              </w:rPr>
              <w:t xml:space="preserve">n ultimele 60 de luni înaintea depunerii cererii de finanțare </w:t>
            </w:r>
            <w:r w:rsidR="006A5E79" w:rsidRPr="006A5E79">
              <w:rPr>
                <w:rFonts w:ascii="Calibri" w:hAnsi="Calibri" w:cs="Calibri"/>
                <w:noProof/>
                <w:sz w:val="22"/>
                <w:szCs w:val="22"/>
              </w:rPr>
              <w:t>programe de studii</w:t>
            </w:r>
            <w:r w:rsidR="00B70231">
              <w:rPr>
                <w:rFonts w:ascii="Calibri" w:hAnsi="Calibri" w:cs="Calibri"/>
                <w:noProof/>
                <w:sz w:val="22"/>
                <w:szCs w:val="22"/>
              </w:rPr>
              <w:t xml:space="preserve"> (</w:t>
            </w:r>
            <w:r w:rsidR="00B70231" w:rsidRPr="00B70231">
              <w:rPr>
                <w:rFonts w:ascii="Calibri" w:hAnsi="Calibri" w:cs="Calibri"/>
                <w:noProof/>
                <w:sz w:val="22"/>
                <w:szCs w:val="22"/>
                <w:lang w:val="en-US"/>
              </w:rPr>
              <w:t>postuniversitare, universitare,  preuniversitare)</w:t>
            </w:r>
            <w:r w:rsidR="00B70231" w:rsidRPr="00B70231">
              <w:rPr>
                <w:rFonts w:ascii="Calibri" w:hAnsi="Calibri" w:cs="Calibri"/>
                <w:noProof/>
                <w:sz w:val="22"/>
                <w:szCs w:val="22"/>
                <w:lang w:val="ro-RO"/>
              </w:rPr>
              <w:t xml:space="preserve"> </w:t>
            </w:r>
            <w:r w:rsidR="006A5E79" w:rsidRPr="00E67132">
              <w:rPr>
                <w:rFonts w:ascii="Calibri" w:hAnsi="Calibri" w:cs="Calibri"/>
                <w:noProof/>
                <w:sz w:val="22"/>
                <w:szCs w:val="22"/>
              </w:rPr>
              <w:t xml:space="preserve"> în domeniul agricol</w:t>
            </w:r>
            <w:r w:rsidR="00746764" w:rsidRPr="00184439">
              <w:rPr>
                <w:rFonts w:ascii="Calibri" w:hAnsi="Calibri" w:cs="Calibri"/>
                <w:noProof/>
                <w:sz w:val="22"/>
                <w:szCs w:val="22"/>
              </w:rPr>
              <w:t xml:space="preserve">, </w:t>
            </w:r>
            <w:r w:rsidR="00746764" w:rsidRPr="009B18BC">
              <w:rPr>
                <w:rFonts w:ascii="Calibri" w:hAnsi="Calibri" w:cs="Calibri"/>
                <w:sz w:val="22"/>
                <w:szCs w:val="22"/>
              </w:rPr>
              <w:t>agro-alimentar, veterinar sau economie agrară</w:t>
            </w:r>
            <w:r w:rsidR="0085349F">
              <w:rPr>
                <w:rFonts w:ascii="Calibri" w:hAnsi="Calibri" w:cs="Calibri"/>
                <w:sz w:val="22"/>
                <w:szCs w:val="22"/>
              </w:rPr>
              <w:t> :</w:t>
            </w:r>
          </w:p>
          <w:p w14:paraId="2C3FB126" w14:textId="33771608" w:rsidR="0085349F" w:rsidRPr="00567EBB" w:rsidRDefault="0085349F" w:rsidP="00DC4917">
            <w:pPr>
              <w:pStyle w:val="BodyText3"/>
              <w:jc w:val="both"/>
              <w:rPr>
                <w:rFonts w:ascii="Calibri" w:hAnsi="Calibri" w:cs="Calibri"/>
                <w:b w:val="0"/>
                <w:noProof/>
                <w:sz w:val="22"/>
                <w:szCs w:val="22"/>
              </w:rPr>
            </w:pPr>
            <w:r w:rsidRPr="00567EBB">
              <w:rPr>
                <w:rFonts w:ascii="Calibri" w:hAnsi="Calibri" w:cs="Calibri"/>
                <w:b w:val="0"/>
                <w:sz w:val="22"/>
                <w:szCs w:val="22"/>
                <w:lang w:val="en-GB"/>
              </w:rPr>
              <w:t>a)</w:t>
            </w:r>
            <w:r w:rsidRPr="00567EBB">
              <w:rPr>
                <w:rFonts w:ascii="Calibri" w:hAnsi="Calibri" w:cs="Calibri"/>
                <w:b w:val="0"/>
                <w:noProof/>
                <w:sz w:val="22"/>
                <w:szCs w:val="22"/>
              </w:rPr>
              <w:t xml:space="preserve"> Document oficial (diplomă/certificat de absolvire</w:t>
            </w:r>
            <w:r w:rsidR="00D15E39">
              <w:rPr>
                <w:rFonts w:ascii="Calibri" w:hAnsi="Calibri" w:cs="Calibri"/>
                <w:b w:val="0"/>
                <w:noProof/>
                <w:sz w:val="22"/>
                <w:szCs w:val="22"/>
              </w:rPr>
              <w:t>/</w:t>
            </w:r>
            <w:r w:rsidR="00D15E39" w:rsidRPr="00D15E39">
              <w:rPr>
                <w:rFonts w:ascii="Calibri" w:hAnsi="Calibri" w:cs="Calibri"/>
                <w:b w:val="0"/>
                <w:noProof/>
                <w:sz w:val="22"/>
                <w:szCs w:val="22"/>
                <w:lang w:val="en-US"/>
              </w:rPr>
              <w:t>adeverinţă de absolvire a studiilor respective, însoţită de situația școlară* sau alt document care să dovedească absolvirea unui</w:t>
            </w:r>
            <w:r w:rsidR="00D15E39" w:rsidRPr="00D15E39" w:rsidDel="00C54D2F">
              <w:rPr>
                <w:rFonts w:ascii="Calibri" w:hAnsi="Calibri" w:cs="Calibri"/>
                <w:b w:val="0"/>
                <w:noProof/>
                <w:sz w:val="22"/>
                <w:szCs w:val="22"/>
                <w:lang w:val="en-US"/>
              </w:rPr>
              <w:t xml:space="preserve"> </w:t>
            </w:r>
            <w:r w:rsidR="00D15E39" w:rsidRPr="00D15E39">
              <w:rPr>
                <w:rFonts w:ascii="Calibri" w:hAnsi="Calibri" w:cs="Calibri"/>
                <w:b w:val="0"/>
                <w:noProof/>
                <w:sz w:val="22"/>
                <w:szCs w:val="22"/>
                <w:lang w:val="en-US"/>
              </w:rPr>
              <w:t xml:space="preserve">program de studiu), în ultimele 60 de luni înaintea depunerii cererii de finanţare, în domeniul agricol, agro-alimentar, veterinar sau economie agrară a solicitantului </w:t>
            </w:r>
            <w:r w:rsidR="00D15E39" w:rsidRPr="00D15E39">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D15E39" w:rsidRPr="00D15E39">
              <w:rPr>
                <w:rFonts w:ascii="Calibri" w:hAnsi="Calibri" w:cs="Calibri"/>
                <w:b w:val="0"/>
                <w:noProof/>
                <w:sz w:val="22"/>
                <w:szCs w:val="22"/>
                <w:lang w:val="ro-RO"/>
              </w:rPr>
              <w:t xml:space="preserve"> </w:t>
            </w:r>
            <w:r w:rsidR="00017EB6">
              <w:rPr>
                <w:rFonts w:ascii="Calibri" w:hAnsi="Calibri" w:cs="Calibri"/>
                <w:b w:val="0"/>
                <w:noProof/>
                <w:sz w:val="22"/>
                <w:szCs w:val="22"/>
                <w:lang w:val="ro-RO"/>
              </w:rPr>
              <w:t xml:space="preserve">membre </w:t>
            </w:r>
            <w:r w:rsidR="00D15E39" w:rsidRPr="00D15E39">
              <w:rPr>
                <w:rFonts w:ascii="Calibri" w:hAnsi="Calibri" w:cs="Calibri"/>
                <w:b w:val="0"/>
                <w:noProof/>
                <w:sz w:val="22"/>
                <w:szCs w:val="22"/>
                <w:lang w:val="ro-RO"/>
              </w:rPr>
              <w:t>UE sau terțe UE</w:t>
            </w:r>
            <w:r w:rsidRPr="00567EBB">
              <w:rPr>
                <w:rFonts w:ascii="Calibri" w:hAnsi="Calibri" w:cs="Calibri"/>
                <w:b w:val="0"/>
                <w:noProof/>
                <w:sz w:val="22"/>
                <w:szCs w:val="22"/>
              </w:rPr>
              <w:t>)</w:t>
            </w:r>
            <w:r w:rsidR="00D15E39">
              <w:rPr>
                <w:rFonts w:ascii="Calibri" w:hAnsi="Calibri" w:cs="Calibri"/>
                <w:b w:val="0"/>
                <w:noProof/>
                <w:sz w:val="22"/>
                <w:szCs w:val="22"/>
              </w:rPr>
              <w:t>,</w:t>
            </w:r>
            <w:r w:rsidRPr="00567EBB">
              <w:rPr>
                <w:rFonts w:ascii="Calibri" w:hAnsi="Calibri" w:cs="Calibri"/>
                <w:b w:val="0"/>
                <w:noProof/>
                <w:sz w:val="22"/>
                <w:szCs w:val="22"/>
              </w:rPr>
              <w:t xml:space="preserve"> cu apostilă</w:t>
            </w:r>
            <w:r w:rsidR="00D15E39">
              <w:rPr>
                <w:rFonts w:ascii="Calibri" w:hAnsi="Calibri" w:cs="Calibri"/>
                <w:b w:val="0"/>
                <w:noProof/>
                <w:sz w:val="22"/>
                <w:szCs w:val="22"/>
              </w:rPr>
              <w:t>,</w:t>
            </w:r>
            <w:r w:rsidRPr="00567EBB">
              <w:rPr>
                <w:rFonts w:ascii="Calibri" w:hAnsi="Calibri" w:cs="Calibri"/>
                <w:b w:val="0"/>
                <w:noProof/>
                <w:sz w:val="22"/>
                <w:szCs w:val="22"/>
              </w:rPr>
              <w:t xml:space="preserve"> (Conform Convenției de la Haga) </w:t>
            </w:r>
          </w:p>
          <w:p w14:paraId="227BD0B4" w14:textId="77777777" w:rsidR="0085349F" w:rsidRPr="00567EBB" w:rsidRDefault="0085349F" w:rsidP="00DC4917">
            <w:pPr>
              <w:pStyle w:val="BodyText3"/>
              <w:jc w:val="both"/>
              <w:rPr>
                <w:rFonts w:ascii="Calibri" w:hAnsi="Calibri" w:cs="Calibri"/>
                <w:noProof/>
                <w:sz w:val="22"/>
                <w:szCs w:val="22"/>
              </w:rPr>
            </w:pPr>
            <w:r w:rsidRPr="00567EBB">
              <w:rPr>
                <w:rFonts w:ascii="Calibri" w:hAnsi="Calibri" w:cs="Calibri"/>
                <w:b w:val="0"/>
                <w:noProof/>
                <w:sz w:val="22"/>
                <w:szCs w:val="22"/>
              </w:rPr>
              <w:t xml:space="preserve">     </w:t>
            </w:r>
            <w:r w:rsidRPr="00567EBB">
              <w:rPr>
                <w:rFonts w:ascii="Calibri" w:hAnsi="Calibri" w:cs="Calibri"/>
                <w:noProof/>
                <w:sz w:val="22"/>
                <w:szCs w:val="22"/>
              </w:rPr>
              <w:t>sau</w:t>
            </w:r>
          </w:p>
          <w:p w14:paraId="56897C04" w14:textId="7EA9FD58" w:rsidR="00D15E39" w:rsidRDefault="0085349F" w:rsidP="00DC4917">
            <w:pPr>
              <w:pStyle w:val="BodyText3"/>
              <w:jc w:val="both"/>
              <w:rPr>
                <w:rFonts w:ascii="Calibri" w:hAnsi="Calibri" w:cs="Calibri"/>
                <w:b w:val="0"/>
                <w:noProof/>
                <w:sz w:val="22"/>
                <w:szCs w:val="22"/>
              </w:rPr>
            </w:pPr>
            <w:r w:rsidRPr="00567EBB">
              <w:rPr>
                <w:rFonts w:ascii="Calibri" w:hAnsi="Calibri" w:cs="Calibri"/>
                <w:b w:val="0"/>
                <w:noProof/>
                <w:sz w:val="22"/>
                <w:szCs w:val="22"/>
              </w:rPr>
              <w:t xml:space="preserve">b) Document </w:t>
            </w:r>
            <w:r w:rsidR="00D15E39" w:rsidRPr="00D15E39">
              <w:rPr>
                <w:rFonts w:ascii="Calibri" w:hAnsi="Calibri" w:cs="Calibri"/>
                <w:b w:val="0"/>
                <w:noProof/>
                <w:sz w:val="22"/>
                <w:szCs w:val="22"/>
                <w:lang w:val="en-US"/>
              </w:rPr>
              <w:t>(diplomă/</w:t>
            </w:r>
            <w:r w:rsidR="00DC4917">
              <w:rPr>
                <w:rFonts w:ascii="Calibri" w:hAnsi="Calibri" w:cs="Calibri"/>
                <w:b w:val="0"/>
                <w:noProof/>
                <w:sz w:val="22"/>
                <w:szCs w:val="22"/>
                <w:lang w:val="en-US"/>
              </w:rPr>
              <w:t xml:space="preserve"> </w:t>
            </w:r>
            <w:r w:rsidR="00D15E39" w:rsidRPr="00D15E39">
              <w:rPr>
                <w:rFonts w:ascii="Calibri" w:hAnsi="Calibri" w:cs="Calibri"/>
                <w:b w:val="0"/>
                <w:noProof/>
                <w:sz w:val="22"/>
                <w:szCs w:val="22"/>
                <w:lang w:val="en-US"/>
              </w:rPr>
              <w:t>certificat de absolvire/adeverinţă de absolvire a studiilor respective, însoţită de situația școlară* sau alt document care să dovedească absolvirea unui</w:t>
            </w:r>
            <w:r w:rsidR="00D15E39" w:rsidRPr="00D15E39" w:rsidDel="00C54D2F">
              <w:rPr>
                <w:rFonts w:ascii="Calibri" w:hAnsi="Calibri" w:cs="Calibri"/>
                <w:b w:val="0"/>
                <w:noProof/>
                <w:sz w:val="22"/>
                <w:szCs w:val="22"/>
                <w:lang w:val="en-US"/>
              </w:rPr>
              <w:t xml:space="preserve"> </w:t>
            </w:r>
            <w:r w:rsidR="00D15E39" w:rsidRPr="00D15E39">
              <w:rPr>
                <w:rFonts w:ascii="Calibri" w:hAnsi="Calibri" w:cs="Calibri"/>
                <w:b w:val="0"/>
                <w:noProof/>
                <w:sz w:val="22"/>
                <w:szCs w:val="22"/>
                <w:lang w:val="en-US"/>
              </w:rPr>
              <w:t>program de studiu)</w:t>
            </w:r>
            <w:r w:rsidR="00D15E39">
              <w:rPr>
                <w:rFonts w:ascii="Calibri" w:hAnsi="Calibri" w:cs="Calibri"/>
                <w:b w:val="0"/>
                <w:noProof/>
                <w:sz w:val="22"/>
                <w:szCs w:val="22"/>
                <w:lang w:val="en-US"/>
              </w:rPr>
              <w:t xml:space="preserve"> </w:t>
            </w:r>
            <w:r w:rsidRPr="00567EBB">
              <w:rPr>
                <w:rFonts w:ascii="Calibri" w:hAnsi="Calibri" w:cs="Calibri"/>
                <w:b w:val="0"/>
                <w:noProof/>
                <w:sz w:val="22"/>
                <w:szCs w:val="22"/>
              </w:rPr>
              <w:t xml:space="preserve">în ultimele 60 de luni dinaintea depunerii cererii de finanţare, în domeniul agricol, </w:t>
            </w:r>
            <w:r w:rsidRPr="00567EBB">
              <w:rPr>
                <w:rFonts w:ascii="Calibri" w:hAnsi="Calibri" w:cs="Calibri"/>
                <w:b w:val="0"/>
                <w:sz w:val="22"/>
                <w:szCs w:val="22"/>
              </w:rPr>
              <w:t>agro-alimentar, veterinar sau economie agrară</w:t>
            </w:r>
            <w:r w:rsidRPr="00567EBB">
              <w:rPr>
                <w:rFonts w:ascii="Calibri" w:hAnsi="Calibri" w:cs="Calibri"/>
                <w:b w:val="0"/>
                <w:noProof/>
                <w:sz w:val="22"/>
                <w:szCs w:val="22"/>
              </w:rPr>
              <w:t>: postuniversitar, universitar,  preuniversitar,</w:t>
            </w:r>
            <w:r w:rsidR="00D15E39" w:rsidRPr="00D15E39">
              <w:rPr>
                <w:rFonts w:ascii="Calibri" w:hAnsi="Calibri" w:cs="Calibri"/>
                <w:bCs w:val="0"/>
                <w:noProof/>
                <w:sz w:val="22"/>
                <w:szCs w:val="22"/>
                <w:lang w:val="en-US" w:eastAsia="en-US"/>
              </w:rPr>
              <w:t xml:space="preserve"> </w:t>
            </w:r>
            <w:r w:rsidR="00D15E39" w:rsidRPr="00D15E39">
              <w:rPr>
                <w:rFonts w:ascii="Calibri" w:hAnsi="Calibri" w:cs="Calibri"/>
                <w:b w:val="0"/>
                <w:noProof/>
                <w:sz w:val="22"/>
                <w:szCs w:val="22"/>
                <w:lang w:val="en-US"/>
              </w:rPr>
              <w:t xml:space="preserve">a solicitantului </w:t>
            </w:r>
            <w:r w:rsidR="00D15E39" w:rsidRPr="00D15E39">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D15E39" w:rsidRPr="00D15E39">
              <w:rPr>
                <w:rFonts w:ascii="Calibri" w:hAnsi="Calibri" w:cs="Calibri"/>
                <w:b w:val="0"/>
                <w:noProof/>
                <w:sz w:val="22"/>
                <w:szCs w:val="22"/>
                <w:lang w:val="ro-RO"/>
              </w:rPr>
              <w:t xml:space="preserve"> </w:t>
            </w:r>
            <w:r w:rsidR="00017EB6">
              <w:rPr>
                <w:rFonts w:ascii="Calibri" w:hAnsi="Calibri" w:cs="Calibri"/>
                <w:b w:val="0"/>
                <w:noProof/>
                <w:sz w:val="22"/>
                <w:szCs w:val="22"/>
                <w:lang w:val="ro-RO"/>
              </w:rPr>
              <w:t xml:space="preserve">membre </w:t>
            </w:r>
            <w:r w:rsidR="00D15E39" w:rsidRPr="00D15E39">
              <w:rPr>
                <w:rFonts w:ascii="Calibri" w:hAnsi="Calibri" w:cs="Calibri"/>
                <w:b w:val="0"/>
                <w:noProof/>
                <w:sz w:val="22"/>
                <w:szCs w:val="22"/>
                <w:lang w:val="ro-RO"/>
              </w:rPr>
              <w:t>UE sau terțe UE</w:t>
            </w:r>
            <w:r w:rsidR="00D15E39">
              <w:rPr>
                <w:rFonts w:ascii="Calibri" w:hAnsi="Calibri" w:cs="Calibri"/>
                <w:b w:val="0"/>
                <w:noProof/>
                <w:sz w:val="22"/>
                <w:szCs w:val="22"/>
                <w:lang w:val="ro-RO"/>
              </w:rPr>
              <w:t>,</w:t>
            </w:r>
            <w:r w:rsidRPr="00567EBB">
              <w:rPr>
                <w:rFonts w:ascii="Calibri" w:hAnsi="Calibri" w:cs="Calibri"/>
                <w:b w:val="0"/>
                <w:noProof/>
                <w:sz w:val="22"/>
                <w:szCs w:val="22"/>
              </w:rPr>
              <w:t xml:space="preserve"> </w:t>
            </w:r>
            <w:r w:rsidR="006F681A">
              <w:rPr>
                <w:rFonts w:ascii="Calibri" w:hAnsi="Calibri" w:cs="Calibri"/>
                <w:b w:val="0"/>
                <w:noProof/>
                <w:sz w:val="22"/>
                <w:szCs w:val="22"/>
              </w:rPr>
              <w:t xml:space="preserve">însoțit </w:t>
            </w:r>
            <w:r w:rsidRPr="00567EBB">
              <w:rPr>
                <w:rFonts w:ascii="Calibri" w:hAnsi="Calibri" w:cs="Calibri"/>
                <w:b w:val="0"/>
                <w:noProof/>
                <w:sz w:val="22"/>
                <w:szCs w:val="22"/>
              </w:rPr>
              <w:t xml:space="preserve">de </w:t>
            </w:r>
          </w:p>
          <w:p w14:paraId="2CCFE2A9" w14:textId="036335D8" w:rsidR="00D15E39" w:rsidRPr="008A17D6" w:rsidRDefault="00D15E39" w:rsidP="00DC4917">
            <w:pPr>
              <w:pStyle w:val="BodyText3"/>
              <w:jc w:val="both"/>
              <w:rPr>
                <w:rFonts w:ascii="Calibri" w:hAnsi="Calibri" w:cs="Calibri"/>
                <w:b w:val="0"/>
                <w:noProof/>
                <w:sz w:val="22"/>
                <w:szCs w:val="22"/>
                <w:lang w:val="ro-RO"/>
              </w:rPr>
            </w:pPr>
            <w:r w:rsidRPr="008A17D6">
              <w:rPr>
                <w:rFonts w:ascii="Calibri" w:hAnsi="Calibri" w:cs="Calibri"/>
                <w:b w:val="0"/>
                <w:noProof/>
                <w:sz w:val="22"/>
                <w:szCs w:val="22"/>
              </w:rPr>
              <w:t>Certificat de înregistrare care dovedește prezența solicitantului în statul în care a desfăşurat activitate cel puţin 3 luni neîntrerupte, în ultimele 24 luni anterioare depunerii cererii de finanţare, emis de autorităţile locale (ex. poliția, primăria, etc), care cuprinde numele şi adresa persoanei înregistrate, precum şi data înregistrării, în baza art. 8 a Directivei 2004/38/CE</w:t>
            </w:r>
            <w:r>
              <w:rPr>
                <w:rFonts w:ascii="Calibri" w:hAnsi="Calibri" w:cs="Calibri"/>
                <w:b w:val="0"/>
                <w:noProof/>
                <w:sz w:val="22"/>
                <w:szCs w:val="22"/>
              </w:rPr>
              <w:t>.</w:t>
            </w:r>
          </w:p>
          <w:p w14:paraId="778968F2" w14:textId="68F6EEDF" w:rsidR="00B6767D" w:rsidRPr="00E67132" w:rsidRDefault="007F170F" w:rsidP="00ED67AD">
            <w:pPr>
              <w:jc w:val="both"/>
              <w:rPr>
                <w:rFonts w:asciiTheme="minorHAnsi" w:eastAsia="Calibri" w:hAnsiTheme="minorHAnsi" w:cs="Calibri"/>
                <w:noProof/>
                <w:sz w:val="22"/>
                <w:szCs w:val="22"/>
                <w:lang w:val="ro-RO"/>
              </w:rPr>
            </w:pPr>
            <w:r w:rsidRPr="007F170F">
              <w:rPr>
                <w:rFonts w:asciiTheme="minorHAnsi" w:hAnsiTheme="minorHAnsi" w:cstheme="minorHAnsi"/>
                <w:noProof/>
                <w:sz w:val="22"/>
                <w:szCs w:val="22"/>
              </w:rPr>
              <w:t>Expertul verifică dacă</w:t>
            </w:r>
            <w:r w:rsidR="007463D3" w:rsidRPr="008A17D6">
              <w:rPr>
                <w:rFonts w:asciiTheme="minorHAnsi" w:hAnsiTheme="minorHAnsi" w:cstheme="minorHAnsi"/>
                <w:noProof/>
                <w:sz w:val="22"/>
                <w:szCs w:val="22"/>
              </w:rPr>
              <w:t xml:space="preserve"> d</w:t>
            </w:r>
            <w:r w:rsidR="007463D3" w:rsidRPr="007F170F">
              <w:rPr>
                <w:rFonts w:asciiTheme="minorHAnsi" w:hAnsiTheme="minorHAnsi" w:cstheme="minorHAnsi"/>
                <w:noProof/>
                <w:sz w:val="22"/>
                <w:szCs w:val="22"/>
              </w:rPr>
              <w:t>ocument</w:t>
            </w:r>
            <w:r w:rsidR="007463D3" w:rsidRPr="008A17D6">
              <w:rPr>
                <w:rFonts w:asciiTheme="minorHAnsi" w:hAnsiTheme="minorHAnsi" w:cstheme="minorHAnsi"/>
                <w:noProof/>
                <w:sz w:val="22"/>
                <w:szCs w:val="22"/>
              </w:rPr>
              <w:t>e</w:t>
            </w:r>
            <w:r w:rsidR="007463D3" w:rsidRPr="007F170F">
              <w:rPr>
                <w:rFonts w:asciiTheme="minorHAnsi" w:hAnsiTheme="minorHAnsi" w:cstheme="minorHAnsi"/>
                <w:noProof/>
                <w:sz w:val="22"/>
                <w:szCs w:val="22"/>
              </w:rPr>
              <w:t>l</w:t>
            </w:r>
            <w:r w:rsidR="007463D3" w:rsidRPr="008A17D6">
              <w:rPr>
                <w:rFonts w:asciiTheme="minorHAnsi" w:hAnsiTheme="minorHAnsi" w:cstheme="minorHAnsi"/>
                <w:noProof/>
                <w:sz w:val="22"/>
                <w:szCs w:val="22"/>
              </w:rPr>
              <w:t>e</w:t>
            </w:r>
            <w:r w:rsidR="007463D3" w:rsidRPr="007F170F">
              <w:rPr>
                <w:rFonts w:asciiTheme="minorHAnsi" w:hAnsiTheme="minorHAnsi" w:cstheme="minorHAnsi"/>
                <w:noProof/>
                <w:sz w:val="22"/>
                <w:szCs w:val="22"/>
              </w:rPr>
              <w:t xml:space="preserve"> prezentat</w:t>
            </w:r>
            <w:r w:rsidR="007463D3" w:rsidRPr="008A17D6">
              <w:rPr>
                <w:rFonts w:asciiTheme="minorHAnsi" w:hAnsiTheme="minorHAnsi" w:cstheme="minorHAnsi"/>
                <w:noProof/>
                <w:sz w:val="22"/>
                <w:szCs w:val="22"/>
              </w:rPr>
              <w:t>e</w:t>
            </w:r>
            <w:r w:rsidRPr="008A17D6">
              <w:rPr>
                <w:rFonts w:asciiTheme="minorHAnsi" w:hAnsiTheme="minorHAnsi" w:cstheme="minorHAnsi"/>
                <w:noProof/>
                <w:sz w:val="22"/>
                <w:szCs w:val="22"/>
              </w:rPr>
              <w:t xml:space="preserve"> </w:t>
            </w:r>
            <w:r w:rsidR="007463D3" w:rsidRPr="007F170F">
              <w:rPr>
                <w:rFonts w:asciiTheme="minorHAnsi" w:hAnsiTheme="minorHAnsi" w:cstheme="minorHAnsi"/>
                <w:noProof/>
                <w:sz w:val="22"/>
                <w:szCs w:val="22"/>
              </w:rPr>
              <w:t xml:space="preserve">de absolvenţii de programe de studii </w:t>
            </w:r>
            <w:r w:rsidR="007463D3" w:rsidRPr="008A17D6">
              <w:rPr>
                <w:rFonts w:asciiTheme="minorHAnsi" w:hAnsiTheme="minorHAnsi" w:cstheme="minorHAnsi"/>
                <w:noProof/>
                <w:sz w:val="22"/>
                <w:szCs w:val="22"/>
              </w:rPr>
              <w:t xml:space="preserve">sunt </w:t>
            </w:r>
            <w:r w:rsidR="007463D3" w:rsidRPr="007F170F">
              <w:rPr>
                <w:rFonts w:asciiTheme="minorHAnsi" w:hAnsiTheme="minorHAnsi" w:cstheme="minorHAnsi"/>
                <w:noProof/>
                <w:sz w:val="22"/>
                <w:szCs w:val="22"/>
              </w:rPr>
              <w:t>însoţit</w:t>
            </w:r>
            <w:r w:rsidR="007463D3" w:rsidRPr="008A17D6">
              <w:rPr>
                <w:rFonts w:asciiTheme="minorHAnsi" w:hAnsiTheme="minorHAnsi" w:cstheme="minorHAnsi"/>
                <w:noProof/>
                <w:sz w:val="22"/>
                <w:szCs w:val="22"/>
              </w:rPr>
              <w:t>e</w:t>
            </w:r>
            <w:r w:rsidR="007463D3" w:rsidRPr="007F170F">
              <w:rPr>
                <w:rFonts w:asciiTheme="minorHAnsi" w:hAnsiTheme="minorHAnsi" w:cstheme="minorHAnsi"/>
                <w:noProof/>
                <w:sz w:val="22"/>
                <w:szCs w:val="22"/>
              </w:rPr>
              <w:t xml:space="preserve"> de foaia matricolă corespunzătoare. </w:t>
            </w:r>
            <w:r w:rsidR="007463D3" w:rsidRPr="008A17D6">
              <w:rPr>
                <w:rFonts w:ascii="Calibri" w:hAnsi="Calibri" w:cs="Calibri"/>
                <w:sz w:val="22"/>
                <w:szCs w:val="22"/>
              </w:rPr>
              <w:t>De asemenea, verifică dac</w:t>
            </w:r>
            <w:r w:rsidR="007463D3" w:rsidRPr="008A17D6">
              <w:rPr>
                <w:rFonts w:ascii="Calibri" w:hAnsi="Calibri" w:cs="Calibri"/>
                <w:sz w:val="22"/>
                <w:szCs w:val="22"/>
                <w:lang w:val="ro-RO"/>
              </w:rPr>
              <w:t xml:space="preserve">ă </w:t>
            </w:r>
            <w:r w:rsidR="007463D3" w:rsidRPr="008A17D6">
              <w:rPr>
                <w:rFonts w:ascii="Calibri" w:hAnsi="Calibri" w:cs="Calibri"/>
                <w:sz w:val="22"/>
                <w:szCs w:val="22"/>
              </w:rPr>
              <w:t>documentele depuse  sunt  traduse şi legalizate</w:t>
            </w:r>
            <w:r w:rsidR="006F681A">
              <w:rPr>
                <w:rFonts w:ascii="Calibri" w:hAnsi="Calibri" w:cs="Calibri"/>
                <w:sz w:val="22"/>
                <w:szCs w:val="22"/>
              </w:rPr>
              <w:t xml:space="preserve"> în limba română</w:t>
            </w:r>
            <w:r w:rsidR="007463D3" w:rsidRPr="008A17D6">
              <w:rPr>
                <w:rFonts w:ascii="Calibri" w:hAnsi="Calibri" w:cs="Calibri"/>
                <w:sz w:val="22"/>
                <w:szCs w:val="22"/>
              </w:rPr>
              <w:t>.</w:t>
            </w:r>
          </w:p>
        </w:tc>
      </w:tr>
    </w:tbl>
    <w:p w14:paraId="2EFC209E" w14:textId="03E8D3CA" w:rsidR="00574253" w:rsidRPr="00E67132" w:rsidRDefault="000D3528" w:rsidP="001C0399">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 xml:space="preserve">Atenție: </w:t>
      </w:r>
      <w:r w:rsidR="00AA33CA" w:rsidRPr="00E67132">
        <w:rPr>
          <w:rFonts w:ascii="Calibri" w:hAnsi="Calibri" w:cs="Calibri"/>
          <w:b/>
          <w:noProof/>
          <w:sz w:val="22"/>
          <w:szCs w:val="22"/>
          <w:lang w:val="ro-RO"/>
        </w:rPr>
        <w:t>S</w:t>
      </w:r>
      <w:r w:rsidR="009C35A9" w:rsidRPr="00E67132">
        <w:rPr>
          <w:rFonts w:ascii="Calibri" w:hAnsi="Calibri" w:cs="Calibri"/>
          <w:b/>
          <w:noProof/>
          <w:sz w:val="22"/>
          <w:szCs w:val="22"/>
          <w:lang w:val="ro-RO"/>
        </w:rPr>
        <w:t xml:space="preserve">e continuă verificarea condiţiilor de eligibilitate </w:t>
      </w:r>
      <w:r w:rsidR="001C0399" w:rsidRPr="00E67132">
        <w:rPr>
          <w:rFonts w:ascii="Calibri" w:hAnsi="Calibri" w:cs="Calibri"/>
          <w:b/>
          <w:noProof/>
          <w:sz w:val="22"/>
          <w:szCs w:val="22"/>
          <w:lang w:val="ro-RO"/>
        </w:rPr>
        <w:t xml:space="preserve">în cazul în care </w:t>
      </w:r>
      <w:r w:rsidR="009C35A9" w:rsidRPr="00E67132">
        <w:rPr>
          <w:rFonts w:ascii="Calibri" w:hAnsi="Calibri" w:cs="Calibri"/>
          <w:b/>
          <w:noProof/>
          <w:sz w:val="22"/>
          <w:szCs w:val="22"/>
          <w:lang w:val="ro-RO"/>
        </w:rPr>
        <w:t>solicitantul se regăseşte în una din</w:t>
      </w:r>
      <w:r w:rsidR="001C0399" w:rsidRPr="00E67132">
        <w:rPr>
          <w:rFonts w:ascii="Calibri" w:hAnsi="Calibri" w:cs="Calibri"/>
          <w:b/>
          <w:noProof/>
          <w:sz w:val="22"/>
          <w:szCs w:val="22"/>
          <w:lang w:val="ro-RO"/>
        </w:rPr>
        <w:t>tre</w:t>
      </w:r>
      <w:r w:rsidR="009C35A9" w:rsidRPr="00E67132">
        <w:rPr>
          <w:rFonts w:ascii="Calibri" w:hAnsi="Calibri" w:cs="Calibri"/>
          <w:b/>
          <w:noProof/>
          <w:sz w:val="22"/>
          <w:szCs w:val="22"/>
          <w:lang w:val="ro-RO"/>
        </w:rPr>
        <w:t xml:space="preserve"> situaţiile prezentate la punctele 1</w:t>
      </w:r>
      <w:r w:rsidR="001C36DF" w:rsidRPr="00E67132">
        <w:rPr>
          <w:rFonts w:ascii="Calibri" w:hAnsi="Calibri" w:cs="Calibri"/>
          <w:b/>
          <w:noProof/>
          <w:sz w:val="22"/>
          <w:szCs w:val="22"/>
          <w:lang w:val="ro-RO"/>
        </w:rPr>
        <w:t>.1</w:t>
      </w:r>
      <w:r w:rsidR="009C35A9" w:rsidRPr="00E67132">
        <w:rPr>
          <w:rFonts w:ascii="Calibri" w:hAnsi="Calibri" w:cs="Calibri"/>
          <w:b/>
          <w:noProof/>
          <w:sz w:val="22"/>
          <w:szCs w:val="22"/>
          <w:lang w:val="ro-RO"/>
        </w:rPr>
        <w:t>-</w:t>
      </w:r>
      <w:r w:rsidR="001C36DF" w:rsidRPr="00E67132">
        <w:rPr>
          <w:rFonts w:ascii="Calibri" w:hAnsi="Calibri" w:cs="Calibri"/>
          <w:b/>
          <w:noProof/>
          <w:sz w:val="22"/>
          <w:szCs w:val="22"/>
          <w:lang w:val="ro-RO"/>
        </w:rPr>
        <w:t>2.</w:t>
      </w:r>
      <w:r w:rsidR="00EC3557">
        <w:rPr>
          <w:rFonts w:ascii="Calibri" w:hAnsi="Calibri" w:cs="Calibri"/>
          <w:b/>
          <w:noProof/>
          <w:sz w:val="22"/>
          <w:szCs w:val="22"/>
          <w:lang w:val="ro-RO"/>
        </w:rPr>
        <w:t>3</w:t>
      </w:r>
      <w:r w:rsidRPr="00E67132">
        <w:rPr>
          <w:rFonts w:ascii="Calibri" w:hAnsi="Calibri" w:cs="Calibri"/>
          <w:b/>
          <w:noProof/>
          <w:sz w:val="22"/>
          <w:szCs w:val="22"/>
          <w:lang w:val="ro-RO"/>
        </w:rPr>
        <w:t>.</w:t>
      </w:r>
      <w:r w:rsidR="009C35A9" w:rsidRPr="00E67132">
        <w:rPr>
          <w:rFonts w:ascii="Calibri" w:hAnsi="Calibri" w:cs="Calibri"/>
          <w:b/>
          <w:noProof/>
          <w:sz w:val="22"/>
          <w:szCs w:val="22"/>
          <w:lang w:val="ro-RO"/>
        </w:rPr>
        <w:t xml:space="preserve"> </w:t>
      </w:r>
    </w:p>
    <w:p w14:paraId="197C1974" w14:textId="77777777" w:rsidR="009C35A9" w:rsidRPr="00E67132" w:rsidRDefault="009C35A9" w:rsidP="008C3B90">
      <w:pPr>
        <w:tabs>
          <w:tab w:val="left" w:pos="3120"/>
          <w:tab w:val="center" w:pos="4320"/>
          <w:tab w:val="right" w:pos="8640"/>
        </w:tabs>
        <w:rPr>
          <w:rFonts w:ascii="Calibri" w:hAnsi="Calibri" w:cs="Calibri"/>
          <w:b/>
          <w:noProof/>
          <w:sz w:val="22"/>
          <w:szCs w:val="22"/>
          <w:lang w:val="ro-RO"/>
        </w:rPr>
      </w:pPr>
    </w:p>
    <w:p w14:paraId="48E938A1" w14:textId="77777777" w:rsidR="00574253" w:rsidRPr="00E67132" w:rsidRDefault="00947221"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2.Verificarea conditiilor de eligibilitate</w:t>
      </w:r>
    </w:p>
    <w:p w14:paraId="362E48E3"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28AF027C" w14:textId="77777777" w:rsidR="00F60E47" w:rsidRPr="00E67132" w:rsidRDefault="00F60E47" w:rsidP="00F60E47">
      <w:pPr>
        <w:pStyle w:val="BodyText3"/>
        <w:jc w:val="both"/>
        <w:rPr>
          <w:rFonts w:ascii="Calibri" w:hAnsi="Calibri" w:cs="Calibri"/>
          <w:noProof/>
          <w:sz w:val="22"/>
          <w:szCs w:val="22"/>
          <w:lang w:val="ro-RO"/>
        </w:rPr>
      </w:pPr>
      <w:r w:rsidRPr="00E67132">
        <w:rPr>
          <w:rFonts w:ascii="Calibri" w:hAnsi="Calibri" w:cs="Calibri"/>
          <w:noProof/>
          <w:sz w:val="22"/>
          <w:szCs w:val="22"/>
          <w:lang w:val="ro-RO"/>
        </w:rPr>
        <w:t xml:space="preserve">EG1 </w:t>
      </w:r>
      <w:r w:rsidR="00385034" w:rsidRPr="00E67132">
        <w:rPr>
          <w:rFonts w:ascii="Calibri" w:hAnsi="Calibri" w:cs="Calibri"/>
          <w:noProof/>
          <w:sz w:val="22"/>
          <w:szCs w:val="22"/>
          <w:lang w:val="ro-RO"/>
        </w:rPr>
        <w:t>Solicitantul aparţine categoriei de solicitanţi eligibili şi este înregistrat ca  microîntreprindere sau intreprindere mica, având pentru prima dată obiect de activitate în domeniul agricol cu maximum 24 de luni înaintea depunerii cererii de finanţare?</w:t>
      </w:r>
    </w:p>
    <w:p w14:paraId="5CFF169A" w14:textId="77777777" w:rsidR="00947221" w:rsidRPr="00E67132" w:rsidRDefault="00947221" w:rsidP="00947221">
      <w:pPr>
        <w:tabs>
          <w:tab w:val="left" w:pos="3120"/>
          <w:tab w:val="center" w:pos="4320"/>
          <w:tab w:val="right" w:pos="8640"/>
        </w:tabs>
        <w:rPr>
          <w:rFonts w:ascii="Calibri" w:hAnsi="Calibri" w:cs="Calibri"/>
          <w:b/>
          <w:bCs/>
          <w:noProof/>
          <w:sz w:val="22"/>
          <w:szCs w:val="22"/>
          <w:lang w:val="ro-RO"/>
        </w:rPr>
      </w:pPr>
    </w:p>
    <w:p w14:paraId="4112FDB1" w14:textId="77777777" w:rsidR="00947221" w:rsidRPr="00E67132" w:rsidRDefault="00947221" w:rsidP="00947221">
      <w:pPr>
        <w:tabs>
          <w:tab w:val="left" w:pos="3120"/>
          <w:tab w:val="center" w:pos="4320"/>
          <w:tab w:val="right" w:pos="8640"/>
        </w:tabs>
        <w:rPr>
          <w:rFonts w:ascii="Calibri" w:hAnsi="Calibri" w:cs="Calibri"/>
          <w:noProof/>
          <w:sz w:val="22"/>
          <w:szCs w:val="22"/>
          <w:lang w:val="ro-RO"/>
        </w:rPr>
      </w:pPr>
      <w:r w:rsidRPr="00E67132">
        <w:rPr>
          <w:rFonts w:ascii="Calibri" w:hAnsi="Calibri" w:cs="Calibri"/>
          <w:noProof/>
          <w:sz w:val="22"/>
          <w:szCs w:val="22"/>
          <w:lang w:val="ro-RO"/>
        </w:rPr>
        <w:t>- Persoana fizica autorizata (OUG nr. 44/16 aprilie 2008)</w:t>
      </w:r>
      <w:r w:rsidRPr="00E67132">
        <w:rPr>
          <w:rFonts w:ascii="Calibri" w:hAnsi="Calibri" w:cs="Calibri"/>
          <w:noProof/>
          <w:sz w:val="22"/>
          <w:szCs w:val="22"/>
          <w:lang w:val="ro-RO"/>
        </w:rPr>
        <w:tab/>
        <w:t xml:space="preserve">              </w:t>
      </w:r>
    </w:p>
    <w:p w14:paraId="109B50C9" w14:textId="77777777" w:rsidR="00947221" w:rsidRPr="00E67132" w:rsidRDefault="00947221" w:rsidP="00947221">
      <w:pPr>
        <w:tabs>
          <w:tab w:val="left" w:pos="3120"/>
          <w:tab w:val="center" w:pos="4320"/>
          <w:tab w:val="right" w:pos="8640"/>
        </w:tabs>
        <w:rPr>
          <w:rFonts w:ascii="Calibri" w:hAnsi="Calibri" w:cs="Calibri"/>
          <w:noProof/>
          <w:sz w:val="22"/>
          <w:szCs w:val="22"/>
          <w:lang w:val="ro-RO"/>
        </w:rPr>
      </w:pPr>
      <w:r w:rsidRPr="00E67132">
        <w:rPr>
          <w:rFonts w:ascii="Calibri" w:hAnsi="Calibri" w:cs="Calibri"/>
          <w:noProof/>
          <w:sz w:val="22"/>
          <w:szCs w:val="22"/>
          <w:lang w:val="ro-RO"/>
        </w:rPr>
        <w:t xml:space="preserve">- Intreprinderi individuale (OUG nr. 44/16 aprilie 2008) </w:t>
      </w:r>
      <w:r w:rsidRPr="00E67132">
        <w:rPr>
          <w:rFonts w:ascii="Calibri" w:hAnsi="Calibri" w:cs="Calibri"/>
          <w:noProof/>
          <w:sz w:val="22"/>
          <w:szCs w:val="22"/>
          <w:lang w:val="ro-RO"/>
        </w:rPr>
        <w:tab/>
        <w:t xml:space="preserve">                        </w:t>
      </w:r>
    </w:p>
    <w:p w14:paraId="3176EE8F" w14:textId="77777777" w:rsidR="00947221" w:rsidRPr="00E67132" w:rsidRDefault="00947221" w:rsidP="00947221">
      <w:pPr>
        <w:tabs>
          <w:tab w:val="left" w:pos="3120"/>
          <w:tab w:val="center" w:pos="4320"/>
          <w:tab w:val="right" w:pos="8640"/>
        </w:tabs>
        <w:rPr>
          <w:rFonts w:ascii="Calibri" w:hAnsi="Calibri" w:cs="Calibri"/>
          <w:noProof/>
          <w:sz w:val="22"/>
          <w:szCs w:val="22"/>
          <w:lang w:val="ro-RO"/>
        </w:rPr>
      </w:pPr>
      <w:r w:rsidRPr="00E67132">
        <w:rPr>
          <w:rFonts w:ascii="Calibri" w:hAnsi="Calibri" w:cs="Calibri"/>
          <w:noProof/>
          <w:sz w:val="22"/>
          <w:szCs w:val="22"/>
          <w:lang w:val="ro-RO"/>
        </w:rPr>
        <w:t xml:space="preserve">- Intreprindere familială (OUG nr. 44/16 aprilie 2008)                                     </w:t>
      </w:r>
    </w:p>
    <w:p w14:paraId="3AAABEFD" w14:textId="77777777" w:rsidR="00D27C46" w:rsidRPr="00E67132" w:rsidRDefault="00947221" w:rsidP="00947221">
      <w:pPr>
        <w:tabs>
          <w:tab w:val="left" w:pos="3120"/>
          <w:tab w:val="center" w:pos="4320"/>
          <w:tab w:val="right" w:pos="8640"/>
        </w:tabs>
        <w:rPr>
          <w:rFonts w:ascii="Calibri" w:hAnsi="Calibri" w:cs="Calibri"/>
          <w:noProof/>
          <w:sz w:val="22"/>
          <w:szCs w:val="22"/>
          <w:lang w:val="ro-RO"/>
        </w:rPr>
      </w:pPr>
      <w:r w:rsidRPr="00E67132">
        <w:rPr>
          <w:rFonts w:ascii="Calibri" w:hAnsi="Calibri" w:cs="Calibri"/>
          <w:noProof/>
          <w:sz w:val="22"/>
          <w:szCs w:val="22"/>
          <w:lang w:val="ro-RO"/>
        </w:rPr>
        <w:t>- Societate cu raspundere limitata – SRL (Legea nr.31/1990</w:t>
      </w:r>
      <w:r w:rsidR="002D272C" w:rsidRPr="00E67132">
        <w:rPr>
          <w:rFonts w:ascii="Calibri" w:hAnsi="Calibri" w:cs="Calibri"/>
          <w:noProof/>
          <w:sz w:val="22"/>
          <w:szCs w:val="22"/>
          <w:lang w:val="ro-RO"/>
        </w:rPr>
        <w:t>)</w:t>
      </w:r>
    </w:p>
    <w:p w14:paraId="436DBDFC" w14:textId="77777777" w:rsidR="00E81DF4" w:rsidRPr="00E67132" w:rsidRDefault="00D27C46" w:rsidP="00E81DF4">
      <w:pPr>
        <w:pStyle w:val="xl61"/>
        <w:pBdr>
          <w:left w:val="none" w:sz="0" w:space="0" w:color="auto"/>
        </w:pBdr>
        <w:spacing w:before="0" w:beforeAutospacing="0" w:after="0" w:afterAutospacing="0"/>
        <w:rPr>
          <w:rFonts w:asciiTheme="minorHAnsi" w:eastAsia="Calibri" w:hAnsiTheme="minorHAnsi" w:cstheme="minorHAnsi"/>
          <w:b/>
          <w:bCs/>
          <w:i/>
          <w:noProof/>
          <w:szCs w:val="24"/>
          <w:lang w:val="ro-RO"/>
        </w:rPr>
      </w:pPr>
      <w:r w:rsidRPr="00E67132">
        <w:rPr>
          <w:rFonts w:ascii="Calibri" w:hAnsi="Calibri" w:cs="Calibri"/>
          <w:noProof/>
          <w:sz w:val="22"/>
          <w:szCs w:val="22"/>
          <w:lang w:val="ro-RO"/>
        </w:rPr>
        <w:t xml:space="preserve">- </w:t>
      </w:r>
      <w:r w:rsidRPr="00E67132">
        <w:rPr>
          <w:rFonts w:ascii="Calibri" w:hAnsi="Calibri" w:cs="Calibri"/>
          <w:b/>
          <w:noProof/>
          <w:lang w:val="ro-RO"/>
        </w:rPr>
        <w:t xml:space="preserve">tinerii </w:t>
      </w:r>
      <w:r w:rsidR="003E0867" w:rsidRPr="00E67132">
        <w:rPr>
          <w:rFonts w:ascii="Calibri" w:hAnsi="Calibri" w:cs="Calibri"/>
          <w:b/>
          <w:noProof/>
          <w:lang w:val="ro-RO"/>
        </w:rPr>
        <w:t xml:space="preserve">cetaţeni români </w:t>
      </w:r>
      <w:r w:rsidRPr="00E67132">
        <w:rPr>
          <w:rFonts w:ascii="Calibri" w:hAnsi="Calibri" w:cs="Calibri"/>
          <w:b/>
          <w:noProof/>
          <w:lang w:val="ro-RO"/>
        </w:rPr>
        <w:t>din afara granițelor țării care se instalează ca șefi/manageri ai exploatației</w:t>
      </w:r>
      <w:r w:rsidR="00E81DF4" w:rsidRPr="00E67132">
        <w:rPr>
          <w:rFonts w:ascii="Calibri" w:hAnsi="Calibri" w:cs="Calibri"/>
          <w:b/>
          <w:noProof/>
          <w:lang w:val="ro-RO"/>
        </w:rPr>
        <w:t xml:space="preserve">, înregistrați conform </w:t>
      </w:r>
      <w:r w:rsidR="00E81DF4" w:rsidRPr="00E67132">
        <w:rPr>
          <w:rFonts w:asciiTheme="minorHAnsi" w:eastAsia="Calibri" w:hAnsiTheme="minorHAnsi" w:cstheme="minorHAnsi"/>
          <w:b/>
          <w:i/>
          <w:noProof/>
          <w:szCs w:val="24"/>
          <w:lang w:val="ro-RO"/>
        </w:rPr>
        <w:t>OUG  nr. 44/2008</w:t>
      </w:r>
      <w:r w:rsidR="00E81DF4" w:rsidRPr="00E67132">
        <w:rPr>
          <w:rFonts w:asciiTheme="minorHAnsi" w:eastAsia="Calibri" w:hAnsiTheme="minorHAnsi" w:cstheme="minorHAnsi"/>
          <w:b/>
          <w:bCs/>
          <w:i/>
          <w:noProof/>
          <w:szCs w:val="24"/>
          <w:lang w:val="ro-RO"/>
        </w:rPr>
        <w:t xml:space="preserve">  sau</w:t>
      </w:r>
      <w:r w:rsidR="00E81DF4" w:rsidRPr="00E67132">
        <w:rPr>
          <w:rFonts w:asciiTheme="minorHAnsi" w:eastAsia="Calibri" w:hAnsiTheme="minorHAnsi" w:cstheme="minorHAnsi"/>
          <w:b/>
          <w:i/>
          <w:noProof/>
          <w:szCs w:val="24"/>
          <w:lang w:val="ro-RO"/>
        </w:rPr>
        <w:t xml:space="preserve"> Legea </w:t>
      </w:r>
      <w:r w:rsidR="00E81DF4" w:rsidRPr="00E67132">
        <w:rPr>
          <w:rFonts w:asciiTheme="minorHAnsi" w:eastAsia="Calibri" w:hAnsiTheme="minorHAnsi" w:cstheme="minorHAnsi"/>
          <w:b/>
          <w:bCs/>
          <w:i/>
          <w:noProof/>
          <w:szCs w:val="24"/>
          <w:lang w:val="ro-RO"/>
        </w:rPr>
        <w:t xml:space="preserve">societăţilor nr. </w:t>
      </w:r>
      <w:r w:rsidR="00E81DF4" w:rsidRPr="00E67132">
        <w:rPr>
          <w:rFonts w:asciiTheme="minorHAnsi" w:eastAsia="Calibri" w:hAnsiTheme="minorHAnsi" w:cstheme="minorHAnsi"/>
          <w:b/>
          <w:i/>
          <w:noProof/>
          <w:szCs w:val="24"/>
          <w:lang w:val="ro-RO"/>
        </w:rPr>
        <w:t>31</w:t>
      </w:r>
      <w:r w:rsidR="00E81DF4" w:rsidRPr="00E67132">
        <w:rPr>
          <w:rFonts w:asciiTheme="minorHAnsi" w:eastAsia="Calibri" w:hAnsiTheme="minorHAnsi" w:cstheme="minorHAnsi"/>
          <w:b/>
          <w:bCs/>
          <w:i/>
          <w:noProof/>
          <w:szCs w:val="24"/>
          <w:lang w:val="ro-RO"/>
        </w:rPr>
        <w:t>/</w:t>
      </w:r>
      <w:r w:rsidR="00E81DF4" w:rsidRPr="00E67132">
        <w:rPr>
          <w:rFonts w:asciiTheme="minorHAnsi" w:eastAsia="Calibri" w:hAnsiTheme="minorHAnsi" w:cstheme="minorHAnsi"/>
          <w:b/>
          <w:i/>
          <w:noProof/>
          <w:szCs w:val="24"/>
          <w:lang w:val="ro-RO"/>
        </w:rPr>
        <w:t>1990</w:t>
      </w:r>
      <w:r w:rsidR="00E81DF4" w:rsidRPr="00E67132">
        <w:rPr>
          <w:rFonts w:asciiTheme="minorHAnsi" w:eastAsia="Calibri" w:hAnsiTheme="minorHAnsi" w:cstheme="minorHAnsi"/>
          <w:b/>
          <w:bCs/>
          <w:i/>
          <w:noProof/>
          <w:szCs w:val="24"/>
          <w:lang w:val="ro-RO"/>
        </w:rPr>
        <w:t xml:space="preserve"> republicată.</w:t>
      </w:r>
    </w:p>
    <w:p w14:paraId="641E50B9" w14:textId="3933A213" w:rsidR="00D27C46" w:rsidRDefault="00D27C46" w:rsidP="00947221">
      <w:pPr>
        <w:tabs>
          <w:tab w:val="left" w:pos="3120"/>
          <w:tab w:val="center" w:pos="4320"/>
          <w:tab w:val="right" w:pos="8640"/>
        </w:tabs>
        <w:rPr>
          <w:rFonts w:ascii="Calibri" w:hAnsi="Calibri" w:cs="Calibri"/>
          <w:noProof/>
          <w:sz w:val="22"/>
          <w:szCs w:val="22"/>
          <w:lang w:val="ro-RO"/>
        </w:rPr>
      </w:pPr>
    </w:p>
    <w:p w14:paraId="0CDD9583" w14:textId="77777777" w:rsidR="00ED67AD" w:rsidRPr="00E67132" w:rsidRDefault="00ED67AD" w:rsidP="00947221">
      <w:pPr>
        <w:tabs>
          <w:tab w:val="left" w:pos="3120"/>
          <w:tab w:val="center" w:pos="4320"/>
          <w:tab w:val="right" w:pos="8640"/>
        </w:tabs>
        <w:rPr>
          <w:rFonts w:ascii="Calibri" w:hAnsi="Calibri" w:cs="Calibri"/>
          <w:noProof/>
          <w:sz w:val="22"/>
          <w:szCs w:val="22"/>
          <w:lang w:val="ro-RO"/>
        </w:rPr>
      </w:pPr>
    </w:p>
    <w:p w14:paraId="7A0BC3C9"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tbl>
      <w:tblPr>
        <w:tblW w:w="969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831"/>
      </w:tblGrid>
      <w:tr w:rsidR="008C716C" w:rsidRPr="00E67132" w14:paraId="5DE33D6E" w14:textId="77777777" w:rsidTr="00E74F53">
        <w:tc>
          <w:tcPr>
            <w:tcW w:w="4860" w:type="dxa"/>
            <w:shd w:val="clear" w:color="auto" w:fill="C0C0C0"/>
          </w:tcPr>
          <w:p w14:paraId="3062FC84"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607E2F97"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DOCUMENTE   DE   PREZENTAT</w:t>
            </w:r>
          </w:p>
        </w:tc>
        <w:tc>
          <w:tcPr>
            <w:tcW w:w="4831" w:type="dxa"/>
            <w:shd w:val="clear" w:color="auto" w:fill="C0C0C0"/>
          </w:tcPr>
          <w:p w14:paraId="63F49350"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38C44DA3"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PUNCTE DE VERIFICAT IN DOCUMENTE</w:t>
            </w:r>
          </w:p>
        </w:tc>
      </w:tr>
      <w:tr w:rsidR="008C716C" w:rsidRPr="00E67132" w14:paraId="3720281A" w14:textId="77777777" w:rsidTr="00715030">
        <w:trPr>
          <w:trHeight w:val="643"/>
        </w:trPr>
        <w:tc>
          <w:tcPr>
            <w:tcW w:w="4860" w:type="dxa"/>
          </w:tcPr>
          <w:p w14:paraId="71B88F48" w14:textId="77777777" w:rsidR="00E77BA5" w:rsidRPr="00E67132" w:rsidRDefault="001D72AB" w:rsidP="00342928">
            <w:pPr>
              <w:pStyle w:val="NoSpacing"/>
              <w:spacing w:line="276" w:lineRule="auto"/>
              <w:jc w:val="both"/>
              <w:rPr>
                <w:rFonts w:cs="Calibri"/>
                <w:i/>
                <w:noProof/>
                <w:lang w:val="ro-RO"/>
              </w:rPr>
            </w:pPr>
            <w:r w:rsidRPr="00E67132">
              <w:rPr>
                <w:rFonts w:cs="Calibri"/>
                <w:b/>
                <w:noProof/>
                <w:lang w:val="ro-RO"/>
              </w:rPr>
              <w:t xml:space="preserve">Acces baza date serviciul </w:t>
            </w:r>
            <w:r w:rsidR="005752A4" w:rsidRPr="00E67132">
              <w:rPr>
                <w:rFonts w:cs="Calibri"/>
                <w:b/>
                <w:noProof/>
                <w:lang w:val="ro-RO"/>
              </w:rPr>
              <w:t xml:space="preserve"> online RECOM al </w:t>
            </w:r>
            <w:r w:rsidR="008C716C" w:rsidRPr="00E67132">
              <w:rPr>
                <w:rFonts w:cs="Calibri"/>
                <w:b/>
                <w:noProof/>
                <w:lang w:val="ro-RO"/>
              </w:rPr>
              <w:t>Oficiul Registrului Comerţului</w:t>
            </w:r>
            <w:r w:rsidR="005752A4" w:rsidRPr="00E67132">
              <w:rPr>
                <w:rFonts w:cs="Calibri"/>
                <w:b/>
                <w:noProof/>
                <w:lang w:val="ro-RO"/>
              </w:rPr>
              <w:t>, conform Manualului de  utilizare portal ONRC  Serviciul RECOM  online.</w:t>
            </w:r>
            <w:r w:rsidR="00E77BA5" w:rsidRPr="00E67132">
              <w:rPr>
                <w:rFonts w:cs="Calibri"/>
                <w:i/>
                <w:noProof/>
                <w:lang w:val="ro-RO"/>
              </w:rPr>
              <w:t xml:space="preserve"> </w:t>
            </w:r>
          </w:p>
          <w:p w14:paraId="505DB3B1" w14:textId="77777777" w:rsidR="00E77BA5" w:rsidRPr="00E67132" w:rsidRDefault="00E77BA5" w:rsidP="00342928">
            <w:pPr>
              <w:pStyle w:val="NoSpacing"/>
              <w:spacing w:line="276" w:lineRule="auto"/>
              <w:jc w:val="both"/>
              <w:rPr>
                <w:rFonts w:cs="Calibri"/>
                <w:i/>
                <w:noProof/>
                <w:lang w:val="ro-RO"/>
              </w:rPr>
            </w:pPr>
          </w:p>
          <w:p w14:paraId="35C374ED" w14:textId="77777777" w:rsidR="00E77BA5" w:rsidRPr="00E67132" w:rsidRDefault="00E77BA5" w:rsidP="00342928">
            <w:pPr>
              <w:pStyle w:val="NoSpacing"/>
              <w:spacing w:line="276" w:lineRule="auto"/>
              <w:jc w:val="both"/>
              <w:rPr>
                <w:rFonts w:cs="Calibri"/>
                <w:i/>
                <w:noProof/>
                <w:lang w:val="ro-RO"/>
              </w:rPr>
            </w:pPr>
          </w:p>
          <w:p w14:paraId="266989F5" w14:textId="77777777" w:rsidR="00E77BA5" w:rsidRPr="00E67132" w:rsidRDefault="00E77BA5" w:rsidP="00342928">
            <w:pPr>
              <w:pStyle w:val="NoSpacing"/>
              <w:spacing w:line="276" w:lineRule="auto"/>
              <w:jc w:val="both"/>
              <w:rPr>
                <w:rFonts w:cs="Calibri"/>
                <w:i/>
                <w:noProof/>
                <w:lang w:val="ro-RO"/>
              </w:rPr>
            </w:pPr>
          </w:p>
          <w:p w14:paraId="39DE3806" w14:textId="77777777" w:rsidR="00E77BA5" w:rsidRPr="00E67132" w:rsidRDefault="00E77BA5" w:rsidP="00342928">
            <w:pPr>
              <w:pStyle w:val="NoSpacing"/>
              <w:spacing w:line="276" w:lineRule="auto"/>
              <w:jc w:val="both"/>
              <w:rPr>
                <w:rFonts w:cs="Calibri"/>
                <w:i/>
                <w:noProof/>
                <w:lang w:val="ro-RO"/>
              </w:rPr>
            </w:pPr>
          </w:p>
          <w:p w14:paraId="1D18049D" w14:textId="77777777" w:rsidR="00E77BA5" w:rsidRPr="00E67132" w:rsidRDefault="00E77BA5" w:rsidP="00342928">
            <w:pPr>
              <w:pStyle w:val="NoSpacing"/>
              <w:spacing w:line="276" w:lineRule="auto"/>
              <w:jc w:val="both"/>
              <w:rPr>
                <w:rFonts w:cs="Calibri"/>
                <w:i/>
                <w:noProof/>
                <w:lang w:val="ro-RO"/>
              </w:rPr>
            </w:pPr>
          </w:p>
          <w:p w14:paraId="3D75CAFC" w14:textId="77777777" w:rsidR="00E77BA5" w:rsidRPr="00E67132" w:rsidRDefault="00E77BA5" w:rsidP="00342928">
            <w:pPr>
              <w:pStyle w:val="NoSpacing"/>
              <w:spacing w:line="276" w:lineRule="auto"/>
              <w:jc w:val="both"/>
              <w:rPr>
                <w:rFonts w:cs="Calibri"/>
                <w:i/>
                <w:noProof/>
                <w:lang w:val="ro-RO"/>
              </w:rPr>
            </w:pPr>
          </w:p>
          <w:p w14:paraId="6AF8F81E" w14:textId="77777777" w:rsidR="00E77BA5" w:rsidRPr="00E67132" w:rsidRDefault="00E77BA5" w:rsidP="00342928">
            <w:pPr>
              <w:pStyle w:val="NoSpacing"/>
              <w:spacing w:line="276" w:lineRule="auto"/>
              <w:jc w:val="both"/>
              <w:rPr>
                <w:rFonts w:cs="Calibri"/>
                <w:i/>
                <w:noProof/>
                <w:lang w:val="ro-RO"/>
              </w:rPr>
            </w:pPr>
          </w:p>
          <w:p w14:paraId="6C53772E" w14:textId="77777777" w:rsidR="00E77BA5" w:rsidRPr="00E67132" w:rsidRDefault="00E77BA5" w:rsidP="00342928">
            <w:pPr>
              <w:pStyle w:val="NoSpacing"/>
              <w:spacing w:line="276" w:lineRule="auto"/>
              <w:jc w:val="both"/>
              <w:rPr>
                <w:rFonts w:cs="Calibri"/>
                <w:i/>
                <w:noProof/>
                <w:lang w:val="ro-RO"/>
              </w:rPr>
            </w:pPr>
          </w:p>
          <w:p w14:paraId="59100949" w14:textId="77777777" w:rsidR="00E77BA5" w:rsidRPr="00E67132" w:rsidRDefault="00E77BA5" w:rsidP="00342928">
            <w:pPr>
              <w:pStyle w:val="NoSpacing"/>
              <w:spacing w:line="276" w:lineRule="auto"/>
              <w:jc w:val="both"/>
              <w:rPr>
                <w:rFonts w:cs="Calibri"/>
                <w:i/>
                <w:noProof/>
                <w:lang w:val="ro-RO"/>
              </w:rPr>
            </w:pPr>
          </w:p>
          <w:p w14:paraId="57410CCF" w14:textId="77777777" w:rsidR="00E77BA5" w:rsidRPr="00E67132" w:rsidRDefault="00E77BA5" w:rsidP="00342928">
            <w:pPr>
              <w:pStyle w:val="NoSpacing"/>
              <w:spacing w:line="276" w:lineRule="auto"/>
              <w:jc w:val="both"/>
              <w:rPr>
                <w:rFonts w:cs="Calibri"/>
                <w:i/>
                <w:noProof/>
                <w:lang w:val="ro-RO"/>
              </w:rPr>
            </w:pPr>
          </w:p>
          <w:p w14:paraId="7595527D" w14:textId="77777777" w:rsidR="00E77BA5" w:rsidRPr="00E67132" w:rsidRDefault="00E77BA5" w:rsidP="00342928">
            <w:pPr>
              <w:pStyle w:val="NoSpacing"/>
              <w:spacing w:line="276" w:lineRule="auto"/>
              <w:jc w:val="both"/>
              <w:rPr>
                <w:rFonts w:cs="Calibri"/>
                <w:i/>
                <w:noProof/>
                <w:lang w:val="ro-RO"/>
              </w:rPr>
            </w:pPr>
          </w:p>
          <w:p w14:paraId="7C8A77D3" w14:textId="77777777" w:rsidR="00E77BA5" w:rsidRPr="00E67132" w:rsidRDefault="00E77BA5" w:rsidP="00342928">
            <w:pPr>
              <w:pStyle w:val="NoSpacing"/>
              <w:spacing w:line="276" w:lineRule="auto"/>
              <w:jc w:val="both"/>
              <w:rPr>
                <w:rFonts w:cs="Calibri"/>
                <w:i/>
                <w:noProof/>
                <w:lang w:val="ro-RO"/>
              </w:rPr>
            </w:pPr>
          </w:p>
          <w:p w14:paraId="6723C193" w14:textId="77777777" w:rsidR="00E77BA5" w:rsidRPr="00E67132" w:rsidRDefault="00E77BA5" w:rsidP="00342928">
            <w:pPr>
              <w:pStyle w:val="NoSpacing"/>
              <w:spacing w:line="276" w:lineRule="auto"/>
              <w:jc w:val="both"/>
              <w:rPr>
                <w:rFonts w:cs="Calibri"/>
                <w:i/>
                <w:noProof/>
                <w:lang w:val="ro-RO"/>
              </w:rPr>
            </w:pPr>
          </w:p>
          <w:p w14:paraId="61C62235" w14:textId="77777777" w:rsidR="00E77BA5" w:rsidRPr="00E67132" w:rsidRDefault="00E77BA5" w:rsidP="00342928">
            <w:pPr>
              <w:pStyle w:val="NoSpacing"/>
              <w:spacing w:line="276" w:lineRule="auto"/>
              <w:jc w:val="both"/>
              <w:rPr>
                <w:rFonts w:cs="Calibri"/>
                <w:i/>
                <w:noProof/>
                <w:lang w:val="ro-RO"/>
              </w:rPr>
            </w:pPr>
          </w:p>
          <w:p w14:paraId="091B241F" w14:textId="77777777" w:rsidR="00E77BA5" w:rsidRPr="00E67132" w:rsidRDefault="00E77BA5" w:rsidP="00342928">
            <w:pPr>
              <w:pStyle w:val="NoSpacing"/>
              <w:spacing w:line="276" w:lineRule="auto"/>
              <w:jc w:val="both"/>
              <w:rPr>
                <w:rFonts w:cs="Calibri"/>
                <w:i/>
                <w:noProof/>
                <w:lang w:val="ro-RO"/>
              </w:rPr>
            </w:pPr>
          </w:p>
          <w:p w14:paraId="71457D12" w14:textId="77777777" w:rsidR="00E77BA5" w:rsidRPr="00E67132" w:rsidRDefault="00E77BA5" w:rsidP="00342928">
            <w:pPr>
              <w:pStyle w:val="NoSpacing"/>
              <w:spacing w:line="276" w:lineRule="auto"/>
              <w:jc w:val="both"/>
              <w:rPr>
                <w:rFonts w:cs="Calibri"/>
                <w:i/>
                <w:noProof/>
                <w:lang w:val="ro-RO"/>
              </w:rPr>
            </w:pPr>
          </w:p>
          <w:p w14:paraId="11DC0424" w14:textId="77777777" w:rsidR="00E77BA5" w:rsidRPr="00E67132" w:rsidRDefault="00E77BA5" w:rsidP="00342928">
            <w:pPr>
              <w:pStyle w:val="NoSpacing"/>
              <w:spacing w:line="276" w:lineRule="auto"/>
              <w:jc w:val="both"/>
              <w:rPr>
                <w:rFonts w:cs="Calibri"/>
                <w:i/>
                <w:noProof/>
                <w:lang w:val="ro-RO"/>
              </w:rPr>
            </w:pPr>
          </w:p>
          <w:p w14:paraId="4097A26F" w14:textId="77777777" w:rsidR="00E77BA5" w:rsidRPr="00E67132" w:rsidRDefault="00E77BA5" w:rsidP="00342928">
            <w:pPr>
              <w:pStyle w:val="NoSpacing"/>
              <w:spacing w:line="276" w:lineRule="auto"/>
              <w:jc w:val="both"/>
              <w:rPr>
                <w:rFonts w:cs="Calibri"/>
                <w:i/>
                <w:noProof/>
                <w:lang w:val="ro-RO"/>
              </w:rPr>
            </w:pPr>
          </w:p>
          <w:p w14:paraId="143F4F7F" w14:textId="77777777" w:rsidR="00E77BA5" w:rsidRPr="00E67132" w:rsidRDefault="00E77BA5" w:rsidP="00342928">
            <w:pPr>
              <w:pStyle w:val="NoSpacing"/>
              <w:spacing w:line="276" w:lineRule="auto"/>
              <w:jc w:val="both"/>
              <w:rPr>
                <w:rFonts w:cs="Calibri"/>
                <w:i/>
                <w:noProof/>
                <w:lang w:val="ro-RO"/>
              </w:rPr>
            </w:pPr>
          </w:p>
          <w:p w14:paraId="5BD98670" w14:textId="77777777" w:rsidR="00E77BA5" w:rsidRPr="00E67132" w:rsidRDefault="00E77BA5" w:rsidP="00342928">
            <w:pPr>
              <w:pStyle w:val="NoSpacing"/>
              <w:spacing w:line="276" w:lineRule="auto"/>
              <w:jc w:val="both"/>
              <w:rPr>
                <w:rFonts w:cs="Calibri"/>
                <w:i/>
                <w:noProof/>
                <w:lang w:val="ro-RO"/>
              </w:rPr>
            </w:pPr>
          </w:p>
          <w:p w14:paraId="43076595" w14:textId="77777777" w:rsidR="00E77BA5" w:rsidRPr="00E67132" w:rsidRDefault="00E77BA5" w:rsidP="00342928">
            <w:pPr>
              <w:pStyle w:val="NoSpacing"/>
              <w:spacing w:line="276" w:lineRule="auto"/>
              <w:jc w:val="both"/>
              <w:rPr>
                <w:rFonts w:cs="Calibri"/>
                <w:i/>
                <w:noProof/>
                <w:lang w:val="ro-RO"/>
              </w:rPr>
            </w:pPr>
          </w:p>
          <w:p w14:paraId="0DD0D861" w14:textId="77777777" w:rsidR="00E77BA5" w:rsidRPr="00E67132" w:rsidRDefault="00E77BA5" w:rsidP="00342928">
            <w:pPr>
              <w:pStyle w:val="NoSpacing"/>
              <w:spacing w:line="276" w:lineRule="auto"/>
              <w:jc w:val="both"/>
              <w:rPr>
                <w:rFonts w:cs="Calibri"/>
                <w:i/>
                <w:noProof/>
                <w:lang w:val="ro-RO"/>
              </w:rPr>
            </w:pPr>
          </w:p>
          <w:p w14:paraId="2009AD26" w14:textId="77777777" w:rsidR="00E77BA5" w:rsidRPr="00E67132" w:rsidRDefault="00E77BA5" w:rsidP="00342928">
            <w:pPr>
              <w:pStyle w:val="NoSpacing"/>
              <w:spacing w:line="276" w:lineRule="auto"/>
              <w:jc w:val="both"/>
              <w:rPr>
                <w:rFonts w:cs="Calibri"/>
                <w:i/>
                <w:noProof/>
                <w:lang w:val="ro-RO"/>
              </w:rPr>
            </w:pPr>
          </w:p>
          <w:p w14:paraId="2E444F37" w14:textId="77777777" w:rsidR="00E77BA5" w:rsidRPr="00E67132" w:rsidRDefault="00E77BA5" w:rsidP="00342928">
            <w:pPr>
              <w:pStyle w:val="NoSpacing"/>
              <w:spacing w:line="276" w:lineRule="auto"/>
              <w:jc w:val="both"/>
              <w:rPr>
                <w:rFonts w:cs="Calibri"/>
                <w:i/>
                <w:noProof/>
                <w:lang w:val="ro-RO"/>
              </w:rPr>
            </w:pPr>
          </w:p>
          <w:p w14:paraId="0D9FC49B" w14:textId="77777777" w:rsidR="00E77BA5" w:rsidRPr="00E67132" w:rsidRDefault="00E77BA5" w:rsidP="00342928">
            <w:pPr>
              <w:pStyle w:val="NoSpacing"/>
              <w:spacing w:line="276" w:lineRule="auto"/>
              <w:jc w:val="both"/>
              <w:rPr>
                <w:rFonts w:cs="Calibri"/>
                <w:i/>
                <w:noProof/>
                <w:lang w:val="ro-RO"/>
              </w:rPr>
            </w:pPr>
          </w:p>
          <w:p w14:paraId="454616B2" w14:textId="77777777" w:rsidR="00E77BA5" w:rsidRPr="00E67132" w:rsidRDefault="00E77BA5" w:rsidP="00342928">
            <w:pPr>
              <w:pStyle w:val="NoSpacing"/>
              <w:spacing w:line="276" w:lineRule="auto"/>
              <w:jc w:val="both"/>
              <w:rPr>
                <w:rFonts w:cs="Calibri"/>
                <w:i/>
                <w:noProof/>
                <w:lang w:val="ro-RO"/>
              </w:rPr>
            </w:pPr>
          </w:p>
          <w:p w14:paraId="2CE180D5" w14:textId="77777777" w:rsidR="00E77BA5" w:rsidRPr="00E67132" w:rsidRDefault="00E77BA5" w:rsidP="00342928">
            <w:pPr>
              <w:pStyle w:val="NoSpacing"/>
              <w:spacing w:line="276" w:lineRule="auto"/>
              <w:jc w:val="both"/>
              <w:rPr>
                <w:rFonts w:cs="Calibri"/>
                <w:i/>
                <w:noProof/>
                <w:lang w:val="ro-RO"/>
              </w:rPr>
            </w:pPr>
          </w:p>
          <w:p w14:paraId="621840DF" w14:textId="77777777" w:rsidR="00E77BA5" w:rsidRPr="00E67132" w:rsidRDefault="00E77BA5" w:rsidP="00342928">
            <w:pPr>
              <w:pStyle w:val="NoSpacing"/>
              <w:spacing w:line="276" w:lineRule="auto"/>
              <w:jc w:val="both"/>
              <w:rPr>
                <w:rFonts w:cs="Calibri"/>
                <w:i/>
                <w:noProof/>
                <w:lang w:val="ro-RO"/>
              </w:rPr>
            </w:pPr>
          </w:p>
          <w:p w14:paraId="577D8E84" w14:textId="77777777" w:rsidR="00E77BA5" w:rsidRPr="00E67132" w:rsidRDefault="00E77BA5" w:rsidP="00342928">
            <w:pPr>
              <w:pStyle w:val="NoSpacing"/>
              <w:spacing w:line="276" w:lineRule="auto"/>
              <w:jc w:val="both"/>
              <w:rPr>
                <w:rFonts w:cs="Calibri"/>
                <w:i/>
                <w:noProof/>
                <w:lang w:val="ro-RO"/>
              </w:rPr>
            </w:pPr>
          </w:p>
          <w:p w14:paraId="06D14030" w14:textId="77777777" w:rsidR="00E77BA5" w:rsidRPr="00E67132" w:rsidRDefault="00E77BA5" w:rsidP="00342928">
            <w:pPr>
              <w:pStyle w:val="NoSpacing"/>
              <w:spacing w:line="276" w:lineRule="auto"/>
              <w:jc w:val="both"/>
              <w:rPr>
                <w:rFonts w:cs="Calibri"/>
                <w:i/>
                <w:noProof/>
                <w:lang w:val="ro-RO"/>
              </w:rPr>
            </w:pPr>
          </w:p>
          <w:p w14:paraId="249829EF" w14:textId="77777777" w:rsidR="00E77BA5" w:rsidRPr="00E67132" w:rsidRDefault="00E77BA5" w:rsidP="00342928">
            <w:pPr>
              <w:pStyle w:val="NoSpacing"/>
              <w:spacing w:line="276" w:lineRule="auto"/>
              <w:jc w:val="both"/>
              <w:rPr>
                <w:rFonts w:cs="Calibri"/>
                <w:i/>
                <w:noProof/>
                <w:lang w:val="ro-RO"/>
              </w:rPr>
            </w:pPr>
          </w:p>
          <w:p w14:paraId="7C8D8E03" w14:textId="77777777" w:rsidR="00E77BA5" w:rsidRPr="00E67132" w:rsidRDefault="00E77BA5" w:rsidP="00342928">
            <w:pPr>
              <w:pStyle w:val="NoSpacing"/>
              <w:spacing w:line="276" w:lineRule="auto"/>
              <w:jc w:val="both"/>
              <w:rPr>
                <w:rFonts w:cs="Calibri"/>
                <w:i/>
                <w:noProof/>
                <w:lang w:val="ro-RO"/>
              </w:rPr>
            </w:pPr>
          </w:p>
          <w:p w14:paraId="5D8E0146" w14:textId="77777777" w:rsidR="00E77BA5" w:rsidRPr="00E67132" w:rsidRDefault="00E77BA5" w:rsidP="00342928">
            <w:pPr>
              <w:pStyle w:val="NoSpacing"/>
              <w:spacing w:line="276" w:lineRule="auto"/>
              <w:jc w:val="both"/>
              <w:rPr>
                <w:rFonts w:cs="Calibri"/>
                <w:i/>
                <w:noProof/>
                <w:lang w:val="ro-RO"/>
              </w:rPr>
            </w:pPr>
          </w:p>
          <w:p w14:paraId="2BD3C1C2" w14:textId="77777777" w:rsidR="00E77BA5" w:rsidRPr="00E67132" w:rsidRDefault="00E77BA5" w:rsidP="00342928">
            <w:pPr>
              <w:pStyle w:val="NoSpacing"/>
              <w:spacing w:line="276" w:lineRule="auto"/>
              <w:jc w:val="both"/>
              <w:rPr>
                <w:rFonts w:cs="Calibri"/>
                <w:i/>
                <w:noProof/>
                <w:lang w:val="ro-RO"/>
              </w:rPr>
            </w:pPr>
          </w:p>
          <w:p w14:paraId="75BCF575" w14:textId="77777777" w:rsidR="00E77BA5" w:rsidRPr="00E67132" w:rsidRDefault="00E77BA5" w:rsidP="00342928">
            <w:pPr>
              <w:pStyle w:val="NoSpacing"/>
              <w:spacing w:line="276" w:lineRule="auto"/>
              <w:jc w:val="both"/>
              <w:rPr>
                <w:rFonts w:cs="Calibri"/>
                <w:i/>
                <w:noProof/>
                <w:lang w:val="ro-RO"/>
              </w:rPr>
            </w:pPr>
          </w:p>
          <w:p w14:paraId="6D217C5E" w14:textId="77777777" w:rsidR="00E77BA5" w:rsidRPr="00E67132" w:rsidRDefault="00E77BA5" w:rsidP="00342928">
            <w:pPr>
              <w:pStyle w:val="NoSpacing"/>
              <w:spacing w:line="276" w:lineRule="auto"/>
              <w:jc w:val="both"/>
              <w:rPr>
                <w:rFonts w:cs="Calibri"/>
                <w:i/>
                <w:noProof/>
                <w:lang w:val="ro-RO"/>
              </w:rPr>
            </w:pPr>
          </w:p>
          <w:p w14:paraId="38AD0D85" w14:textId="77777777" w:rsidR="00E77BA5" w:rsidRPr="00E67132" w:rsidRDefault="00E77BA5" w:rsidP="00342928">
            <w:pPr>
              <w:pStyle w:val="NoSpacing"/>
              <w:spacing w:line="276" w:lineRule="auto"/>
              <w:jc w:val="both"/>
              <w:rPr>
                <w:rFonts w:cs="Calibri"/>
                <w:i/>
                <w:noProof/>
                <w:lang w:val="ro-RO"/>
              </w:rPr>
            </w:pPr>
          </w:p>
          <w:p w14:paraId="61EC8C65" w14:textId="77777777" w:rsidR="00E77BA5" w:rsidRPr="00E67132" w:rsidRDefault="00E77BA5" w:rsidP="00342928">
            <w:pPr>
              <w:pStyle w:val="NoSpacing"/>
              <w:spacing w:line="276" w:lineRule="auto"/>
              <w:jc w:val="both"/>
              <w:rPr>
                <w:rFonts w:cs="Calibri"/>
                <w:i/>
                <w:noProof/>
                <w:lang w:val="ro-RO"/>
              </w:rPr>
            </w:pPr>
          </w:p>
          <w:p w14:paraId="4AD2D9CE" w14:textId="77777777" w:rsidR="00E77BA5" w:rsidRPr="00E67132" w:rsidRDefault="00E77BA5" w:rsidP="00342928">
            <w:pPr>
              <w:pStyle w:val="NoSpacing"/>
              <w:spacing w:line="276" w:lineRule="auto"/>
              <w:jc w:val="both"/>
              <w:rPr>
                <w:rFonts w:cs="Calibri"/>
                <w:i/>
                <w:noProof/>
                <w:lang w:val="ro-RO"/>
              </w:rPr>
            </w:pPr>
          </w:p>
          <w:p w14:paraId="15FA88E2" w14:textId="77777777" w:rsidR="00E77BA5" w:rsidRPr="00E67132" w:rsidRDefault="00E77BA5" w:rsidP="00342928">
            <w:pPr>
              <w:pStyle w:val="NoSpacing"/>
              <w:spacing w:line="276" w:lineRule="auto"/>
              <w:jc w:val="both"/>
              <w:rPr>
                <w:rFonts w:cs="Calibri"/>
                <w:i/>
                <w:noProof/>
                <w:lang w:val="ro-RO"/>
              </w:rPr>
            </w:pPr>
          </w:p>
          <w:p w14:paraId="4761FFCC" w14:textId="77777777" w:rsidR="00E77BA5" w:rsidRPr="00E67132" w:rsidRDefault="00E77BA5" w:rsidP="00342928">
            <w:pPr>
              <w:pStyle w:val="NoSpacing"/>
              <w:spacing w:line="276" w:lineRule="auto"/>
              <w:jc w:val="both"/>
              <w:rPr>
                <w:rFonts w:cs="Calibri"/>
                <w:i/>
                <w:noProof/>
                <w:lang w:val="ro-RO"/>
              </w:rPr>
            </w:pPr>
          </w:p>
          <w:p w14:paraId="159F09B5" w14:textId="77777777" w:rsidR="00E77BA5" w:rsidRPr="00E67132" w:rsidRDefault="00E77BA5" w:rsidP="00342928">
            <w:pPr>
              <w:pStyle w:val="NoSpacing"/>
              <w:spacing w:line="276" w:lineRule="auto"/>
              <w:jc w:val="both"/>
              <w:rPr>
                <w:rFonts w:cs="Calibri"/>
                <w:i/>
                <w:noProof/>
                <w:lang w:val="ro-RO"/>
              </w:rPr>
            </w:pPr>
          </w:p>
          <w:p w14:paraId="11441B01" w14:textId="77777777" w:rsidR="00E77BA5" w:rsidRPr="00E67132" w:rsidRDefault="00E77BA5" w:rsidP="00342928">
            <w:pPr>
              <w:pStyle w:val="NoSpacing"/>
              <w:spacing w:line="276" w:lineRule="auto"/>
              <w:jc w:val="both"/>
              <w:rPr>
                <w:rFonts w:cs="Calibri"/>
                <w:i/>
                <w:noProof/>
                <w:lang w:val="ro-RO"/>
              </w:rPr>
            </w:pPr>
          </w:p>
          <w:p w14:paraId="7CCCBC51" w14:textId="77777777" w:rsidR="00E77BA5" w:rsidRPr="00E67132" w:rsidRDefault="00E77BA5" w:rsidP="00342928">
            <w:pPr>
              <w:pStyle w:val="NoSpacing"/>
              <w:spacing w:line="276" w:lineRule="auto"/>
              <w:jc w:val="both"/>
              <w:rPr>
                <w:rFonts w:cs="Calibri"/>
                <w:i/>
                <w:noProof/>
                <w:lang w:val="ro-RO"/>
              </w:rPr>
            </w:pPr>
          </w:p>
          <w:p w14:paraId="55617027" w14:textId="77777777" w:rsidR="00E77BA5" w:rsidRPr="00E67132" w:rsidRDefault="00E77BA5" w:rsidP="00342928">
            <w:pPr>
              <w:pStyle w:val="NoSpacing"/>
              <w:spacing w:line="276" w:lineRule="auto"/>
              <w:jc w:val="both"/>
              <w:rPr>
                <w:rFonts w:cs="Calibri"/>
                <w:i/>
                <w:noProof/>
                <w:lang w:val="ro-RO"/>
              </w:rPr>
            </w:pPr>
          </w:p>
          <w:p w14:paraId="16186468" w14:textId="77777777" w:rsidR="00E77BA5" w:rsidRPr="00E67132" w:rsidRDefault="00E77BA5" w:rsidP="00342928">
            <w:pPr>
              <w:pStyle w:val="NoSpacing"/>
              <w:spacing w:line="276" w:lineRule="auto"/>
              <w:jc w:val="both"/>
              <w:rPr>
                <w:rFonts w:cs="Calibri"/>
                <w:i/>
                <w:noProof/>
                <w:lang w:val="ro-RO"/>
              </w:rPr>
            </w:pPr>
          </w:p>
          <w:p w14:paraId="40D0B443" w14:textId="77777777" w:rsidR="00E77BA5" w:rsidRPr="00E67132" w:rsidRDefault="00E77BA5" w:rsidP="00342928">
            <w:pPr>
              <w:pStyle w:val="NoSpacing"/>
              <w:spacing w:line="276" w:lineRule="auto"/>
              <w:jc w:val="both"/>
              <w:rPr>
                <w:rFonts w:cs="Calibri"/>
                <w:i/>
                <w:noProof/>
                <w:lang w:val="ro-RO"/>
              </w:rPr>
            </w:pPr>
          </w:p>
          <w:p w14:paraId="21A036F3" w14:textId="77777777" w:rsidR="00E77BA5" w:rsidRPr="00E67132" w:rsidRDefault="00E77BA5" w:rsidP="00342928">
            <w:pPr>
              <w:pStyle w:val="NoSpacing"/>
              <w:spacing w:line="276" w:lineRule="auto"/>
              <w:jc w:val="both"/>
              <w:rPr>
                <w:rFonts w:cs="Calibri"/>
                <w:i/>
                <w:noProof/>
                <w:lang w:val="ro-RO"/>
              </w:rPr>
            </w:pPr>
          </w:p>
          <w:p w14:paraId="1A68BC21" w14:textId="77777777" w:rsidR="00E77BA5" w:rsidRPr="00E67132" w:rsidRDefault="00E77BA5" w:rsidP="00342928">
            <w:pPr>
              <w:pStyle w:val="NoSpacing"/>
              <w:spacing w:line="276" w:lineRule="auto"/>
              <w:jc w:val="both"/>
              <w:rPr>
                <w:rFonts w:cs="Calibri"/>
                <w:i/>
                <w:noProof/>
                <w:lang w:val="ro-RO"/>
              </w:rPr>
            </w:pPr>
          </w:p>
          <w:p w14:paraId="3F060C24" w14:textId="77777777" w:rsidR="00E77BA5" w:rsidRPr="00E67132" w:rsidRDefault="00E77BA5" w:rsidP="00342928">
            <w:pPr>
              <w:pStyle w:val="NoSpacing"/>
              <w:spacing w:line="276" w:lineRule="auto"/>
              <w:jc w:val="both"/>
              <w:rPr>
                <w:rFonts w:cs="Calibri"/>
                <w:i/>
                <w:noProof/>
                <w:lang w:val="ro-RO"/>
              </w:rPr>
            </w:pPr>
          </w:p>
          <w:p w14:paraId="660C85DC" w14:textId="77777777" w:rsidR="00E77BA5" w:rsidRPr="00E67132" w:rsidRDefault="00E77BA5" w:rsidP="00342928">
            <w:pPr>
              <w:pStyle w:val="NoSpacing"/>
              <w:spacing w:line="276" w:lineRule="auto"/>
              <w:jc w:val="both"/>
              <w:rPr>
                <w:rFonts w:cs="Calibri"/>
                <w:i/>
                <w:noProof/>
                <w:lang w:val="ro-RO"/>
              </w:rPr>
            </w:pPr>
          </w:p>
          <w:p w14:paraId="09783F63" w14:textId="77777777" w:rsidR="00E77BA5" w:rsidRPr="00E67132" w:rsidRDefault="00E77BA5" w:rsidP="00342928">
            <w:pPr>
              <w:pStyle w:val="NoSpacing"/>
              <w:spacing w:line="276" w:lineRule="auto"/>
              <w:jc w:val="both"/>
              <w:rPr>
                <w:rFonts w:cs="Calibri"/>
                <w:i/>
                <w:noProof/>
                <w:lang w:val="ro-RO"/>
              </w:rPr>
            </w:pPr>
          </w:p>
          <w:p w14:paraId="6524731B" w14:textId="77777777" w:rsidR="00E77BA5" w:rsidRPr="00E67132" w:rsidRDefault="00E77BA5" w:rsidP="00342928">
            <w:pPr>
              <w:pStyle w:val="NoSpacing"/>
              <w:spacing w:line="276" w:lineRule="auto"/>
              <w:jc w:val="both"/>
              <w:rPr>
                <w:rFonts w:cs="Calibri"/>
                <w:i/>
                <w:noProof/>
                <w:lang w:val="ro-RO"/>
              </w:rPr>
            </w:pPr>
          </w:p>
          <w:p w14:paraId="4260D136" w14:textId="77777777" w:rsidR="00E77BA5" w:rsidRPr="00E67132" w:rsidRDefault="00E77BA5" w:rsidP="00342928">
            <w:pPr>
              <w:pStyle w:val="NoSpacing"/>
              <w:spacing w:line="276" w:lineRule="auto"/>
              <w:jc w:val="both"/>
              <w:rPr>
                <w:rFonts w:cs="Calibri"/>
                <w:i/>
                <w:noProof/>
                <w:lang w:val="ro-RO"/>
              </w:rPr>
            </w:pPr>
          </w:p>
          <w:p w14:paraId="1746EEDE" w14:textId="77777777" w:rsidR="00E77BA5" w:rsidRPr="00E67132" w:rsidRDefault="00E77BA5" w:rsidP="00342928">
            <w:pPr>
              <w:pStyle w:val="NoSpacing"/>
              <w:spacing w:line="276" w:lineRule="auto"/>
              <w:jc w:val="both"/>
              <w:rPr>
                <w:rFonts w:cs="Calibri"/>
                <w:i/>
                <w:noProof/>
                <w:lang w:val="ro-RO"/>
              </w:rPr>
            </w:pPr>
          </w:p>
          <w:p w14:paraId="174683DB" w14:textId="77777777" w:rsidR="00E77BA5" w:rsidRPr="00E67132" w:rsidRDefault="00E77BA5" w:rsidP="00342928">
            <w:pPr>
              <w:pStyle w:val="NoSpacing"/>
              <w:spacing w:line="276" w:lineRule="auto"/>
              <w:jc w:val="both"/>
              <w:rPr>
                <w:rFonts w:cs="Calibri"/>
                <w:i/>
                <w:noProof/>
                <w:lang w:val="ro-RO"/>
              </w:rPr>
            </w:pPr>
          </w:p>
          <w:p w14:paraId="073D2DCC" w14:textId="77777777" w:rsidR="00E77BA5" w:rsidRPr="00E67132" w:rsidRDefault="00E77BA5" w:rsidP="00342928">
            <w:pPr>
              <w:pStyle w:val="NoSpacing"/>
              <w:spacing w:line="276" w:lineRule="auto"/>
              <w:jc w:val="both"/>
              <w:rPr>
                <w:rFonts w:cs="Calibri"/>
                <w:i/>
                <w:noProof/>
                <w:lang w:val="ro-RO"/>
              </w:rPr>
            </w:pPr>
          </w:p>
          <w:p w14:paraId="5112984A" w14:textId="77777777" w:rsidR="00E77BA5" w:rsidRPr="00E67132" w:rsidRDefault="00E77BA5" w:rsidP="00342928">
            <w:pPr>
              <w:pStyle w:val="NoSpacing"/>
              <w:spacing w:line="276" w:lineRule="auto"/>
              <w:jc w:val="both"/>
              <w:rPr>
                <w:rFonts w:cs="Calibri"/>
                <w:i/>
                <w:noProof/>
                <w:lang w:val="ro-RO"/>
              </w:rPr>
            </w:pPr>
          </w:p>
          <w:p w14:paraId="51693D07" w14:textId="77777777" w:rsidR="00E77BA5" w:rsidRPr="00E67132" w:rsidRDefault="00E77BA5" w:rsidP="00342928">
            <w:pPr>
              <w:pStyle w:val="NoSpacing"/>
              <w:spacing w:line="276" w:lineRule="auto"/>
              <w:jc w:val="both"/>
              <w:rPr>
                <w:rFonts w:cs="Calibri"/>
                <w:i/>
                <w:noProof/>
                <w:lang w:val="ro-RO"/>
              </w:rPr>
            </w:pPr>
          </w:p>
          <w:p w14:paraId="4D570FD5" w14:textId="77777777" w:rsidR="00E77BA5" w:rsidRPr="00E67132" w:rsidRDefault="00E77BA5" w:rsidP="00342928">
            <w:pPr>
              <w:pStyle w:val="NoSpacing"/>
              <w:spacing w:line="276" w:lineRule="auto"/>
              <w:jc w:val="both"/>
              <w:rPr>
                <w:rFonts w:cs="Calibri"/>
                <w:i/>
                <w:noProof/>
                <w:lang w:val="ro-RO"/>
              </w:rPr>
            </w:pPr>
          </w:p>
          <w:p w14:paraId="20073380" w14:textId="77777777" w:rsidR="00E77BA5" w:rsidRPr="00E67132" w:rsidRDefault="00E77BA5" w:rsidP="00342928">
            <w:pPr>
              <w:pStyle w:val="NoSpacing"/>
              <w:spacing w:line="276" w:lineRule="auto"/>
              <w:jc w:val="both"/>
              <w:rPr>
                <w:rFonts w:cs="Calibri"/>
                <w:i/>
                <w:noProof/>
                <w:lang w:val="ro-RO"/>
              </w:rPr>
            </w:pPr>
          </w:p>
          <w:p w14:paraId="4F4F762A" w14:textId="77777777" w:rsidR="00E77BA5" w:rsidRPr="00E67132" w:rsidRDefault="00E77BA5" w:rsidP="00342928">
            <w:pPr>
              <w:pStyle w:val="NoSpacing"/>
              <w:spacing w:line="276" w:lineRule="auto"/>
              <w:jc w:val="both"/>
              <w:rPr>
                <w:rFonts w:cs="Calibri"/>
                <w:i/>
                <w:noProof/>
                <w:lang w:val="ro-RO"/>
              </w:rPr>
            </w:pPr>
          </w:p>
          <w:p w14:paraId="3674F9BB" w14:textId="77777777" w:rsidR="00E77BA5" w:rsidRPr="00E67132" w:rsidRDefault="00E77BA5" w:rsidP="00342928">
            <w:pPr>
              <w:pStyle w:val="NoSpacing"/>
              <w:spacing w:line="276" w:lineRule="auto"/>
              <w:jc w:val="both"/>
              <w:rPr>
                <w:rFonts w:cs="Calibri"/>
                <w:i/>
                <w:noProof/>
                <w:lang w:val="ro-RO"/>
              </w:rPr>
            </w:pPr>
          </w:p>
          <w:p w14:paraId="409D57EB" w14:textId="77777777" w:rsidR="00E77BA5" w:rsidRPr="00E67132" w:rsidRDefault="00E77BA5" w:rsidP="00342928">
            <w:pPr>
              <w:pStyle w:val="NoSpacing"/>
              <w:spacing w:line="276" w:lineRule="auto"/>
              <w:jc w:val="both"/>
              <w:rPr>
                <w:rFonts w:cs="Calibri"/>
                <w:i/>
                <w:noProof/>
                <w:lang w:val="ro-RO"/>
              </w:rPr>
            </w:pPr>
          </w:p>
          <w:p w14:paraId="6F42BC2B" w14:textId="77777777" w:rsidR="00E77BA5" w:rsidRPr="00E67132" w:rsidRDefault="00E77BA5" w:rsidP="00342928">
            <w:pPr>
              <w:pStyle w:val="NoSpacing"/>
              <w:spacing w:line="276" w:lineRule="auto"/>
              <w:jc w:val="both"/>
              <w:rPr>
                <w:rFonts w:cs="Calibri"/>
                <w:i/>
                <w:noProof/>
                <w:lang w:val="ro-RO"/>
              </w:rPr>
            </w:pPr>
          </w:p>
          <w:p w14:paraId="6E39A9BD" w14:textId="77777777" w:rsidR="00E77BA5" w:rsidRPr="00E67132" w:rsidRDefault="00E77BA5" w:rsidP="00342928">
            <w:pPr>
              <w:pStyle w:val="NoSpacing"/>
              <w:spacing w:line="276" w:lineRule="auto"/>
              <w:jc w:val="both"/>
              <w:rPr>
                <w:rFonts w:cs="Calibri"/>
                <w:i/>
                <w:noProof/>
                <w:lang w:val="ro-RO"/>
              </w:rPr>
            </w:pPr>
          </w:p>
          <w:p w14:paraId="3531BC0F" w14:textId="77777777" w:rsidR="00E77BA5" w:rsidRPr="00E67132" w:rsidRDefault="00E77BA5" w:rsidP="00342928">
            <w:pPr>
              <w:pStyle w:val="NoSpacing"/>
              <w:spacing w:line="276" w:lineRule="auto"/>
              <w:jc w:val="both"/>
              <w:rPr>
                <w:rFonts w:cs="Calibri"/>
                <w:i/>
                <w:noProof/>
                <w:lang w:val="ro-RO"/>
              </w:rPr>
            </w:pPr>
          </w:p>
          <w:p w14:paraId="500863CA" w14:textId="77777777" w:rsidR="00E77BA5" w:rsidRPr="00E67132" w:rsidRDefault="00E77BA5" w:rsidP="00342928">
            <w:pPr>
              <w:pStyle w:val="NoSpacing"/>
              <w:spacing w:line="276" w:lineRule="auto"/>
              <w:jc w:val="both"/>
              <w:rPr>
                <w:rFonts w:cs="Calibri"/>
                <w:i/>
                <w:noProof/>
                <w:lang w:val="ro-RO"/>
              </w:rPr>
            </w:pPr>
          </w:p>
          <w:p w14:paraId="6CE91C24" w14:textId="77777777" w:rsidR="00E77BA5" w:rsidRPr="00E67132" w:rsidRDefault="00E77BA5" w:rsidP="00342928">
            <w:pPr>
              <w:pStyle w:val="NoSpacing"/>
              <w:spacing w:line="276" w:lineRule="auto"/>
              <w:jc w:val="both"/>
              <w:rPr>
                <w:rFonts w:cs="Calibri"/>
                <w:i/>
                <w:noProof/>
                <w:lang w:val="ro-RO"/>
              </w:rPr>
            </w:pPr>
          </w:p>
          <w:p w14:paraId="45E97029" w14:textId="77777777" w:rsidR="00E77BA5" w:rsidRPr="00E67132" w:rsidRDefault="00E77BA5" w:rsidP="00342928">
            <w:pPr>
              <w:pStyle w:val="NoSpacing"/>
              <w:spacing w:line="276" w:lineRule="auto"/>
              <w:jc w:val="both"/>
              <w:rPr>
                <w:rFonts w:cs="Calibri"/>
                <w:i/>
                <w:noProof/>
                <w:lang w:val="ro-RO"/>
              </w:rPr>
            </w:pPr>
          </w:p>
          <w:p w14:paraId="2780C211" w14:textId="77777777" w:rsidR="00E77BA5" w:rsidRPr="00E67132" w:rsidRDefault="00E77BA5" w:rsidP="00342928">
            <w:pPr>
              <w:pStyle w:val="NoSpacing"/>
              <w:spacing w:line="276" w:lineRule="auto"/>
              <w:jc w:val="both"/>
              <w:rPr>
                <w:rFonts w:cs="Calibri"/>
                <w:i/>
                <w:noProof/>
                <w:lang w:val="ro-RO"/>
              </w:rPr>
            </w:pPr>
          </w:p>
          <w:p w14:paraId="11A1D29B" w14:textId="77777777" w:rsidR="00E77BA5" w:rsidRPr="00E67132" w:rsidRDefault="00E77BA5" w:rsidP="00342928">
            <w:pPr>
              <w:pStyle w:val="NoSpacing"/>
              <w:spacing w:line="276" w:lineRule="auto"/>
              <w:jc w:val="both"/>
              <w:rPr>
                <w:rFonts w:cs="Calibri"/>
                <w:i/>
                <w:noProof/>
                <w:lang w:val="ro-RO"/>
              </w:rPr>
            </w:pPr>
          </w:p>
          <w:p w14:paraId="08194247" w14:textId="77777777" w:rsidR="00E77BA5" w:rsidRPr="00E67132" w:rsidRDefault="00E77BA5" w:rsidP="00342928">
            <w:pPr>
              <w:pStyle w:val="NoSpacing"/>
              <w:spacing w:line="276" w:lineRule="auto"/>
              <w:jc w:val="both"/>
              <w:rPr>
                <w:rFonts w:cs="Calibri"/>
                <w:i/>
                <w:noProof/>
                <w:lang w:val="ro-RO"/>
              </w:rPr>
            </w:pPr>
          </w:p>
          <w:p w14:paraId="4C105996" w14:textId="77777777" w:rsidR="00E77BA5" w:rsidRPr="00E67132" w:rsidRDefault="00E77BA5" w:rsidP="00342928">
            <w:pPr>
              <w:pStyle w:val="NoSpacing"/>
              <w:spacing w:line="276" w:lineRule="auto"/>
              <w:jc w:val="both"/>
              <w:rPr>
                <w:rFonts w:cs="Calibri"/>
                <w:i/>
                <w:noProof/>
                <w:lang w:val="ro-RO"/>
              </w:rPr>
            </w:pPr>
          </w:p>
          <w:p w14:paraId="2A49A762" w14:textId="77777777" w:rsidR="00E77BA5" w:rsidRPr="00E67132" w:rsidRDefault="00E77BA5" w:rsidP="00342928">
            <w:pPr>
              <w:pStyle w:val="NoSpacing"/>
              <w:spacing w:line="276" w:lineRule="auto"/>
              <w:jc w:val="both"/>
              <w:rPr>
                <w:rFonts w:cs="Calibri"/>
                <w:i/>
                <w:noProof/>
                <w:lang w:val="ro-RO"/>
              </w:rPr>
            </w:pPr>
          </w:p>
          <w:p w14:paraId="66A736E9" w14:textId="77777777" w:rsidR="00E77BA5" w:rsidRPr="00E67132" w:rsidRDefault="00E77BA5" w:rsidP="00342928">
            <w:pPr>
              <w:pStyle w:val="NoSpacing"/>
              <w:spacing w:line="276" w:lineRule="auto"/>
              <w:jc w:val="both"/>
              <w:rPr>
                <w:rFonts w:cs="Calibri"/>
                <w:i/>
                <w:noProof/>
                <w:lang w:val="ro-RO"/>
              </w:rPr>
            </w:pPr>
          </w:p>
          <w:p w14:paraId="37F28075" w14:textId="77777777" w:rsidR="00E77BA5" w:rsidRPr="00E67132" w:rsidRDefault="00E77BA5" w:rsidP="00342928">
            <w:pPr>
              <w:pStyle w:val="NoSpacing"/>
              <w:spacing w:line="276" w:lineRule="auto"/>
              <w:jc w:val="both"/>
              <w:rPr>
                <w:rFonts w:cs="Calibri"/>
                <w:i/>
                <w:noProof/>
                <w:lang w:val="ro-RO"/>
              </w:rPr>
            </w:pPr>
          </w:p>
          <w:p w14:paraId="6D36CCFC" w14:textId="77777777" w:rsidR="00E77BA5" w:rsidRPr="00E67132" w:rsidRDefault="00E77BA5" w:rsidP="00342928">
            <w:pPr>
              <w:pStyle w:val="NoSpacing"/>
              <w:spacing w:line="276" w:lineRule="auto"/>
              <w:jc w:val="both"/>
              <w:rPr>
                <w:rFonts w:cs="Calibri"/>
                <w:i/>
                <w:noProof/>
                <w:lang w:val="ro-RO"/>
              </w:rPr>
            </w:pPr>
          </w:p>
          <w:p w14:paraId="6A62E07F" w14:textId="77777777" w:rsidR="00E77BA5" w:rsidRPr="00E67132" w:rsidRDefault="00E77BA5" w:rsidP="00342928">
            <w:pPr>
              <w:pStyle w:val="NoSpacing"/>
              <w:spacing w:line="276" w:lineRule="auto"/>
              <w:jc w:val="both"/>
              <w:rPr>
                <w:rFonts w:cs="Calibri"/>
                <w:i/>
                <w:noProof/>
                <w:lang w:val="ro-RO"/>
              </w:rPr>
            </w:pPr>
          </w:p>
          <w:p w14:paraId="6E4B5933" w14:textId="77777777" w:rsidR="00E77BA5" w:rsidRPr="00E67132" w:rsidRDefault="00E77BA5" w:rsidP="00342928">
            <w:pPr>
              <w:pStyle w:val="NoSpacing"/>
              <w:spacing w:line="276" w:lineRule="auto"/>
              <w:jc w:val="both"/>
              <w:rPr>
                <w:rFonts w:cs="Calibri"/>
                <w:i/>
                <w:noProof/>
                <w:lang w:val="ro-RO"/>
              </w:rPr>
            </w:pPr>
          </w:p>
          <w:p w14:paraId="5BA9FD66" w14:textId="77777777" w:rsidR="00E77BA5" w:rsidRPr="00E67132" w:rsidRDefault="00E77BA5" w:rsidP="00342928">
            <w:pPr>
              <w:pStyle w:val="NoSpacing"/>
              <w:spacing w:line="276" w:lineRule="auto"/>
              <w:jc w:val="both"/>
              <w:rPr>
                <w:rFonts w:cs="Calibri"/>
                <w:i/>
                <w:noProof/>
                <w:lang w:val="ro-RO"/>
              </w:rPr>
            </w:pPr>
          </w:p>
          <w:p w14:paraId="236B2645" w14:textId="77777777" w:rsidR="00E77BA5" w:rsidRPr="00E67132" w:rsidRDefault="00E77BA5" w:rsidP="00342928">
            <w:pPr>
              <w:pStyle w:val="NoSpacing"/>
              <w:spacing w:line="276" w:lineRule="auto"/>
              <w:jc w:val="both"/>
              <w:rPr>
                <w:rFonts w:cs="Calibri"/>
                <w:i/>
                <w:noProof/>
                <w:lang w:val="ro-RO"/>
              </w:rPr>
            </w:pPr>
          </w:p>
          <w:p w14:paraId="60A7F457" w14:textId="77777777" w:rsidR="00E77BA5" w:rsidRPr="00E67132" w:rsidRDefault="00E77BA5" w:rsidP="00342928">
            <w:pPr>
              <w:spacing w:line="276" w:lineRule="auto"/>
              <w:jc w:val="both"/>
              <w:rPr>
                <w:rFonts w:ascii="Calibri" w:eastAsia="Calibri" w:hAnsi="Calibri" w:cs="Calibri"/>
                <w:b/>
                <w:i/>
                <w:noProof/>
                <w:sz w:val="22"/>
                <w:szCs w:val="22"/>
                <w:lang w:val="ro-RO"/>
              </w:rPr>
            </w:pPr>
          </w:p>
          <w:p w14:paraId="26558E31" w14:textId="77777777" w:rsidR="008C716C" w:rsidRPr="00E67132" w:rsidRDefault="008C716C" w:rsidP="005752A4">
            <w:pPr>
              <w:tabs>
                <w:tab w:val="left" w:pos="3120"/>
                <w:tab w:val="center" w:pos="4320"/>
                <w:tab w:val="right" w:pos="8640"/>
              </w:tabs>
              <w:jc w:val="both"/>
              <w:rPr>
                <w:rFonts w:ascii="Calibri" w:hAnsi="Calibri" w:cs="Calibri"/>
                <w:b/>
                <w:noProof/>
                <w:sz w:val="22"/>
                <w:szCs w:val="22"/>
                <w:lang w:val="ro-RO"/>
              </w:rPr>
            </w:pPr>
          </w:p>
          <w:p w14:paraId="3B3CA672"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20CA498B"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0B742314"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017277FB"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p w14:paraId="1F719720" w14:textId="77777777" w:rsidR="008C716C" w:rsidRPr="00E67132" w:rsidRDefault="008C716C" w:rsidP="008C716C">
            <w:pPr>
              <w:tabs>
                <w:tab w:val="left" w:pos="3120"/>
                <w:tab w:val="center" w:pos="4320"/>
                <w:tab w:val="right" w:pos="8640"/>
              </w:tabs>
              <w:rPr>
                <w:rFonts w:ascii="Calibri" w:hAnsi="Calibri" w:cs="Calibri"/>
                <w:b/>
                <w:noProof/>
                <w:sz w:val="22"/>
                <w:szCs w:val="22"/>
                <w:lang w:val="ro-RO"/>
              </w:rPr>
            </w:pPr>
          </w:p>
        </w:tc>
        <w:tc>
          <w:tcPr>
            <w:tcW w:w="4831" w:type="dxa"/>
          </w:tcPr>
          <w:p w14:paraId="63BF7047" w14:textId="77777777" w:rsidR="008E4B71" w:rsidRPr="00E67132" w:rsidRDefault="001D72AB" w:rsidP="005752A4">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Expertul acceseaza baza de date </w:t>
            </w:r>
            <w:r w:rsidR="00D93642" w:rsidRPr="00E67132">
              <w:rPr>
                <w:rFonts w:ascii="Calibri" w:hAnsi="Calibri" w:cs="Calibri"/>
                <w:noProof/>
                <w:sz w:val="22"/>
                <w:szCs w:val="22"/>
                <w:lang w:val="ro-RO"/>
              </w:rPr>
              <w:t xml:space="preserve">a serviciului </w:t>
            </w:r>
            <w:r w:rsidR="00D93642" w:rsidRPr="00E67132">
              <w:rPr>
                <w:rFonts w:ascii="Calibri" w:hAnsi="Calibri" w:cs="Calibri"/>
                <w:b/>
                <w:noProof/>
                <w:sz w:val="22"/>
                <w:szCs w:val="22"/>
                <w:lang w:val="ro-RO"/>
              </w:rPr>
              <w:t>online RECOM al Oficiul</w:t>
            </w:r>
            <w:r w:rsidR="00D57553" w:rsidRPr="00E67132">
              <w:rPr>
                <w:rFonts w:ascii="Calibri" w:hAnsi="Calibri" w:cs="Calibri"/>
                <w:b/>
                <w:noProof/>
                <w:sz w:val="22"/>
                <w:szCs w:val="22"/>
                <w:lang w:val="ro-RO"/>
              </w:rPr>
              <w:t xml:space="preserve"> </w:t>
            </w:r>
            <w:r w:rsidR="00D57553" w:rsidRPr="00E67132">
              <w:rPr>
                <w:rStyle w:val="Emphasis"/>
                <w:rFonts w:ascii="Calibri" w:hAnsi="Calibri" w:cs="Calibri"/>
                <w:b/>
                <w:i w:val="0"/>
                <w:noProof/>
                <w:sz w:val="22"/>
                <w:szCs w:val="22"/>
                <w:lang w:val="ro-RO"/>
              </w:rPr>
              <w:t>Naţional</w:t>
            </w:r>
            <w:r w:rsidR="00D57553" w:rsidRPr="00E67132">
              <w:rPr>
                <w:rFonts w:ascii="Calibri" w:hAnsi="Calibri" w:cs="Calibri"/>
                <w:b/>
                <w:noProof/>
                <w:sz w:val="22"/>
                <w:szCs w:val="22"/>
                <w:lang w:val="ro-RO"/>
              </w:rPr>
              <w:t xml:space="preserve"> a</w:t>
            </w:r>
            <w:r w:rsidR="00D93642" w:rsidRPr="00E67132">
              <w:rPr>
                <w:rFonts w:ascii="Calibri" w:hAnsi="Calibri" w:cs="Calibri"/>
                <w:b/>
                <w:noProof/>
                <w:sz w:val="22"/>
                <w:szCs w:val="22"/>
                <w:lang w:val="ro-RO"/>
              </w:rPr>
              <w:t xml:space="preserve"> Registrului Comerţului</w:t>
            </w:r>
            <w:r w:rsidR="00D93642" w:rsidRPr="00E67132">
              <w:rPr>
                <w:rFonts w:ascii="Calibri" w:hAnsi="Calibri" w:cs="Calibri"/>
                <w:noProof/>
                <w:sz w:val="22"/>
                <w:szCs w:val="22"/>
                <w:lang w:val="ro-RO"/>
              </w:rPr>
              <w:t xml:space="preserve"> </w:t>
            </w:r>
            <w:r w:rsidRPr="00E67132">
              <w:rPr>
                <w:rFonts w:ascii="Calibri" w:hAnsi="Calibri" w:cs="Calibri"/>
                <w:noProof/>
                <w:sz w:val="22"/>
                <w:szCs w:val="22"/>
                <w:lang w:val="ro-RO"/>
              </w:rPr>
              <w:t>si</w:t>
            </w:r>
            <w:r w:rsidR="008C716C" w:rsidRPr="00E67132">
              <w:rPr>
                <w:rFonts w:ascii="Calibri" w:hAnsi="Calibri" w:cs="Calibri"/>
                <w:noProof/>
                <w:sz w:val="22"/>
                <w:szCs w:val="22"/>
                <w:lang w:val="ro-RO"/>
              </w:rPr>
              <w:t xml:space="preserve"> verifică</w:t>
            </w:r>
            <w:r w:rsidR="008E4B71" w:rsidRPr="00E67132">
              <w:rPr>
                <w:rFonts w:ascii="Calibri" w:hAnsi="Calibri" w:cs="Calibri"/>
                <w:noProof/>
                <w:sz w:val="22"/>
                <w:szCs w:val="22"/>
                <w:lang w:val="ro-RO"/>
              </w:rPr>
              <w:t>:</w:t>
            </w:r>
          </w:p>
          <w:p w14:paraId="42434E57" w14:textId="77777777" w:rsidR="0087176A" w:rsidRPr="00E67132" w:rsidRDefault="0087176A" w:rsidP="0087176A">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 </w:t>
            </w:r>
            <w:r w:rsidR="00385398" w:rsidRPr="00E67132">
              <w:rPr>
                <w:rFonts w:ascii="Calibri" w:hAnsi="Calibri" w:cs="Calibri"/>
                <w:noProof/>
                <w:sz w:val="22"/>
                <w:szCs w:val="22"/>
                <w:lang w:val="ro-RO"/>
              </w:rPr>
              <w:t xml:space="preserve">daca </w:t>
            </w:r>
            <w:r w:rsidRPr="00E67132">
              <w:rPr>
                <w:rFonts w:ascii="Calibri" w:hAnsi="Calibri" w:cs="Calibri"/>
                <w:noProof/>
                <w:sz w:val="22"/>
                <w:szCs w:val="22"/>
                <w:lang w:val="ro-RO"/>
              </w:rPr>
              <w:t>solicitantul  este</w:t>
            </w:r>
            <w:r w:rsidR="00385398" w:rsidRPr="00E67132">
              <w:rPr>
                <w:rFonts w:ascii="Calibri" w:hAnsi="Calibri" w:cs="Calibri"/>
                <w:noProof/>
                <w:sz w:val="22"/>
                <w:szCs w:val="22"/>
                <w:lang w:val="ro-RO"/>
              </w:rPr>
              <w:t>/nu este</w:t>
            </w:r>
            <w:r w:rsidRPr="00E67132">
              <w:rPr>
                <w:rFonts w:ascii="Calibri" w:hAnsi="Calibri" w:cs="Calibri"/>
                <w:noProof/>
                <w:sz w:val="22"/>
                <w:szCs w:val="22"/>
                <w:lang w:val="ro-RO"/>
              </w:rPr>
              <w:t xml:space="preserve"> în curs de lichidare, fuziune, dizolvare, divizare conform Legii nr. 31/1990, reorganizare judiciară sau faliment conform Legii nr. 85/2006, republicata. Se verifică, de asemenea, capitalul social sa fie 100% pr</w:t>
            </w:r>
            <w:r w:rsidR="00385398" w:rsidRPr="00E67132">
              <w:rPr>
                <w:rFonts w:ascii="Calibri" w:hAnsi="Calibri" w:cs="Calibri"/>
                <w:noProof/>
                <w:sz w:val="22"/>
                <w:szCs w:val="22"/>
                <w:lang w:val="ro-RO"/>
              </w:rPr>
              <w:t>ivat si numărul de înregistrare;</w:t>
            </w:r>
          </w:p>
          <w:p w14:paraId="2B212909" w14:textId="77777777" w:rsidR="00D93642" w:rsidRPr="00E67132" w:rsidRDefault="00D93642" w:rsidP="00D93642">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noProof/>
                <w:sz w:val="22"/>
                <w:szCs w:val="22"/>
                <w:lang w:val="ro-RO"/>
              </w:rPr>
              <w:t xml:space="preserve">- </w:t>
            </w:r>
            <w:r w:rsidR="00385398" w:rsidRPr="00E67132">
              <w:rPr>
                <w:rFonts w:ascii="Calibri" w:hAnsi="Calibri" w:cs="Calibri"/>
                <w:noProof/>
                <w:sz w:val="22"/>
                <w:szCs w:val="22"/>
                <w:lang w:val="ro-RO"/>
              </w:rPr>
              <w:t>daca este</w:t>
            </w:r>
            <w:r w:rsidRPr="00E67132">
              <w:rPr>
                <w:rFonts w:ascii="Calibri" w:hAnsi="Calibri" w:cs="Calibri"/>
                <w:noProof/>
                <w:sz w:val="22"/>
                <w:szCs w:val="22"/>
                <w:lang w:val="ro-RO"/>
              </w:rPr>
              <w:t xml:space="preserve"> inregist</w:t>
            </w:r>
            <w:r w:rsidR="00385398" w:rsidRPr="00E67132">
              <w:rPr>
                <w:rFonts w:ascii="Calibri" w:hAnsi="Calibri" w:cs="Calibri"/>
                <w:noProof/>
                <w:sz w:val="22"/>
                <w:szCs w:val="22"/>
                <w:lang w:val="ro-RO"/>
              </w:rPr>
              <w:t>rat</w:t>
            </w:r>
            <w:r w:rsidRPr="00E67132">
              <w:rPr>
                <w:rFonts w:ascii="Calibri" w:hAnsi="Calibri" w:cs="Calibri"/>
                <w:noProof/>
                <w:sz w:val="22"/>
                <w:szCs w:val="22"/>
                <w:lang w:val="ro-RO"/>
              </w:rPr>
              <w:t xml:space="preserve"> ca PFA/II/IF conform OUG nr. 44/16 aprilie 2008 sau persoana juridica conform Legii nr.31/1990</w:t>
            </w:r>
            <w:r w:rsidR="00385398" w:rsidRPr="00E67132">
              <w:rPr>
                <w:rFonts w:ascii="Calibri" w:hAnsi="Calibri" w:cs="Calibri"/>
                <w:noProof/>
                <w:sz w:val="22"/>
                <w:szCs w:val="22"/>
                <w:lang w:val="ro-RO"/>
              </w:rPr>
              <w:t>;</w:t>
            </w:r>
            <w:r w:rsidRPr="00E67132">
              <w:rPr>
                <w:rFonts w:ascii="Calibri" w:hAnsi="Calibri" w:cs="Calibri"/>
                <w:noProof/>
                <w:sz w:val="22"/>
                <w:szCs w:val="22"/>
                <w:lang w:val="ro-RO"/>
              </w:rPr>
              <w:t xml:space="preserve"> </w:t>
            </w:r>
          </w:p>
          <w:p w14:paraId="32301869" w14:textId="77777777" w:rsidR="008C716C" w:rsidRPr="00E67132" w:rsidRDefault="008E4B71" w:rsidP="005752A4">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w:t>
            </w:r>
            <w:r w:rsidR="008C716C" w:rsidRPr="00E67132">
              <w:rPr>
                <w:rFonts w:ascii="Calibri" w:hAnsi="Calibri" w:cs="Calibri"/>
                <w:noProof/>
                <w:sz w:val="22"/>
                <w:szCs w:val="22"/>
                <w:lang w:val="ro-RO"/>
              </w:rPr>
              <w:t xml:space="preserve"> data atribuirii codului unic de înregistrare de la O</w:t>
            </w:r>
            <w:r w:rsidR="00D57553" w:rsidRPr="00E67132">
              <w:rPr>
                <w:rFonts w:ascii="Calibri" w:hAnsi="Calibri" w:cs="Calibri"/>
                <w:noProof/>
                <w:sz w:val="22"/>
                <w:szCs w:val="22"/>
                <w:lang w:val="ro-RO"/>
              </w:rPr>
              <w:t>N</w:t>
            </w:r>
            <w:r w:rsidR="008C716C" w:rsidRPr="00E67132">
              <w:rPr>
                <w:rFonts w:ascii="Calibri" w:hAnsi="Calibri" w:cs="Calibri"/>
                <w:noProof/>
                <w:sz w:val="22"/>
                <w:szCs w:val="22"/>
                <w:lang w:val="ro-RO"/>
              </w:rPr>
              <w:t xml:space="preserve">RC </w:t>
            </w:r>
            <w:r w:rsidRPr="00E67132">
              <w:rPr>
                <w:rFonts w:ascii="Calibri" w:hAnsi="Calibri" w:cs="Calibri"/>
                <w:noProof/>
                <w:sz w:val="22"/>
                <w:szCs w:val="22"/>
                <w:lang w:val="ro-RO"/>
              </w:rPr>
              <w:t>sa fie</w:t>
            </w:r>
            <w:r w:rsidR="008C716C" w:rsidRPr="00E67132">
              <w:rPr>
                <w:rFonts w:ascii="Calibri" w:hAnsi="Calibri" w:cs="Calibri"/>
                <w:noProof/>
                <w:sz w:val="22"/>
                <w:szCs w:val="22"/>
                <w:lang w:val="ro-RO"/>
              </w:rPr>
              <w:t xml:space="preserve"> de maximum 24 de luni de la momentul depunerii cererii de finanțare</w:t>
            </w:r>
            <w:r w:rsidR="00D57553" w:rsidRPr="00E67132">
              <w:rPr>
                <w:rFonts w:ascii="Calibri" w:hAnsi="Calibri" w:cs="Calibri"/>
                <w:noProof/>
                <w:sz w:val="22"/>
                <w:szCs w:val="22"/>
                <w:lang w:val="ro-RO"/>
              </w:rPr>
              <w:t xml:space="preserve"> și</w:t>
            </w:r>
            <w:r w:rsidR="00D57553" w:rsidRPr="00E67132">
              <w:rPr>
                <w:rFonts w:ascii="Calibri" w:hAnsi="Calibri" w:cs="Calibri"/>
                <w:i/>
                <w:noProof/>
                <w:sz w:val="22"/>
                <w:szCs w:val="22"/>
                <w:lang w:val="ro-RO"/>
              </w:rPr>
              <w:t xml:space="preserve"> are ca obiect de activitate</w:t>
            </w:r>
            <w:r w:rsidR="008F3DC7" w:rsidRPr="00E67132">
              <w:rPr>
                <w:rFonts w:ascii="Calibri" w:hAnsi="Calibri" w:cs="Calibri"/>
                <w:i/>
                <w:noProof/>
                <w:sz w:val="22"/>
                <w:szCs w:val="22"/>
                <w:lang w:val="ro-RO"/>
              </w:rPr>
              <w:t>- activitați agricole (</w:t>
            </w:r>
            <w:r w:rsidR="00D57553" w:rsidRPr="00E67132">
              <w:rPr>
                <w:rFonts w:ascii="Calibri" w:hAnsi="Calibri" w:cs="Calibri"/>
                <w:i/>
                <w:noProof/>
                <w:sz w:val="22"/>
                <w:szCs w:val="22"/>
                <w:lang w:val="ro-RO"/>
              </w:rPr>
              <w:t>exploatarea terenurilor agricole</w:t>
            </w:r>
            <w:r w:rsidR="008F3DC7" w:rsidRPr="00E67132">
              <w:rPr>
                <w:rFonts w:ascii="Calibri" w:hAnsi="Calibri" w:cs="Calibri"/>
                <w:i/>
                <w:noProof/>
                <w:sz w:val="22"/>
                <w:szCs w:val="22"/>
                <w:lang w:val="ro-RO"/>
              </w:rPr>
              <w:t>)</w:t>
            </w:r>
            <w:r w:rsidR="00D57553" w:rsidRPr="00E67132">
              <w:rPr>
                <w:rFonts w:ascii="Calibri" w:hAnsi="Calibri" w:cs="Calibri"/>
                <w:i/>
                <w:noProof/>
                <w:sz w:val="22"/>
                <w:szCs w:val="22"/>
                <w:lang w:val="ro-RO"/>
              </w:rPr>
              <w:t xml:space="preserve"> şi/sau activitatea zootehnică</w:t>
            </w:r>
            <w:r w:rsidRPr="00E67132">
              <w:rPr>
                <w:rFonts w:ascii="Calibri" w:hAnsi="Calibri" w:cs="Calibri"/>
                <w:noProof/>
                <w:sz w:val="22"/>
                <w:szCs w:val="22"/>
                <w:lang w:val="ro-RO"/>
              </w:rPr>
              <w:t>;</w:t>
            </w:r>
          </w:p>
          <w:p w14:paraId="7A253B53" w14:textId="77777777" w:rsidR="006D74AC" w:rsidRPr="00E67132" w:rsidRDefault="006D74AC" w:rsidP="005752A4">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dacă solicitantul este înregistrat cu cod CAEN agricol în domeniul proiectului;</w:t>
            </w:r>
          </w:p>
          <w:p w14:paraId="0161CE6D" w14:textId="77777777" w:rsidR="005752A4" w:rsidRPr="00E67132" w:rsidRDefault="00ED68D6" w:rsidP="00385398">
            <w:pPr>
              <w:tabs>
                <w:tab w:val="left" w:pos="3120"/>
                <w:tab w:val="center" w:pos="4320"/>
                <w:tab w:val="right" w:pos="8640"/>
              </w:tabs>
              <w:jc w:val="both"/>
              <w:rPr>
                <w:rStyle w:val="Emphasis"/>
                <w:rFonts w:ascii="Calibri" w:hAnsi="Calibri" w:cs="Calibri"/>
                <w:i w:val="0"/>
                <w:noProof/>
                <w:sz w:val="22"/>
                <w:szCs w:val="22"/>
                <w:lang w:val="ro-RO"/>
              </w:rPr>
            </w:pPr>
            <w:r w:rsidRPr="00E67132">
              <w:rPr>
                <w:rFonts w:ascii="Calibri" w:hAnsi="Calibri" w:cs="Calibri"/>
                <w:noProof/>
                <w:sz w:val="22"/>
                <w:szCs w:val="22"/>
                <w:lang w:val="ro-RO"/>
              </w:rPr>
              <w:t>Verificarea</w:t>
            </w:r>
            <w:r w:rsidR="00442EA2" w:rsidRPr="00E67132">
              <w:rPr>
                <w:rFonts w:ascii="Calibri" w:hAnsi="Calibri" w:cs="Calibri"/>
                <w:noProof/>
                <w:sz w:val="22"/>
                <w:szCs w:val="22"/>
                <w:lang w:val="ro-RO"/>
              </w:rPr>
              <w:t xml:space="preserve"> în baza de date a serviciului </w:t>
            </w:r>
            <w:r w:rsidR="00442EA2" w:rsidRPr="00E67132">
              <w:rPr>
                <w:rFonts w:ascii="Calibri" w:hAnsi="Calibri" w:cs="Calibri"/>
                <w:b/>
                <w:noProof/>
                <w:sz w:val="22"/>
                <w:szCs w:val="22"/>
                <w:lang w:val="ro-RO"/>
              </w:rPr>
              <w:t>online RECOM</w:t>
            </w:r>
            <w:r w:rsidR="00442EA2" w:rsidRPr="00E67132">
              <w:rPr>
                <w:rFonts w:ascii="Calibri" w:hAnsi="Calibri" w:cs="Calibri"/>
                <w:noProof/>
                <w:sz w:val="22"/>
                <w:szCs w:val="22"/>
                <w:lang w:val="ro-RO"/>
              </w:rPr>
              <w:t xml:space="preserve"> </w:t>
            </w:r>
            <w:r w:rsidRPr="00E67132">
              <w:rPr>
                <w:rStyle w:val="Emphasis"/>
                <w:rFonts w:ascii="Calibri" w:hAnsi="Calibri" w:cs="Calibri"/>
                <w:i w:val="0"/>
                <w:noProof/>
                <w:sz w:val="22"/>
                <w:szCs w:val="22"/>
                <w:lang w:val="ro-RO"/>
              </w:rPr>
              <w:t xml:space="preserve">al Oficiul Naţional al Registrului Comerţului </w:t>
            </w:r>
            <w:r w:rsidR="00442EA2" w:rsidRPr="00E67132">
              <w:rPr>
                <w:rFonts w:ascii="Calibri" w:hAnsi="Calibri" w:cs="Calibri"/>
                <w:noProof/>
                <w:sz w:val="22"/>
                <w:szCs w:val="22"/>
                <w:lang w:val="ro-RO"/>
              </w:rPr>
              <w:t xml:space="preserve">se realizează în amonte şi aval, dacă solicitantul ca formă de organizare se regaseşte     ca asociat/acţionar în structura capitalului altor   persoane juridice </w:t>
            </w:r>
            <w:r w:rsidRPr="00E67132">
              <w:rPr>
                <w:rFonts w:ascii="Calibri" w:hAnsi="Calibri" w:cs="Calibri"/>
                <w:noProof/>
                <w:sz w:val="22"/>
                <w:szCs w:val="22"/>
                <w:lang w:val="ro-RO"/>
              </w:rPr>
              <w:t xml:space="preserve">sau alte persoane fizice/ juridice sunt asociaţi/acţionari în structura capitalului solicitantului. </w:t>
            </w:r>
          </w:p>
          <w:p w14:paraId="2038D509" w14:textId="77777777" w:rsidR="005752A4" w:rsidRPr="00E67132" w:rsidRDefault="005752A4" w:rsidP="005752A4">
            <w:pPr>
              <w:keepNext/>
              <w:keepLines/>
              <w:jc w:val="both"/>
              <w:outlineLvl w:val="1"/>
              <w:rPr>
                <w:rStyle w:val="Emphasis"/>
                <w:rFonts w:ascii="Calibri" w:hAnsi="Calibri" w:cs="Calibri"/>
                <w:i w:val="0"/>
                <w:noProof/>
                <w:sz w:val="22"/>
                <w:szCs w:val="22"/>
                <w:lang w:val="ro-RO"/>
              </w:rPr>
            </w:pPr>
            <w:r w:rsidRPr="00E67132">
              <w:rPr>
                <w:rStyle w:val="Emphasis"/>
                <w:rFonts w:ascii="Calibri" w:hAnsi="Calibri" w:cs="Calibri"/>
                <w:b/>
                <w:i w:val="0"/>
                <w:noProof/>
                <w:sz w:val="22"/>
                <w:szCs w:val="22"/>
                <w:u w:val="single"/>
                <w:lang w:val="ro-RO"/>
              </w:rPr>
              <w:t>a) Se verifică dacă solicitantul este societatea parteneră sau legată cu alte societati</w:t>
            </w:r>
            <w:r w:rsidR="00EA0D81" w:rsidRPr="00E67132">
              <w:rPr>
                <w:rStyle w:val="Emphasis"/>
                <w:rFonts w:ascii="Calibri" w:hAnsi="Calibri" w:cs="Calibri"/>
                <w:b/>
                <w:i w:val="0"/>
                <w:noProof/>
                <w:sz w:val="22"/>
                <w:szCs w:val="22"/>
                <w:u w:val="single"/>
                <w:lang w:val="ro-RO"/>
              </w:rPr>
              <w:t xml:space="preserve"> (cu excepţia cooperativelor agricole şi a grupurilor de producători)</w:t>
            </w:r>
            <w:r w:rsidRPr="00E67132">
              <w:rPr>
                <w:rStyle w:val="Emphasis"/>
                <w:rFonts w:ascii="Calibri" w:hAnsi="Calibri" w:cs="Calibri"/>
                <w:b/>
                <w:i w:val="0"/>
                <w:noProof/>
                <w:sz w:val="22"/>
                <w:szCs w:val="22"/>
                <w:u w:val="single"/>
                <w:lang w:val="ro-RO"/>
              </w:rPr>
              <w:t>.</w:t>
            </w:r>
            <w:r w:rsidRPr="00E67132">
              <w:rPr>
                <w:rStyle w:val="Emphasis"/>
                <w:rFonts w:ascii="Calibri" w:hAnsi="Calibri" w:cs="Calibri"/>
                <w:i w:val="0"/>
                <w:noProof/>
                <w:sz w:val="22"/>
                <w:szCs w:val="22"/>
                <w:lang w:val="ro-RO"/>
              </w:rPr>
              <w:t xml:space="preserve"> Pentru aceasta, se introduce in RECOM numele solicitantului si datele de identificare, iar in cazul in care se regaseste cu parti sociale/actiuni in proportie mai mare de  50% in alte societati, pentru stabilirea cifrei de afaceri si a numărului mediu de salariaţi ai solicitantului </w:t>
            </w:r>
            <w:r w:rsidRPr="00E67132">
              <w:rPr>
                <w:rStyle w:val="Emphasis"/>
                <w:rFonts w:ascii="Calibri" w:hAnsi="Calibri" w:cs="Calibri"/>
                <w:b/>
                <w:i w:val="0"/>
                <w:noProof/>
                <w:sz w:val="22"/>
                <w:szCs w:val="22"/>
                <w:lang w:val="ro-RO"/>
              </w:rPr>
              <w:t>se vor cere prin formularul E3.4 situaţiile financiare  ale societăţilor implicate</w:t>
            </w:r>
            <w:r w:rsidRPr="00E67132">
              <w:rPr>
                <w:rStyle w:val="Emphasis"/>
                <w:rFonts w:ascii="Calibri" w:hAnsi="Calibri" w:cs="Calibri"/>
                <w:i w:val="0"/>
                <w:noProof/>
                <w:sz w:val="22"/>
                <w:szCs w:val="22"/>
                <w:lang w:val="ro-RO"/>
              </w:rPr>
              <w:t>.</w:t>
            </w:r>
          </w:p>
          <w:p w14:paraId="3F517EE8" w14:textId="77777777" w:rsidR="005752A4" w:rsidRPr="00E67132" w:rsidRDefault="002501EF" w:rsidP="00385398">
            <w:pPr>
              <w:pStyle w:val="xl61"/>
              <w:pBdr>
                <w:left w:val="none" w:sz="0" w:space="0" w:color="auto"/>
              </w:pBdr>
              <w:spacing w:before="0" w:beforeAutospacing="0" w:after="0" w:afterAutospacing="0"/>
              <w:rPr>
                <w:rFonts w:ascii="Calibri" w:hAnsi="Calibri" w:cs="Calibri"/>
                <w:noProof/>
                <w:sz w:val="22"/>
                <w:szCs w:val="22"/>
                <w:lang w:val="ro-RO"/>
              </w:rPr>
            </w:pPr>
            <w:r w:rsidRPr="00E67132">
              <w:rPr>
                <w:rStyle w:val="Emphasis"/>
                <w:rFonts w:ascii="Calibri" w:hAnsi="Calibri" w:cs="Calibri"/>
                <w:b/>
                <w:i w:val="0"/>
                <w:noProof/>
                <w:sz w:val="22"/>
                <w:szCs w:val="22"/>
                <w:u w:val="single"/>
                <w:lang w:val="ro-RO"/>
              </w:rPr>
              <w:t>b1</w:t>
            </w:r>
            <w:r w:rsidR="005752A4" w:rsidRPr="00E67132">
              <w:rPr>
                <w:rStyle w:val="Emphasis"/>
                <w:rFonts w:ascii="Calibri" w:hAnsi="Calibri" w:cs="Calibri"/>
                <w:b/>
                <w:i w:val="0"/>
                <w:noProof/>
                <w:sz w:val="22"/>
                <w:szCs w:val="22"/>
                <w:u w:val="single"/>
                <w:lang w:val="ro-RO"/>
              </w:rPr>
              <w:t>) În cazul in care in structura actionariatului sunt persoane  fizice sau juridice din Romania</w:t>
            </w:r>
            <w:r w:rsidR="005752A4" w:rsidRPr="00E67132">
              <w:rPr>
                <w:rStyle w:val="Emphasis"/>
                <w:rFonts w:ascii="Calibri" w:hAnsi="Calibri" w:cs="Calibri"/>
                <w:i w:val="0"/>
                <w:noProof/>
                <w:sz w:val="22"/>
                <w:szCs w:val="22"/>
                <w:lang w:val="ro-RO"/>
              </w:rPr>
              <w:t xml:space="preserve"> care detin parti sociale/ actiuni in proportie mai mare de 25% si sunt in acest fel partenere sau legate de solicitant, expertul va verifica daca acestia sunt la randul lor societati partenere sau legate cu alte societati. În cazul în care acţionarii/ asociaţii  deţin mai mult de 50% actiuni/ parti sociale în alte societăţi pentru stabilirea cifrei de afaceri si a numărului mediu de salariaţi ai solicitantului se vor cere prin formularul E3.4 situaţiile financiare  ale societăţilor implicate.</w:t>
            </w:r>
            <w:r w:rsidR="005752A4" w:rsidRPr="00E67132">
              <w:rPr>
                <w:rFonts w:ascii="Calibri" w:hAnsi="Calibri" w:cs="Calibri"/>
                <w:noProof/>
                <w:spacing w:val="-15"/>
                <w:kern w:val="28"/>
                <w:sz w:val="22"/>
                <w:szCs w:val="22"/>
                <w:lang w:val="ro-RO"/>
              </w:rPr>
              <w:t xml:space="preserve">         </w:t>
            </w:r>
            <w:r w:rsidR="00385398" w:rsidRPr="00E67132">
              <w:rPr>
                <w:rFonts w:ascii="Calibri" w:hAnsi="Calibri" w:cs="Calibri"/>
                <w:noProof/>
                <w:spacing w:val="-15"/>
                <w:kern w:val="28"/>
                <w:sz w:val="22"/>
                <w:szCs w:val="22"/>
                <w:lang w:val="ro-RO"/>
              </w:rPr>
              <w:t xml:space="preserve">    </w:t>
            </w:r>
            <w:r w:rsidR="005752A4" w:rsidRPr="00E67132">
              <w:rPr>
                <w:rFonts w:ascii="Calibri" w:hAnsi="Calibri" w:cs="Calibri"/>
                <w:noProof/>
                <w:spacing w:val="-15"/>
                <w:kern w:val="28"/>
                <w:sz w:val="22"/>
                <w:szCs w:val="22"/>
                <w:lang w:val="ro-RO"/>
              </w:rPr>
              <w:t xml:space="preserve">                                                                                                                                                                                                                 </w:t>
            </w:r>
          </w:p>
          <w:p w14:paraId="347E57F2" w14:textId="77777777" w:rsidR="005752A4" w:rsidRPr="00E67132" w:rsidRDefault="005752A4" w:rsidP="005752A4">
            <w:pPr>
              <w:keepNext/>
              <w:keepLines/>
              <w:jc w:val="both"/>
              <w:outlineLvl w:val="1"/>
              <w:rPr>
                <w:rFonts w:ascii="Calibri" w:hAnsi="Calibri" w:cs="Calibri"/>
                <w:noProof/>
                <w:sz w:val="22"/>
                <w:szCs w:val="22"/>
                <w:lang w:val="ro-RO"/>
              </w:rPr>
            </w:pPr>
            <w:r w:rsidRPr="00E67132">
              <w:rPr>
                <w:rFonts w:ascii="Calibri" w:hAnsi="Calibri" w:cs="Calibri"/>
                <w:b/>
                <w:noProof/>
                <w:sz w:val="22"/>
                <w:szCs w:val="22"/>
                <w:u w:val="single"/>
                <w:lang w:val="ro-RO"/>
              </w:rPr>
              <w:t xml:space="preserve">b.2) În cazul in care in structura actionariatului sunt persoane fizice sau juridice inregistrate în alta </w:t>
            </w:r>
            <w:r w:rsidR="00ED6060" w:rsidRPr="00E67132">
              <w:rPr>
                <w:rFonts w:ascii="Calibri" w:hAnsi="Calibri" w:cs="Calibri"/>
                <w:b/>
                <w:noProof/>
                <w:sz w:val="22"/>
                <w:szCs w:val="22"/>
                <w:u w:val="single"/>
                <w:lang w:val="ro-RO"/>
              </w:rPr>
              <w:t>ț</w:t>
            </w:r>
            <w:r w:rsidRPr="00E67132">
              <w:rPr>
                <w:rFonts w:ascii="Calibri" w:hAnsi="Calibri" w:cs="Calibri"/>
                <w:b/>
                <w:noProof/>
                <w:sz w:val="22"/>
                <w:szCs w:val="22"/>
                <w:u w:val="single"/>
                <w:lang w:val="ro-RO"/>
              </w:rPr>
              <w:t>ara</w:t>
            </w:r>
            <w:r w:rsidRPr="00E67132">
              <w:rPr>
                <w:rFonts w:ascii="Calibri" w:hAnsi="Calibri" w:cs="Calibri"/>
                <w:noProof/>
                <w:sz w:val="22"/>
                <w:szCs w:val="22"/>
                <w:lang w:val="ro-RO"/>
              </w:rPr>
              <w:t xml:space="preserve">  care detin parti sociale/ actiuni in proportie mai mare de 25% si sunt in acest fel partenere sau legate de solicitant, </w:t>
            </w:r>
            <w:r w:rsidRPr="00E67132">
              <w:rPr>
                <w:rFonts w:ascii="Calibri" w:hAnsi="Calibri" w:cs="Calibri"/>
                <w:b/>
                <w:noProof/>
                <w:sz w:val="22"/>
                <w:szCs w:val="22"/>
                <w:lang w:val="ro-RO"/>
              </w:rPr>
              <w:t>se va cere prin formularul E3.4 Fisa de solicitare a informatiilor suplimentare, documentele similare cu Certificat constatator de la Oficiul Registrului Comerţului</w:t>
            </w:r>
            <w:r w:rsidRPr="00E67132">
              <w:rPr>
                <w:rFonts w:ascii="Calibri" w:hAnsi="Calibri" w:cs="Calibri"/>
                <w:noProof/>
                <w:sz w:val="22"/>
                <w:szCs w:val="22"/>
                <w:lang w:val="ro-RO"/>
              </w:rPr>
              <w:t xml:space="preserve"> iar în cazul în care acţionarii/ asociaţii solicitantului  deţin mai mult de 50% </w:t>
            </w:r>
            <w:r w:rsidRPr="00E67132">
              <w:rPr>
                <w:rFonts w:ascii="Calibri" w:hAnsi="Calibri" w:cs="Calibri"/>
                <w:noProof/>
                <w:spacing w:val="-15"/>
                <w:kern w:val="28"/>
                <w:sz w:val="22"/>
                <w:szCs w:val="22"/>
                <w:lang w:val="ro-RO"/>
              </w:rPr>
              <w:t xml:space="preserve">actiuni/ parti sociale </w:t>
            </w:r>
            <w:r w:rsidRPr="00E67132">
              <w:rPr>
                <w:rFonts w:ascii="Calibri" w:hAnsi="Calibri" w:cs="Calibri"/>
                <w:noProof/>
                <w:sz w:val="22"/>
                <w:szCs w:val="22"/>
                <w:lang w:val="ro-RO"/>
              </w:rPr>
              <w:t xml:space="preserve">în cadrul altor societăţi  si situatiile financiare din tara respectiva, traduse oficial în limba română, din care sa se poata verifica cifra de afaceri si numarul mediu de salariati. </w:t>
            </w:r>
          </w:p>
          <w:p w14:paraId="6E00AFFC" w14:textId="77777777" w:rsidR="008453B7" w:rsidRPr="00E67132" w:rsidRDefault="00503DED" w:rsidP="005752A4">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 xml:space="preserve">Se verifică </w:t>
            </w:r>
            <w:r w:rsidR="008453B7" w:rsidRPr="00E67132">
              <w:rPr>
                <w:rFonts w:ascii="Calibri" w:hAnsi="Calibri" w:cs="Calibri"/>
                <w:noProof/>
                <w:sz w:val="22"/>
                <w:szCs w:val="22"/>
                <w:lang w:val="ro-RO"/>
              </w:rPr>
              <w:t xml:space="preserve">dacă </w:t>
            </w:r>
            <w:r w:rsidRPr="00E67132">
              <w:rPr>
                <w:rFonts w:ascii="Calibri" w:hAnsi="Calibri" w:cs="Calibri"/>
                <w:noProof/>
                <w:sz w:val="22"/>
                <w:szCs w:val="22"/>
                <w:lang w:val="ro-RO"/>
              </w:rPr>
              <w:t>reprezentantul legal deţine calitatea de asociat unic si administrator/asociat majoritar</w:t>
            </w:r>
            <w:r w:rsidR="00C43A0B" w:rsidRPr="00E67132">
              <w:rPr>
                <w:rFonts w:ascii="Calibri" w:hAnsi="Calibri" w:cs="Calibri"/>
                <w:noProof/>
                <w:sz w:val="22"/>
                <w:szCs w:val="22"/>
                <w:lang w:val="ro-RO"/>
              </w:rPr>
              <w:t xml:space="preserve"> deține</w:t>
            </w:r>
            <w:r w:rsidR="00337231" w:rsidRPr="00E67132">
              <w:rPr>
                <w:rFonts w:ascii="Calibri" w:hAnsi="Calibri" w:cs="Calibri"/>
                <w:noProof/>
                <w:sz w:val="22"/>
                <w:szCs w:val="22"/>
                <w:lang w:val="ro-RO"/>
              </w:rPr>
              <w:t xml:space="preserve"> cel puţin</w:t>
            </w:r>
            <w:r w:rsidR="00C43A0B" w:rsidRPr="00E67132">
              <w:rPr>
                <w:rFonts w:ascii="Calibri" w:hAnsi="Calibri" w:cs="Calibri"/>
                <w:noProof/>
                <w:sz w:val="22"/>
                <w:szCs w:val="22"/>
                <w:lang w:val="ro-RO"/>
              </w:rPr>
              <w:t xml:space="preserve"> </w:t>
            </w:r>
            <w:r w:rsidR="003674BB" w:rsidRPr="00E67132">
              <w:rPr>
                <w:rFonts w:ascii="Calibri" w:hAnsi="Calibri" w:cs="Calibri"/>
                <w:noProof/>
                <w:sz w:val="22"/>
                <w:szCs w:val="22"/>
                <w:lang w:val="ro-RO"/>
              </w:rPr>
              <w:t>(50%+1)</w:t>
            </w:r>
            <w:r w:rsidRPr="00E67132">
              <w:rPr>
                <w:rFonts w:ascii="Calibri" w:hAnsi="Calibri" w:cs="Calibri"/>
                <w:noProof/>
                <w:sz w:val="22"/>
                <w:szCs w:val="22"/>
                <w:lang w:val="ro-RO"/>
              </w:rPr>
              <w:t xml:space="preserve"> </w:t>
            </w:r>
            <w:r w:rsidR="00C43A0B" w:rsidRPr="00E67132">
              <w:rPr>
                <w:rFonts w:ascii="Calibri" w:hAnsi="Calibri" w:cs="Calibri"/>
                <w:noProof/>
                <w:sz w:val="22"/>
                <w:szCs w:val="22"/>
                <w:lang w:val="ro-RO"/>
              </w:rPr>
              <w:t xml:space="preserve">din acțiuni </w:t>
            </w:r>
            <w:r w:rsidRPr="00E67132">
              <w:rPr>
                <w:rFonts w:ascii="Calibri" w:hAnsi="Calibri" w:cs="Calibri"/>
                <w:noProof/>
                <w:sz w:val="22"/>
                <w:szCs w:val="22"/>
                <w:lang w:val="ro-RO"/>
              </w:rPr>
              <w:t xml:space="preserve">şi administrator  şi dacă acesta </w:t>
            </w:r>
            <w:r w:rsidR="00354A09" w:rsidRPr="00E67132">
              <w:rPr>
                <w:rFonts w:ascii="Calibri" w:hAnsi="Calibri" w:cs="Calibri"/>
                <w:noProof/>
                <w:sz w:val="22"/>
                <w:szCs w:val="22"/>
                <w:lang w:val="ro-RO"/>
              </w:rPr>
              <w:t>se regăseşte în structura altor forme de organizare conform OUG. 44/2008 sau Legea 31/1990</w:t>
            </w:r>
            <w:r w:rsidR="008453B7" w:rsidRPr="00E67132">
              <w:rPr>
                <w:rFonts w:ascii="Calibri" w:hAnsi="Calibri" w:cs="Calibri"/>
                <w:noProof/>
                <w:sz w:val="22"/>
                <w:szCs w:val="22"/>
                <w:lang w:val="ro-RO"/>
              </w:rPr>
              <w:t>.</w:t>
            </w:r>
            <w:r w:rsidR="00836D54" w:rsidRPr="00E67132">
              <w:rPr>
                <w:rFonts w:ascii="Calibri" w:hAnsi="Calibri" w:cs="Calibri"/>
                <w:noProof/>
                <w:sz w:val="22"/>
                <w:szCs w:val="22"/>
                <w:lang w:val="ro-RO"/>
              </w:rPr>
              <w:t xml:space="preserve"> </w:t>
            </w:r>
          </w:p>
          <w:p w14:paraId="2B6C44EB" w14:textId="77777777" w:rsidR="005752A4" w:rsidRPr="00E67132" w:rsidRDefault="008453B7" w:rsidP="009C35A9">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Î</w:t>
            </w:r>
            <w:r w:rsidRPr="00E67132">
              <w:rPr>
                <w:rStyle w:val="Emphasis"/>
                <w:rFonts w:ascii="Calibri" w:hAnsi="Calibri" w:cs="Calibri"/>
                <w:i w:val="0"/>
                <w:noProof/>
                <w:sz w:val="22"/>
                <w:szCs w:val="22"/>
                <w:lang w:val="ro-RO"/>
              </w:rPr>
              <w:t xml:space="preserve">n funcţie de cota de participare se determină </w:t>
            </w:r>
            <w:r w:rsidR="009C35A9" w:rsidRPr="00E67132">
              <w:rPr>
                <w:rStyle w:val="Emphasis"/>
                <w:rFonts w:ascii="Calibri" w:hAnsi="Calibri" w:cs="Calibri"/>
                <w:i w:val="0"/>
                <w:noProof/>
                <w:sz w:val="22"/>
                <w:szCs w:val="22"/>
                <w:lang w:val="ro-RO"/>
              </w:rPr>
              <w:t xml:space="preserve"> </w:t>
            </w:r>
            <w:r w:rsidR="003674BB" w:rsidRPr="00E67132">
              <w:rPr>
                <w:rStyle w:val="Emphasis"/>
                <w:rFonts w:ascii="Calibri" w:hAnsi="Calibri" w:cs="Calibri"/>
                <w:i w:val="0"/>
                <w:noProof/>
                <w:sz w:val="22"/>
                <w:szCs w:val="22"/>
                <w:lang w:val="ro-RO"/>
              </w:rPr>
              <w:t>c</w:t>
            </w:r>
            <w:r w:rsidR="005752A4" w:rsidRPr="00E67132">
              <w:rPr>
                <w:rFonts w:ascii="Calibri" w:hAnsi="Calibri" w:cs="Calibri"/>
                <w:noProof/>
                <w:sz w:val="22"/>
                <w:szCs w:val="22"/>
                <w:lang w:val="ro-RO"/>
              </w:rPr>
              <w:t xml:space="preserve">alculul numarului mediu de salariati si a cifrei de afaceri ai solicitantului conform precizarilor din Legea nr.346/2004, art4 şi Ghidul IMM de pe site-ul </w:t>
            </w:r>
            <w:r w:rsidR="005752A4" w:rsidRPr="00E67132">
              <w:rPr>
                <w:rFonts w:ascii="Calibri" w:hAnsi="Calibri" w:cs="Calibri"/>
                <w:noProof/>
                <w:sz w:val="22"/>
                <w:szCs w:val="22"/>
                <w:u w:val="single"/>
                <w:lang w:val="ro-RO"/>
              </w:rPr>
              <w:t>europaeuint/ comm/ entreprise/ entrepriseneurship/ sme_envoy/ index.htm</w:t>
            </w:r>
            <w:r w:rsidR="00836D54" w:rsidRPr="00E67132">
              <w:rPr>
                <w:rFonts w:ascii="Calibri" w:hAnsi="Calibri" w:cs="Calibri"/>
                <w:noProof/>
                <w:sz w:val="22"/>
                <w:szCs w:val="22"/>
                <w:u w:val="single"/>
                <w:lang w:val="ro-RO"/>
              </w:rPr>
              <w:t>, respectiv încadrarea în categoria de microîntreprindere, întreprindere mică la momentul depunerii cererii de finanţare.</w:t>
            </w:r>
          </w:p>
          <w:p w14:paraId="739CB446" w14:textId="77777777" w:rsidR="005752A4" w:rsidRPr="00E67132" w:rsidRDefault="005752A4" w:rsidP="005752A4">
            <w:pPr>
              <w:jc w:val="both"/>
              <w:rPr>
                <w:rFonts w:ascii="Calibri" w:hAnsi="Calibri" w:cs="Calibri"/>
                <w:noProof/>
                <w:sz w:val="22"/>
                <w:szCs w:val="22"/>
                <w:lang w:val="ro-RO"/>
              </w:rPr>
            </w:pPr>
            <w:r w:rsidRPr="00E67132">
              <w:rPr>
                <w:rFonts w:ascii="Calibri" w:hAnsi="Calibri" w:cs="Calibri"/>
                <w:noProof/>
                <w:sz w:val="22"/>
                <w:szCs w:val="22"/>
                <w:lang w:val="ro-RO"/>
              </w:rPr>
              <w:t xml:space="preserve">Expertul va printa print-screen–urile din RECOM identificate pentru </w:t>
            </w:r>
            <w:r w:rsidRPr="00E67132">
              <w:rPr>
                <w:rFonts w:ascii="Calibri" w:hAnsi="Calibri" w:cs="Calibri"/>
                <w:b/>
                <w:noProof/>
                <w:sz w:val="22"/>
                <w:szCs w:val="22"/>
                <w:lang w:val="ro-RO"/>
              </w:rPr>
              <w:t>solicitant,</w:t>
            </w:r>
            <w:r w:rsidRPr="00E67132">
              <w:rPr>
                <w:rFonts w:ascii="Calibri" w:hAnsi="Calibri" w:cs="Calibri"/>
                <w:noProof/>
                <w:sz w:val="22"/>
                <w:szCs w:val="22"/>
                <w:lang w:val="ro-RO"/>
              </w:rPr>
              <w:t xml:space="preserve"> actionarii/ asociatii acestuia, pentru a proba verificarea realizată.</w:t>
            </w:r>
          </w:p>
          <w:p w14:paraId="5DBCD784" w14:textId="77777777" w:rsidR="005752A4" w:rsidRPr="00E67132" w:rsidRDefault="002501EF" w:rsidP="006F06B3">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S</w:t>
            </w:r>
            <w:r w:rsidR="005752A4" w:rsidRPr="00E67132">
              <w:rPr>
                <w:rFonts w:ascii="Calibri" w:hAnsi="Calibri" w:cs="Calibri"/>
                <w:noProof/>
                <w:sz w:val="22"/>
                <w:szCs w:val="22"/>
                <w:lang w:val="ro-RO"/>
              </w:rPr>
              <w:t xml:space="preserve">olicitantul poate </w:t>
            </w:r>
            <w:r w:rsidR="00EF6357" w:rsidRPr="00E67132">
              <w:rPr>
                <w:rFonts w:ascii="Calibri" w:hAnsi="Calibri" w:cs="Calibri"/>
                <w:noProof/>
                <w:sz w:val="22"/>
                <w:szCs w:val="22"/>
                <w:lang w:val="ro-RO"/>
              </w:rPr>
              <w:t>depăşi categoria de microintreprindere/</w:t>
            </w:r>
            <w:r w:rsidR="005752A4" w:rsidRPr="00E67132">
              <w:rPr>
                <w:rFonts w:ascii="Calibri" w:hAnsi="Calibri" w:cs="Calibri"/>
                <w:noProof/>
                <w:sz w:val="22"/>
                <w:szCs w:val="22"/>
                <w:lang w:val="ro-RO"/>
              </w:rPr>
              <w:t xml:space="preserve">intreprindere mica </w:t>
            </w:r>
            <w:r w:rsidR="0087176A" w:rsidRPr="00E67132">
              <w:rPr>
                <w:rFonts w:ascii="Calibri" w:hAnsi="Calibri" w:cs="Calibri"/>
                <w:noProof/>
                <w:sz w:val="22"/>
                <w:szCs w:val="22"/>
                <w:lang w:val="ro-RO"/>
              </w:rPr>
              <w:t>pe perioada de implementare a proiectului.</w:t>
            </w:r>
          </w:p>
          <w:p w14:paraId="30A4C6FC" w14:textId="77777777" w:rsidR="00783601" w:rsidRPr="00E67132" w:rsidRDefault="00EF6357" w:rsidP="00EF6357">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Vor fi eligibili solicitantii care desfăşoară activitate agricolă numai prin intermediul formei de organizare în numele căreia solicită sprijinul, respectând statutul de microîntreprindere/întreprindere mică.</w:t>
            </w:r>
          </w:p>
          <w:p w14:paraId="3C7277D5" w14:textId="77777777" w:rsidR="00EA0D81" w:rsidRPr="00E67132" w:rsidRDefault="00EA0D81" w:rsidP="00EA0D81">
            <w:pPr>
              <w:jc w:val="both"/>
              <w:rPr>
                <w:rFonts w:ascii="Calibri" w:hAnsi="Calibri" w:cs="Calibri"/>
                <w:b/>
                <w:noProof/>
                <w:sz w:val="22"/>
                <w:szCs w:val="22"/>
                <w:lang w:val="ro-RO"/>
              </w:rPr>
            </w:pPr>
            <w:r w:rsidRPr="00E67132">
              <w:rPr>
                <w:rFonts w:ascii="Calibri" w:hAnsi="Calibri" w:cs="Calibri"/>
                <w:b/>
                <w:noProof/>
                <w:sz w:val="22"/>
                <w:szCs w:val="22"/>
                <w:lang w:val="ro-RO"/>
              </w:rPr>
              <w:t xml:space="preserve">Tânărul fermier solicitant al sprijinului de instalare nu trebuie să deţină acţiuni în alte societăţi care desfășoară activități agricole sau în alte forme de organizare constituite conform OUG 44/2008, cu excepţia cooperativelor agricole şi grupurilor de producători. </w:t>
            </w:r>
          </w:p>
          <w:p w14:paraId="0E6BE865" w14:textId="77777777" w:rsidR="00EA0D81" w:rsidRPr="00E67132" w:rsidRDefault="00EA0D81" w:rsidP="00EA0D81">
            <w:pPr>
              <w:jc w:val="both"/>
              <w:rPr>
                <w:rFonts w:ascii="Calibri" w:hAnsi="Calibri" w:cs="Calibri"/>
                <w:b/>
                <w:noProof/>
                <w:sz w:val="22"/>
                <w:szCs w:val="22"/>
                <w:lang w:val="ro-RO"/>
              </w:rPr>
            </w:pPr>
            <w:r w:rsidRPr="00E67132">
              <w:rPr>
                <w:rFonts w:ascii="Calibri" w:hAnsi="Calibri" w:cs="Calibri"/>
                <w:b/>
                <w:noProof/>
                <w:sz w:val="22"/>
                <w:szCs w:val="22"/>
                <w:lang w:val="ro-RO"/>
              </w:rPr>
              <w:t>Un tânăr fermier poate face parte dintr-o cooperativă agricolă sau un grup de producători, sau să se înscrie ulterior instalării într-o astfel de formă de asociere, cu condiţia menţinerii statutului de şef al exploataţiei agricole.</w:t>
            </w:r>
          </w:p>
          <w:p w14:paraId="5CBF1F24" w14:textId="77777777" w:rsidR="00CC240B" w:rsidRPr="00E67132" w:rsidRDefault="009B4307" w:rsidP="008724D1">
            <w:pPr>
              <w:pStyle w:val="NoSpacing"/>
              <w:spacing w:line="276" w:lineRule="auto"/>
              <w:jc w:val="both"/>
              <w:rPr>
                <w:rFonts w:cs="Calibri"/>
                <w:i/>
                <w:noProof/>
                <w:lang w:val="ro-RO"/>
              </w:rPr>
            </w:pPr>
            <w:r w:rsidRPr="00E67132">
              <w:rPr>
                <w:rFonts w:cs="Calibri"/>
                <w:i/>
                <w:noProof/>
                <w:lang w:val="ro-RO"/>
              </w:rPr>
              <w:t>Se verifică</w:t>
            </w:r>
            <w:r w:rsidR="00CC240B" w:rsidRPr="00E67132">
              <w:rPr>
                <w:rFonts w:cs="Calibri"/>
                <w:i/>
                <w:noProof/>
                <w:lang w:val="ro-RO"/>
              </w:rPr>
              <w:t>:</w:t>
            </w:r>
          </w:p>
          <w:p w14:paraId="2B1A879D" w14:textId="77777777" w:rsidR="00CC240B" w:rsidRPr="00E67132" w:rsidRDefault="00B51B1E" w:rsidP="00A41E82">
            <w:pPr>
              <w:pStyle w:val="NoSpacing"/>
              <w:numPr>
                <w:ilvl w:val="0"/>
                <w:numId w:val="4"/>
              </w:numPr>
              <w:spacing w:line="276" w:lineRule="auto"/>
              <w:jc w:val="both"/>
              <w:rPr>
                <w:rFonts w:cs="Calibri"/>
                <w:i/>
                <w:noProof/>
                <w:lang w:val="ro-RO"/>
              </w:rPr>
            </w:pPr>
            <w:r w:rsidRPr="00E67132">
              <w:rPr>
                <w:rFonts w:cs="Calibri"/>
                <w:i/>
                <w:noProof/>
                <w:lang w:val="ro-RO"/>
              </w:rPr>
              <w:t xml:space="preserve"> </w:t>
            </w:r>
            <w:r w:rsidR="009B4307" w:rsidRPr="00E67132">
              <w:rPr>
                <w:rFonts w:cs="Calibri"/>
                <w:b/>
                <w:noProof/>
                <w:lang w:val="ro-RO"/>
              </w:rPr>
              <w:t xml:space="preserve">înregistrarea tânărului fermier (care urmează să se instaleze) la Oficiul Registrului Comerțului ca microîntreprindere/întreprindere mică, având pentru prima dată obiect de </w:t>
            </w:r>
            <w:r w:rsidR="009B4307" w:rsidRPr="00E67132">
              <w:rPr>
                <w:rFonts w:cs="Calibri"/>
                <w:b/>
                <w:noProof/>
                <w:color w:val="000000"/>
                <w:lang w:val="ro-RO"/>
              </w:rPr>
              <w:t>activitate în domeniul agricol cu maximum 24 de luni înaintea depunerii cererii de finanţare</w:t>
            </w:r>
            <w:r w:rsidR="00CC240B" w:rsidRPr="00E67132">
              <w:rPr>
                <w:rFonts w:cs="Calibri"/>
                <w:b/>
                <w:noProof/>
                <w:color w:val="000000"/>
                <w:lang w:val="ro-RO"/>
              </w:rPr>
              <w:t>,</w:t>
            </w:r>
          </w:p>
          <w:p w14:paraId="33D15C37" w14:textId="77777777" w:rsidR="001437D8" w:rsidRPr="00E67132" w:rsidRDefault="009B4307" w:rsidP="00A41E82">
            <w:pPr>
              <w:pStyle w:val="NoSpacing"/>
              <w:numPr>
                <w:ilvl w:val="0"/>
                <w:numId w:val="4"/>
              </w:numPr>
              <w:spacing w:line="276" w:lineRule="auto"/>
              <w:jc w:val="both"/>
              <w:rPr>
                <w:rFonts w:cs="Calibri"/>
                <w:i/>
                <w:noProof/>
                <w:lang w:val="ro-RO"/>
              </w:rPr>
            </w:pPr>
            <w:r w:rsidRPr="00E67132">
              <w:rPr>
                <w:rFonts w:cs="Calibri"/>
                <w:b/>
                <w:noProof/>
                <w:color w:val="000000"/>
                <w:lang w:val="ro-RO"/>
              </w:rPr>
              <w:t xml:space="preserve">înscrierea </w:t>
            </w:r>
            <w:r w:rsidRPr="00E67132">
              <w:rPr>
                <w:rFonts w:cs="Calibri"/>
                <w:noProof/>
                <w:color w:val="000000"/>
                <w:lang w:val="ro-RO"/>
              </w:rPr>
              <w:t xml:space="preserve">la APIA şi/sau Registrul Exploataţiei de la ANSVSA/DSVSA a </w:t>
            </w:r>
            <w:r w:rsidRPr="00E67132">
              <w:rPr>
                <w:rFonts w:cs="Calibri"/>
                <w:b/>
                <w:noProof/>
                <w:color w:val="000000"/>
                <w:lang w:val="ro-RO"/>
              </w:rPr>
              <w:t>exploataţiei deţinute sub entitatea economică prin care solicită sprijin</w:t>
            </w:r>
            <w:r w:rsidRPr="00E67132">
              <w:rPr>
                <w:rFonts w:cs="Calibri"/>
                <w:noProof/>
                <w:color w:val="000000"/>
                <w:lang w:val="ro-RO"/>
              </w:rPr>
              <w:t xml:space="preserve">, în acelaşi termen de maximum 24 de luni. </w:t>
            </w:r>
          </w:p>
          <w:p w14:paraId="01CB7D14" w14:textId="77777777" w:rsidR="00A0129C" w:rsidRPr="00E67132" w:rsidRDefault="00A0129C" w:rsidP="00342928">
            <w:pPr>
              <w:pStyle w:val="NoSpacing"/>
              <w:spacing w:line="276" w:lineRule="auto"/>
              <w:jc w:val="both"/>
              <w:rPr>
                <w:rFonts w:eastAsia="Calibri" w:cs="Calibri"/>
                <w:b/>
                <w:i/>
                <w:noProof/>
                <w:lang w:val="ro-RO"/>
              </w:rPr>
            </w:pPr>
            <w:r w:rsidRPr="00E67132">
              <w:rPr>
                <w:rFonts w:eastAsia="Calibri" w:cs="Calibri"/>
                <w:b/>
                <w:bCs/>
                <w:i/>
                <w:noProof/>
                <w:lang w:val="ro-RO"/>
              </w:rPr>
              <w:t>Tinerii solicitanți care sunt înregistrați şi autorizați</w:t>
            </w:r>
            <w:r w:rsidRPr="00E67132">
              <w:rPr>
                <w:rFonts w:eastAsia="Calibri" w:cs="Calibri"/>
                <w:b/>
                <w:i/>
                <w:noProof/>
                <w:lang w:val="ro-RO"/>
              </w:rPr>
              <w:t xml:space="preserve"> în conformitate cu prevederile Ordonanţei de Urgenţă a Guvernului nr. 44/2008</w:t>
            </w:r>
            <w:r w:rsidRPr="00E67132">
              <w:rPr>
                <w:rFonts w:eastAsia="Calibri" w:cs="Calibri"/>
                <w:b/>
                <w:bCs/>
                <w:i/>
                <w:noProof/>
                <w:lang w:val="ro-RO"/>
              </w:rPr>
              <w:t xml:space="preserve">  sau</w:t>
            </w:r>
            <w:r w:rsidRPr="00E67132">
              <w:rPr>
                <w:rFonts w:eastAsia="Calibri" w:cs="Calibri"/>
                <w:b/>
                <w:i/>
                <w:noProof/>
                <w:lang w:val="ro-RO"/>
              </w:rPr>
              <w:t xml:space="preserve"> Legea </w:t>
            </w:r>
            <w:r w:rsidRPr="00E67132">
              <w:rPr>
                <w:rFonts w:eastAsia="Calibri" w:cs="Calibri"/>
                <w:b/>
                <w:bCs/>
                <w:i/>
                <w:noProof/>
                <w:lang w:val="ro-RO"/>
              </w:rPr>
              <w:t xml:space="preserve">societăţilor nr. </w:t>
            </w:r>
            <w:r w:rsidRPr="00E67132">
              <w:rPr>
                <w:rFonts w:eastAsia="Calibri" w:cs="Calibri"/>
                <w:b/>
                <w:i/>
                <w:noProof/>
                <w:lang w:val="ro-RO"/>
              </w:rPr>
              <w:t>31</w:t>
            </w:r>
            <w:r w:rsidRPr="00E67132">
              <w:rPr>
                <w:rFonts w:eastAsia="Calibri" w:cs="Calibri"/>
                <w:b/>
                <w:bCs/>
                <w:i/>
                <w:noProof/>
                <w:lang w:val="ro-RO"/>
              </w:rPr>
              <w:t>/</w:t>
            </w:r>
            <w:r w:rsidRPr="00E67132">
              <w:rPr>
                <w:rFonts w:eastAsia="Calibri" w:cs="Calibri"/>
                <w:b/>
                <w:i/>
                <w:noProof/>
                <w:lang w:val="ro-RO"/>
              </w:rPr>
              <w:t>1990</w:t>
            </w:r>
            <w:r w:rsidRPr="00E67132">
              <w:rPr>
                <w:rFonts w:eastAsia="Calibri" w:cs="Calibri"/>
                <w:b/>
                <w:bCs/>
                <w:i/>
                <w:noProof/>
                <w:lang w:val="ro-RO"/>
              </w:rPr>
              <w:t xml:space="preserve"> republicată,</w:t>
            </w:r>
            <w:r w:rsidRPr="00E67132">
              <w:rPr>
                <w:rFonts w:eastAsia="Calibri" w:cs="Calibri"/>
                <w:b/>
                <w:i/>
                <w:noProof/>
                <w:lang w:val="ro-RO"/>
              </w:rPr>
              <w:t xml:space="preserve"> de mai mult de 24 de luni înaintea depunerii Cererii de finanțare la AFIR</w:t>
            </w:r>
            <w:r w:rsidRPr="00E67132">
              <w:rPr>
                <w:rFonts w:eastAsia="Calibri" w:cs="Calibri"/>
                <w:b/>
                <w:bCs/>
                <w:i/>
                <w:noProof/>
                <w:lang w:val="ro-RO"/>
              </w:rPr>
              <w:t>, cu  activități non-agricole (făra cod CAEN înregistrat în domeniul agricol), pot deveni beneficiari eligibili, numai în cazul în care, în  termen de maximum 24 de luni înainte de depunerea cererii de finanţare, întreprinderea solicitantă înregistrează şi autorizează un cod CAEN agricol care să fie, de asemenea, în acord domeniul proiectului pentru sM 6.1, înscriind ulterior exploataţia la APIA şi/sau Registrul Exploataţiei de la ANSVSA/DSVSA</w:t>
            </w:r>
            <w:r w:rsidR="00EA1220" w:rsidRPr="00E67132">
              <w:rPr>
                <w:rFonts w:eastAsia="Calibri" w:cs="Calibri"/>
                <w:b/>
                <w:bCs/>
                <w:i/>
                <w:noProof/>
                <w:lang w:val="ro-RO"/>
              </w:rPr>
              <w:t>.</w:t>
            </w:r>
          </w:p>
          <w:p w14:paraId="768A2C99" w14:textId="77777777" w:rsidR="00A45C1E" w:rsidRPr="00E67132" w:rsidRDefault="00507418" w:rsidP="008724D1">
            <w:pPr>
              <w:pStyle w:val="NoSpacing"/>
              <w:spacing w:line="276" w:lineRule="auto"/>
              <w:jc w:val="both"/>
              <w:rPr>
                <w:rFonts w:eastAsia="Calibri" w:cs="Calibri"/>
                <w:b/>
                <w:bCs/>
                <w:i/>
                <w:noProof/>
                <w:lang w:val="ro-RO"/>
              </w:rPr>
            </w:pPr>
            <w:r w:rsidRPr="00E67132">
              <w:rPr>
                <w:rFonts w:eastAsia="Calibri" w:cs="Calibri"/>
                <w:b/>
                <w:i/>
                <w:noProof/>
                <w:lang w:val="ro-RO"/>
              </w:rPr>
              <w:t xml:space="preserve">Tinerii care </w:t>
            </w:r>
            <w:r w:rsidRPr="00E67132">
              <w:rPr>
                <w:rFonts w:eastAsia="Calibri" w:cs="Calibri"/>
                <w:b/>
                <w:bCs/>
                <w:i/>
                <w:noProof/>
                <w:lang w:val="ro-RO"/>
              </w:rPr>
              <w:t>solicită finanţare prin intermediul microîntreprinderii/întreprinderii mici înfiinţate</w:t>
            </w:r>
            <w:r w:rsidRPr="00E67132">
              <w:rPr>
                <w:rFonts w:eastAsia="Calibri" w:cs="Calibri"/>
                <w:b/>
                <w:i/>
                <w:noProof/>
                <w:lang w:val="ro-RO"/>
              </w:rPr>
              <w:t xml:space="preserve"> cu mai mult de 24 de luni înaintea depunerii cererii de finanţare, sunt eligibili </w:t>
            </w:r>
            <w:r w:rsidRPr="00E67132">
              <w:rPr>
                <w:rFonts w:eastAsia="Calibri" w:cs="Calibri"/>
                <w:b/>
                <w:bCs/>
                <w:i/>
                <w:noProof/>
                <w:lang w:val="ro-RO"/>
              </w:rPr>
              <w:t xml:space="preserve">cu </w:t>
            </w:r>
            <w:r w:rsidR="00A45C1E" w:rsidRPr="00E67132">
              <w:rPr>
                <w:rFonts w:eastAsia="Calibri" w:cs="Calibri"/>
                <w:b/>
                <w:bCs/>
                <w:i/>
                <w:noProof/>
                <w:lang w:val="ro-RO"/>
              </w:rPr>
              <w:t>îndeplinirea simultană a următoarelor condiţii:</w:t>
            </w:r>
          </w:p>
          <w:p w14:paraId="2DDDDC9A" w14:textId="77777777" w:rsidR="00A45C1E" w:rsidRPr="00E67132" w:rsidRDefault="00507418" w:rsidP="00FE14F6">
            <w:pPr>
              <w:pStyle w:val="NoSpacing"/>
              <w:numPr>
                <w:ilvl w:val="0"/>
                <w:numId w:val="31"/>
              </w:numPr>
              <w:spacing w:line="276" w:lineRule="auto"/>
              <w:jc w:val="both"/>
              <w:rPr>
                <w:rFonts w:eastAsia="Calibri" w:cs="Calibri"/>
                <w:b/>
                <w:bCs/>
                <w:i/>
                <w:noProof/>
                <w:lang w:val="ro-RO"/>
              </w:rPr>
            </w:pPr>
            <w:r w:rsidRPr="00E67132">
              <w:rPr>
                <w:rFonts w:eastAsia="Calibri" w:cs="Calibri"/>
                <w:b/>
                <w:bCs/>
                <w:i/>
                <w:noProof/>
                <w:lang w:val="ro-RO"/>
              </w:rPr>
              <w:t xml:space="preserve">să nu fi înscris niciodată o exploataţie agricolă la APIA şi/sau Registrul Exploataţiei de la ANSVSA/DSVSA </w:t>
            </w:r>
          </w:p>
          <w:p w14:paraId="3364C375" w14:textId="77777777" w:rsidR="00507418" w:rsidRPr="00E67132" w:rsidRDefault="00507418" w:rsidP="00FE14F6">
            <w:pPr>
              <w:pStyle w:val="NoSpacing"/>
              <w:numPr>
                <w:ilvl w:val="0"/>
                <w:numId w:val="31"/>
              </w:numPr>
              <w:spacing w:line="276" w:lineRule="auto"/>
              <w:jc w:val="both"/>
              <w:rPr>
                <w:rFonts w:eastAsia="Calibri" w:cs="Calibri"/>
                <w:b/>
                <w:bCs/>
                <w:i/>
                <w:noProof/>
                <w:lang w:val="ro-RO"/>
              </w:rPr>
            </w:pPr>
            <w:r w:rsidRPr="00E67132">
              <w:rPr>
                <w:rFonts w:eastAsia="Calibri" w:cs="Calibri"/>
                <w:b/>
                <w:bCs/>
                <w:i/>
                <w:noProof/>
                <w:lang w:val="ro-RO"/>
              </w:rPr>
              <w:t xml:space="preserve"> să nu fi avut niciodată înregistrat un cod CAEN cu profil agricol, decât în intervalul de maximum 24 de luni, înaintea depunerii cererii de finanţare, în care este obligatorie înregistrarea codului CAEN agricol şi înscrierea exploataţiei agricole la APIA şi/sau Registrul Exploataţiei de la ANSVSA/DSVSA.</w:t>
            </w:r>
          </w:p>
          <w:p w14:paraId="3BAB2C3B" w14:textId="77777777" w:rsidR="00D1193F" w:rsidRPr="00E67132" w:rsidRDefault="00D1193F" w:rsidP="00D558AF">
            <w:pPr>
              <w:jc w:val="both"/>
              <w:rPr>
                <w:rFonts w:ascii="Calibri" w:hAnsi="Calibri" w:cs="Calibri"/>
                <w:b/>
                <w:noProof/>
                <w:sz w:val="22"/>
                <w:szCs w:val="22"/>
                <w:lang w:val="ro-RO" w:eastAsia="ro-RO"/>
              </w:rPr>
            </w:pPr>
            <w:r w:rsidRPr="00E67132">
              <w:rPr>
                <w:rFonts w:ascii="Calibri" w:hAnsi="Calibri" w:cs="Calibri"/>
                <w:i/>
                <w:noProof/>
                <w:sz w:val="22"/>
                <w:szCs w:val="22"/>
                <w:lang w:val="ro-RO" w:eastAsia="ro-RO"/>
              </w:rPr>
              <w:t xml:space="preserve">Condiţia de 24 de luni cu privire la înregistrarea la ORC se aplică atât </w:t>
            </w:r>
            <w:r w:rsidRPr="00E67132">
              <w:rPr>
                <w:rFonts w:ascii="Calibri" w:hAnsi="Calibri" w:cs="Calibri"/>
                <w:noProof/>
                <w:sz w:val="22"/>
                <w:szCs w:val="22"/>
                <w:lang w:val="ro-RO"/>
              </w:rPr>
              <w:t>tânărului fermier</w:t>
            </w:r>
            <w:r w:rsidR="00E10E8D" w:rsidRPr="00E67132">
              <w:rPr>
                <w:rFonts w:ascii="Calibri" w:hAnsi="Calibri" w:cs="Calibri"/>
                <w:noProof/>
                <w:sz w:val="22"/>
                <w:szCs w:val="22"/>
                <w:lang w:val="ro-RO"/>
              </w:rPr>
              <w:t>, cât</w:t>
            </w:r>
            <w:r w:rsidRPr="00E67132">
              <w:rPr>
                <w:rFonts w:ascii="Calibri" w:hAnsi="Calibri" w:cs="Calibri"/>
                <w:b/>
                <w:noProof/>
                <w:sz w:val="22"/>
                <w:szCs w:val="22"/>
                <w:lang w:val="ro-RO"/>
              </w:rPr>
              <w:t xml:space="preserve"> </w:t>
            </w:r>
            <w:r w:rsidRPr="00E67132">
              <w:rPr>
                <w:rFonts w:ascii="Calibri" w:hAnsi="Calibri" w:cs="Calibri"/>
                <w:i/>
                <w:noProof/>
                <w:sz w:val="22"/>
                <w:szCs w:val="22"/>
                <w:lang w:val="ro-RO" w:eastAsia="ro-RO"/>
              </w:rPr>
              <w:t>și microîntreprinderii/întreprinderii mici</w:t>
            </w:r>
          </w:p>
          <w:p w14:paraId="30CCAD46" w14:textId="77777777" w:rsidR="00A45C1E" w:rsidRPr="00E67132" w:rsidRDefault="00A45C1E" w:rsidP="00DA77B1">
            <w:pPr>
              <w:jc w:val="both"/>
              <w:rPr>
                <w:rFonts w:ascii="Calibri" w:hAnsi="Calibri" w:cs="Calibri"/>
                <w:i/>
                <w:noProof/>
                <w:sz w:val="22"/>
                <w:szCs w:val="22"/>
                <w:lang w:val="ro-RO" w:eastAsia="ro-RO"/>
              </w:rPr>
            </w:pPr>
            <w:r w:rsidRPr="00E67132">
              <w:rPr>
                <w:rFonts w:ascii="Calibri" w:hAnsi="Calibri" w:cs="Calibri"/>
                <w:noProof/>
                <w:sz w:val="22"/>
                <w:szCs w:val="22"/>
                <w:lang w:val="ro-RO" w:eastAsia="ro-RO"/>
              </w:rPr>
              <w:t xml:space="preserve">În cazul în care tânărul fermier a făcut parte în urmă cu mai mult de 24 de luni dintr-o altă întreprindere, </w:t>
            </w:r>
            <w:r w:rsidR="00DA77B1" w:rsidRPr="00E67132">
              <w:rPr>
                <w:rFonts w:ascii="Calibri" w:hAnsi="Calibri" w:cs="Calibri"/>
                <w:noProof/>
                <w:sz w:val="22"/>
                <w:szCs w:val="22"/>
                <w:lang w:val="ro-RO" w:eastAsia="ro-RO"/>
              </w:rPr>
              <w:t>este</w:t>
            </w:r>
            <w:r w:rsidRPr="00E67132">
              <w:rPr>
                <w:rFonts w:ascii="Calibri" w:hAnsi="Calibri" w:cs="Calibri"/>
                <w:noProof/>
                <w:sz w:val="22"/>
                <w:szCs w:val="22"/>
                <w:lang w:val="ro-RO" w:eastAsia="ro-RO"/>
              </w:rPr>
              <w:t xml:space="preserve"> eligibil cu condiţia să nu mai activeze la momentul depunerii cererii de finanţare în nicio altă întreprindere (nici în calitate de asociat/nici în calitate de administrator), cu excepţia grupurilor de producători/cooperativelor agricole. </w:t>
            </w:r>
          </w:p>
        </w:tc>
      </w:tr>
      <w:tr w:rsidR="001D72AB" w:rsidRPr="00E67132" w14:paraId="51356890" w14:textId="77777777" w:rsidTr="00D558AF">
        <w:trPr>
          <w:trHeight w:val="544"/>
        </w:trPr>
        <w:tc>
          <w:tcPr>
            <w:tcW w:w="4860" w:type="dxa"/>
            <w:shd w:val="clear" w:color="auto" w:fill="auto"/>
          </w:tcPr>
          <w:p w14:paraId="67AF46D5" w14:textId="77777777" w:rsidR="00556669" w:rsidRPr="00E67132" w:rsidRDefault="00D1193F" w:rsidP="00FB16A5">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noProof/>
                <w:sz w:val="22"/>
                <w:szCs w:val="22"/>
                <w:lang w:val="ro-RO"/>
              </w:rPr>
              <w:t>Doc.</w:t>
            </w:r>
            <w:r w:rsidRPr="00E67132">
              <w:rPr>
                <w:rFonts w:ascii="Calibri" w:eastAsia="Calibri" w:hAnsi="Calibri" w:cs="Calibri"/>
                <w:bCs/>
                <w:noProof/>
                <w:sz w:val="22"/>
                <w:szCs w:val="22"/>
                <w:lang w:val="ro-RO"/>
              </w:rPr>
              <w:t xml:space="preserve"> </w:t>
            </w:r>
            <w:r w:rsidR="00FB16A5" w:rsidRPr="00E67132">
              <w:rPr>
                <w:rFonts w:ascii="Calibri" w:eastAsia="Calibri" w:hAnsi="Calibri" w:cs="Calibri"/>
                <w:bCs/>
                <w:noProof/>
                <w:sz w:val="22"/>
                <w:szCs w:val="22"/>
                <w:lang w:val="ro-RO"/>
              </w:rPr>
              <w:t>5</w:t>
            </w:r>
          </w:p>
          <w:p w14:paraId="4A3D4DF8" w14:textId="77777777" w:rsidR="00556669" w:rsidRPr="00E67132" w:rsidRDefault="00556669" w:rsidP="00385034">
            <w:pPr>
              <w:tabs>
                <w:tab w:val="left" w:pos="720"/>
                <w:tab w:val="center" w:pos="4536"/>
                <w:tab w:val="right" w:pos="9072"/>
              </w:tabs>
              <w:jc w:val="both"/>
              <w:rPr>
                <w:rFonts w:ascii="Calibri" w:eastAsia="Calibri" w:hAnsi="Calibri" w:cs="Calibri"/>
                <w:noProof/>
                <w:sz w:val="22"/>
                <w:szCs w:val="22"/>
                <w:lang w:val="ro-RO"/>
              </w:rPr>
            </w:pPr>
            <w:r w:rsidRPr="00E67132">
              <w:rPr>
                <w:rFonts w:ascii="Calibri" w:eastAsia="Calibri" w:hAnsi="Calibri" w:cs="Calibri"/>
                <w:bCs/>
                <w:noProof/>
                <w:sz w:val="22"/>
                <w:szCs w:val="22"/>
                <w:lang w:val="ro-RO"/>
              </w:rPr>
              <w:t>Copiile situaţiilor</w:t>
            </w:r>
            <w:r w:rsidRPr="00E67132">
              <w:rPr>
                <w:rFonts w:ascii="Calibri" w:eastAsia="Calibri" w:hAnsi="Calibri" w:cs="Calibri"/>
                <w:noProof/>
                <w:sz w:val="22"/>
                <w:szCs w:val="22"/>
                <w:lang w:val="ro-RO"/>
              </w:rPr>
              <w:t xml:space="preserve"> financiare pentru anii “n” </w:t>
            </w:r>
            <w:r w:rsidRPr="00E67132">
              <w:rPr>
                <w:rFonts w:ascii="Calibri" w:eastAsia="Calibri" w:hAnsi="Calibri" w:cs="Calibri"/>
                <w:bCs/>
                <w:noProof/>
                <w:sz w:val="22"/>
                <w:szCs w:val="22"/>
                <w:lang w:val="ro-RO"/>
              </w:rPr>
              <w:t xml:space="preserve">și </w:t>
            </w:r>
            <w:r w:rsidRPr="00E67132">
              <w:rPr>
                <w:rFonts w:ascii="Calibri" w:eastAsia="Calibri" w:hAnsi="Calibri" w:cs="Calibri"/>
                <w:noProof/>
                <w:sz w:val="22"/>
                <w:szCs w:val="22"/>
                <w:lang w:val="ro-RO"/>
              </w:rPr>
              <w:t xml:space="preserve">, “n-1”, unde “n” este anul anterior </w:t>
            </w:r>
            <w:r w:rsidRPr="00E67132">
              <w:rPr>
                <w:rFonts w:ascii="Calibri" w:eastAsia="Calibri" w:hAnsi="Calibri" w:cs="Calibri"/>
                <w:bCs/>
                <w:noProof/>
                <w:sz w:val="22"/>
                <w:szCs w:val="22"/>
                <w:lang w:val="ro-RO"/>
              </w:rPr>
              <w:t>anului în care solicitantul depune Cererea de Finanțare</w:t>
            </w:r>
            <w:r w:rsidRPr="00E67132">
              <w:rPr>
                <w:rFonts w:ascii="Calibri" w:eastAsia="Calibri" w:hAnsi="Calibri" w:cs="Calibri"/>
                <w:noProof/>
                <w:sz w:val="22"/>
                <w:szCs w:val="22"/>
                <w:lang w:val="ro-RO"/>
              </w:rPr>
              <w:t>, înregistrate la Administraţia Financiară</w:t>
            </w:r>
            <w:r w:rsidRPr="00E67132">
              <w:rPr>
                <w:rFonts w:ascii="Calibri" w:eastAsia="Calibri" w:hAnsi="Calibri" w:cs="Calibri"/>
                <w:bCs/>
                <w:noProof/>
                <w:sz w:val="22"/>
                <w:szCs w:val="22"/>
                <w:lang w:val="ro-RO"/>
              </w:rPr>
              <w:t>:</w:t>
            </w:r>
          </w:p>
          <w:p w14:paraId="2CE4EED9" w14:textId="77777777" w:rsidR="00556669" w:rsidRPr="00E67132" w:rsidRDefault="00556669"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a) Pentru societăţi comerciale: </w:t>
            </w:r>
          </w:p>
          <w:p w14:paraId="65ABC6CF" w14:textId="77777777" w:rsidR="00556669" w:rsidRPr="00E67132" w:rsidRDefault="00783601"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 </w:t>
            </w:r>
            <w:r w:rsidR="00556669" w:rsidRPr="00E67132">
              <w:rPr>
                <w:rFonts w:ascii="Calibri" w:eastAsia="Calibri" w:hAnsi="Calibri" w:cs="Calibri"/>
                <w:bCs/>
                <w:noProof/>
                <w:sz w:val="22"/>
                <w:szCs w:val="22"/>
                <w:lang w:val="ro-RO"/>
              </w:rPr>
              <w:t>Bilanţul (cod 10);</w:t>
            </w:r>
          </w:p>
          <w:p w14:paraId="09F6D416" w14:textId="77777777" w:rsidR="00556669" w:rsidRPr="00E67132" w:rsidRDefault="00783601"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 </w:t>
            </w:r>
            <w:r w:rsidR="00556669" w:rsidRPr="00E67132">
              <w:rPr>
                <w:rFonts w:ascii="Calibri" w:eastAsia="Calibri" w:hAnsi="Calibri" w:cs="Calibri"/>
                <w:bCs/>
                <w:noProof/>
                <w:sz w:val="22"/>
                <w:szCs w:val="22"/>
                <w:lang w:val="ro-RO"/>
              </w:rPr>
              <w:t>Contul de profit şi pierderi (cod 20);</w:t>
            </w:r>
          </w:p>
          <w:p w14:paraId="5D32FE26" w14:textId="77777777" w:rsidR="00556669" w:rsidRPr="00E67132" w:rsidRDefault="00783601"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 </w:t>
            </w:r>
            <w:r w:rsidR="00556669" w:rsidRPr="00E67132">
              <w:rPr>
                <w:rFonts w:ascii="Calibri" w:eastAsia="Calibri" w:hAnsi="Calibri" w:cs="Calibri"/>
                <w:bCs/>
                <w:noProof/>
                <w:sz w:val="22"/>
                <w:szCs w:val="22"/>
                <w:lang w:val="ro-RO"/>
              </w:rPr>
              <w:t>Datele informative (cod 30);</w:t>
            </w:r>
          </w:p>
          <w:p w14:paraId="084CCD74" w14:textId="77777777" w:rsidR="00556669" w:rsidRPr="00E67132" w:rsidRDefault="00783601"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 </w:t>
            </w:r>
            <w:r w:rsidR="00556669" w:rsidRPr="00E67132">
              <w:rPr>
                <w:rFonts w:ascii="Calibri" w:eastAsia="Calibri" w:hAnsi="Calibri" w:cs="Calibri"/>
                <w:bCs/>
                <w:noProof/>
                <w:sz w:val="22"/>
                <w:szCs w:val="22"/>
                <w:lang w:val="ro-RO"/>
              </w:rPr>
              <w:t>Situaţia activelor imobilizate (cod 40);</w:t>
            </w:r>
          </w:p>
          <w:p w14:paraId="05727FDC" w14:textId="77777777" w:rsidR="00C32DC9" w:rsidRPr="00E67132" w:rsidRDefault="005102F2"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Si/</w:t>
            </w:r>
            <w:r w:rsidR="00C32DC9" w:rsidRPr="00E67132">
              <w:rPr>
                <w:rFonts w:ascii="Calibri" w:eastAsia="Calibri" w:hAnsi="Calibri" w:cs="Calibri"/>
                <w:bCs/>
                <w:noProof/>
                <w:sz w:val="22"/>
                <w:szCs w:val="22"/>
                <w:lang w:val="ro-RO"/>
              </w:rPr>
              <w:t>sau</w:t>
            </w:r>
          </w:p>
          <w:p w14:paraId="149FCE8D" w14:textId="77777777" w:rsidR="00556669" w:rsidRPr="00E67132" w:rsidRDefault="00783601" w:rsidP="00385034">
            <w:pPr>
              <w:tabs>
                <w:tab w:val="left" w:pos="720"/>
                <w:tab w:val="center" w:pos="4536"/>
                <w:tab w:val="right" w:pos="9072"/>
              </w:tabs>
              <w:jc w:val="both"/>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 xml:space="preserve">- </w:t>
            </w:r>
            <w:r w:rsidR="00556669" w:rsidRPr="00E67132">
              <w:rPr>
                <w:rFonts w:ascii="Calibri" w:eastAsia="Calibri" w:hAnsi="Calibri" w:cs="Calibri"/>
                <w:bCs/>
                <w:noProof/>
                <w:sz w:val="22"/>
                <w:szCs w:val="22"/>
                <w:lang w:val="ro-RO"/>
              </w:rPr>
              <w:t>Declaraţia de inactivitate înregistrată la Administraţia Financiară (cod S1046), în cazul solicitanţilor care de la constituire, nu au desfăşurat activitate pe o perioadă mai mare de un an fiscal.</w:t>
            </w:r>
          </w:p>
          <w:p w14:paraId="51C3B078" w14:textId="77777777" w:rsidR="007A279F" w:rsidRPr="00E67132" w:rsidRDefault="007A279F" w:rsidP="00385034">
            <w:pPr>
              <w:tabs>
                <w:tab w:val="left" w:pos="720"/>
                <w:tab w:val="center" w:pos="4536"/>
                <w:tab w:val="right" w:pos="9072"/>
              </w:tabs>
              <w:jc w:val="both"/>
              <w:rPr>
                <w:rFonts w:ascii="Calibri" w:eastAsia="Calibri" w:hAnsi="Calibri" w:cs="Calibri"/>
                <w:bCs/>
                <w:noProof/>
                <w:sz w:val="22"/>
                <w:szCs w:val="22"/>
                <w:lang w:val="ro-RO"/>
              </w:rPr>
            </w:pPr>
          </w:p>
          <w:p w14:paraId="5B55BCBD" w14:textId="77777777" w:rsidR="00556669" w:rsidRPr="00E67132" w:rsidRDefault="00556669" w:rsidP="00556669">
            <w:pPr>
              <w:tabs>
                <w:tab w:val="left" w:pos="720"/>
                <w:tab w:val="center" w:pos="4536"/>
                <w:tab w:val="right" w:pos="9072"/>
              </w:tabs>
              <w:rPr>
                <w:rFonts w:ascii="Calibri" w:eastAsia="Calibri" w:hAnsi="Calibri" w:cs="Calibri"/>
                <w:bCs/>
                <w:noProof/>
                <w:sz w:val="22"/>
                <w:szCs w:val="22"/>
                <w:lang w:val="ro-RO"/>
              </w:rPr>
            </w:pPr>
            <w:r w:rsidRPr="00E67132">
              <w:rPr>
                <w:rFonts w:ascii="Calibri" w:eastAsia="Calibri" w:hAnsi="Calibri" w:cs="Calibri"/>
                <w:bCs/>
                <w:noProof/>
                <w:sz w:val="22"/>
                <w:szCs w:val="22"/>
                <w:lang w:val="ro-RO"/>
              </w:rPr>
              <w:tab/>
            </w:r>
            <w:r w:rsidRPr="00E67132">
              <w:rPr>
                <w:rFonts w:ascii="Calibri" w:eastAsia="Calibri" w:hAnsi="Calibri" w:cs="Calibri"/>
                <w:bCs/>
                <w:noProof/>
                <w:sz w:val="22"/>
                <w:szCs w:val="22"/>
                <w:lang w:val="ro-RO"/>
              </w:rPr>
              <w:tab/>
            </w:r>
          </w:p>
          <w:p w14:paraId="03369400" w14:textId="77777777" w:rsidR="00556669" w:rsidRPr="00E67132" w:rsidRDefault="00556669" w:rsidP="00342928">
            <w:pPr>
              <w:tabs>
                <w:tab w:val="left" w:pos="709"/>
                <w:tab w:val="center" w:pos="4536"/>
                <w:tab w:val="right" w:pos="9072"/>
              </w:tabs>
              <w:rPr>
                <w:rFonts w:ascii="Calibri" w:eastAsia="Calibri" w:hAnsi="Calibri" w:cs="Calibri"/>
                <w:noProof/>
                <w:sz w:val="22"/>
                <w:szCs w:val="22"/>
                <w:lang w:val="ro-RO"/>
              </w:rPr>
            </w:pPr>
            <w:r w:rsidRPr="00E67132">
              <w:rPr>
                <w:rFonts w:ascii="Calibri" w:eastAsia="Calibri" w:hAnsi="Calibri" w:cs="Calibri"/>
                <w:bCs/>
                <w:noProof/>
                <w:sz w:val="22"/>
                <w:szCs w:val="22"/>
                <w:lang w:val="ro-RO"/>
              </w:rPr>
              <w:t>b)</w:t>
            </w:r>
            <w:r w:rsidRPr="00E67132">
              <w:rPr>
                <w:rFonts w:ascii="Calibri" w:eastAsia="Calibri" w:hAnsi="Calibri" w:cs="Calibri"/>
                <w:noProof/>
                <w:sz w:val="22"/>
                <w:szCs w:val="22"/>
                <w:lang w:val="ro-RO"/>
              </w:rPr>
              <w:t xml:space="preserve"> Pentru persoane fizice autorizate, întreprinderi individuale şi întreprinderi familiale:</w:t>
            </w:r>
          </w:p>
          <w:p w14:paraId="5FD888B5" w14:textId="64A6F8D1" w:rsidR="00023EF8" w:rsidRPr="00E67132" w:rsidRDefault="00023EF8" w:rsidP="00CF2FA6">
            <w:pPr>
              <w:tabs>
                <w:tab w:val="left" w:pos="709"/>
                <w:tab w:val="center" w:pos="4536"/>
                <w:tab w:val="right" w:pos="9072"/>
              </w:tabs>
              <w:rPr>
                <w:rFonts w:asciiTheme="minorHAnsi" w:hAnsiTheme="minorHAnsi"/>
                <w:noProof/>
                <w:lang w:val="ro-RO"/>
              </w:rPr>
            </w:pPr>
          </w:p>
          <w:p w14:paraId="11017741" w14:textId="77777777" w:rsidR="00023EF8" w:rsidRPr="00ED67AD" w:rsidRDefault="00227DAC" w:rsidP="00B82EBD">
            <w:pPr>
              <w:pStyle w:val="NoSpacing"/>
              <w:tabs>
                <w:tab w:val="left" w:pos="709"/>
              </w:tabs>
              <w:jc w:val="both"/>
              <w:rPr>
                <w:rFonts w:asciiTheme="minorHAnsi" w:hAnsiTheme="minorHAnsi"/>
                <w:noProof/>
                <w:lang w:val="ro-RO"/>
              </w:rPr>
            </w:pPr>
            <w:r w:rsidRPr="00ED67AD">
              <w:rPr>
                <w:rFonts w:asciiTheme="minorHAnsi" w:hAnsiTheme="minorHAnsi"/>
                <w:noProof/>
                <w:lang w:val="ro-RO"/>
              </w:rPr>
              <w:t xml:space="preserve">-Declarația unică </w:t>
            </w:r>
            <w:r w:rsidR="003F177D" w:rsidRPr="00ED67AD">
              <w:rPr>
                <w:rStyle w:val="Strong"/>
                <w:rFonts w:eastAsia="Calibri" w:cs="Calibri"/>
                <w:b w:val="0"/>
                <w:noProof/>
                <w:lang w:val="ro-RO"/>
              </w:rPr>
              <w:t>privind impozitul pe venit și contribuțiile sociale datorate de persoanele fizice</w:t>
            </w:r>
          </w:p>
          <w:p w14:paraId="0048A786" w14:textId="77777777" w:rsidR="001D72AB" w:rsidRPr="00E67132" w:rsidRDefault="00556669">
            <w:pPr>
              <w:tabs>
                <w:tab w:val="left" w:pos="720"/>
                <w:tab w:val="center" w:pos="4536"/>
                <w:tab w:val="right" w:pos="9072"/>
              </w:tabs>
              <w:jc w:val="both"/>
              <w:rPr>
                <w:rFonts w:ascii="Calibri" w:eastAsia="Calibri" w:hAnsi="Calibri" w:cs="Calibri"/>
                <w:noProof/>
                <w:sz w:val="22"/>
                <w:szCs w:val="22"/>
                <w:lang w:val="ro-RO"/>
              </w:rPr>
            </w:pPr>
            <w:r w:rsidRPr="00ED67AD">
              <w:rPr>
                <w:rFonts w:ascii="Calibri" w:eastAsia="Calibri" w:hAnsi="Calibri" w:cs="Calibri"/>
                <w:bCs/>
                <w:noProof/>
                <w:sz w:val="22"/>
                <w:szCs w:val="22"/>
                <w:lang w:val="ro-RO"/>
              </w:rPr>
              <w:t xml:space="preserve"> </w:t>
            </w:r>
            <w:r w:rsidR="00D558AF" w:rsidRPr="00ED67AD">
              <w:rPr>
                <w:rFonts w:ascii="Calibri" w:eastAsia="Calibri" w:hAnsi="Calibri" w:cs="Calibri"/>
                <w:bCs/>
                <w:noProof/>
                <w:sz w:val="22"/>
                <w:szCs w:val="22"/>
                <w:lang w:val="ro-RO"/>
              </w:rPr>
              <w:t>În cazul solicitanților persoane fizice autorizate, întreprinderi individuale şi întreprinderi familiale înființate în anul depunerii Cererii de Finanțare, nu este cazul depunerii document</w:t>
            </w:r>
            <w:r w:rsidR="00903D38" w:rsidRPr="00ED67AD">
              <w:rPr>
                <w:rFonts w:ascii="Calibri" w:eastAsia="Calibri" w:hAnsi="Calibri" w:cs="Calibri"/>
                <w:bCs/>
                <w:noProof/>
                <w:sz w:val="22"/>
                <w:szCs w:val="22"/>
                <w:lang w:val="ro-RO"/>
              </w:rPr>
              <w:t>ului</w:t>
            </w:r>
            <w:r w:rsidR="00D558AF" w:rsidRPr="00ED67AD">
              <w:rPr>
                <w:rFonts w:ascii="Calibri" w:eastAsia="Calibri" w:hAnsi="Calibri" w:cs="Calibri"/>
                <w:bCs/>
                <w:noProof/>
                <w:sz w:val="22"/>
                <w:szCs w:val="22"/>
                <w:lang w:val="ro-RO"/>
              </w:rPr>
              <w:t xml:space="preserve"> mai sus menționat.</w:t>
            </w:r>
            <w:r w:rsidR="001D72AB" w:rsidRPr="00E67132">
              <w:rPr>
                <w:rFonts w:ascii="Calibri" w:eastAsia="Calibri" w:hAnsi="Calibri" w:cs="Calibri"/>
                <w:bCs/>
                <w:noProof/>
                <w:sz w:val="22"/>
                <w:szCs w:val="22"/>
                <w:lang w:val="ro-RO"/>
              </w:rPr>
              <w:tab/>
            </w:r>
          </w:p>
        </w:tc>
        <w:tc>
          <w:tcPr>
            <w:tcW w:w="4831" w:type="dxa"/>
          </w:tcPr>
          <w:p w14:paraId="7E4F67EA" w14:textId="77777777" w:rsidR="001D72AB" w:rsidRPr="00E67132" w:rsidRDefault="001D72AB" w:rsidP="008E4B71">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Expertul</w:t>
            </w:r>
            <w:r w:rsidR="005752A4" w:rsidRPr="00E67132">
              <w:rPr>
                <w:rFonts w:ascii="Calibri" w:hAnsi="Calibri" w:cs="Calibri"/>
                <w:noProof/>
                <w:sz w:val="22"/>
                <w:szCs w:val="22"/>
                <w:lang w:val="ro-RO"/>
              </w:rPr>
              <w:t xml:space="preserve"> verifica incadrarea in categoria microintreprindere sau intreprindere mica  analizand datele cu privire la numărul mediu anual de salariaţi, cifră de afaceri anuală/activele totale anuale</w:t>
            </w:r>
          </w:p>
          <w:p w14:paraId="47526A9A" w14:textId="77777777" w:rsidR="001D72AB" w:rsidRPr="00E67132" w:rsidRDefault="001D72AB" w:rsidP="008E4B71">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Pentru unitatile in functiune care au incheiat un an fiscal si au depus situatii financiare se verifică datele din bilant referitoare la cifra de afaceri (formularul 20) si numarul mediu de salariati (formularul 30)</w:t>
            </w:r>
            <w:r w:rsidR="00B84476" w:rsidRPr="00E67132">
              <w:rPr>
                <w:rFonts w:ascii="Calibri" w:hAnsi="Calibri" w:cs="Calibri"/>
                <w:noProof/>
                <w:sz w:val="22"/>
                <w:szCs w:val="22"/>
                <w:lang w:val="ro-RO"/>
              </w:rPr>
              <w:t>.</w:t>
            </w:r>
          </w:p>
          <w:p w14:paraId="3FD08211" w14:textId="77777777" w:rsidR="001D72AB" w:rsidRPr="00E67132" w:rsidRDefault="001D72AB" w:rsidP="008E4B71">
            <w:pPr>
              <w:pStyle w:val="xl61"/>
              <w:pBdr>
                <w:left w:val="none" w:sz="0" w:space="0" w:color="auto"/>
              </w:pBdr>
              <w:spacing w:before="0" w:beforeAutospacing="0" w:after="0" w:afterAutospacing="0"/>
              <w:rPr>
                <w:rFonts w:ascii="Calibri" w:hAnsi="Calibri" w:cs="Calibri"/>
                <w:noProof/>
                <w:sz w:val="22"/>
                <w:szCs w:val="22"/>
                <w:lang w:val="ro-RO" w:eastAsia="en-US"/>
              </w:rPr>
            </w:pPr>
          </w:p>
          <w:p w14:paraId="3D1AA423" w14:textId="77777777" w:rsidR="001D72AB" w:rsidRPr="00E67132" w:rsidRDefault="001D72AB" w:rsidP="008E4B71">
            <w:pPr>
              <w:tabs>
                <w:tab w:val="left" w:pos="-101"/>
              </w:tabs>
              <w:jc w:val="both"/>
              <w:rPr>
                <w:rFonts w:ascii="Calibri" w:hAnsi="Calibri" w:cs="Calibri"/>
                <w:noProof/>
                <w:color w:val="222222"/>
                <w:sz w:val="22"/>
                <w:szCs w:val="22"/>
                <w:lang w:val="ro-RO"/>
              </w:rPr>
            </w:pPr>
            <w:r w:rsidRPr="00E67132">
              <w:rPr>
                <w:rFonts w:ascii="Calibri" w:hAnsi="Calibri" w:cs="Calibri"/>
                <w:noProof/>
                <w:color w:val="222222"/>
                <w:sz w:val="22"/>
                <w:szCs w:val="22"/>
                <w:lang w:val="ro-RO"/>
              </w:rPr>
              <w:t xml:space="preserve">Întreprinderile care se încadrează în categoria de </w:t>
            </w:r>
            <w:r w:rsidRPr="00E67132">
              <w:rPr>
                <w:rFonts w:ascii="Calibri" w:hAnsi="Calibri" w:cs="Calibri"/>
                <w:b/>
                <w:noProof/>
                <w:color w:val="222222"/>
                <w:sz w:val="22"/>
                <w:szCs w:val="22"/>
                <w:lang w:val="ro-RO"/>
              </w:rPr>
              <w:t xml:space="preserve">microîntreprinderi </w:t>
            </w:r>
            <w:r w:rsidRPr="00E67132">
              <w:rPr>
                <w:rFonts w:ascii="Calibri" w:hAnsi="Calibri" w:cs="Calibri"/>
                <w:noProof/>
                <w:color w:val="222222"/>
                <w:sz w:val="22"/>
                <w:szCs w:val="22"/>
                <w:lang w:val="ro-RO"/>
              </w:rPr>
              <w:t>sunt întreprinderi care îndeplinesc cumulativ următoarele condiţii, au până la 9 salariaţi şi</w:t>
            </w:r>
            <w:r w:rsidR="00A319A3" w:rsidRPr="00E67132">
              <w:rPr>
                <w:rFonts w:ascii="Calibri" w:hAnsi="Calibri" w:cs="Calibri"/>
                <w:noProof/>
                <w:color w:val="222222"/>
                <w:sz w:val="22"/>
                <w:szCs w:val="22"/>
                <w:lang w:val="ro-RO"/>
              </w:rPr>
              <w:t xml:space="preserve"> </w:t>
            </w:r>
            <w:r w:rsidRPr="00E67132">
              <w:rPr>
                <w:rFonts w:ascii="Calibri" w:hAnsi="Calibri" w:cs="Calibri"/>
                <w:noProof/>
                <w:color w:val="222222"/>
                <w:sz w:val="22"/>
                <w:szCs w:val="22"/>
                <w:lang w:val="ro-RO"/>
              </w:rPr>
              <w:t xml:space="preserve">realizează o cifră de afaceri anuală netă sau deţine active totale de până la 2 milioane euro, echivalent în lei. </w:t>
            </w:r>
          </w:p>
          <w:p w14:paraId="4217A403" w14:textId="77777777" w:rsidR="001D72AB" w:rsidRPr="00E67132" w:rsidRDefault="001D72AB" w:rsidP="008E4B71">
            <w:pPr>
              <w:tabs>
                <w:tab w:val="left" w:pos="-101"/>
              </w:tabs>
              <w:jc w:val="both"/>
              <w:rPr>
                <w:rFonts w:ascii="Calibri" w:hAnsi="Calibri" w:cs="Calibri"/>
                <w:noProof/>
                <w:color w:val="222222"/>
                <w:sz w:val="22"/>
                <w:szCs w:val="22"/>
                <w:lang w:val="ro-RO"/>
              </w:rPr>
            </w:pPr>
          </w:p>
          <w:p w14:paraId="1FFBE401" w14:textId="77777777" w:rsidR="001D72AB" w:rsidRPr="00E67132" w:rsidRDefault="001D72AB" w:rsidP="008E4B71">
            <w:pPr>
              <w:tabs>
                <w:tab w:val="left" w:pos="-101"/>
              </w:tabs>
              <w:jc w:val="both"/>
              <w:rPr>
                <w:rFonts w:ascii="Calibri" w:hAnsi="Calibri" w:cs="Calibri"/>
                <w:noProof/>
                <w:sz w:val="22"/>
                <w:szCs w:val="22"/>
                <w:lang w:val="ro-RO"/>
              </w:rPr>
            </w:pPr>
            <w:r w:rsidRPr="00E67132">
              <w:rPr>
                <w:rFonts w:ascii="Calibri" w:hAnsi="Calibri" w:cs="Calibri"/>
                <w:noProof/>
                <w:color w:val="222222"/>
                <w:sz w:val="22"/>
                <w:szCs w:val="22"/>
                <w:lang w:val="ro-RO"/>
              </w:rPr>
              <w:t xml:space="preserve">Întreprinderile care se încadrează în categoria de </w:t>
            </w:r>
            <w:r w:rsidRPr="00E67132">
              <w:rPr>
                <w:rFonts w:ascii="Calibri" w:hAnsi="Calibri" w:cs="Calibri"/>
                <w:b/>
                <w:noProof/>
                <w:color w:val="222222"/>
                <w:sz w:val="22"/>
                <w:szCs w:val="22"/>
                <w:lang w:val="ro-RO"/>
              </w:rPr>
              <w:t xml:space="preserve">întreprinderi mici </w:t>
            </w:r>
            <w:r w:rsidRPr="00E67132">
              <w:rPr>
                <w:rFonts w:ascii="Calibri" w:hAnsi="Calibri" w:cs="Calibri"/>
                <w:noProof/>
                <w:color w:val="222222"/>
                <w:sz w:val="22"/>
                <w:szCs w:val="22"/>
                <w:lang w:val="ro-RO"/>
              </w:rPr>
              <w:t>sunt întreprinderi care îndeplinesc cumulativ următoarele condiţii, au între 10 şi 49 de</w:t>
            </w:r>
            <w:r w:rsidR="00A319A3" w:rsidRPr="00E67132">
              <w:rPr>
                <w:rFonts w:ascii="Calibri" w:hAnsi="Calibri" w:cs="Calibri"/>
                <w:noProof/>
                <w:color w:val="222222"/>
                <w:sz w:val="22"/>
                <w:szCs w:val="22"/>
                <w:lang w:val="ro-RO"/>
              </w:rPr>
              <w:t xml:space="preserve"> </w:t>
            </w:r>
            <w:r w:rsidRPr="00E67132">
              <w:rPr>
                <w:rFonts w:ascii="Calibri" w:hAnsi="Calibri" w:cs="Calibri"/>
                <w:noProof/>
                <w:color w:val="222222"/>
                <w:sz w:val="22"/>
                <w:szCs w:val="22"/>
                <w:lang w:val="ro-RO"/>
              </w:rPr>
              <w:t>salariaţi şi realizează o cifră de afaceri anuală netă sau deţine active totale de până la 10 milioane euro,echivalent în lei.</w:t>
            </w:r>
            <w:r w:rsidRPr="00E67132">
              <w:rPr>
                <w:rFonts w:ascii="Calibri" w:hAnsi="Calibri" w:cs="Calibri"/>
                <w:noProof/>
                <w:sz w:val="22"/>
                <w:szCs w:val="22"/>
                <w:lang w:val="ro-RO"/>
              </w:rPr>
              <w:t xml:space="preserve"> </w:t>
            </w:r>
          </w:p>
          <w:p w14:paraId="1D66B6D5" w14:textId="77777777" w:rsidR="001D72AB" w:rsidRPr="00E67132" w:rsidRDefault="001D72AB" w:rsidP="008E4B71">
            <w:pPr>
              <w:tabs>
                <w:tab w:val="left" w:pos="-101"/>
              </w:tabs>
              <w:jc w:val="both"/>
              <w:rPr>
                <w:rFonts w:ascii="Calibri" w:hAnsi="Calibri" w:cs="Calibri"/>
                <w:noProof/>
                <w:color w:val="222222"/>
                <w:sz w:val="22"/>
                <w:szCs w:val="22"/>
                <w:lang w:val="ro-RO"/>
              </w:rPr>
            </w:pPr>
          </w:p>
          <w:p w14:paraId="0880D343" w14:textId="77777777" w:rsidR="001D72AB" w:rsidRPr="00E67132" w:rsidRDefault="001D72AB" w:rsidP="002F2078">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Pentru verificarea</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cifrei de afaceri din contul de profit si pierdere,  conversia se face  la cursul BNR </w:t>
            </w:r>
            <w:r w:rsidRPr="00E67132">
              <w:rPr>
                <w:rFonts w:ascii="Calibri" w:hAnsi="Calibri" w:cs="Calibri"/>
                <w:noProof/>
                <w:color w:val="000000"/>
                <w:sz w:val="22"/>
                <w:szCs w:val="22"/>
                <w:lang w:val="ro-RO"/>
              </w:rPr>
              <w:t>din</w:t>
            </w:r>
            <w:r w:rsidRPr="00E67132">
              <w:rPr>
                <w:rFonts w:ascii="Calibri" w:hAnsi="Calibri" w:cs="Calibri"/>
                <w:noProof/>
                <w:sz w:val="22"/>
                <w:szCs w:val="22"/>
                <w:lang w:val="ro-RO"/>
              </w:rPr>
              <w:t xml:space="preserve"> 31 decembrie, anul pentru care s-a intocmit bilantul. </w:t>
            </w:r>
          </w:p>
        </w:tc>
      </w:tr>
      <w:tr w:rsidR="005E13EA" w:rsidRPr="00E67132" w14:paraId="2C2625D2" w14:textId="77777777" w:rsidTr="00E74F53">
        <w:trPr>
          <w:trHeight w:val="436"/>
        </w:trPr>
        <w:tc>
          <w:tcPr>
            <w:tcW w:w="4860" w:type="dxa"/>
            <w:shd w:val="clear" w:color="auto" w:fill="auto"/>
          </w:tcPr>
          <w:p w14:paraId="08F93123" w14:textId="77777777" w:rsidR="005E13EA" w:rsidRPr="00E67132" w:rsidRDefault="00837147" w:rsidP="00133EFF">
            <w:pPr>
              <w:tabs>
                <w:tab w:val="left" w:pos="720"/>
                <w:tab w:val="center" w:pos="4536"/>
                <w:tab w:val="right" w:pos="9072"/>
              </w:tabs>
              <w:jc w:val="both"/>
              <w:rPr>
                <w:rFonts w:ascii="Calibri" w:eastAsia="Calibri" w:hAnsi="Calibri" w:cs="Calibri"/>
                <w:noProof/>
                <w:sz w:val="22"/>
                <w:szCs w:val="22"/>
                <w:lang w:val="ro-RO"/>
              </w:rPr>
            </w:pPr>
            <w:r w:rsidRPr="00E67132">
              <w:rPr>
                <w:rFonts w:ascii="Calibri" w:hAnsi="Calibri" w:cs="Calibri"/>
                <w:b/>
                <w:noProof/>
                <w:sz w:val="22"/>
                <w:szCs w:val="22"/>
                <w:lang w:val="ro-RO"/>
              </w:rPr>
              <w:t>Doc.7</w:t>
            </w:r>
            <w:r w:rsidR="00133EFF" w:rsidRPr="00E67132">
              <w:rPr>
                <w:rFonts w:ascii="Calibri" w:hAnsi="Calibri" w:cs="Calibri"/>
                <w:b/>
                <w:noProof/>
                <w:sz w:val="22"/>
                <w:szCs w:val="22"/>
                <w:lang w:val="ro-RO"/>
              </w:rPr>
              <w:t>. Hotărârea Adunării Generale a Acţionarilor</w:t>
            </w:r>
            <w:r w:rsidR="00133EFF" w:rsidRPr="00E67132">
              <w:rPr>
                <w:rFonts w:ascii="Calibri" w:hAnsi="Calibri" w:cs="Calibri"/>
                <w:noProof/>
                <w:sz w:val="22"/>
                <w:szCs w:val="22"/>
                <w:lang w:val="ro-RO"/>
              </w:rPr>
              <w:t xml:space="preserve"> (AGA) a persoanei juridice </w:t>
            </w:r>
          </w:p>
        </w:tc>
        <w:tc>
          <w:tcPr>
            <w:tcW w:w="4831" w:type="dxa"/>
          </w:tcPr>
          <w:p w14:paraId="5ADEB081" w14:textId="77777777" w:rsidR="005E13EA" w:rsidRPr="00E67132" w:rsidRDefault="00837147" w:rsidP="00C86AE7">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b/>
                <w:noProof/>
                <w:sz w:val="22"/>
                <w:szCs w:val="22"/>
                <w:lang w:val="ro-RO"/>
              </w:rPr>
              <w:t>7</w:t>
            </w:r>
            <w:r w:rsidR="00133EFF" w:rsidRPr="00E67132">
              <w:rPr>
                <w:rFonts w:ascii="Calibri" w:hAnsi="Calibri" w:cs="Calibri"/>
                <w:b/>
                <w:noProof/>
                <w:sz w:val="22"/>
                <w:szCs w:val="22"/>
                <w:lang w:val="ro-RO"/>
              </w:rPr>
              <w:t>. Expertul verifică Hotărârea Adunării Generale a Acţionarilor</w:t>
            </w:r>
            <w:r w:rsidR="00133EFF" w:rsidRPr="00E67132">
              <w:rPr>
                <w:rFonts w:ascii="Calibri" w:hAnsi="Calibri" w:cs="Calibri"/>
                <w:noProof/>
                <w:sz w:val="22"/>
                <w:szCs w:val="22"/>
                <w:lang w:val="ro-RO"/>
              </w:rPr>
              <w:t xml:space="preserve"> (AGA) a persoanei juridice, prin care se desemnează ca tânărul fermier (actionar majoritar</w:t>
            </w:r>
            <w:r w:rsidR="00B94463" w:rsidRPr="00E67132">
              <w:rPr>
                <w:rFonts w:ascii="Calibri" w:hAnsi="Calibri" w:cs="Calibri"/>
                <w:noProof/>
                <w:sz w:val="22"/>
                <w:szCs w:val="22"/>
                <w:lang w:val="ro-RO"/>
              </w:rPr>
              <w:t>, deține</w:t>
            </w:r>
            <w:r w:rsidR="00133EFF" w:rsidRPr="00E67132">
              <w:rPr>
                <w:rFonts w:ascii="Calibri" w:hAnsi="Calibri" w:cs="Calibri"/>
                <w:noProof/>
                <w:sz w:val="22"/>
                <w:szCs w:val="22"/>
                <w:lang w:val="ro-RO"/>
              </w:rPr>
              <w:t xml:space="preserve"> </w:t>
            </w:r>
            <w:r w:rsidR="000742FD" w:rsidRPr="00E67132">
              <w:rPr>
                <w:rFonts w:ascii="Calibri" w:hAnsi="Calibri" w:cs="Calibri"/>
                <w:noProof/>
                <w:sz w:val="22"/>
                <w:szCs w:val="22"/>
                <w:lang w:val="ro-RO"/>
              </w:rPr>
              <w:t xml:space="preserve">cel puțin </w:t>
            </w:r>
            <w:r w:rsidR="00133EFF" w:rsidRPr="00E67132">
              <w:rPr>
                <w:rFonts w:ascii="Calibri" w:hAnsi="Calibri" w:cs="Calibri"/>
                <w:noProof/>
                <w:sz w:val="22"/>
                <w:szCs w:val="22"/>
                <w:lang w:val="ro-RO"/>
              </w:rPr>
              <w:t>50%+1</w:t>
            </w:r>
            <w:r w:rsidR="00B94463" w:rsidRPr="00E67132">
              <w:rPr>
                <w:rFonts w:ascii="Calibri" w:hAnsi="Calibri" w:cs="Calibri"/>
                <w:noProof/>
                <w:sz w:val="22"/>
                <w:szCs w:val="22"/>
                <w:lang w:val="ro-RO"/>
              </w:rPr>
              <w:t xml:space="preserve"> din acțiunile societății</w:t>
            </w:r>
            <w:r w:rsidR="00133EFF" w:rsidRPr="00E67132">
              <w:rPr>
                <w:rFonts w:ascii="Calibri" w:hAnsi="Calibri" w:cs="Calibri"/>
                <w:noProof/>
                <w:sz w:val="22"/>
                <w:szCs w:val="22"/>
                <w:lang w:val="ro-RO"/>
              </w:rPr>
              <w:t>) să reprezinte societatea în relaţia cu AFIR și că exercită un control efectiv pe termen lung  în ceea ce priveşte deciziile referitoare la gestionare, beneficii, riscuri financiare în cadrul exploataţiei respective</w:t>
            </w:r>
          </w:p>
        </w:tc>
      </w:tr>
      <w:tr w:rsidR="00133EFF" w:rsidRPr="00E67132" w14:paraId="07FDB7C9" w14:textId="77777777" w:rsidTr="00E74F53">
        <w:trPr>
          <w:trHeight w:val="436"/>
        </w:trPr>
        <w:tc>
          <w:tcPr>
            <w:tcW w:w="4860" w:type="dxa"/>
            <w:shd w:val="clear" w:color="auto" w:fill="auto"/>
          </w:tcPr>
          <w:p w14:paraId="4E85C4C7" w14:textId="77777777" w:rsidR="00133EFF" w:rsidRPr="00E67132" w:rsidRDefault="00117FD1" w:rsidP="00ED1CF6">
            <w:pPr>
              <w:tabs>
                <w:tab w:val="left" w:pos="720"/>
                <w:tab w:val="center" w:pos="4536"/>
                <w:tab w:val="right" w:pos="9072"/>
              </w:tabs>
              <w:jc w:val="both"/>
              <w:rPr>
                <w:rFonts w:ascii="Calibri" w:eastAsia="Calibri" w:hAnsi="Calibri" w:cs="Calibri"/>
                <w:noProof/>
                <w:sz w:val="22"/>
                <w:szCs w:val="22"/>
                <w:lang w:val="ro-RO"/>
              </w:rPr>
            </w:pPr>
            <w:r w:rsidRPr="00E67132">
              <w:rPr>
                <w:rFonts w:ascii="Calibri" w:eastAsia="Calibri" w:hAnsi="Calibri" w:cs="Calibri"/>
                <w:bCs/>
                <w:noProof/>
                <w:sz w:val="22"/>
                <w:szCs w:val="22"/>
                <w:lang w:val="ro-RO"/>
              </w:rPr>
              <w:t>Doc.</w:t>
            </w:r>
            <w:r w:rsidR="00133EFF" w:rsidRPr="00E67132">
              <w:rPr>
                <w:rFonts w:ascii="Calibri" w:eastAsia="Calibri" w:hAnsi="Calibri" w:cs="Calibri"/>
                <w:bCs/>
                <w:noProof/>
                <w:sz w:val="22"/>
                <w:szCs w:val="22"/>
                <w:lang w:val="ro-RO"/>
              </w:rPr>
              <w:t>6</w:t>
            </w:r>
            <w:r w:rsidR="00140E45" w:rsidRPr="00E67132">
              <w:rPr>
                <w:rFonts w:ascii="Calibri" w:eastAsia="Calibri" w:hAnsi="Calibri" w:cs="Calibri"/>
                <w:bCs/>
                <w:noProof/>
                <w:sz w:val="22"/>
                <w:szCs w:val="22"/>
                <w:lang w:val="ro-RO"/>
              </w:rPr>
              <w:t xml:space="preserve"> </w:t>
            </w:r>
            <w:r w:rsidR="00133EFF" w:rsidRPr="00E67132">
              <w:rPr>
                <w:rFonts w:ascii="Calibri" w:eastAsia="Calibri" w:hAnsi="Calibri" w:cs="Calibri"/>
                <w:bCs/>
                <w:noProof/>
                <w:sz w:val="22"/>
                <w:szCs w:val="22"/>
                <w:lang w:val="ro-RO"/>
              </w:rPr>
              <w:t>Certificatul</w:t>
            </w:r>
            <w:r w:rsidR="00133EFF" w:rsidRPr="00E67132">
              <w:rPr>
                <w:rFonts w:ascii="Calibri" w:eastAsia="Calibri" w:hAnsi="Calibri" w:cs="Calibri"/>
                <w:noProof/>
                <w:sz w:val="22"/>
                <w:szCs w:val="22"/>
                <w:lang w:val="ro-RO"/>
              </w:rPr>
              <w:t xml:space="preserve"> de înregistrare   eliberat de Oficiul Naţional al Registrului Comertului conform legislatiei in vigoare.</w:t>
            </w:r>
          </w:p>
          <w:p w14:paraId="7CDAD7D0" w14:textId="77777777" w:rsidR="00133EFF" w:rsidRPr="00E67132" w:rsidRDefault="00133EFF" w:rsidP="005E13EA">
            <w:pPr>
              <w:tabs>
                <w:tab w:val="left" w:pos="720"/>
                <w:tab w:val="center" w:pos="4536"/>
                <w:tab w:val="right" w:pos="9072"/>
              </w:tabs>
              <w:jc w:val="both"/>
              <w:rPr>
                <w:rFonts w:ascii="Calibri" w:eastAsia="Calibri" w:hAnsi="Calibri" w:cs="Calibri"/>
                <w:noProof/>
                <w:sz w:val="22"/>
                <w:szCs w:val="22"/>
                <w:lang w:val="ro-RO"/>
              </w:rPr>
            </w:pPr>
          </w:p>
        </w:tc>
        <w:tc>
          <w:tcPr>
            <w:tcW w:w="4831" w:type="dxa"/>
          </w:tcPr>
          <w:p w14:paraId="72963860" w14:textId="77777777" w:rsidR="00133EFF" w:rsidRPr="00E67132" w:rsidRDefault="00133EFF" w:rsidP="00270B2D">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6. Se va verifica concordanţa informaţiilor menţionate în paragraful B1 din CF cu cele menţionate în document: numele societăţii, adresa, cod unic de înregistrare/ nr. de înmatriculare; valabilitatea documentului.</w:t>
            </w:r>
          </w:p>
        </w:tc>
      </w:tr>
      <w:tr w:rsidR="00D27C46" w:rsidRPr="00E67132" w14:paraId="20415487" w14:textId="77777777" w:rsidTr="00CF2FA6">
        <w:trPr>
          <w:trHeight w:val="472"/>
        </w:trPr>
        <w:tc>
          <w:tcPr>
            <w:tcW w:w="4860" w:type="dxa"/>
            <w:shd w:val="clear" w:color="auto" w:fill="auto"/>
          </w:tcPr>
          <w:p w14:paraId="2B8045B4" w14:textId="77777777" w:rsidR="00EC3557" w:rsidRPr="00685CC5" w:rsidRDefault="00C65933" w:rsidP="00EC3557">
            <w:pPr>
              <w:pStyle w:val="BodyText3"/>
              <w:jc w:val="both"/>
              <w:rPr>
                <w:rFonts w:ascii="Calibri" w:hAnsi="Calibri" w:cs="Calibri"/>
                <w:b w:val="0"/>
                <w:sz w:val="22"/>
                <w:szCs w:val="22"/>
                <w:lang w:val="en-GB"/>
              </w:rPr>
            </w:pPr>
            <w:r w:rsidRPr="00685CC5">
              <w:rPr>
                <w:rFonts w:ascii="Calibri" w:hAnsi="Calibri" w:cs="Calibri"/>
                <w:b w:val="0"/>
                <w:noProof/>
                <w:sz w:val="22"/>
                <w:szCs w:val="22"/>
                <w:lang w:val="ro-RO"/>
              </w:rPr>
              <w:t xml:space="preserve">DOC.14 </w:t>
            </w:r>
            <w:r w:rsidR="00EC3557" w:rsidRPr="00685CC5">
              <w:rPr>
                <w:rFonts w:ascii="Calibri" w:hAnsi="Calibri" w:cs="Calibri"/>
                <w:b w:val="0"/>
                <w:sz w:val="22"/>
                <w:szCs w:val="22"/>
              </w:rPr>
              <w:t xml:space="preserve">Documente depuse de cetățenii români din afara granițelor României pentru dovada locului de muncă (doc.14.1) </w:t>
            </w:r>
            <w:r w:rsidR="00EC3557" w:rsidRPr="007A4C7F">
              <w:rPr>
                <w:rFonts w:ascii="Calibri" w:hAnsi="Calibri" w:cs="Calibri"/>
                <w:sz w:val="22"/>
                <w:szCs w:val="22"/>
                <w:u w:val="single"/>
              </w:rPr>
              <w:t>SAU</w:t>
            </w:r>
            <w:r w:rsidR="00EC3557" w:rsidRPr="007A4C7F">
              <w:rPr>
                <w:rFonts w:ascii="Calibri" w:hAnsi="Calibri" w:cs="Calibri"/>
                <w:b w:val="0"/>
                <w:sz w:val="22"/>
                <w:szCs w:val="22"/>
              </w:rPr>
              <w:t xml:space="preserve"> absolvirea de programe de studii (doc. 14.2)</w:t>
            </w:r>
            <w:r w:rsidR="00EC3557" w:rsidRPr="00685CC5">
              <w:rPr>
                <w:rFonts w:ascii="Calibri" w:hAnsi="Calibri" w:cs="Calibri"/>
                <w:b w:val="0"/>
                <w:sz w:val="22"/>
                <w:szCs w:val="22"/>
                <w:lang w:val="en-GB"/>
              </w:rPr>
              <w:t>:</w:t>
            </w:r>
          </w:p>
          <w:p w14:paraId="72FEE041" w14:textId="77777777" w:rsidR="00EC3557" w:rsidRPr="00685CC5" w:rsidRDefault="00EC3557" w:rsidP="00EC3557">
            <w:pPr>
              <w:pStyle w:val="BodyText3"/>
              <w:jc w:val="both"/>
              <w:rPr>
                <w:rFonts w:ascii="Calibri" w:hAnsi="Calibri" w:cs="Calibri"/>
                <w:b w:val="0"/>
                <w:noProof/>
                <w:sz w:val="22"/>
                <w:szCs w:val="22"/>
              </w:rPr>
            </w:pPr>
            <w:r w:rsidRPr="00685CC5">
              <w:rPr>
                <w:rFonts w:ascii="Calibri" w:hAnsi="Calibri" w:cs="Calibri"/>
                <w:b w:val="0"/>
                <w:sz w:val="22"/>
                <w:szCs w:val="22"/>
              </w:rPr>
              <w:t xml:space="preserve">14.1 Pentru dovada locului de muncă </w:t>
            </w:r>
            <w:r w:rsidRPr="00685CC5">
              <w:rPr>
                <w:rFonts w:ascii="Calibri" w:hAnsi="Calibri" w:cs="Calibri"/>
                <w:b w:val="0"/>
                <w:noProof/>
                <w:sz w:val="22"/>
                <w:szCs w:val="22"/>
              </w:rPr>
              <w:t xml:space="preserve">în domeniul agricol, </w:t>
            </w:r>
            <w:r w:rsidRPr="00685CC5">
              <w:rPr>
                <w:rFonts w:ascii="Calibri" w:hAnsi="Calibri" w:cs="Calibri"/>
                <w:b w:val="0"/>
                <w:sz w:val="22"/>
                <w:szCs w:val="22"/>
              </w:rPr>
              <w:t>agro-alimentar, veterinar sau economie agrară:</w:t>
            </w:r>
          </w:p>
          <w:p w14:paraId="36EE23F6" w14:textId="77777777" w:rsidR="00EC3557" w:rsidRPr="00685CC5" w:rsidRDefault="00EC3557" w:rsidP="00EC3557">
            <w:pPr>
              <w:pStyle w:val="BodyText3"/>
              <w:jc w:val="both"/>
              <w:rPr>
                <w:rFonts w:ascii="Calibri" w:hAnsi="Calibri" w:cs="Calibri"/>
                <w:b w:val="0"/>
                <w:sz w:val="22"/>
                <w:szCs w:val="22"/>
              </w:rPr>
            </w:pPr>
            <w:r w:rsidRPr="00685CC5">
              <w:rPr>
                <w:rFonts w:ascii="Calibri" w:hAnsi="Calibri" w:cs="Calibri"/>
                <w:b w:val="0"/>
                <w:noProof/>
                <w:sz w:val="22"/>
                <w:szCs w:val="22"/>
              </w:rPr>
              <w:t xml:space="preserve"> a) Document oficial cu apostilă (conform Convenției de la Haga) care să facă dovada raporturilor de muncă încheiate în statele membre (ex. contract individual de muncă/ certificat de angajare, ori o dovadă privind desfăşurarea unei activităţi independente)</w:t>
            </w:r>
            <w:r w:rsidRPr="00685CC5">
              <w:rPr>
                <w:rFonts w:ascii="Calibri" w:hAnsi="Calibri" w:cs="Calibri"/>
                <w:b w:val="0"/>
                <w:sz w:val="22"/>
                <w:szCs w:val="22"/>
              </w:rPr>
              <w:t xml:space="preserve">                 </w:t>
            </w:r>
          </w:p>
          <w:p w14:paraId="68E66211" w14:textId="77777777" w:rsidR="00EC3557" w:rsidRPr="00685CC5" w:rsidRDefault="00EC3557" w:rsidP="00EC3557">
            <w:pPr>
              <w:pStyle w:val="BodyText3"/>
              <w:jc w:val="both"/>
              <w:rPr>
                <w:rFonts w:ascii="Calibri" w:hAnsi="Calibri" w:cs="Calibri"/>
                <w:sz w:val="22"/>
                <w:szCs w:val="22"/>
              </w:rPr>
            </w:pPr>
            <w:r w:rsidRPr="00685CC5">
              <w:rPr>
                <w:rFonts w:ascii="Calibri" w:hAnsi="Calibri" w:cs="Calibri"/>
                <w:b w:val="0"/>
                <w:sz w:val="22"/>
                <w:szCs w:val="22"/>
              </w:rPr>
              <w:t xml:space="preserve"> </w:t>
            </w:r>
            <w:r w:rsidRPr="00685CC5">
              <w:rPr>
                <w:rFonts w:ascii="Calibri" w:hAnsi="Calibri" w:cs="Calibri"/>
                <w:sz w:val="22"/>
                <w:szCs w:val="22"/>
              </w:rPr>
              <w:t>sau</w:t>
            </w:r>
          </w:p>
          <w:p w14:paraId="72F33156" w14:textId="6AC2D50A" w:rsidR="009B40F0" w:rsidRDefault="00EC3557" w:rsidP="00EC3557">
            <w:pPr>
              <w:pStyle w:val="BodyText3"/>
              <w:jc w:val="both"/>
              <w:rPr>
                <w:rFonts w:ascii="Calibri" w:hAnsi="Calibri" w:cs="Calibri"/>
                <w:b w:val="0"/>
                <w:sz w:val="22"/>
                <w:szCs w:val="22"/>
                <w:lang w:val="ro-RO"/>
              </w:rPr>
            </w:pPr>
            <w:r w:rsidRPr="00685CC5">
              <w:rPr>
                <w:rFonts w:ascii="Calibri" w:hAnsi="Calibri" w:cs="Calibri"/>
                <w:b w:val="0"/>
                <w:sz w:val="22"/>
                <w:szCs w:val="22"/>
              </w:rPr>
              <w:t>b)</w:t>
            </w:r>
            <w:r w:rsidR="007629CD" w:rsidRPr="007629CD">
              <w:rPr>
                <w:rFonts w:ascii="Calibri" w:hAnsi="Calibri" w:cs="Calibri"/>
                <w:b w:val="0"/>
                <w:bCs w:val="0"/>
                <w:sz w:val="24"/>
                <w:szCs w:val="24"/>
                <w:lang w:val="ro-RO" w:eastAsia="en-US"/>
              </w:rPr>
              <w:t xml:space="preserve"> </w:t>
            </w:r>
            <w:r w:rsidR="007629CD" w:rsidRPr="007629CD">
              <w:rPr>
                <w:rFonts w:ascii="Calibri" w:hAnsi="Calibri" w:cs="Calibri"/>
                <w:b w:val="0"/>
                <w:sz w:val="22"/>
                <w:szCs w:val="22"/>
                <w:lang w:val="ro-RO"/>
              </w:rPr>
              <w:t>Documentul care face dovada raporturilor de muncă încheiate în statele membre</w:t>
            </w:r>
            <w:r w:rsidR="009B40F0">
              <w:rPr>
                <w:rFonts w:ascii="Calibri" w:hAnsi="Calibri" w:cs="Calibri"/>
                <w:b w:val="0"/>
                <w:sz w:val="22"/>
                <w:szCs w:val="22"/>
                <w:lang w:val="ro-RO"/>
              </w:rPr>
              <w:t xml:space="preserve"> UE sau terțe UE</w:t>
            </w:r>
            <w:r w:rsidR="007629CD" w:rsidRPr="007629CD">
              <w:rPr>
                <w:rFonts w:ascii="Calibri" w:hAnsi="Calibri" w:cs="Calibri"/>
                <w:b w:val="0"/>
                <w:sz w:val="22"/>
                <w:szCs w:val="22"/>
                <w:lang w:val="ro-RO"/>
              </w:rPr>
              <w:t xml:space="preserve"> de tipul: contract individual de muncă/ certificat de angajare, ori o dovadă privind desfăşurarea unei activităţi independente/ raport de muncă/ stagiu de practică/ internship/ contract de ucenicie sau alt document eliberat de angajator, în conformitate cu actele în vigoare ale acelui stat, </w:t>
            </w:r>
            <w:r w:rsidR="00302717" w:rsidRPr="00302717">
              <w:rPr>
                <w:rFonts w:ascii="Calibri" w:hAnsi="Calibri" w:cs="Calibri"/>
                <w:b w:val="0"/>
                <w:sz w:val="22"/>
                <w:szCs w:val="22"/>
                <w:lang w:val="ro-RO"/>
              </w:rPr>
              <w:t>care fac dovada fapului că solicitantul a desfășurat o activitate</w:t>
            </w:r>
            <w:r w:rsidR="00110774" w:rsidRPr="00302717">
              <w:rPr>
                <w:rFonts w:ascii="Calibri" w:hAnsi="Calibri" w:cs="Calibri"/>
                <w:b w:val="0"/>
                <w:sz w:val="22"/>
                <w:szCs w:val="22"/>
                <w:lang w:val="ro-RO"/>
              </w:rPr>
              <w:t xml:space="preserve"> în domeniu</w:t>
            </w:r>
            <w:r w:rsidR="00110774">
              <w:rPr>
                <w:rFonts w:ascii="Calibri" w:hAnsi="Calibri" w:cs="Calibri"/>
                <w:b w:val="0"/>
                <w:sz w:val="22"/>
                <w:szCs w:val="22"/>
                <w:lang w:val="ro-RO"/>
              </w:rPr>
              <w:t>l</w:t>
            </w:r>
            <w:r w:rsidR="00110774" w:rsidRPr="00302717">
              <w:rPr>
                <w:rFonts w:ascii="Calibri" w:hAnsi="Calibri" w:cs="Calibri"/>
                <w:b w:val="0"/>
                <w:sz w:val="22"/>
                <w:szCs w:val="22"/>
                <w:lang w:val="ro-RO"/>
              </w:rPr>
              <w:t>: agricol, agro-alimentar, veterinar sau economie agrară</w:t>
            </w:r>
            <w:r w:rsidR="00302717" w:rsidRPr="00302717">
              <w:rPr>
                <w:rFonts w:ascii="Calibri" w:hAnsi="Calibri" w:cs="Calibri"/>
                <w:b w:val="0"/>
                <w:sz w:val="22"/>
                <w:szCs w:val="22"/>
                <w:lang w:val="ro-RO"/>
              </w:rPr>
              <w:t>, cel puțin 3 luni neîntrerupte,</w:t>
            </w:r>
            <w:r w:rsidR="00110774">
              <w:rPr>
                <w:rFonts w:ascii="Calibri" w:hAnsi="Calibri" w:cs="Calibri"/>
                <w:b w:val="0"/>
                <w:sz w:val="22"/>
                <w:szCs w:val="22"/>
                <w:lang w:val="ro-RO"/>
              </w:rPr>
              <w:t xml:space="preserve"> </w:t>
            </w:r>
          </w:p>
          <w:p w14:paraId="2B3E5852" w14:textId="77777777" w:rsidR="009B40F0" w:rsidRDefault="007629CD" w:rsidP="00EC3557">
            <w:pPr>
              <w:pStyle w:val="BodyText3"/>
              <w:jc w:val="both"/>
              <w:rPr>
                <w:rFonts w:ascii="Calibri" w:hAnsi="Calibri" w:cs="Calibri"/>
                <w:b w:val="0"/>
                <w:sz w:val="22"/>
                <w:szCs w:val="22"/>
              </w:rPr>
            </w:pPr>
            <w:r w:rsidRPr="007629CD">
              <w:rPr>
                <w:rFonts w:ascii="Calibri" w:hAnsi="Calibri" w:cs="Calibri"/>
                <w:b w:val="0"/>
                <w:sz w:val="22"/>
                <w:szCs w:val="22"/>
                <w:lang w:val="ro-RO"/>
              </w:rPr>
              <w:t>însoțit de</w:t>
            </w:r>
            <w:r w:rsidR="00EC3557" w:rsidRPr="00685CC5">
              <w:rPr>
                <w:rFonts w:ascii="Calibri" w:hAnsi="Calibri" w:cs="Calibri"/>
                <w:b w:val="0"/>
                <w:sz w:val="22"/>
                <w:szCs w:val="22"/>
              </w:rPr>
              <w:t xml:space="preserve"> </w:t>
            </w:r>
          </w:p>
          <w:p w14:paraId="694D0DE0" w14:textId="2B752DA1" w:rsidR="00EC3557" w:rsidRPr="00685CC5" w:rsidRDefault="00EC3557" w:rsidP="00EC3557">
            <w:pPr>
              <w:pStyle w:val="BodyText3"/>
              <w:jc w:val="both"/>
              <w:rPr>
                <w:rFonts w:ascii="Calibri" w:hAnsi="Calibri" w:cs="Calibri"/>
                <w:b w:val="0"/>
                <w:sz w:val="22"/>
                <w:szCs w:val="22"/>
                <w:lang w:val="en-GB"/>
              </w:rPr>
            </w:pPr>
            <w:r w:rsidRPr="00685CC5">
              <w:rPr>
                <w:rFonts w:ascii="Calibri" w:hAnsi="Calibri" w:cs="Calibri"/>
                <w:b w:val="0"/>
                <w:sz w:val="22"/>
                <w:szCs w:val="22"/>
              </w:rPr>
              <w:t>Certificat de înregistrare care dovedește prezența solicitantului în statul în care a desfăşurat activitate</w:t>
            </w:r>
            <w:r w:rsidR="00302717" w:rsidRPr="00302717">
              <w:rPr>
                <w:rFonts w:ascii="Calibri" w:hAnsi="Calibri" w:cs="Calibri"/>
                <w:b w:val="0"/>
                <w:bCs w:val="0"/>
                <w:sz w:val="24"/>
                <w:szCs w:val="24"/>
                <w:lang w:val="ro-RO" w:eastAsia="en-US"/>
              </w:rPr>
              <w:t xml:space="preserve"> </w:t>
            </w:r>
            <w:r w:rsidRPr="00685CC5">
              <w:rPr>
                <w:rFonts w:ascii="Calibri" w:hAnsi="Calibri" w:cs="Calibri"/>
                <w:b w:val="0"/>
                <w:sz w:val="22"/>
                <w:szCs w:val="22"/>
              </w:rPr>
              <w:t>cel puţin 3 luni neîntrerupte,</w:t>
            </w:r>
            <w:r w:rsidRPr="00685CC5">
              <w:rPr>
                <w:rFonts w:ascii="Calibri" w:hAnsi="Calibri" w:cs="Calibri"/>
                <w:b w:val="0"/>
                <w:bCs w:val="0"/>
                <w:sz w:val="22"/>
                <w:szCs w:val="22"/>
              </w:rPr>
              <w:t xml:space="preserve"> în ultimele </w:t>
            </w:r>
            <w:r w:rsidRPr="00685CC5">
              <w:rPr>
                <w:rFonts w:ascii="Calibri" w:hAnsi="Calibri" w:cs="Calibri"/>
                <w:b w:val="0"/>
                <w:sz w:val="22"/>
                <w:szCs w:val="22"/>
              </w:rPr>
              <w:t>24</w:t>
            </w:r>
            <w:r w:rsidRPr="00685CC5">
              <w:rPr>
                <w:rFonts w:ascii="Calibri" w:hAnsi="Calibri" w:cs="Calibri"/>
                <w:b w:val="0"/>
                <w:bCs w:val="0"/>
                <w:sz w:val="22"/>
                <w:szCs w:val="22"/>
              </w:rPr>
              <w:t xml:space="preserve"> luni anterioare depunerii cererii de finanţare şi emis de autorităţile locale (ex. poliția</w:t>
            </w:r>
            <w:r w:rsidR="009B40F0">
              <w:rPr>
                <w:rFonts w:ascii="Calibri" w:hAnsi="Calibri" w:cs="Calibri"/>
                <w:b w:val="0"/>
                <w:bCs w:val="0"/>
                <w:sz w:val="22"/>
                <w:szCs w:val="22"/>
              </w:rPr>
              <w:t>,</w:t>
            </w:r>
            <w:r w:rsidRPr="00685CC5">
              <w:rPr>
                <w:rFonts w:ascii="Calibri" w:hAnsi="Calibri" w:cs="Calibri"/>
                <w:b w:val="0"/>
                <w:bCs w:val="0"/>
                <w:sz w:val="22"/>
                <w:szCs w:val="22"/>
              </w:rPr>
              <w:t xml:space="preserve"> primăria</w:t>
            </w:r>
            <w:r w:rsidR="009B40F0">
              <w:rPr>
                <w:rFonts w:ascii="Calibri" w:hAnsi="Calibri" w:cs="Calibri"/>
                <w:b w:val="0"/>
                <w:bCs w:val="0"/>
                <w:sz w:val="22"/>
                <w:szCs w:val="22"/>
              </w:rPr>
              <w:t>, etc</w:t>
            </w:r>
            <w:r w:rsidRPr="00685CC5">
              <w:rPr>
                <w:rFonts w:ascii="Calibri" w:hAnsi="Calibri" w:cs="Calibri"/>
                <w:b w:val="0"/>
                <w:bCs w:val="0"/>
                <w:sz w:val="22"/>
                <w:szCs w:val="22"/>
              </w:rPr>
              <w:t xml:space="preserve">), care cuprinde numele şi adresa persoanei înregistrate, precum şi data înregistrării, în baza </w:t>
            </w:r>
            <w:r w:rsidR="00B23609" w:rsidRPr="00685CC5">
              <w:rPr>
                <w:rFonts w:ascii="Calibri" w:hAnsi="Calibri" w:cs="Calibri"/>
                <w:b w:val="0"/>
                <w:bCs w:val="0"/>
                <w:sz w:val="22"/>
                <w:szCs w:val="22"/>
              </w:rPr>
              <w:t>art. 8</w:t>
            </w:r>
            <w:r w:rsidR="00B23609">
              <w:rPr>
                <w:rFonts w:ascii="Calibri" w:hAnsi="Calibri" w:cs="Calibri"/>
                <w:b w:val="0"/>
                <w:bCs w:val="0"/>
                <w:sz w:val="22"/>
                <w:szCs w:val="22"/>
              </w:rPr>
              <w:t xml:space="preserve"> a </w:t>
            </w:r>
            <w:r w:rsidRPr="00685CC5">
              <w:rPr>
                <w:rFonts w:ascii="Calibri" w:hAnsi="Calibri" w:cs="Calibri"/>
                <w:b w:val="0"/>
                <w:bCs w:val="0"/>
                <w:sz w:val="22"/>
                <w:szCs w:val="22"/>
              </w:rPr>
              <w:t>Directivei 2004/38/CE</w:t>
            </w:r>
            <w:r w:rsidR="009B40F0">
              <w:rPr>
                <w:rFonts w:ascii="Calibri" w:hAnsi="Calibri" w:cs="Calibri"/>
                <w:b w:val="0"/>
                <w:bCs w:val="0"/>
                <w:sz w:val="22"/>
                <w:szCs w:val="22"/>
              </w:rPr>
              <w:t>.</w:t>
            </w:r>
            <w:r w:rsidRPr="00685CC5">
              <w:rPr>
                <w:rFonts w:ascii="Calibri" w:hAnsi="Calibri" w:cs="Calibri"/>
                <w:b w:val="0"/>
                <w:bCs w:val="0"/>
                <w:sz w:val="22"/>
                <w:szCs w:val="22"/>
              </w:rPr>
              <w:t xml:space="preserve"> </w:t>
            </w:r>
          </w:p>
          <w:p w14:paraId="4C1A3333" w14:textId="77777777" w:rsidR="00EC3557" w:rsidRPr="00685CC5" w:rsidRDefault="00EC3557" w:rsidP="00EC3557">
            <w:pPr>
              <w:pStyle w:val="BodyText3"/>
              <w:jc w:val="both"/>
              <w:rPr>
                <w:rFonts w:ascii="Calibri" w:hAnsi="Calibri" w:cs="Calibri"/>
                <w:sz w:val="22"/>
                <w:szCs w:val="22"/>
              </w:rPr>
            </w:pPr>
            <w:r w:rsidRPr="00685CC5">
              <w:rPr>
                <w:rFonts w:ascii="Calibri" w:hAnsi="Calibri" w:cs="Calibri"/>
                <w:sz w:val="22"/>
                <w:szCs w:val="22"/>
              </w:rPr>
              <w:t>SAU</w:t>
            </w:r>
          </w:p>
          <w:p w14:paraId="242B09CA" w14:textId="2D5EDDB3" w:rsidR="00EC3557" w:rsidRPr="00685CC5" w:rsidRDefault="00EC3557" w:rsidP="00EC3557">
            <w:pPr>
              <w:pStyle w:val="BodyText3"/>
              <w:jc w:val="both"/>
              <w:rPr>
                <w:rFonts w:ascii="Calibri" w:hAnsi="Calibri" w:cs="Calibri"/>
                <w:b w:val="0"/>
                <w:sz w:val="22"/>
                <w:szCs w:val="22"/>
                <w:lang w:val="en-GB"/>
              </w:rPr>
            </w:pPr>
            <w:r w:rsidRPr="00685CC5">
              <w:rPr>
                <w:rFonts w:ascii="Calibri" w:hAnsi="Calibri" w:cs="Calibri"/>
                <w:sz w:val="22"/>
                <w:szCs w:val="22"/>
              </w:rPr>
              <w:t>14.2</w:t>
            </w:r>
            <w:r w:rsidRPr="00685CC5">
              <w:rPr>
                <w:rFonts w:ascii="Calibri" w:hAnsi="Calibri" w:cs="Calibri"/>
                <w:b w:val="0"/>
                <w:sz w:val="22"/>
                <w:szCs w:val="22"/>
              </w:rPr>
              <w:t xml:space="preserve"> </w:t>
            </w:r>
            <w:r w:rsidR="009B40F0">
              <w:rPr>
                <w:rFonts w:ascii="Calibri" w:hAnsi="Calibri" w:cs="Calibri"/>
                <w:b w:val="0"/>
                <w:sz w:val="22"/>
                <w:szCs w:val="22"/>
              </w:rPr>
              <w:t>În cazul solicitanților</w:t>
            </w:r>
            <w:r w:rsidR="00AD5B5A">
              <w:rPr>
                <w:rFonts w:ascii="Calibri" w:hAnsi="Calibri" w:cs="Calibri"/>
                <w:b w:val="0"/>
                <w:sz w:val="22"/>
                <w:szCs w:val="22"/>
              </w:rPr>
              <w:t xml:space="preserve"> care au absolvitî</w:t>
            </w:r>
            <w:r w:rsidR="00302717" w:rsidRPr="00302717">
              <w:rPr>
                <w:rFonts w:ascii="Calibri" w:hAnsi="Calibri" w:cs="Calibri"/>
                <w:b w:val="0"/>
                <w:sz w:val="22"/>
                <w:szCs w:val="22"/>
                <w:lang w:val="en-US"/>
              </w:rPr>
              <w:t>n ultimele 60 de luni</w:t>
            </w:r>
            <w:r w:rsidR="009B40F0">
              <w:rPr>
                <w:rFonts w:ascii="Calibri" w:hAnsi="Calibri" w:cs="Calibri"/>
                <w:b w:val="0"/>
                <w:sz w:val="22"/>
                <w:szCs w:val="22"/>
                <w:lang w:val="en-US"/>
              </w:rPr>
              <w:t>,</w:t>
            </w:r>
            <w:r w:rsidR="00302717" w:rsidRPr="00302717">
              <w:rPr>
                <w:rFonts w:ascii="Calibri" w:hAnsi="Calibri" w:cs="Calibri"/>
                <w:b w:val="0"/>
                <w:sz w:val="22"/>
                <w:szCs w:val="22"/>
                <w:lang w:val="en-US"/>
              </w:rPr>
              <w:t xml:space="preserve"> </w:t>
            </w:r>
            <w:r w:rsidR="009B40F0" w:rsidRPr="009B40F0">
              <w:rPr>
                <w:rFonts w:ascii="Calibri" w:hAnsi="Calibri" w:cs="Calibri"/>
                <w:b w:val="0"/>
                <w:sz w:val="22"/>
                <w:szCs w:val="22"/>
                <w:lang w:val="ro-RO"/>
              </w:rPr>
              <w:t>în state</w:t>
            </w:r>
            <w:r w:rsidR="001E5841">
              <w:rPr>
                <w:rFonts w:ascii="Calibri" w:hAnsi="Calibri" w:cs="Calibri"/>
                <w:b w:val="0"/>
                <w:sz w:val="22"/>
                <w:szCs w:val="22"/>
                <w:lang w:val="ro-RO"/>
              </w:rPr>
              <w:t>le</w:t>
            </w:r>
            <w:r w:rsidR="009B40F0" w:rsidRPr="009B40F0">
              <w:rPr>
                <w:rFonts w:ascii="Calibri" w:hAnsi="Calibri" w:cs="Calibri"/>
                <w:b w:val="0"/>
                <w:sz w:val="22"/>
                <w:szCs w:val="22"/>
                <w:lang w:val="ro-RO"/>
              </w:rPr>
              <w:t xml:space="preserve"> </w:t>
            </w:r>
            <w:r w:rsidR="002B440E">
              <w:rPr>
                <w:rFonts w:ascii="Calibri" w:hAnsi="Calibri" w:cs="Calibri"/>
                <w:b w:val="0"/>
                <w:sz w:val="22"/>
                <w:szCs w:val="22"/>
                <w:lang w:val="ro-RO"/>
              </w:rPr>
              <w:t xml:space="preserve">membre </w:t>
            </w:r>
            <w:r w:rsidR="009B40F0" w:rsidRPr="009B40F0">
              <w:rPr>
                <w:rFonts w:ascii="Calibri" w:hAnsi="Calibri" w:cs="Calibri"/>
                <w:b w:val="0"/>
                <w:sz w:val="22"/>
                <w:szCs w:val="22"/>
                <w:lang w:val="ro-RO"/>
              </w:rPr>
              <w:t>UE sau terțe UE</w:t>
            </w:r>
            <w:r w:rsidR="009B40F0">
              <w:rPr>
                <w:rFonts w:ascii="Calibri" w:hAnsi="Calibri" w:cs="Calibri"/>
                <w:b w:val="0"/>
                <w:sz w:val="22"/>
                <w:szCs w:val="22"/>
                <w:lang w:val="ro-RO"/>
              </w:rPr>
              <w:t xml:space="preserve">, </w:t>
            </w:r>
            <w:r w:rsidR="00302717" w:rsidRPr="00302717">
              <w:rPr>
                <w:rFonts w:ascii="Calibri" w:hAnsi="Calibri" w:cs="Calibri"/>
                <w:b w:val="0"/>
                <w:sz w:val="22"/>
                <w:szCs w:val="22"/>
                <w:lang w:val="en-US"/>
              </w:rPr>
              <w:t xml:space="preserve">înaintea depunerii cererii de finanțare </w:t>
            </w:r>
            <w:r w:rsidRPr="00685CC5">
              <w:rPr>
                <w:rFonts w:ascii="Calibri" w:hAnsi="Calibri" w:cs="Calibri"/>
                <w:b w:val="0"/>
                <w:sz w:val="22"/>
                <w:szCs w:val="22"/>
              </w:rPr>
              <w:t>programe de studii</w:t>
            </w:r>
            <w:r w:rsidR="00302717">
              <w:rPr>
                <w:rFonts w:ascii="Calibri" w:hAnsi="Calibri" w:cs="Calibri"/>
                <w:b w:val="0"/>
                <w:sz w:val="22"/>
                <w:szCs w:val="22"/>
              </w:rPr>
              <w:t xml:space="preserve"> </w:t>
            </w:r>
            <w:r w:rsidR="00302717" w:rsidRPr="008B481E">
              <w:rPr>
                <w:rFonts w:ascii="Calibri" w:hAnsi="Calibri" w:cs="Calibri"/>
                <w:b w:val="0"/>
                <w:bCs w:val="0"/>
                <w:noProof/>
                <w:sz w:val="22"/>
                <w:szCs w:val="22"/>
                <w:lang w:val="en-US" w:eastAsia="en-US"/>
              </w:rPr>
              <w:t>(</w:t>
            </w:r>
            <w:r w:rsidR="00302717" w:rsidRPr="00302717">
              <w:rPr>
                <w:rFonts w:ascii="Calibri" w:hAnsi="Calibri" w:cs="Calibri"/>
                <w:b w:val="0"/>
                <w:sz w:val="22"/>
                <w:szCs w:val="22"/>
                <w:lang w:val="en-US"/>
              </w:rPr>
              <w:t>postuniversitar</w:t>
            </w:r>
            <w:r w:rsidR="00110774">
              <w:rPr>
                <w:rFonts w:ascii="Calibri" w:hAnsi="Calibri" w:cs="Calibri"/>
                <w:b w:val="0"/>
                <w:sz w:val="22"/>
                <w:szCs w:val="22"/>
                <w:lang w:val="en-US"/>
              </w:rPr>
              <w:t>e</w:t>
            </w:r>
            <w:r w:rsidR="00302717" w:rsidRPr="00302717">
              <w:rPr>
                <w:rFonts w:ascii="Calibri" w:hAnsi="Calibri" w:cs="Calibri"/>
                <w:b w:val="0"/>
                <w:sz w:val="22"/>
                <w:szCs w:val="22"/>
                <w:lang w:val="en-US"/>
              </w:rPr>
              <w:t>, universitar</w:t>
            </w:r>
            <w:r w:rsidR="00110774">
              <w:rPr>
                <w:rFonts w:ascii="Calibri" w:hAnsi="Calibri" w:cs="Calibri"/>
                <w:b w:val="0"/>
                <w:sz w:val="22"/>
                <w:szCs w:val="22"/>
                <w:lang w:val="en-US"/>
              </w:rPr>
              <w:t>e</w:t>
            </w:r>
            <w:r w:rsidR="00302717" w:rsidRPr="00302717">
              <w:rPr>
                <w:rFonts w:ascii="Calibri" w:hAnsi="Calibri" w:cs="Calibri"/>
                <w:b w:val="0"/>
                <w:sz w:val="22"/>
                <w:szCs w:val="22"/>
                <w:lang w:val="en-US"/>
              </w:rPr>
              <w:t>,  preuniversitar</w:t>
            </w:r>
            <w:r w:rsidR="00110774">
              <w:rPr>
                <w:rFonts w:ascii="Calibri" w:hAnsi="Calibri" w:cs="Calibri"/>
                <w:b w:val="0"/>
                <w:sz w:val="22"/>
                <w:szCs w:val="22"/>
                <w:lang w:val="en-US"/>
              </w:rPr>
              <w:t>e</w:t>
            </w:r>
            <w:r w:rsidR="00302717">
              <w:rPr>
                <w:rFonts w:ascii="Calibri" w:hAnsi="Calibri" w:cs="Calibri"/>
                <w:b w:val="0"/>
                <w:sz w:val="22"/>
                <w:szCs w:val="22"/>
                <w:lang w:val="en-US"/>
              </w:rPr>
              <w:t>)</w:t>
            </w:r>
            <w:r w:rsidRPr="00685CC5">
              <w:rPr>
                <w:rFonts w:ascii="Calibri" w:hAnsi="Calibri" w:cs="Calibri"/>
                <w:b w:val="0"/>
                <w:sz w:val="22"/>
                <w:szCs w:val="22"/>
              </w:rPr>
              <w:t xml:space="preserve"> în domeniul agricol, agro-alimentar, veterinar sau economie agrară</w:t>
            </w:r>
            <w:r w:rsidRPr="00685CC5">
              <w:rPr>
                <w:rFonts w:ascii="Calibri" w:hAnsi="Calibri" w:cs="Calibri"/>
                <w:b w:val="0"/>
                <w:sz w:val="22"/>
                <w:szCs w:val="22"/>
                <w:lang w:val="en-GB"/>
              </w:rPr>
              <w:t>:</w:t>
            </w:r>
          </w:p>
          <w:p w14:paraId="22235131" w14:textId="2B6BD713" w:rsidR="00EC3557" w:rsidRPr="00685CC5" w:rsidRDefault="00EC3557" w:rsidP="00EC3557">
            <w:pPr>
              <w:pStyle w:val="BodyText3"/>
              <w:jc w:val="both"/>
              <w:rPr>
                <w:rFonts w:ascii="Calibri" w:hAnsi="Calibri" w:cs="Calibri"/>
                <w:b w:val="0"/>
                <w:noProof/>
                <w:sz w:val="22"/>
                <w:szCs w:val="22"/>
              </w:rPr>
            </w:pPr>
            <w:r w:rsidRPr="00685CC5">
              <w:rPr>
                <w:rFonts w:ascii="Calibri" w:hAnsi="Calibri" w:cs="Calibri"/>
                <w:b w:val="0"/>
                <w:sz w:val="22"/>
                <w:szCs w:val="22"/>
                <w:lang w:val="en-GB"/>
              </w:rPr>
              <w:t>a)</w:t>
            </w:r>
            <w:r w:rsidRPr="00685CC5">
              <w:rPr>
                <w:rFonts w:ascii="Calibri" w:hAnsi="Calibri" w:cs="Calibri"/>
                <w:b w:val="0"/>
                <w:noProof/>
                <w:sz w:val="22"/>
                <w:szCs w:val="22"/>
              </w:rPr>
              <w:t xml:space="preserve"> Document oficial (diplomă/certificat de absolvire</w:t>
            </w:r>
            <w:r w:rsidR="009B40F0">
              <w:rPr>
                <w:rFonts w:ascii="Calibri" w:hAnsi="Calibri" w:cs="Calibri"/>
                <w:b w:val="0"/>
                <w:noProof/>
                <w:sz w:val="22"/>
                <w:szCs w:val="22"/>
              </w:rPr>
              <w:t>/</w:t>
            </w:r>
            <w:r w:rsidR="009B40F0" w:rsidRPr="009B40F0">
              <w:rPr>
                <w:rFonts w:asciiTheme="minorHAnsi" w:eastAsiaTheme="minorHAnsi" w:hAnsiTheme="minorHAnsi" w:cstheme="minorBidi"/>
                <w:b w:val="0"/>
                <w:sz w:val="22"/>
                <w:szCs w:val="22"/>
                <w:lang w:eastAsia="en-US"/>
              </w:rPr>
              <w:t xml:space="preserve"> </w:t>
            </w:r>
            <w:r w:rsidR="009B40F0" w:rsidRPr="009B40F0">
              <w:rPr>
                <w:rFonts w:ascii="Calibri" w:hAnsi="Calibri" w:cs="Calibri"/>
                <w:b w:val="0"/>
                <w:noProof/>
                <w:sz w:val="22"/>
                <w:szCs w:val="22"/>
                <w:lang w:val="en-US"/>
              </w:rPr>
              <w:t>adeverinţă de absolvire a studiilor respective, însoţită de situația școlară* sau alt document care să dovedească absolvirea unui</w:t>
            </w:r>
            <w:r w:rsidR="009B40F0" w:rsidRPr="009B40F0" w:rsidDel="00C54D2F">
              <w:rPr>
                <w:rFonts w:ascii="Calibri" w:hAnsi="Calibri" w:cs="Calibri"/>
                <w:b w:val="0"/>
                <w:noProof/>
                <w:sz w:val="22"/>
                <w:szCs w:val="22"/>
                <w:lang w:val="en-US"/>
              </w:rPr>
              <w:t xml:space="preserve"> </w:t>
            </w:r>
            <w:r w:rsidR="009B40F0" w:rsidRPr="009B40F0">
              <w:rPr>
                <w:rFonts w:ascii="Calibri" w:hAnsi="Calibri" w:cs="Calibri"/>
                <w:b w:val="0"/>
                <w:noProof/>
                <w:sz w:val="22"/>
                <w:szCs w:val="22"/>
                <w:lang w:val="en-US"/>
              </w:rPr>
              <w:t xml:space="preserve">program de studiu), în ultimele 60 de luni înaintea depunerii cererii de finanţare, în domeniul agricol, agro-alimentar, veterinar sau economie agrară a solicitantului </w:t>
            </w:r>
            <w:r w:rsidR="009B40F0" w:rsidRPr="009B40F0">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2B440E">
              <w:rPr>
                <w:rFonts w:ascii="Calibri" w:hAnsi="Calibri" w:cs="Calibri"/>
                <w:b w:val="0"/>
                <w:noProof/>
                <w:sz w:val="22"/>
                <w:szCs w:val="22"/>
                <w:lang w:val="ro-RO"/>
              </w:rPr>
              <w:t xml:space="preserve"> membre</w:t>
            </w:r>
            <w:r w:rsidR="009B40F0" w:rsidRPr="009B40F0">
              <w:rPr>
                <w:rFonts w:ascii="Calibri" w:hAnsi="Calibri" w:cs="Calibri"/>
                <w:b w:val="0"/>
                <w:noProof/>
                <w:sz w:val="22"/>
                <w:szCs w:val="22"/>
                <w:lang w:val="ro-RO"/>
              </w:rPr>
              <w:t xml:space="preserve"> UE sau terțe UE</w:t>
            </w:r>
            <w:r w:rsidR="009B40F0">
              <w:rPr>
                <w:rFonts w:ascii="Calibri" w:hAnsi="Calibri" w:cs="Calibri"/>
                <w:b w:val="0"/>
                <w:noProof/>
                <w:sz w:val="22"/>
                <w:szCs w:val="22"/>
                <w:lang w:val="ro-RO"/>
              </w:rPr>
              <w:t>,</w:t>
            </w:r>
            <w:r w:rsidRPr="00685CC5">
              <w:rPr>
                <w:rFonts w:ascii="Calibri" w:hAnsi="Calibri" w:cs="Calibri"/>
                <w:b w:val="0"/>
                <w:noProof/>
                <w:sz w:val="22"/>
                <w:szCs w:val="22"/>
              </w:rPr>
              <w:t xml:space="preserve"> cu apostilă (Conform Convenției de la Haga) </w:t>
            </w:r>
          </w:p>
          <w:p w14:paraId="3FEE913A" w14:textId="77777777" w:rsidR="00EC3557" w:rsidRPr="00685CC5" w:rsidRDefault="00EC3557" w:rsidP="00EC3557">
            <w:pPr>
              <w:pStyle w:val="BodyText3"/>
              <w:jc w:val="both"/>
              <w:rPr>
                <w:rFonts w:ascii="Calibri" w:hAnsi="Calibri" w:cs="Calibri"/>
                <w:noProof/>
                <w:sz w:val="22"/>
                <w:szCs w:val="22"/>
              </w:rPr>
            </w:pPr>
            <w:r w:rsidRPr="00685CC5">
              <w:rPr>
                <w:rFonts w:ascii="Calibri" w:hAnsi="Calibri" w:cs="Calibri"/>
                <w:b w:val="0"/>
                <w:noProof/>
                <w:sz w:val="22"/>
                <w:szCs w:val="22"/>
              </w:rPr>
              <w:t xml:space="preserve">     </w:t>
            </w:r>
            <w:r w:rsidRPr="00685CC5">
              <w:rPr>
                <w:rFonts w:ascii="Calibri" w:hAnsi="Calibri" w:cs="Calibri"/>
                <w:noProof/>
                <w:sz w:val="22"/>
                <w:szCs w:val="22"/>
              </w:rPr>
              <w:t>sau</w:t>
            </w:r>
          </w:p>
          <w:p w14:paraId="400E632A" w14:textId="54228912" w:rsidR="009B40F0" w:rsidRPr="009B40F0" w:rsidRDefault="00EC3557" w:rsidP="009B40F0">
            <w:pPr>
              <w:pStyle w:val="BodyText3"/>
              <w:jc w:val="both"/>
              <w:rPr>
                <w:rFonts w:ascii="Calibri" w:hAnsi="Calibri" w:cs="Calibri"/>
                <w:sz w:val="22"/>
                <w:szCs w:val="22"/>
                <w:lang w:val="ro-RO"/>
              </w:rPr>
            </w:pPr>
            <w:r w:rsidRPr="00685CC5">
              <w:rPr>
                <w:rFonts w:ascii="Calibri" w:hAnsi="Calibri" w:cs="Calibri"/>
                <w:b w:val="0"/>
                <w:noProof/>
                <w:sz w:val="22"/>
                <w:szCs w:val="22"/>
              </w:rPr>
              <w:t xml:space="preserve">b) Document </w:t>
            </w:r>
            <w:r w:rsidR="009B40F0" w:rsidRPr="009B40F0">
              <w:rPr>
                <w:rFonts w:ascii="Calibri" w:hAnsi="Calibri" w:cs="Calibri"/>
                <w:b w:val="0"/>
                <w:noProof/>
                <w:sz w:val="22"/>
                <w:szCs w:val="22"/>
                <w:lang w:val="en-US"/>
              </w:rPr>
              <w:t>(diplomă/certificat de absolvire/ adeverinţă de absolvire a studiilor respective, însoţită de situația școlară* sau alt document care să dovedească absolvirea unui</w:t>
            </w:r>
            <w:r w:rsidR="009B40F0" w:rsidRPr="009B40F0" w:rsidDel="00C54D2F">
              <w:rPr>
                <w:rFonts w:ascii="Calibri" w:hAnsi="Calibri" w:cs="Calibri"/>
                <w:b w:val="0"/>
                <w:noProof/>
                <w:sz w:val="22"/>
                <w:szCs w:val="22"/>
                <w:lang w:val="en-US"/>
              </w:rPr>
              <w:t xml:space="preserve"> </w:t>
            </w:r>
            <w:r w:rsidR="009B40F0" w:rsidRPr="009B40F0">
              <w:rPr>
                <w:rFonts w:ascii="Calibri" w:hAnsi="Calibri" w:cs="Calibri"/>
                <w:b w:val="0"/>
                <w:noProof/>
                <w:sz w:val="22"/>
                <w:szCs w:val="22"/>
                <w:lang w:val="en-US"/>
              </w:rPr>
              <w:t xml:space="preserve">program de studiu), în ultimele 60 de luni înaintea depunerii cererii de finanţare, în domeniul agricol, agro-alimentar, veterinar sau economie agrară a solicitantului </w:t>
            </w:r>
            <w:r w:rsidR="009B40F0" w:rsidRPr="009B40F0">
              <w:rPr>
                <w:rFonts w:ascii="Calibri" w:hAnsi="Calibri" w:cs="Calibri"/>
                <w:b w:val="0"/>
                <w:noProof/>
                <w:sz w:val="22"/>
                <w:szCs w:val="22"/>
                <w:lang w:val="ro-RO"/>
              </w:rPr>
              <w:t>în state</w:t>
            </w:r>
            <w:r w:rsidR="001E5841">
              <w:rPr>
                <w:rFonts w:ascii="Calibri" w:hAnsi="Calibri" w:cs="Calibri"/>
                <w:b w:val="0"/>
                <w:noProof/>
                <w:sz w:val="22"/>
                <w:szCs w:val="22"/>
                <w:lang w:val="ro-RO"/>
              </w:rPr>
              <w:t>le</w:t>
            </w:r>
            <w:r w:rsidR="002B440E">
              <w:rPr>
                <w:rFonts w:ascii="Calibri" w:hAnsi="Calibri" w:cs="Calibri"/>
                <w:b w:val="0"/>
                <w:noProof/>
                <w:sz w:val="22"/>
                <w:szCs w:val="22"/>
                <w:lang w:val="ro-RO"/>
              </w:rPr>
              <w:t xml:space="preserve"> membre</w:t>
            </w:r>
            <w:r w:rsidR="009B40F0" w:rsidRPr="009B40F0">
              <w:rPr>
                <w:rFonts w:ascii="Calibri" w:hAnsi="Calibri" w:cs="Calibri"/>
                <w:b w:val="0"/>
                <w:noProof/>
                <w:sz w:val="22"/>
                <w:szCs w:val="22"/>
                <w:lang w:val="ro-RO"/>
              </w:rPr>
              <w:t xml:space="preserve"> UE sau terțe UE</w:t>
            </w:r>
            <w:r w:rsidR="009B40F0" w:rsidRPr="009B40F0">
              <w:rPr>
                <w:rFonts w:ascii="Calibri" w:hAnsi="Calibri" w:cs="Calibri"/>
                <w:noProof/>
                <w:sz w:val="22"/>
                <w:szCs w:val="22"/>
                <w:lang w:val="en-US"/>
              </w:rPr>
              <w:t xml:space="preserve"> </w:t>
            </w:r>
            <w:r w:rsidRPr="00685CC5">
              <w:rPr>
                <w:rFonts w:ascii="Calibri" w:hAnsi="Calibri" w:cs="Calibri"/>
                <w:b w:val="0"/>
                <w:noProof/>
                <w:sz w:val="22"/>
                <w:szCs w:val="22"/>
              </w:rPr>
              <w:t xml:space="preserve"> </w:t>
            </w:r>
            <w:r w:rsidR="009B40F0" w:rsidRPr="009B40F0">
              <w:rPr>
                <w:rFonts w:asciiTheme="minorHAnsi" w:eastAsiaTheme="minorHAnsi" w:hAnsiTheme="minorHAnsi" w:cstheme="minorBidi"/>
                <w:b w:val="0"/>
                <w:bCs w:val="0"/>
                <w:sz w:val="22"/>
                <w:szCs w:val="22"/>
                <w:lang w:val="ro-RO"/>
              </w:rPr>
              <w:t xml:space="preserve"> </w:t>
            </w:r>
            <w:r w:rsidR="009B40F0" w:rsidRPr="009B40F0">
              <w:rPr>
                <w:rFonts w:ascii="Calibri" w:hAnsi="Calibri" w:cs="Calibri"/>
                <w:sz w:val="22"/>
                <w:szCs w:val="22"/>
                <w:lang w:val="ro-RO"/>
              </w:rPr>
              <w:t>însoțit de</w:t>
            </w:r>
          </w:p>
          <w:p w14:paraId="02FF14C2" w14:textId="0F5FE8E3" w:rsidR="009B40F0" w:rsidRPr="008A17D6" w:rsidRDefault="009B40F0" w:rsidP="009B40F0">
            <w:pPr>
              <w:pStyle w:val="BodyText3"/>
              <w:jc w:val="both"/>
              <w:rPr>
                <w:rFonts w:ascii="Calibri" w:hAnsi="Calibri" w:cs="Calibri"/>
                <w:b w:val="0"/>
                <w:sz w:val="22"/>
                <w:szCs w:val="22"/>
                <w:lang w:val="ro-RO"/>
              </w:rPr>
            </w:pPr>
            <w:r w:rsidRPr="009B40F0">
              <w:rPr>
                <w:rFonts w:ascii="Calibri" w:hAnsi="Calibri" w:cs="Calibri"/>
                <w:sz w:val="22"/>
                <w:szCs w:val="22"/>
                <w:lang w:val="ro-RO"/>
              </w:rPr>
              <w:t xml:space="preserve"> </w:t>
            </w:r>
            <w:r w:rsidRPr="008A17D6">
              <w:rPr>
                <w:rFonts w:ascii="Calibri" w:hAnsi="Calibri" w:cs="Calibri"/>
                <w:b w:val="0"/>
                <w:sz w:val="22"/>
                <w:szCs w:val="22"/>
              </w:rPr>
              <w:t>Certificat de înregistrare care dovedește prezența solicitantului în statul în care a desfăşurat activitate cel puţin 3 luni neîntrerupte, în ultimele 24 luni anterioare depunerii cererii de finanţare, emis de autorităţile locale (ex. poliția</w:t>
            </w:r>
            <w:r>
              <w:rPr>
                <w:rFonts w:ascii="Calibri" w:hAnsi="Calibri" w:cs="Calibri"/>
                <w:b w:val="0"/>
                <w:sz w:val="22"/>
                <w:szCs w:val="22"/>
              </w:rPr>
              <w:t xml:space="preserve">, </w:t>
            </w:r>
            <w:r w:rsidRPr="008A17D6">
              <w:rPr>
                <w:rFonts w:ascii="Calibri" w:hAnsi="Calibri" w:cs="Calibri"/>
                <w:b w:val="0"/>
                <w:sz w:val="22"/>
                <w:szCs w:val="22"/>
              </w:rPr>
              <w:t>primăria</w:t>
            </w:r>
            <w:r>
              <w:rPr>
                <w:rFonts w:ascii="Calibri" w:hAnsi="Calibri" w:cs="Calibri"/>
                <w:b w:val="0"/>
                <w:sz w:val="22"/>
                <w:szCs w:val="22"/>
              </w:rPr>
              <w:t>, etc</w:t>
            </w:r>
            <w:r w:rsidRPr="008A17D6">
              <w:rPr>
                <w:rFonts w:ascii="Calibri" w:hAnsi="Calibri" w:cs="Calibri"/>
                <w:b w:val="0"/>
                <w:sz w:val="22"/>
                <w:szCs w:val="22"/>
              </w:rPr>
              <w:t>), care cuprinde numele şi adresa persoanei înregistrate, precum şi data înregistrării, în baza art. 8 a Directivei 2004/38/CE</w:t>
            </w:r>
            <w:r>
              <w:rPr>
                <w:rFonts w:ascii="Calibri" w:hAnsi="Calibri" w:cs="Calibri"/>
                <w:b w:val="0"/>
                <w:sz w:val="22"/>
                <w:szCs w:val="22"/>
              </w:rPr>
              <w:t>.</w:t>
            </w:r>
          </w:p>
          <w:p w14:paraId="3E464266" w14:textId="3F750FF0" w:rsidR="00EC3557" w:rsidRPr="00685CC5" w:rsidRDefault="00EC3557" w:rsidP="00EC3557">
            <w:pPr>
              <w:pStyle w:val="BodyText3"/>
              <w:jc w:val="both"/>
              <w:rPr>
                <w:rFonts w:ascii="Calibri" w:hAnsi="Calibri" w:cs="Calibri"/>
                <w:b w:val="0"/>
                <w:noProof/>
                <w:sz w:val="22"/>
                <w:szCs w:val="22"/>
                <w:lang w:val="ro-RO"/>
              </w:rPr>
            </w:pPr>
          </w:p>
          <w:p w14:paraId="286E2536" w14:textId="77777777" w:rsidR="00685CC5" w:rsidRPr="00685CC5" w:rsidRDefault="00685CC5" w:rsidP="00685CC5">
            <w:pPr>
              <w:pStyle w:val="BodyText3"/>
              <w:jc w:val="both"/>
              <w:rPr>
                <w:rFonts w:ascii="Calibri" w:hAnsi="Calibri" w:cs="Calibri"/>
                <w:b w:val="0"/>
                <w:noProof/>
                <w:sz w:val="22"/>
                <w:szCs w:val="22"/>
                <w:lang w:val="ro-RO"/>
              </w:rPr>
            </w:pPr>
            <w:r w:rsidRPr="00685CC5">
              <w:rPr>
                <w:rFonts w:asciiTheme="minorHAnsi" w:hAnsiTheme="minorHAnsi" w:cstheme="minorHAnsi"/>
                <w:b w:val="0"/>
                <w:noProof/>
                <w:sz w:val="22"/>
                <w:szCs w:val="22"/>
              </w:rPr>
              <w:t>Documentul prezentat de absolvenţii de programe de studii trebuie să fie însoţit de foaia matricolă corespunzătoare</w:t>
            </w:r>
            <w:r w:rsidR="00E8684D">
              <w:rPr>
                <w:rFonts w:asciiTheme="minorHAnsi" w:hAnsiTheme="minorHAnsi" w:cstheme="minorHAnsi"/>
                <w:b w:val="0"/>
                <w:noProof/>
                <w:sz w:val="22"/>
                <w:szCs w:val="22"/>
              </w:rPr>
              <w:t>.</w:t>
            </w:r>
          </w:p>
          <w:p w14:paraId="24966083" w14:textId="77777777" w:rsidR="00170B43" w:rsidRPr="00567EBB" w:rsidRDefault="00170B43" w:rsidP="00170B43">
            <w:pPr>
              <w:pStyle w:val="BodyText3"/>
              <w:jc w:val="both"/>
              <w:rPr>
                <w:rFonts w:ascii="Trebuchet MS" w:hAnsi="Trebuchet MS" w:cs="Calibri"/>
                <w:b w:val="0"/>
                <w:noProof/>
                <w:sz w:val="22"/>
                <w:szCs w:val="22"/>
              </w:rPr>
            </w:pPr>
            <w:r w:rsidRPr="00567EBB">
              <w:rPr>
                <w:rFonts w:ascii="Calibri" w:hAnsi="Calibri" w:cs="Calibri"/>
                <w:b w:val="0"/>
                <w:sz w:val="22"/>
                <w:szCs w:val="22"/>
              </w:rPr>
              <w:t>Documentele enumerate anterior se depun cu traducere legalizată în limba română.</w:t>
            </w:r>
          </w:p>
          <w:p w14:paraId="1B5E5955" w14:textId="77777777" w:rsidR="009B40F0" w:rsidRPr="009B40F0" w:rsidRDefault="009B40F0" w:rsidP="009B40F0">
            <w:pPr>
              <w:jc w:val="both"/>
              <w:rPr>
                <w:rFonts w:ascii="Calibri" w:hAnsi="Calibri" w:cs="Calibri"/>
                <w:b/>
                <w:sz w:val="22"/>
                <w:szCs w:val="22"/>
              </w:rPr>
            </w:pPr>
            <w:r w:rsidRPr="009B40F0">
              <w:rPr>
                <w:rFonts w:ascii="Calibri" w:hAnsi="Calibri" w:cs="Calibri"/>
                <w:b/>
                <w:sz w:val="22"/>
                <w:szCs w:val="22"/>
                <w:lang w:val="ro-RO"/>
              </w:rPr>
              <w:t>*</w:t>
            </w:r>
            <w:r w:rsidRPr="009B40F0">
              <w:rPr>
                <w:rFonts w:ascii="Calibri" w:hAnsi="Calibri" w:cs="Calibri"/>
                <w:bCs/>
                <w:sz w:val="22"/>
                <w:szCs w:val="22"/>
                <w:lang w:val="ro-RO"/>
              </w:rPr>
              <w:t xml:space="preserve"> În cazul în care solicitantul care a absolvit în ultimele 12 luni până la data depunerii Cererii de finanţare</w:t>
            </w:r>
          </w:p>
          <w:p w14:paraId="3801378A" w14:textId="77777777" w:rsidR="00685CC5" w:rsidRPr="00567EBB" w:rsidRDefault="00685CC5" w:rsidP="00685CC5">
            <w:pPr>
              <w:jc w:val="both"/>
              <w:rPr>
                <w:rFonts w:ascii="Calibri" w:hAnsi="Calibri" w:cs="Calibri"/>
                <w:sz w:val="22"/>
                <w:szCs w:val="22"/>
              </w:rPr>
            </w:pPr>
          </w:p>
          <w:p w14:paraId="61551FB2" w14:textId="1509A6D2" w:rsidR="00D27C46" w:rsidRPr="00E67132" w:rsidRDefault="00D070E8" w:rsidP="008B481E">
            <w:pPr>
              <w:pStyle w:val="BodyText3"/>
              <w:jc w:val="both"/>
              <w:rPr>
                <w:rFonts w:asciiTheme="minorHAnsi" w:eastAsia="Calibri" w:hAnsiTheme="minorHAnsi" w:cstheme="minorHAnsi"/>
                <w:bCs w:val="0"/>
                <w:noProof/>
                <w:sz w:val="22"/>
                <w:szCs w:val="22"/>
                <w:lang w:val="ro-RO"/>
              </w:rPr>
            </w:pPr>
            <w:r>
              <w:rPr>
                <w:rFonts w:ascii="Calibri" w:hAnsi="Calibri" w:cs="Calibri"/>
                <w:b w:val="0"/>
                <w:sz w:val="22"/>
                <w:szCs w:val="22"/>
                <w:lang w:val="ro-RO"/>
              </w:rPr>
              <w:t>*</w:t>
            </w:r>
            <w:r w:rsidR="00F20A69" w:rsidRPr="00E67132">
              <w:rPr>
                <w:rFonts w:ascii="Calibri" w:hAnsi="Calibri" w:cs="Calibri"/>
                <w:noProof/>
                <w:sz w:val="22"/>
                <w:szCs w:val="22"/>
              </w:rPr>
              <w:t>anterioare depunerii cererii de finanţare</w:t>
            </w:r>
            <w:r w:rsidR="00F20A69">
              <w:rPr>
                <w:rFonts w:ascii="Calibri" w:hAnsi="Calibri" w:cs="Calibri"/>
                <w:noProof/>
                <w:sz w:val="22"/>
                <w:szCs w:val="22"/>
              </w:rPr>
              <w:t>.</w:t>
            </w:r>
            <w:r w:rsidR="00F20A69" w:rsidRPr="00E67132">
              <w:rPr>
                <w:rFonts w:ascii="Calibri" w:hAnsi="Calibri" w:cs="Calibri"/>
                <w:noProof/>
                <w:sz w:val="22"/>
                <w:szCs w:val="22"/>
              </w:rPr>
              <w:t xml:space="preserve"> </w:t>
            </w:r>
          </w:p>
        </w:tc>
        <w:tc>
          <w:tcPr>
            <w:tcW w:w="4831" w:type="dxa"/>
          </w:tcPr>
          <w:p w14:paraId="19ADD0B3" w14:textId="77777777" w:rsidR="00D27C46" w:rsidRPr="00E67132" w:rsidRDefault="00D27C46" w:rsidP="00270B2D">
            <w:pPr>
              <w:pStyle w:val="xl61"/>
              <w:pBdr>
                <w:left w:val="none" w:sz="0" w:space="0" w:color="auto"/>
              </w:pBdr>
              <w:spacing w:before="0" w:beforeAutospacing="0" w:after="0" w:afterAutospacing="0"/>
              <w:rPr>
                <w:rFonts w:ascii="Calibri" w:hAnsi="Calibri" w:cs="Calibri"/>
                <w:b/>
                <w:noProof/>
                <w:sz w:val="22"/>
                <w:szCs w:val="22"/>
                <w:lang w:val="ro-RO"/>
              </w:rPr>
            </w:pPr>
          </w:p>
          <w:p w14:paraId="3C2C1F1F" w14:textId="77777777" w:rsidR="00FA668E" w:rsidRPr="00E67132" w:rsidRDefault="00D27C46" w:rsidP="009B73C0">
            <w:pPr>
              <w:pStyle w:val="xl61"/>
              <w:pBdr>
                <w:left w:val="none" w:sz="0" w:space="0" w:color="auto"/>
              </w:pBdr>
              <w:spacing w:before="0" w:beforeAutospacing="0" w:after="0" w:afterAutospacing="0"/>
              <w:rPr>
                <w:rFonts w:asciiTheme="minorHAnsi" w:eastAsia="Calibri" w:hAnsiTheme="minorHAnsi" w:cstheme="minorHAnsi"/>
                <w:b/>
                <w:bCs/>
                <w:i/>
                <w:noProof/>
                <w:sz w:val="22"/>
                <w:szCs w:val="22"/>
                <w:lang w:val="ro-RO"/>
              </w:rPr>
            </w:pPr>
            <w:r w:rsidRPr="00E67132">
              <w:rPr>
                <w:rFonts w:asciiTheme="minorHAnsi" w:hAnsiTheme="minorHAnsi" w:cstheme="minorHAnsi"/>
                <w:b/>
                <w:noProof/>
                <w:sz w:val="22"/>
                <w:szCs w:val="22"/>
                <w:lang w:val="ro-RO"/>
              </w:rPr>
              <w:t>Tinerii din afara granițelor tării se vor înregistr</w:t>
            </w:r>
            <w:r w:rsidR="009B73C0" w:rsidRPr="00E67132">
              <w:rPr>
                <w:rFonts w:asciiTheme="minorHAnsi" w:hAnsiTheme="minorHAnsi" w:cstheme="minorHAnsi"/>
                <w:b/>
                <w:noProof/>
                <w:sz w:val="22"/>
                <w:szCs w:val="22"/>
                <w:lang w:val="ro-RO"/>
              </w:rPr>
              <w:t xml:space="preserve">a </w:t>
            </w:r>
            <w:r w:rsidR="009B73C0" w:rsidRPr="00E67132">
              <w:rPr>
                <w:rFonts w:asciiTheme="minorHAnsi" w:eastAsia="Calibri" w:hAnsiTheme="minorHAnsi" w:cstheme="minorHAnsi"/>
                <w:b/>
                <w:bCs/>
                <w:i/>
                <w:noProof/>
                <w:sz w:val="22"/>
                <w:szCs w:val="22"/>
                <w:lang w:val="ro-RO"/>
              </w:rPr>
              <w:t>şi autoriza</w:t>
            </w:r>
            <w:r w:rsidR="009B73C0" w:rsidRPr="00E67132">
              <w:rPr>
                <w:rFonts w:asciiTheme="minorHAnsi" w:eastAsia="Calibri" w:hAnsiTheme="minorHAnsi" w:cstheme="minorHAnsi"/>
                <w:b/>
                <w:i/>
                <w:noProof/>
                <w:sz w:val="22"/>
                <w:szCs w:val="22"/>
                <w:lang w:val="ro-RO"/>
              </w:rPr>
              <w:t xml:space="preserve"> </w:t>
            </w:r>
            <w:r w:rsidR="009B73C0" w:rsidRPr="00E67132">
              <w:rPr>
                <w:rFonts w:asciiTheme="minorHAnsi" w:hAnsiTheme="minorHAnsi" w:cstheme="minorHAnsi"/>
                <w:b/>
                <w:noProof/>
                <w:sz w:val="22"/>
                <w:szCs w:val="22"/>
                <w:lang w:val="ro-RO"/>
              </w:rPr>
              <w:t>ca microîntreprindere sau intreprindere mică</w:t>
            </w:r>
            <w:r w:rsidR="009B73C0" w:rsidRPr="00E67132">
              <w:rPr>
                <w:rFonts w:asciiTheme="minorHAnsi" w:eastAsia="Calibri" w:hAnsiTheme="minorHAnsi" w:cstheme="minorHAnsi"/>
                <w:b/>
                <w:i/>
                <w:noProof/>
                <w:sz w:val="22"/>
                <w:szCs w:val="22"/>
                <w:lang w:val="ro-RO"/>
              </w:rPr>
              <w:t xml:space="preserve"> în conformitate cu prevederile Ordonanţei de Urgenţă a Guvernului nr. 44/2008</w:t>
            </w:r>
            <w:r w:rsidR="009B73C0" w:rsidRPr="00E67132">
              <w:rPr>
                <w:rFonts w:asciiTheme="minorHAnsi" w:eastAsia="Calibri" w:hAnsiTheme="minorHAnsi" w:cstheme="minorHAnsi"/>
                <w:b/>
                <w:bCs/>
                <w:i/>
                <w:noProof/>
                <w:sz w:val="22"/>
                <w:szCs w:val="22"/>
                <w:lang w:val="ro-RO"/>
              </w:rPr>
              <w:t xml:space="preserve">  sau</w:t>
            </w:r>
            <w:r w:rsidR="009B73C0" w:rsidRPr="00E67132">
              <w:rPr>
                <w:rFonts w:asciiTheme="minorHAnsi" w:eastAsia="Calibri" w:hAnsiTheme="minorHAnsi" w:cstheme="minorHAnsi"/>
                <w:b/>
                <w:i/>
                <w:noProof/>
                <w:sz w:val="22"/>
                <w:szCs w:val="22"/>
                <w:lang w:val="ro-RO"/>
              </w:rPr>
              <w:t xml:space="preserve"> Legea </w:t>
            </w:r>
            <w:r w:rsidR="009B73C0" w:rsidRPr="00E67132">
              <w:rPr>
                <w:rFonts w:asciiTheme="minorHAnsi" w:eastAsia="Calibri" w:hAnsiTheme="minorHAnsi" w:cstheme="minorHAnsi"/>
                <w:b/>
                <w:bCs/>
                <w:i/>
                <w:noProof/>
                <w:sz w:val="22"/>
                <w:szCs w:val="22"/>
                <w:lang w:val="ro-RO"/>
              </w:rPr>
              <w:t xml:space="preserve">societăţilor nr. </w:t>
            </w:r>
            <w:r w:rsidR="009B73C0" w:rsidRPr="00E67132">
              <w:rPr>
                <w:rFonts w:asciiTheme="minorHAnsi" w:eastAsia="Calibri" w:hAnsiTheme="minorHAnsi" w:cstheme="minorHAnsi"/>
                <w:b/>
                <w:i/>
                <w:noProof/>
                <w:sz w:val="22"/>
                <w:szCs w:val="22"/>
                <w:lang w:val="ro-RO"/>
              </w:rPr>
              <w:t>31</w:t>
            </w:r>
            <w:r w:rsidR="009B73C0" w:rsidRPr="00E67132">
              <w:rPr>
                <w:rFonts w:asciiTheme="minorHAnsi" w:eastAsia="Calibri" w:hAnsiTheme="minorHAnsi" w:cstheme="minorHAnsi"/>
                <w:b/>
                <w:bCs/>
                <w:i/>
                <w:noProof/>
                <w:sz w:val="22"/>
                <w:szCs w:val="22"/>
                <w:lang w:val="ro-RO"/>
              </w:rPr>
              <w:t>/</w:t>
            </w:r>
            <w:r w:rsidR="009B73C0" w:rsidRPr="00E67132">
              <w:rPr>
                <w:rFonts w:asciiTheme="minorHAnsi" w:eastAsia="Calibri" w:hAnsiTheme="minorHAnsi" w:cstheme="minorHAnsi"/>
                <w:b/>
                <w:i/>
                <w:noProof/>
                <w:sz w:val="22"/>
                <w:szCs w:val="22"/>
                <w:lang w:val="ro-RO"/>
              </w:rPr>
              <w:t>1990</w:t>
            </w:r>
            <w:r w:rsidR="009B73C0" w:rsidRPr="00E67132">
              <w:rPr>
                <w:rFonts w:asciiTheme="minorHAnsi" w:eastAsia="Calibri" w:hAnsiTheme="minorHAnsi" w:cstheme="minorHAnsi"/>
                <w:b/>
                <w:bCs/>
                <w:i/>
                <w:noProof/>
                <w:sz w:val="22"/>
                <w:szCs w:val="22"/>
                <w:lang w:val="ro-RO"/>
              </w:rPr>
              <w:t xml:space="preserve"> republica</w:t>
            </w:r>
            <w:r w:rsidR="00FA668E" w:rsidRPr="00E67132">
              <w:rPr>
                <w:rFonts w:asciiTheme="minorHAnsi" w:eastAsia="Calibri" w:hAnsiTheme="minorHAnsi" w:cstheme="minorHAnsi"/>
                <w:b/>
                <w:bCs/>
                <w:i/>
                <w:noProof/>
                <w:sz w:val="22"/>
                <w:szCs w:val="22"/>
                <w:lang w:val="ro-RO"/>
              </w:rPr>
              <w:t>tă.</w:t>
            </w:r>
          </w:p>
          <w:p w14:paraId="03B2B5AB" w14:textId="77777777" w:rsidR="00B93817" w:rsidRPr="00E67132" w:rsidRDefault="00B93817" w:rsidP="009B73C0">
            <w:pPr>
              <w:pStyle w:val="xl61"/>
              <w:pBdr>
                <w:left w:val="none" w:sz="0" w:space="0" w:color="auto"/>
              </w:pBdr>
              <w:spacing w:before="0" w:beforeAutospacing="0" w:after="0" w:afterAutospacing="0"/>
              <w:rPr>
                <w:rFonts w:asciiTheme="minorHAnsi" w:eastAsia="Calibri" w:hAnsiTheme="minorHAnsi" w:cstheme="minorHAnsi"/>
                <w:b/>
                <w:bCs/>
                <w:i/>
                <w:noProof/>
                <w:sz w:val="22"/>
                <w:szCs w:val="22"/>
                <w:lang w:val="ro-RO"/>
              </w:rPr>
            </w:pPr>
          </w:p>
          <w:p w14:paraId="79F00695" w14:textId="77777777" w:rsidR="00A955A4" w:rsidRPr="00E67132" w:rsidRDefault="00B93817" w:rsidP="00FF15F5">
            <w:pPr>
              <w:pStyle w:val="xl61"/>
              <w:pBdr>
                <w:left w:val="none" w:sz="0" w:space="0" w:color="auto"/>
              </w:pBdr>
              <w:spacing w:before="0" w:beforeAutospacing="0" w:after="0" w:afterAutospacing="0"/>
              <w:rPr>
                <w:rFonts w:asciiTheme="minorHAnsi" w:eastAsia="Calibri" w:hAnsiTheme="minorHAnsi" w:cstheme="minorHAnsi"/>
                <w:b/>
                <w:bCs/>
                <w:i/>
                <w:noProof/>
                <w:sz w:val="22"/>
                <w:szCs w:val="22"/>
                <w:lang w:val="ro-RO"/>
              </w:rPr>
            </w:pPr>
            <w:r w:rsidRPr="00E67132">
              <w:rPr>
                <w:rFonts w:asciiTheme="minorHAnsi" w:eastAsia="Calibri" w:hAnsiTheme="minorHAnsi" w:cstheme="minorHAnsi"/>
                <w:b/>
                <w:bCs/>
                <w:i/>
                <w:noProof/>
                <w:sz w:val="22"/>
                <w:szCs w:val="22"/>
                <w:lang w:val="ro-RO"/>
              </w:rPr>
              <w:t>Pentru categoria solicitanților - tineri din afara granițelor țării,</w:t>
            </w:r>
            <w:r w:rsidR="00FF15F5" w:rsidRPr="00E67132">
              <w:rPr>
                <w:rFonts w:asciiTheme="minorHAnsi" w:eastAsia="Calibri" w:hAnsiTheme="minorHAnsi" w:cstheme="minorHAnsi"/>
                <w:b/>
                <w:bCs/>
                <w:i/>
                <w:noProof/>
                <w:sz w:val="22"/>
                <w:szCs w:val="22"/>
                <w:lang w:val="ro-RO"/>
              </w:rPr>
              <w:t xml:space="preserve"> </w:t>
            </w:r>
            <w:r w:rsidRPr="00E67132">
              <w:rPr>
                <w:rFonts w:asciiTheme="minorHAnsi" w:eastAsia="Calibri" w:hAnsiTheme="minorHAnsi" w:cstheme="minorHAnsi"/>
                <w:b/>
                <w:bCs/>
                <w:i/>
                <w:noProof/>
                <w:sz w:val="22"/>
                <w:szCs w:val="22"/>
                <w:lang w:val="ro-RO"/>
              </w:rPr>
              <w:t xml:space="preserve">se vor verifica </w:t>
            </w:r>
            <w:r w:rsidR="00AB5E53" w:rsidRPr="00E67132">
              <w:rPr>
                <w:rFonts w:asciiTheme="minorHAnsi" w:eastAsia="Calibri" w:hAnsiTheme="minorHAnsi" w:cstheme="minorHAnsi"/>
                <w:b/>
                <w:bCs/>
                <w:i/>
                <w:noProof/>
                <w:sz w:val="22"/>
                <w:szCs w:val="22"/>
                <w:lang w:val="ro-RO"/>
              </w:rPr>
              <w:t>toate</w:t>
            </w:r>
            <w:r w:rsidR="00FA668E" w:rsidRPr="00E67132">
              <w:rPr>
                <w:rFonts w:asciiTheme="minorHAnsi" w:eastAsia="Calibri" w:hAnsiTheme="minorHAnsi" w:cstheme="minorHAnsi"/>
                <w:b/>
                <w:bCs/>
                <w:i/>
                <w:noProof/>
                <w:sz w:val="22"/>
                <w:szCs w:val="22"/>
                <w:lang w:val="ro-RO"/>
              </w:rPr>
              <w:t xml:space="preserve"> docume</w:t>
            </w:r>
            <w:r w:rsidR="00FF15F5" w:rsidRPr="00E67132">
              <w:rPr>
                <w:rFonts w:asciiTheme="minorHAnsi" w:eastAsia="Calibri" w:hAnsiTheme="minorHAnsi" w:cstheme="minorHAnsi"/>
                <w:b/>
                <w:bCs/>
                <w:i/>
                <w:noProof/>
                <w:sz w:val="22"/>
                <w:szCs w:val="22"/>
                <w:lang w:val="ro-RO"/>
              </w:rPr>
              <w:t>ntele și</w:t>
            </w:r>
            <w:r w:rsidRPr="00E67132">
              <w:rPr>
                <w:rFonts w:asciiTheme="minorHAnsi" w:eastAsia="Calibri" w:hAnsiTheme="minorHAnsi" w:cstheme="minorHAnsi"/>
                <w:b/>
                <w:bCs/>
                <w:i/>
                <w:noProof/>
                <w:sz w:val="22"/>
                <w:szCs w:val="22"/>
                <w:lang w:val="ro-RO"/>
              </w:rPr>
              <w:t xml:space="preserve"> condițiile specifice îndeplinirii acestui criteriu de eligibilitate</w:t>
            </w:r>
            <w:r w:rsidR="00AB5E53" w:rsidRPr="00E67132">
              <w:rPr>
                <w:rFonts w:asciiTheme="minorHAnsi" w:eastAsia="Calibri" w:hAnsiTheme="minorHAnsi" w:cstheme="minorHAnsi"/>
                <w:b/>
                <w:bCs/>
                <w:i/>
                <w:noProof/>
                <w:sz w:val="22"/>
                <w:szCs w:val="22"/>
                <w:lang w:val="ro-RO"/>
              </w:rPr>
              <w:t xml:space="preserve">. </w:t>
            </w:r>
          </w:p>
          <w:p w14:paraId="08397B71" w14:textId="77777777" w:rsidR="00FF15F5" w:rsidRPr="00E67132" w:rsidRDefault="00FF15F5" w:rsidP="00FF15F5">
            <w:pPr>
              <w:pStyle w:val="xl61"/>
              <w:pBdr>
                <w:left w:val="none" w:sz="0" w:space="0" w:color="auto"/>
              </w:pBdr>
              <w:spacing w:before="0" w:beforeAutospacing="0" w:after="0" w:afterAutospacing="0"/>
              <w:rPr>
                <w:rFonts w:asciiTheme="minorHAnsi" w:eastAsia="Calibri" w:hAnsiTheme="minorHAnsi" w:cstheme="minorHAnsi"/>
                <w:b/>
                <w:bCs/>
                <w:i/>
                <w:noProof/>
                <w:sz w:val="22"/>
                <w:szCs w:val="22"/>
                <w:lang w:val="ro-RO"/>
              </w:rPr>
            </w:pPr>
          </w:p>
        </w:tc>
      </w:tr>
    </w:tbl>
    <w:p w14:paraId="0554748C" w14:textId="77777777" w:rsidR="00255850" w:rsidRPr="006A779E" w:rsidRDefault="00255850" w:rsidP="006A779E">
      <w:pPr>
        <w:tabs>
          <w:tab w:val="left" w:pos="3120"/>
          <w:tab w:val="center" w:pos="4320"/>
          <w:tab w:val="right" w:pos="8640"/>
        </w:tabs>
        <w:ind w:left="180"/>
        <w:jc w:val="both"/>
        <w:rPr>
          <w:rFonts w:ascii="Calibri" w:hAnsi="Calibri" w:cs="Calibri"/>
          <w:noProof/>
          <w:sz w:val="22"/>
          <w:szCs w:val="22"/>
          <w:lang w:val="ro-RO"/>
        </w:rPr>
      </w:pPr>
      <w:r w:rsidRPr="006A779E">
        <w:rPr>
          <w:rFonts w:ascii="Calibri" w:hAnsi="Calibri" w:cs="Calibri"/>
          <w:noProof/>
          <w:sz w:val="22"/>
          <w:szCs w:val="22"/>
          <w:lang w:val="ro-RO"/>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00C86AE7" w:rsidRPr="006A779E">
        <w:rPr>
          <w:rFonts w:ascii="Calibri" w:hAnsi="Calibri" w:cs="Calibri"/>
          <w:noProof/>
          <w:sz w:val="22"/>
          <w:szCs w:val="22"/>
          <w:lang w:val="ro-RO"/>
        </w:rPr>
        <w:t>, însă se va continua verificarea acesteia</w:t>
      </w:r>
      <w:r w:rsidRPr="006A779E">
        <w:rPr>
          <w:rFonts w:ascii="Calibri" w:hAnsi="Calibri" w:cs="Calibri"/>
          <w:noProof/>
          <w:sz w:val="22"/>
          <w:szCs w:val="22"/>
          <w:lang w:val="ro-RO"/>
        </w:rPr>
        <w:t>.</w:t>
      </w:r>
    </w:p>
    <w:p w14:paraId="1407C680" w14:textId="45AF8FCA" w:rsidR="00255850" w:rsidRDefault="00255850" w:rsidP="00255850">
      <w:pPr>
        <w:tabs>
          <w:tab w:val="left" w:pos="3120"/>
          <w:tab w:val="center" w:pos="4320"/>
          <w:tab w:val="right" w:pos="8640"/>
        </w:tabs>
        <w:rPr>
          <w:rFonts w:ascii="Calibri" w:hAnsi="Calibri" w:cs="Calibri"/>
          <w:b/>
          <w:noProof/>
          <w:sz w:val="22"/>
          <w:szCs w:val="22"/>
          <w:lang w:val="ro-RO"/>
        </w:rPr>
      </w:pPr>
    </w:p>
    <w:p w14:paraId="7B2C0854" w14:textId="16C2B312" w:rsidR="006A779E" w:rsidRDefault="006A779E" w:rsidP="00255850">
      <w:pPr>
        <w:tabs>
          <w:tab w:val="left" w:pos="3120"/>
          <w:tab w:val="center" w:pos="4320"/>
          <w:tab w:val="right" w:pos="8640"/>
        </w:tabs>
        <w:rPr>
          <w:rFonts w:ascii="Calibri" w:hAnsi="Calibri" w:cs="Calibri"/>
          <w:b/>
          <w:noProof/>
          <w:sz w:val="22"/>
          <w:szCs w:val="22"/>
          <w:lang w:val="ro-RO"/>
        </w:rPr>
      </w:pPr>
    </w:p>
    <w:p w14:paraId="465C6991" w14:textId="77777777" w:rsidR="006A779E" w:rsidRPr="00E67132" w:rsidRDefault="006A779E" w:rsidP="00255850">
      <w:pPr>
        <w:tabs>
          <w:tab w:val="left" w:pos="3120"/>
          <w:tab w:val="center" w:pos="4320"/>
          <w:tab w:val="right" w:pos="8640"/>
        </w:tabs>
        <w:rPr>
          <w:rFonts w:ascii="Calibri" w:hAnsi="Calibri" w:cs="Calibri"/>
          <w:b/>
          <w:noProof/>
          <w:sz w:val="22"/>
          <w:szCs w:val="22"/>
          <w:lang w:val="ro-RO"/>
        </w:rPr>
      </w:pPr>
    </w:p>
    <w:p w14:paraId="0956D35A"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62F6D5AC" w14:textId="77777777" w:rsidR="005E13EA" w:rsidRPr="00E67132" w:rsidRDefault="005E13EA" w:rsidP="004428AA">
      <w:pPr>
        <w:jc w:val="both"/>
        <w:rPr>
          <w:rFonts w:ascii="Calibri" w:hAnsi="Calibri" w:cs="Calibri"/>
          <w:b/>
          <w:noProof/>
          <w:sz w:val="22"/>
          <w:szCs w:val="22"/>
          <w:lang w:val="ro-RO"/>
        </w:rPr>
      </w:pPr>
      <w:r w:rsidRPr="00E67132">
        <w:rPr>
          <w:rFonts w:ascii="Calibri" w:hAnsi="Calibri" w:cs="Calibri"/>
          <w:b/>
          <w:noProof/>
          <w:sz w:val="22"/>
          <w:szCs w:val="22"/>
          <w:lang w:val="ro-RO"/>
        </w:rPr>
        <w:t xml:space="preserve">EG2 Solicitantul deţine o exploataţie agricolă cu dimensiunea economică cuprinsă între 12.000 şi 50.000 SO la momentul depunerii cererii de finantare?  </w:t>
      </w:r>
    </w:p>
    <w:p w14:paraId="3270073E"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5"/>
        <w:gridCol w:w="4885"/>
      </w:tblGrid>
      <w:tr w:rsidR="005E13EA" w:rsidRPr="00E67132" w14:paraId="20FEC875" w14:textId="77777777" w:rsidTr="00802B48">
        <w:trPr>
          <w:trHeight w:val="558"/>
        </w:trPr>
        <w:tc>
          <w:tcPr>
            <w:tcW w:w="4975" w:type="dxa"/>
            <w:shd w:val="clear" w:color="auto" w:fill="C0C0C0"/>
          </w:tcPr>
          <w:p w14:paraId="0ED2B49C" w14:textId="77777777" w:rsidR="005E13EA" w:rsidRPr="00E67132" w:rsidRDefault="005E13EA" w:rsidP="005E13EA">
            <w:pPr>
              <w:keepNext/>
              <w:outlineLvl w:val="0"/>
              <w:rPr>
                <w:rFonts w:ascii="Calibri" w:hAnsi="Calibri" w:cs="Calibri"/>
                <w:b/>
                <w:noProof/>
                <w:sz w:val="22"/>
                <w:szCs w:val="22"/>
                <w:lang w:val="ro-RO"/>
              </w:rPr>
            </w:pPr>
          </w:p>
          <w:p w14:paraId="44678B67" w14:textId="77777777" w:rsidR="005E13EA" w:rsidRPr="00E67132" w:rsidRDefault="005E13EA" w:rsidP="005E13EA">
            <w:pPr>
              <w:keepNext/>
              <w:outlineLvl w:val="0"/>
              <w:rPr>
                <w:rFonts w:ascii="Calibri" w:hAnsi="Calibri" w:cs="Calibri"/>
                <w:b/>
                <w:noProof/>
                <w:sz w:val="22"/>
                <w:szCs w:val="22"/>
                <w:lang w:val="ro-RO"/>
              </w:rPr>
            </w:pPr>
            <w:r w:rsidRPr="00E67132">
              <w:rPr>
                <w:rFonts w:ascii="Calibri" w:hAnsi="Calibri" w:cs="Calibri"/>
                <w:b/>
                <w:noProof/>
                <w:sz w:val="22"/>
                <w:szCs w:val="22"/>
                <w:lang w:val="ro-RO"/>
              </w:rPr>
              <w:t>DOCUMENTE  DE PREZENTAT</w:t>
            </w:r>
          </w:p>
        </w:tc>
        <w:tc>
          <w:tcPr>
            <w:tcW w:w="4885" w:type="dxa"/>
            <w:shd w:val="clear" w:color="auto" w:fill="C0C0C0"/>
          </w:tcPr>
          <w:p w14:paraId="535BDA3D" w14:textId="77777777" w:rsidR="005E13EA" w:rsidRPr="00E67132" w:rsidRDefault="005E13EA" w:rsidP="005E13EA">
            <w:pPr>
              <w:jc w:val="both"/>
              <w:rPr>
                <w:rFonts w:ascii="Calibri" w:hAnsi="Calibri" w:cs="Calibri"/>
                <w:b/>
                <w:noProof/>
                <w:sz w:val="22"/>
                <w:szCs w:val="22"/>
                <w:lang w:val="ro-RO"/>
              </w:rPr>
            </w:pPr>
          </w:p>
          <w:p w14:paraId="05D03E9D" w14:textId="77777777" w:rsidR="005E13EA" w:rsidRPr="00E67132" w:rsidRDefault="005E13EA" w:rsidP="005E13EA">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ÎN DOCUMENTE</w:t>
            </w:r>
          </w:p>
        </w:tc>
      </w:tr>
      <w:tr w:rsidR="005E13EA" w:rsidRPr="00E67132" w14:paraId="4B063C6B" w14:textId="77777777" w:rsidTr="00802B48">
        <w:trPr>
          <w:trHeight w:val="302"/>
        </w:trPr>
        <w:tc>
          <w:tcPr>
            <w:tcW w:w="4975" w:type="dxa"/>
          </w:tcPr>
          <w:p w14:paraId="695CE58D" w14:textId="77777777" w:rsidR="005E13EA" w:rsidRPr="00E67132" w:rsidRDefault="00BF3AFD" w:rsidP="00BF3AFD">
            <w:pPr>
              <w:pBdr>
                <w:top w:val="single" w:sz="8" w:space="0" w:color="auto"/>
                <w:left w:val="single" w:sz="8" w:space="0" w:color="auto"/>
                <w:bottom w:val="single" w:sz="8" w:space="0" w:color="auto"/>
              </w:pBdr>
              <w:shd w:val="clear" w:color="000000" w:fill="FFFFFF"/>
              <w:tabs>
                <w:tab w:val="center" w:pos="4536"/>
                <w:tab w:val="right" w:pos="9072"/>
              </w:tabs>
              <w:spacing w:before="100" w:beforeAutospacing="1" w:after="100" w:afterAutospacing="1"/>
              <w:jc w:val="both"/>
              <w:textAlignment w:val="center"/>
              <w:rPr>
                <w:rFonts w:ascii="Calibri" w:hAnsi="Calibri" w:cs="Calibri"/>
                <w:noProof/>
                <w:sz w:val="22"/>
                <w:szCs w:val="22"/>
                <w:lang w:val="ro-RO"/>
              </w:rPr>
            </w:pPr>
            <w:r w:rsidRPr="00E67132">
              <w:rPr>
                <w:rFonts w:ascii="Calibri" w:hAnsi="Calibri" w:cs="Calibri"/>
                <w:noProof/>
                <w:sz w:val="22"/>
                <w:szCs w:val="22"/>
                <w:lang w:val="ro-RO" w:eastAsia="fr-FR"/>
              </w:rPr>
              <w:t xml:space="preserve">a. </w:t>
            </w:r>
            <w:r w:rsidR="005E13EA" w:rsidRPr="00E67132">
              <w:rPr>
                <w:rFonts w:ascii="Calibri" w:hAnsi="Calibri" w:cs="Calibri"/>
                <w:noProof/>
                <w:sz w:val="22"/>
                <w:szCs w:val="22"/>
                <w:lang w:val="ro-RO"/>
              </w:rPr>
              <w:t xml:space="preserve">Cererea de finanţare – tabel calcul SO; </w:t>
            </w:r>
          </w:p>
          <w:p w14:paraId="2BDF4324" w14:textId="77777777" w:rsidR="005E13EA" w:rsidRPr="00E67132" w:rsidRDefault="005E13EA" w:rsidP="005E13EA">
            <w:pPr>
              <w:tabs>
                <w:tab w:val="center" w:pos="4536"/>
                <w:tab w:val="right" w:pos="9072"/>
              </w:tabs>
              <w:jc w:val="both"/>
              <w:rPr>
                <w:rFonts w:ascii="Calibri" w:hAnsi="Calibri" w:cs="Calibri"/>
                <w:b/>
                <w:noProof/>
                <w:sz w:val="22"/>
                <w:szCs w:val="22"/>
                <w:lang w:val="ro-RO"/>
              </w:rPr>
            </w:pPr>
          </w:p>
          <w:p w14:paraId="2F1F8BA7" w14:textId="77777777" w:rsidR="00654993" w:rsidRPr="00E67132" w:rsidRDefault="00654993" w:rsidP="005E13EA">
            <w:pPr>
              <w:tabs>
                <w:tab w:val="center" w:pos="4536"/>
                <w:tab w:val="right" w:pos="9072"/>
              </w:tabs>
              <w:jc w:val="both"/>
              <w:rPr>
                <w:rFonts w:ascii="Calibri" w:hAnsi="Calibri" w:cs="Calibri"/>
                <w:b/>
                <w:noProof/>
                <w:sz w:val="22"/>
                <w:szCs w:val="22"/>
                <w:lang w:val="ro-RO"/>
              </w:rPr>
            </w:pPr>
          </w:p>
          <w:p w14:paraId="3FC4D569" w14:textId="77777777" w:rsidR="00654993" w:rsidRPr="00E67132" w:rsidRDefault="00654993" w:rsidP="00654993">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Doc.</w:t>
            </w:r>
            <w:r w:rsidR="006374C5" w:rsidRPr="00E67132">
              <w:rPr>
                <w:rFonts w:ascii="Calibri" w:eastAsia="Calibri" w:hAnsi="Calibri" w:cs="Calibri"/>
                <w:b/>
                <w:noProof/>
                <w:sz w:val="22"/>
                <w:szCs w:val="22"/>
                <w:lang w:val="ro-RO"/>
              </w:rPr>
              <w:t xml:space="preserve"> 2</w:t>
            </w:r>
            <w:r w:rsidRPr="00E67132">
              <w:rPr>
                <w:rFonts w:ascii="Calibri" w:eastAsia="Calibri" w:hAnsi="Calibri" w:cs="Calibri"/>
                <w:b/>
                <w:noProof/>
                <w:sz w:val="22"/>
                <w:szCs w:val="22"/>
                <w:lang w:val="ro-RO"/>
              </w:rPr>
              <w:t xml:space="preserve"> Documente proprietate/folosinţă pentru exploataţia agricolă:</w:t>
            </w:r>
          </w:p>
          <w:p w14:paraId="7D3BFEFF" w14:textId="77777777" w:rsidR="00654993" w:rsidRPr="00E67132" w:rsidRDefault="00654993" w:rsidP="00654993">
            <w:pPr>
              <w:autoSpaceDE w:val="0"/>
              <w:autoSpaceDN w:val="0"/>
              <w:adjustRightInd w:val="0"/>
              <w:jc w:val="both"/>
              <w:rPr>
                <w:rFonts w:ascii="Calibri" w:eastAsia="Calibri" w:hAnsi="Calibri" w:cs="Calibri"/>
                <w:b/>
                <w:noProof/>
                <w:sz w:val="22"/>
                <w:szCs w:val="22"/>
                <w:lang w:val="ro-RO"/>
              </w:rPr>
            </w:pPr>
          </w:p>
          <w:p w14:paraId="01B28563"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b/>
                <w:noProof/>
                <w:sz w:val="22"/>
                <w:szCs w:val="22"/>
                <w:lang w:val="ro-RO"/>
              </w:rPr>
              <w:t>a)</w:t>
            </w: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Documente solicitate pentru terenul agricol:</w:t>
            </w:r>
          </w:p>
          <w:p w14:paraId="38B3C71C"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document care atestă </w:t>
            </w:r>
            <w:r w:rsidRPr="00E67132">
              <w:rPr>
                <w:rFonts w:ascii="Calibri" w:eastAsia="Calibri" w:hAnsi="Calibri" w:cs="Calibri"/>
                <w:b/>
                <w:noProof/>
                <w:sz w:val="22"/>
                <w:szCs w:val="22"/>
                <w:lang w:val="ro-RO"/>
              </w:rPr>
              <w:t>dreptul de proprietate</w:t>
            </w:r>
            <w:r w:rsidRPr="00E67132">
              <w:rPr>
                <w:rFonts w:ascii="Calibri" w:eastAsia="Calibri" w:hAnsi="Calibri" w:cs="Calibri"/>
                <w:noProof/>
                <w:sz w:val="22"/>
                <w:szCs w:val="22"/>
                <w:lang w:val="ro-RO"/>
              </w:rPr>
              <w:t xml:space="preserve"> asupra terenului agricol conform legislaţiei în vigoare</w:t>
            </w:r>
            <w:r w:rsidRPr="00E67132">
              <w:rPr>
                <w:rFonts w:ascii="Calibri" w:eastAsia="Calibri" w:hAnsi="Calibri" w:cs="Calibri"/>
                <w:i/>
                <w:noProof/>
                <w:sz w:val="22"/>
                <w:szCs w:val="22"/>
                <w:lang w:val="ro-RO"/>
              </w:rPr>
              <w:t>,</w:t>
            </w:r>
          </w:p>
          <w:p w14:paraId="63EA5417"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2FA8DBCF" w14:textId="77777777" w:rsidR="00EA1D22" w:rsidRPr="00E67132" w:rsidRDefault="00EA1D22" w:rsidP="00654993">
            <w:pPr>
              <w:autoSpaceDE w:val="0"/>
              <w:autoSpaceDN w:val="0"/>
              <w:adjustRightInd w:val="0"/>
              <w:jc w:val="both"/>
              <w:rPr>
                <w:rFonts w:ascii="Calibri" w:eastAsia="Calibri" w:hAnsi="Calibri" w:cs="Calibri"/>
                <w:noProof/>
                <w:sz w:val="22"/>
                <w:szCs w:val="22"/>
                <w:lang w:val="ro-RO"/>
              </w:rPr>
            </w:pPr>
          </w:p>
          <w:p w14:paraId="7C056BC9" w14:textId="77777777" w:rsidR="00EA1D22" w:rsidRPr="00E67132" w:rsidRDefault="00EA1D22" w:rsidP="00654993">
            <w:pPr>
              <w:autoSpaceDE w:val="0"/>
              <w:autoSpaceDN w:val="0"/>
              <w:adjustRightInd w:val="0"/>
              <w:jc w:val="both"/>
              <w:rPr>
                <w:rFonts w:ascii="Calibri" w:eastAsia="Calibri" w:hAnsi="Calibri" w:cs="Calibri"/>
                <w:noProof/>
                <w:sz w:val="22"/>
                <w:szCs w:val="22"/>
                <w:lang w:val="ro-RO"/>
              </w:rPr>
            </w:pPr>
          </w:p>
          <w:p w14:paraId="77050B2E" w14:textId="77777777" w:rsidR="00EA1D22" w:rsidRPr="00E67132" w:rsidRDefault="00EA1D22" w:rsidP="00654993">
            <w:pPr>
              <w:autoSpaceDE w:val="0"/>
              <w:autoSpaceDN w:val="0"/>
              <w:adjustRightInd w:val="0"/>
              <w:jc w:val="both"/>
              <w:rPr>
                <w:rFonts w:ascii="Calibri" w:eastAsia="Calibri" w:hAnsi="Calibri" w:cs="Calibri"/>
                <w:noProof/>
                <w:sz w:val="22"/>
                <w:szCs w:val="22"/>
                <w:lang w:val="ro-RO"/>
              </w:rPr>
            </w:pPr>
          </w:p>
          <w:p w14:paraId="178AEC02"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tabel centralizator</w:t>
            </w:r>
            <w:r w:rsidRPr="00E67132">
              <w:rPr>
                <w:rFonts w:ascii="Calibri" w:eastAsia="Calibri" w:hAnsi="Calibri" w:cs="Calibri"/>
                <w:noProof/>
                <w:sz w:val="22"/>
                <w:szCs w:val="22"/>
                <w:lang w:val="ro-RO"/>
              </w:rPr>
              <w:t xml:space="preserve"> - emis de Primărie, semnat de persoanele autorizate conform legii, cu suprafeţele luate în arendă pe categorii de folosinţă şi perioada de arendare,</w:t>
            </w:r>
          </w:p>
          <w:p w14:paraId="478CCBCA"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7F72CDA9" w14:textId="77777777" w:rsidR="00654993" w:rsidRPr="00E67132" w:rsidRDefault="00654993" w:rsidP="00654993">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contract de concesionare</w:t>
            </w:r>
            <w:r w:rsidRPr="00E67132">
              <w:rPr>
                <w:rFonts w:ascii="Calibri" w:eastAsia="Calibri" w:hAnsi="Calibri" w:cs="Calibri"/>
                <w:noProof/>
                <w:sz w:val="22"/>
                <w:szCs w:val="22"/>
                <w:lang w:val="ro-RO"/>
              </w:rPr>
              <w:t xml:space="preserve"> </w:t>
            </w:r>
            <w:r w:rsidRPr="00E67132">
              <w:rPr>
                <w:rFonts w:ascii="Calibri" w:hAnsi="Calibri" w:cs="Calibri"/>
                <w:noProof/>
                <w:sz w:val="22"/>
                <w:szCs w:val="22"/>
                <w:lang w:val="ro-RO"/>
              </w:rPr>
              <w:t>(valabile la data depunerii Cererii de Finanţare) însoţit de adresa emisă de concedent care conţine situaţia privind respectarea clauzelor contractuale, dacă este în graficul de realizare a investiţiilor prevăzute în contract şi alte clauze;</w:t>
            </w:r>
            <w:r w:rsidRPr="00E67132">
              <w:rPr>
                <w:rFonts w:ascii="Calibri" w:eastAsia="Calibri" w:hAnsi="Calibri" w:cs="Calibri"/>
                <w:noProof/>
                <w:sz w:val="22"/>
                <w:szCs w:val="22"/>
                <w:lang w:val="ro-RO"/>
              </w:rPr>
              <w:t xml:space="preserve"> </w:t>
            </w:r>
          </w:p>
          <w:p w14:paraId="7248BEF5" w14:textId="77777777" w:rsidR="00654993" w:rsidRPr="00E67132" w:rsidRDefault="005F25D4" w:rsidP="00654993">
            <w:pPr>
              <w:autoSpaceDE w:val="0"/>
              <w:autoSpaceDN w:val="0"/>
              <w:adjustRightInd w:val="0"/>
              <w:jc w:val="both"/>
              <w:rPr>
                <w:rFonts w:ascii="Calibri" w:eastAsia="Calibri" w:hAnsi="Calibri" w:cs="Calibri"/>
                <w:noProof/>
                <w:sz w:val="22"/>
                <w:szCs w:val="22"/>
                <w:lang w:val="ro-RO"/>
              </w:rPr>
            </w:pPr>
            <w:r w:rsidRPr="00E67132">
              <w:rPr>
                <w:rFonts w:ascii="Calibri" w:hAnsi="Calibri" w:cs="Calibri"/>
                <w:b/>
                <w:noProof/>
                <w:lang w:val="ro-RO"/>
              </w:rPr>
              <w:t>și/sau</w:t>
            </w:r>
          </w:p>
          <w:p w14:paraId="6BD2B2DD" w14:textId="77777777" w:rsidR="005E13EA" w:rsidRPr="00E67132" w:rsidRDefault="00654993" w:rsidP="00654993">
            <w:pPr>
              <w:tabs>
                <w:tab w:val="center" w:pos="4536"/>
                <w:tab w:val="right" w:pos="9072"/>
              </w:tabs>
              <w:jc w:val="both"/>
              <w:rPr>
                <w:rFonts w:ascii="Calibri" w:hAnsi="Calibri" w:cs="Calibri"/>
                <w:b/>
                <w:noProof/>
                <w:sz w:val="22"/>
                <w:szCs w:val="22"/>
                <w:lang w:val="ro-RO"/>
              </w:rPr>
            </w:pPr>
            <w:r w:rsidRPr="00E67132">
              <w:rPr>
                <w:rFonts w:ascii="Calibri" w:eastAsia="Calibri" w:hAnsi="Calibri" w:cs="Calibri"/>
                <w:noProof/>
                <w:sz w:val="22"/>
                <w:szCs w:val="22"/>
                <w:lang w:val="ro-RO"/>
              </w:rPr>
              <w:t>● Contractul de comodat/ contractul de inchiriere/ documentul potrivit caruia suprafata de teren a fost data temporar in administrare/folosinţă.</w:t>
            </w:r>
          </w:p>
          <w:p w14:paraId="0D24BDDA" w14:textId="77777777" w:rsidR="005E13EA" w:rsidRPr="00E67132" w:rsidRDefault="005E13EA" w:rsidP="005E13EA">
            <w:pPr>
              <w:tabs>
                <w:tab w:val="center" w:pos="4536"/>
                <w:tab w:val="right" w:pos="9072"/>
              </w:tabs>
              <w:jc w:val="both"/>
              <w:rPr>
                <w:rFonts w:ascii="Calibri" w:hAnsi="Calibri" w:cs="Calibri"/>
                <w:b/>
                <w:noProof/>
                <w:sz w:val="22"/>
                <w:szCs w:val="22"/>
                <w:lang w:val="ro-RO"/>
              </w:rPr>
            </w:pPr>
          </w:p>
          <w:p w14:paraId="55940785"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2AF1636B"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097FBB25"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043B218F" w14:textId="77777777" w:rsidR="00EA1D22" w:rsidRPr="00E67132" w:rsidRDefault="00EA1D22" w:rsidP="00342928">
            <w:pPr>
              <w:tabs>
                <w:tab w:val="left" w:pos="6700"/>
              </w:tabs>
              <w:spacing w:before="120"/>
              <w:jc w:val="both"/>
              <w:rPr>
                <w:rFonts w:ascii="Calibri" w:hAnsi="Calibri" w:cs="Calibri"/>
                <w:noProof/>
                <w:sz w:val="22"/>
                <w:szCs w:val="22"/>
                <w:lang w:val="ro-RO"/>
              </w:rPr>
            </w:pPr>
          </w:p>
          <w:p w14:paraId="6B831761" w14:textId="77777777" w:rsidR="00A64491" w:rsidRPr="00E67132" w:rsidRDefault="005F25D4" w:rsidP="00342928">
            <w:pPr>
              <w:tabs>
                <w:tab w:val="left" w:pos="6700"/>
              </w:tabs>
              <w:spacing w:before="120"/>
              <w:jc w:val="both"/>
              <w:rPr>
                <w:rFonts w:ascii="Calibri" w:hAnsi="Calibri" w:cs="Calibri"/>
                <w:noProof/>
                <w:sz w:val="22"/>
                <w:szCs w:val="22"/>
                <w:lang w:val="ro-RO"/>
              </w:rPr>
            </w:pPr>
            <w:r w:rsidRPr="00E67132">
              <w:rPr>
                <w:rFonts w:ascii="Calibri" w:hAnsi="Calibri" w:cs="Calibri"/>
                <w:b/>
                <w:noProof/>
                <w:lang w:val="ro-RO"/>
              </w:rPr>
              <w:t>și/sau</w:t>
            </w:r>
          </w:p>
          <w:p w14:paraId="1F24D96E" w14:textId="77777777" w:rsidR="00EA1D22" w:rsidRPr="00E67132" w:rsidRDefault="00EA1D22" w:rsidP="0053039B">
            <w:pPr>
              <w:pStyle w:val="NoSpacing"/>
              <w:numPr>
                <w:ilvl w:val="0"/>
                <w:numId w:val="33"/>
              </w:numPr>
              <w:ind w:left="360"/>
              <w:jc w:val="both"/>
              <w:rPr>
                <w:noProof/>
                <w:sz w:val="24"/>
                <w:szCs w:val="24"/>
                <w:lang w:val="ro-RO"/>
              </w:rPr>
            </w:pPr>
            <w:r w:rsidRPr="00E67132">
              <w:rPr>
                <w:noProof/>
                <w:sz w:val="24"/>
                <w:szCs w:val="24"/>
                <w:lang w:val="ro-RO"/>
              </w:rPr>
              <w:t>document notarial care atesta constituirea patrimoniului de afectațiune</w:t>
            </w:r>
          </w:p>
          <w:p w14:paraId="63B607BB" w14:textId="77777777" w:rsidR="00EA1D22" w:rsidRPr="00E67132" w:rsidRDefault="00EA1D22" w:rsidP="00342928">
            <w:pPr>
              <w:tabs>
                <w:tab w:val="left" w:pos="6700"/>
              </w:tabs>
              <w:spacing w:before="120"/>
              <w:jc w:val="both"/>
              <w:rPr>
                <w:rFonts w:ascii="Calibri" w:hAnsi="Calibri" w:cs="Calibri"/>
                <w:noProof/>
                <w:sz w:val="22"/>
                <w:szCs w:val="22"/>
                <w:lang w:val="ro-RO"/>
              </w:rPr>
            </w:pPr>
          </w:p>
          <w:p w14:paraId="595388AB"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74AEEBFF" w14:textId="77777777" w:rsidR="00A64491" w:rsidRPr="00E67132" w:rsidRDefault="00A64491" w:rsidP="00342928">
            <w:pPr>
              <w:tabs>
                <w:tab w:val="left" w:pos="6700"/>
              </w:tabs>
              <w:spacing w:before="120"/>
              <w:jc w:val="both"/>
              <w:rPr>
                <w:rFonts w:ascii="Calibri" w:hAnsi="Calibri" w:cs="Calibri"/>
                <w:noProof/>
                <w:sz w:val="22"/>
                <w:szCs w:val="22"/>
                <w:lang w:val="ro-RO"/>
              </w:rPr>
            </w:pPr>
          </w:p>
          <w:p w14:paraId="75A09AB5" w14:textId="77777777" w:rsidR="00A64491" w:rsidRPr="00E67132" w:rsidRDefault="005F25D4" w:rsidP="00342928">
            <w:pPr>
              <w:tabs>
                <w:tab w:val="left" w:pos="6700"/>
              </w:tabs>
              <w:spacing w:before="120"/>
              <w:jc w:val="both"/>
              <w:rPr>
                <w:rFonts w:ascii="Calibri" w:hAnsi="Calibri" w:cs="Calibri"/>
                <w:noProof/>
                <w:sz w:val="22"/>
                <w:szCs w:val="22"/>
                <w:lang w:val="ro-RO"/>
              </w:rPr>
            </w:pPr>
            <w:r w:rsidRPr="00E67132">
              <w:rPr>
                <w:rFonts w:ascii="Calibri" w:hAnsi="Calibri" w:cs="Calibri"/>
                <w:b/>
                <w:noProof/>
                <w:lang w:val="ro-RO"/>
              </w:rPr>
              <w:t>și/sau</w:t>
            </w:r>
          </w:p>
          <w:p w14:paraId="2D5C025F" w14:textId="77777777" w:rsidR="005E13EA" w:rsidRPr="00E67132" w:rsidRDefault="005102F2" w:rsidP="00D17076">
            <w:pPr>
              <w:pStyle w:val="ListParagraph"/>
              <w:numPr>
                <w:ilvl w:val="0"/>
                <w:numId w:val="34"/>
              </w:numPr>
              <w:tabs>
                <w:tab w:val="left" w:pos="6700"/>
              </w:tabs>
              <w:spacing w:before="120"/>
              <w:ind w:left="270" w:hanging="258"/>
              <w:jc w:val="both"/>
              <w:rPr>
                <w:rFonts w:ascii="Calibri" w:hAnsi="Calibri" w:cs="Calibri"/>
                <w:noProof/>
                <w:sz w:val="22"/>
                <w:szCs w:val="22"/>
                <w:lang w:val="ro-RO"/>
              </w:rPr>
            </w:pPr>
            <w:r w:rsidRPr="00E67132">
              <w:rPr>
                <w:rFonts w:ascii="Calibri" w:hAnsi="Calibri"/>
                <w:noProof/>
                <w:lang w:val="ro-RO"/>
              </w:rPr>
              <w:t xml:space="preserve">documente pentru terenul ce constituie vatra stupinei – acte de proprietate conform legislaţiei în vigoare, sau contract de concesiune/ contract de arendă/ închiriere/comodat valabile la momentul depunerii Cererii de Finanțare. </w:t>
            </w:r>
          </w:p>
          <w:p w14:paraId="3DD3D0A7" w14:textId="77777777" w:rsidR="005E13EA" w:rsidRPr="00E67132" w:rsidRDefault="005E13EA"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 </w:t>
            </w:r>
          </w:p>
          <w:p w14:paraId="01F85DDB"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30353D1A"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0575DE2D"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15D912A8"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43AD743F" w14:textId="77777777" w:rsidR="005E13EA" w:rsidRPr="00E67132" w:rsidRDefault="005E13EA" w:rsidP="00342928">
            <w:pPr>
              <w:tabs>
                <w:tab w:val="left" w:pos="6700"/>
              </w:tabs>
              <w:spacing w:before="120"/>
              <w:jc w:val="both"/>
              <w:rPr>
                <w:rFonts w:ascii="Calibri" w:hAnsi="Calibri" w:cs="Calibri"/>
                <w:noProof/>
                <w:sz w:val="22"/>
                <w:szCs w:val="22"/>
                <w:lang w:val="ro-RO"/>
              </w:rPr>
            </w:pPr>
          </w:p>
          <w:p w14:paraId="70517E15" w14:textId="77777777" w:rsidR="00255E08" w:rsidRPr="00E67132" w:rsidRDefault="00255E08" w:rsidP="00342928">
            <w:pPr>
              <w:tabs>
                <w:tab w:val="left" w:pos="6700"/>
              </w:tabs>
              <w:spacing w:before="120"/>
              <w:jc w:val="both"/>
              <w:rPr>
                <w:rFonts w:ascii="Calibri" w:hAnsi="Calibri" w:cs="Calibri"/>
                <w:noProof/>
                <w:sz w:val="22"/>
                <w:szCs w:val="22"/>
                <w:lang w:val="ro-RO"/>
              </w:rPr>
            </w:pPr>
          </w:p>
          <w:p w14:paraId="015EECBC" w14:textId="77777777" w:rsidR="00255E08" w:rsidRPr="00E67132" w:rsidRDefault="00255E08" w:rsidP="00342928">
            <w:pPr>
              <w:tabs>
                <w:tab w:val="left" w:pos="6700"/>
              </w:tabs>
              <w:spacing w:before="120"/>
              <w:jc w:val="both"/>
              <w:rPr>
                <w:rFonts w:ascii="Calibri" w:hAnsi="Calibri" w:cs="Calibri"/>
                <w:noProof/>
                <w:sz w:val="22"/>
                <w:szCs w:val="22"/>
                <w:lang w:val="ro-RO"/>
              </w:rPr>
            </w:pPr>
          </w:p>
          <w:p w14:paraId="31AC9A93" w14:textId="77777777" w:rsidR="00255E08" w:rsidRPr="00E67132" w:rsidRDefault="00255E08" w:rsidP="00342928">
            <w:pPr>
              <w:tabs>
                <w:tab w:val="left" w:pos="6700"/>
              </w:tabs>
              <w:spacing w:before="120"/>
              <w:jc w:val="both"/>
              <w:rPr>
                <w:rFonts w:ascii="Calibri" w:hAnsi="Calibri" w:cs="Calibri"/>
                <w:noProof/>
                <w:sz w:val="22"/>
                <w:szCs w:val="22"/>
                <w:lang w:val="ro-RO"/>
              </w:rPr>
            </w:pPr>
          </w:p>
          <w:p w14:paraId="45B2CEAC" w14:textId="77777777" w:rsidR="0064736C" w:rsidRPr="00E67132" w:rsidRDefault="0064736C" w:rsidP="00342928">
            <w:pPr>
              <w:tabs>
                <w:tab w:val="left" w:pos="6700"/>
              </w:tabs>
              <w:spacing w:before="120"/>
              <w:jc w:val="both"/>
              <w:rPr>
                <w:rFonts w:ascii="Calibri" w:hAnsi="Calibri" w:cs="Calibri"/>
                <w:noProof/>
                <w:sz w:val="22"/>
                <w:szCs w:val="22"/>
                <w:lang w:val="ro-RO"/>
              </w:rPr>
            </w:pPr>
          </w:p>
          <w:p w14:paraId="77AF7695" w14:textId="77777777" w:rsidR="00A64491" w:rsidRPr="00E67132" w:rsidRDefault="00A64491" w:rsidP="00342928">
            <w:pPr>
              <w:tabs>
                <w:tab w:val="left" w:pos="6700"/>
              </w:tabs>
              <w:spacing w:before="120"/>
              <w:jc w:val="both"/>
              <w:rPr>
                <w:rFonts w:ascii="Calibri" w:hAnsi="Calibri" w:cs="Calibri"/>
                <w:noProof/>
                <w:sz w:val="22"/>
                <w:szCs w:val="22"/>
                <w:lang w:val="ro-RO"/>
              </w:rPr>
            </w:pPr>
          </w:p>
          <w:p w14:paraId="21652F69" w14:textId="77777777" w:rsidR="005E13EA" w:rsidRPr="00E67132" w:rsidRDefault="005E13EA" w:rsidP="00A64491">
            <w:pPr>
              <w:tabs>
                <w:tab w:val="left" w:pos="6700"/>
              </w:tabs>
              <w:spacing w:before="120"/>
              <w:jc w:val="both"/>
              <w:rPr>
                <w:rFonts w:ascii="Calibri" w:hAnsi="Calibri" w:cs="Calibri"/>
                <w:b/>
                <w:noProof/>
                <w:sz w:val="22"/>
                <w:szCs w:val="22"/>
                <w:lang w:val="ro-RO"/>
              </w:rPr>
            </w:pPr>
            <w:r w:rsidRPr="00E67132">
              <w:rPr>
                <w:rFonts w:ascii="Calibri" w:hAnsi="Calibri" w:cs="Calibri"/>
                <w:b/>
                <w:noProof/>
                <w:sz w:val="22"/>
                <w:szCs w:val="22"/>
                <w:lang w:val="ro-RO"/>
              </w:rPr>
              <w:t>Documente verificate si listate de expertul OJFIR din baza de date IACS de la APIA:</w:t>
            </w:r>
          </w:p>
          <w:p w14:paraId="41D89D98" w14:textId="77777777" w:rsidR="005E13EA" w:rsidRPr="00E67132" w:rsidRDefault="005E13EA"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Document privind înscrierea în Registrul unic de identificare al solicitantului care trebuie sa cuprindă codul unic de inregistrare si data atribuirii acestui cod. </w:t>
            </w:r>
          </w:p>
          <w:p w14:paraId="2E22B0E1" w14:textId="77777777" w:rsidR="005E13EA" w:rsidRPr="00E67132" w:rsidRDefault="005E13EA"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14:paraId="03E8675B" w14:textId="77777777" w:rsidR="005E13EA" w:rsidRPr="00E67132" w:rsidRDefault="005E13EA" w:rsidP="005E13EA">
            <w:pPr>
              <w:tabs>
                <w:tab w:val="center" w:pos="4536"/>
                <w:tab w:val="right" w:pos="9072"/>
              </w:tabs>
              <w:jc w:val="both"/>
              <w:rPr>
                <w:rFonts w:ascii="Calibri" w:hAnsi="Calibri" w:cs="Calibri"/>
                <w:b/>
                <w:noProof/>
                <w:sz w:val="22"/>
                <w:szCs w:val="22"/>
                <w:lang w:val="ro-RO"/>
              </w:rPr>
            </w:pPr>
          </w:p>
          <w:p w14:paraId="05D1C9B5"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5C33C858"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4999BC86"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29E23161"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658D21C4"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25539A3"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4A910F76"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A0AF56A"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5175AB4A"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2A39102C"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6A2E3D1A"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0AEAF57A"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2D7F36D"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61A29FF2"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6DEF0CA"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21C8421D"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A9D0603"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4FC72C4"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3CB7C3B"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2069B1A9"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1D16C26"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2A2EB9C9"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5D9A0E89"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A2C98A6"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BE91450"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57BD0C37"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0A8A7AF1"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D9B24AC"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43DAD25F"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CC551F7"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8E64732"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5463A88"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62404680"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56DD8732"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0B987C2F"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73E0C394"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0BC00ED"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77C36D4"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350155F"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02509364"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68330771"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08B16907"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1916D609"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1C1DDC5B"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409B54AB"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220BF426"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3FA208FB"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463F6158"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088656D9"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24BE6933"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37D67D01"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3A866109"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50456FA9" w14:textId="77777777" w:rsidR="005F25D4" w:rsidRPr="00E67132" w:rsidRDefault="005F25D4" w:rsidP="005E13EA">
            <w:pPr>
              <w:tabs>
                <w:tab w:val="center" w:pos="4536"/>
                <w:tab w:val="right" w:pos="9072"/>
              </w:tabs>
              <w:jc w:val="both"/>
              <w:rPr>
                <w:rFonts w:ascii="Calibri" w:hAnsi="Calibri" w:cs="Calibri"/>
                <w:b/>
                <w:noProof/>
                <w:sz w:val="22"/>
                <w:szCs w:val="22"/>
                <w:lang w:val="ro-RO"/>
              </w:rPr>
            </w:pPr>
          </w:p>
          <w:p w14:paraId="12D9749F" w14:textId="77777777" w:rsidR="00434E41" w:rsidRPr="00E67132" w:rsidRDefault="00434E41" w:rsidP="005E13EA">
            <w:pPr>
              <w:tabs>
                <w:tab w:val="center" w:pos="4536"/>
                <w:tab w:val="right" w:pos="9072"/>
              </w:tabs>
              <w:jc w:val="both"/>
              <w:rPr>
                <w:rFonts w:ascii="Calibri" w:hAnsi="Calibri" w:cs="Calibri"/>
                <w:b/>
                <w:noProof/>
                <w:sz w:val="22"/>
                <w:szCs w:val="22"/>
                <w:lang w:val="ro-RO"/>
              </w:rPr>
            </w:pPr>
          </w:p>
          <w:p w14:paraId="3B5BC384" w14:textId="77777777" w:rsidR="005F25D4" w:rsidRPr="00E67132" w:rsidRDefault="005F25D4" w:rsidP="00140E45">
            <w:pPr>
              <w:tabs>
                <w:tab w:val="left" w:pos="450"/>
              </w:tabs>
              <w:jc w:val="both"/>
              <w:rPr>
                <w:rFonts w:ascii="Calibri" w:hAnsi="Calibri" w:cs="Calibri"/>
                <w:b/>
                <w:noProof/>
                <w:sz w:val="22"/>
                <w:szCs w:val="22"/>
                <w:u w:val="single"/>
                <w:lang w:val="ro-RO"/>
              </w:rPr>
            </w:pPr>
          </w:p>
          <w:p w14:paraId="4A686AEE" w14:textId="77777777" w:rsidR="005E13EA" w:rsidRPr="00E67132" w:rsidRDefault="006374C5" w:rsidP="00140E45">
            <w:pPr>
              <w:tabs>
                <w:tab w:val="left" w:pos="450"/>
              </w:tabs>
              <w:jc w:val="both"/>
              <w:rPr>
                <w:rFonts w:ascii="Calibri" w:hAnsi="Calibri" w:cs="Calibri"/>
                <w:b/>
                <w:noProof/>
                <w:sz w:val="22"/>
                <w:szCs w:val="22"/>
                <w:u w:val="single"/>
                <w:lang w:val="ro-RO"/>
              </w:rPr>
            </w:pPr>
            <w:r w:rsidRPr="00E67132">
              <w:rPr>
                <w:rFonts w:ascii="Calibri" w:hAnsi="Calibri" w:cs="Calibri"/>
                <w:b/>
                <w:noProof/>
                <w:sz w:val="22"/>
                <w:szCs w:val="22"/>
                <w:u w:val="single"/>
                <w:lang w:val="ro-RO"/>
              </w:rPr>
              <w:t>d</w:t>
            </w:r>
            <w:r w:rsidR="005E13EA" w:rsidRPr="00E67132">
              <w:rPr>
                <w:rFonts w:ascii="Calibri" w:hAnsi="Calibri" w:cs="Calibri"/>
                <w:b/>
                <w:noProof/>
                <w:sz w:val="22"/>
                <w:szCs w:val="22"/>
                <w:u w:val="single"/>
                <w:lang w:val="ro-RO"/>
              </w:rPr>
              <w:t>) Documente solicitate pentru animale, păsări şi familii de albine:</w:t>
            </w:r>
          </w:p>
          <w:p w14:paraId="22DB0D58" w14:textId="77777777" w:rsidR="005E13EA" w:rsidRPr="00E67132" w:rsidRDefault="005E13EA" w:rsidP="005E13EA">
            <w:pPr>
              <w:tabs>
                <w:tab w:val="center" w:pos="4536"/>
                <w:tab w:val="right" w:pos="9072"/>
              </w:tabs>
              <w:jc w:val="both"/>
              <w:rPr>
                <w:rFonts w:ascii="Calibri" w:hAnsi="Calibri" w:cs="Calibri"/>
                <w:noProof/>
                <w:sz w:val="22"/>
                <w:szCs w:val="22"/>
                <w:lang w:val="ro-RO"/>
              </w:rPr>
            </w:pPr>
            <w:r w:rsidRPr="00E67132">
              <w:rPr>
                <w:rFonts w:ascii="Calibri" w:hAnsi="Calibri" w:cs="Calibri"/>
                <w:noProof/>
                <w:sz w:val="22"/>
                <w:szCs w:val="22"/>
                <w:lang w:val="ro-RO"/>
              </w:rPr>
              <w:t xml:space="preserve">Extras din Registrul Exploatatiei emis de ANSVSA/DSVSA </w:t>
            </w:r>
            <w:r w:rsidR="0021627C" w:rsidRPr="00E67132">
              <w:rPr>
                <w:rFonts w:ascii="Calibri" w:hAnsi="Calibri" w:cs="Calibri"/>
                <w:noProof/>
                <w:sz w:val="22"/>
                <w:szCs w:val="22"/>
                <w:lang w:val="ro-RO"/>
              </w:rPr>
              <w:t>cu cel mult 30 de zile</w:t>
            </w:r>
            <w:r w:rsidR="00151693" w:rsidRPr="00E67132">
              <w:rPr>
                <w:rFonts w:ascii="Calibri" w:hAnsi="Calibri" w:cs="Calibri"/>
                <w:noProof/>
                <w:sz w:val="22"/>
                <w:szCs w:val="22"/>
                <w:lang w:val="ro-RO"/>
              </w:rPr>
              <w:t xml:space="preserve"> </w:t>
            </w:r>
            <w:r w:rsidR="00151693" w:rsidRPr="00E67132">
              <w:rPr>
                <w:rFonts w:ascii="Calibri" w:hAnsi="Calibri" w:cs="Calibri"/>
                <w:noProof/>
                <w:sz w:val="22"/>
                <w:szCs w:val="22"/>
                <w:lang w:val="ro-RO" w:eastAsia="fr-FR"/>
              </w:rPr>
              <w:t>calendaristice</w:t>
            </w:r>
            <w:r w:rsidR="0021627C" w:rsidRPr="00E67132">
              <w:rPr>
                <w:rFonts w:ascii="Calibri" w:hAnsi="Calibri" w:cs="Calibri"/>
                <w:noProof/>
                <w:sz w:val="22"/>
                <w:szCs w:val="22"/>
                <w:lang w:val="ro-RO" w:eastAsia="fr-FR"/>
              </w:rPr>
              <w:t xml:space="preserve"> </w:t>
            </w:r>
            <w:r w:rsidR="00334C30" w:rsidRPr="00E67132">
              <w:rPr>
                <w:rFonts w:ascii="Calibri" w:hAnsi="Calibri" w:cs="Calibri"/>
                <w:noProof/>
                <w:sz w:val="22"/>
                <w:szCs w:val="22"/>
                <w:lang w:val="ro-RO"/>
              </w:rPr>
              <w:t xml:space="preserve">înainte de data depunerii CF, </w:t>
            </w:r>
            <w:r w:rsidRPr="00E67132">
              <w:rPr>
                <w:rFonts w:ascii="Calibri" w:hAnsi="Calibri" w:cs="Calibri"/>
                <w:noProof/>
                <w:sz w:val="22"/>
                <w:szCs w:val="22"/>
                <w:lang w:val="ro-RO"/>
              </w:rPr>
              <w:t xml:space="preserve">din care să rezulte efectivul de animale deţinut, însoţit de formular de mişcare ANSVSA/DSVSA </w:t>
            </w:r>
            <w:r w:rsidRPr="00E67132">
              <w:rPr>
                <w:rFonts w:ascii="Calibri" w:hAnsi="Calibri" w:cs="Calibri"/>
                <w:i/>
                <w:noProof/>
                <w:sz w:val="22"/>
                <w:szCs w:val="22"/>
                <w:lang w:val="ro-RO"/>
              </w:rPr>
              <w:t>(Anexa 4 din Normele sanitare veterinare ale Ordinului ANSVSA nr. 40/2010)</w:t>
            </w:r>
            <w:r w:rsidRPr="00E67132">
              <w:rPr>
                <w:rFonts w:ascii="Calibri" w:hAnsi="Calibri" w:cs="Calibri"/>
                <w:noProof/>
                <w:sz w:val="22"/>
                <w:szCs w:val="22"/>
                <w:lang w:val="ro-RO"/>
              </w:rPr>
              <w:t xml:space="preserve">; </w:t>
            </w:r>
          </w:p>
          <w:p w14:paraId="489BBD7D" w14:textId="77777777" w:rsidR="005C130E" w:rsidRPr="00E67132" w:rsidRDefault="005C130E" w:rsidP="005E13EA">
            <w:pPr>
              <w:tabs>
                <w:tab w:val="center" w:pos="4536"/>
                <w:tab w:val="right" w:pos="9072"/>
              </w:tabs>
              <w:jc w:val="both"/>
              <w:rPr>
                <w:rFonts w:ascii="Calibri" w:hAnsi="Calibri" w:cs="Calibri"/>
                <w:noProof/>
                <w:sz w:val="22"/>
                <w:szCs w:val="22"/>
                <w:lang w:val="ro-RO"/>
              </w:rPr>
            </w:pPr>
          </w:p>
          <w:p w14:paraId="19C13A0E" w14:textId="6143DC8A" w:rsidR="005C130E" w:rsidRPr="00E67132" w:rsidRDefault="005C130E" w:rsidP="005C130E">
            <w:pPr>
              <w:pStyle w:val="NoSpacing"/>
              <w:tabs>
                <w:tab w:val="left" w:pos="720"/>
                <w:tab w:val="left" w:pos="2268"/>
              </w:tabs>
              <w:jc w:val="both"/>
              <w:rPr>
                <w:rFonts w:cs="Calibri"/>
                <w:noProof/>
                <w:sz w:val="24"/>
                <w:szCs w:val="24"/>
                <w:lang w:val="ro-RO"/>
              </w:rPr>
            </w:pPr>
            <w:r w:rsidRPr="00E67132">
              <w:rPr>
                <w:rFonts w:cs="Calibri"/>
                <w:noProof/>
                <w:sz w:val="24"/>
                <w:szCs w:val="24"/>
                <w:lang w:val="ro-RO"/>
              </w:rPr>
              <w:t xml:space="preserve">Copia adeverintei emise de ANZ din care să rezulte </w:t>
            </w:r>
            <w:r w:rsidRPr="00E67132">
              <w:rPr>
                <w:rFonts w:cs="Calibri"/>
                <w:noProof/>
                <w:color w:val="333333"/>
                <w:sz w:val="24"/>
                <w:szCs w:val="24"/>
                <w:lang w:val="ro-RO"/>
              </w:rPr>
              <w:t xml:space="preserve">codul de identificare a stupinei  </w:t>
            </w:r>
            <w:r w:rsidRPr="00E67132">
              <w:rPr>
                <w:rFonts w:cs="Calibri"/>
                <w:noProof/>
                <w:sz w:val="24"/>
                <w:szCs w:val="24"/>
                <w:lang w:val="ro-RO"/>
              </w:rPr>
              <w:t xml:space="preserve"> și stupilor, numarul familiilor de albine</w:t>
            </w:r>
            <w:r w:rsidR="00D17076">
              <w:rPr>
                <w:rFonts w:cs="Calibri"/>
                <w:noProof/>
                <w:sz w:val="24"/>
                <w:szCs w:val="24"/>
                <w:lang w:val="ro-RO"/>
              </w:rPr>
              <w:t>.</w:t>
            </w:r>
          </w:p>
          <w:p w14:paraId="24DCF62B" w14:textId="77777777" w:rsidR="005C130E" w:rsidRPr="00E67132" w:rsidRDefault="005C130E" w:rsidP="005E13EA">
            <w:pPr>
              <w:tabs>
                <w:tab w:val="center" w:pos="4536"/>
                <w:tab w:val="right" w:pos="9072"/>
              </w:tabs>
              <w:jc w:val="both"/>
              <w:rPr>
                <w:rFonts w:ascii="Calibri" w:hAnsi="Calibri" w:cs="Calibri"/>
                <w:noProof/>
                <w:sz w:val="22"/>
                <w:szCs w:val="22"/>
                <w:lang w:val="ro-RO"/>
              </w:rPr>
            </w:pPr>
          </w:p>
          <w:p w14:paraId="4BDC833F"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65A3E77E"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5BF4C448"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581AF37E"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1CFC13D9"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0D9234F7"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3D06A5FF"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431AFF4E"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7DC11ABD" w14:textId="77777777" w:rsidR="00133EFF" w:rsidRPr="00E67132" w:rsidRDefault="00133EFF" w:rsidP="005E13EA">
            <w:pPr>
              <w:tabs>
                <w:tab w:val="center" w:pos="4536"/>
                <w:tab w:val="right" w:pos="9072"/>
              </w:tabs>
              <w:jc w:val="both"/>
              <w:rPr>
                <w:rFonts w:ascii="Calibri" w:hAnsi="Calibri" w:cs="Calibri"/>
                <w:noProof/>
                <w:sz w:val="22"/>
                <w:szCs w:val="22"/>
                <w:lang w:val="ro-RO"/>
              </w:rPr>
            </w:pPr>
          </w:p>
          <w:p w14:paraId="742BC8D5" w14:textId="77777777" w:rsidR="005E13EA" w:rsidRPr="00E67132" w:rsidRDefault="005E13EA" w:rsidP="005E13EA">
            <w:pPr>
              <w:tabs>
                <w:tab w:val="center" w:pos="4536"/>
                <w:tab w:val="right" w:pos="9072"/>
              </w:tabs>
              <w:jc w:val="both"/>
              <w:rPr>
                <w:rFonts w:ascii="Calibri" w:hAnsi="Calibri" w:cs="Calibri"/>
                <w:noProof/>
                <w:sz w:val="22"/>
                <w:szCs w:val="22"/>
                <w:lang w:val="ro-RO"/>
              </w:rPr>
            </w:pPr>
          </w:p>
          <w:p w14:paraId="4EC47D1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30033AC"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9CB3689"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3F7F293"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7A21ABD8"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78CA7161"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096C9672"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5D43ECD"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5A79F877"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43DDDB3"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46EE828"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DCD0EFD"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EC4CC30"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EDA23D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19D666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E6EC7A6"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0AEE0EA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9B53DB0"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90C7009"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D33071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9A33CC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65F1561"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58C3EC79"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F53CDAC"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7D06390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72C6404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3A9C6D9C"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E25CBB9"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B0527B7"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7FD15119"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1C212013"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3DD83346"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A33CB04"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0000FF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3D71B426"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E18F6D6"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EC25233"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FD83BED"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557FE54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268C1AD5"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67EE13C6"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33798E30"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5950998F"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041FDFCA"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55D8FDE1"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0090951B" w14:textId="77777777" w:rsidR="00D81CB3" w:rsidRPr="00E67132" w:rsidRDefault="00D81CB3" w:rsidP="00D81CB3">
            <w:pPr>
              <w:tabs>
                <w:tab w:val="num" w:pos="270"/>
                <w:tab w:val="right" w:pos="9072"/>
              </w:tabs>
              <w:jc w:val="both"/>
              <w:rPr>
                <w:rFonts w:ascii="Calibri" w:hAnsi="Calibri" w:cs="Calibri"/>
                <w:b/>
                <w:noProof/>
                <w:sz w:val="22"/>
                <w:szCs w:val="22"/>
                <w:lang w:val="ro-RO"/>
              </w:rPr>
            </w:pPr>
          </w:p>
          <w:p w14:paraId="45B4E3A8" w14:textId="77777777" w:rsidR="00D81CB3" w:rsidRPr="00E67132" w:rsidRDefault="00D81CB3" w:rsidP="00D81CB3">
            <w:pPr>
              <w:tabs>
                <w:tab w:val="num" w:pos="270"/>
                <w:tab w:val="right" w:pos="9072"/>
              </w:tabs>
              <w:jc w:val="both"/>
              <w:rPr>
                <w:rFonts w:ascii="Calibri" w:hAnsi="Calibri" w:cs="Calibri"/>
                <w:b/>
                <w:noProof/>
                <w:sz w:val="22"/>
                <w:szCs w:val="22"/>
                <w:lang w:val="ro-RO"/>
              </w:rPr>
            </w:pPr>
            <w:r w:rsidRPr="00E67132">
              <w:rPr>
                <w:rFonts w:ascii="Calibri" w:hAnsi="Calibri" w:cs="Calibri"/>
                <w:b/>
                <w:noProof/>
                <w:sz w:val="22"/>
                <w:szCs w:val="22"/>
                <w:lang w:val="ro-RO"/>
              </w:rPr>
              <w:t>Paşaportul emis de ANZ pentru ecvideele (cabalinele) cu rasă şi origine.</w:t>
            </w:r>
          </w:p>
          <w:p w14:paraId="478E7C5F" w14:textId="77777777" w:rsidR="00D81CB3" w:rsidRPr="00E67132" w:rsidRDefault="00D81CB3" w:rsidP="005E13EA">
            <w:pPr>
              <w:tabs>
                <w:tab w:val="center" w:pos="4536"/>
                <w:tab w:val="right" w:pos="9072"/>
              </w:tabs>
              <w:jc w:val="both"/>
              <w:rPr>
                <w:rFonts w:ascii="Calibri" w:hAnsi="Calibri" w:cs="Calibri"/>
                <w:noProof/>
                <w:sz w:val="22"/>
                <w:szCs w:val="22"/>
                <w:lang w:val="ro-RO"/>
              </w:rPr>
            </w:pPr>
          </w:p>
          <w:p w14:paraId="404633BC" w14:textId="77777777" w:rsidR="00A64491" w:rsidRPr="00E67132" w:rsidRDefault="00A64491" w:rsidP="005E13EA">
            <w:pPr>
              <w:tabs>
                <w:tab w:val="center" w:pos="4536"/>
                <w:tab w:val="right" w:pos="9072"/>
              </w:tabs>
              <w:jc w:val="both"/>
              <w:rPr>
                <w:rFonts w:ascii="Calibri" w:hAnsi="Calibri" w:cs="Calibri"/>
                <w:noProof/>
                <w:sz w:val="22"/>
                <w:szCs w:val="22"/>
                <w:lang w:val="ro-RO"/>
              </w:rPr>
            </w:pPr>
          </w:p>
          <w:p w14:paraId="603B8A5D" w14:textId="77777777" w:rsidR="005C130E" w:rsidRPr="00E67132" w:rsidRDefault="005C130E" w:rsidP="005E13EA">
            <w:pPr>
              <w:tabs>
                <w:tab w:val="center" w:pos="4536"/>
                <w:tab w:val="right" w:pos="9072"/>
              </w:tabs>
              <w:jc w:val="both"/>
              <w:rPr>
                <w:rFonts w:ascii="Calibri" w:hAnsi="Calibri" w:cs="Calibri"/>
                <w:noProof/>
                <w:sz w:val="22"/>
                <w:szCs w:val="22"/>
                <w:lang w:val="ro-RO"/>
              </w:rPr>
            </w:pPr>
          </w:p>
          <w:p w14:paraId="6737EE2B" w14:textId="77777777" w:rsidR="005C130E" w:rsidRPr="00E67132" w:rsidRDefault="005C130E" w:rsidP="005E13EA">
            <w:pPr>
              <w:tabs>
                <w:tab w:val="center" w:pos="4536"/>
                <w:tab w:val="right" w:pos="9072"/>
              </w:tabs>
              <w:jc w:val="both"/>
              <w:rPr>
                <w:rFonts w:ascii="Calibri" w:hAnsi="Calibri" w:cs="Calibri"/>
                <w:noProof/>
                <w:sz w:val="22"/>
                <w:szCs w:val="22"/>
                <w:lang w:val="ro-RO"/>
              </w:rPr>
            </w:pPr>
          </w:p>
          <w:p w14:paraId="67B8E666" w14:textId="77777777" w:rsidR="00A64491" w:rsidRPr="00E67132" w:rsidRDefault="00A64491" w:rsidP="005E13EA">
            <w:pPr>
              <w:tabs>
                <w:tab w:val="center" w:pos="4536"/>
                <w:tab w:val="right" w:pos="9072"/>
              </w:tabs>
              <w:jc w:val="both"/>
              <w:rPr>
                <w:rFonts w:ascii="Calibri" w:hAnsi="Calibri" w:cs="Calibri"/>
                <w:noProof/>
                <w:sz w:val="22"/>
                <w:szCs w:val="22"/>
                <w:lang w:val="ro-RO"/>
              </w:rPr>
            </w:pPr>
          </w:p>
          <w:p w14:paraId="3B6BBDC8" w14:textId="77777777" w:rsidR="005E13EA" w:rsidRPr="00E67132" w:rsidRDefault="005E13EA" w:rsidP="005E13EA">
            <w:pPr>
              <w:tabs>
                <w:tab w:val="center" w:pos="4536"/>
                <w:tab w:val="right" w:pos="9072"/>
              </w:tabs>
              <w:jc w:val="both"/>
              <w:rPr>
                <w:rFonts w:ascii="Calibri" w:hAnsi="Calibri" w:cs="Calibri"/>
                <w:noProof/>
                <w:sz w:val="22"/>
                <w:szCs w:val="22"/>
                <w:lang w:val="ro-RO"/>
              </w:rPr>
            </w:pPr>
            <w:r w:rsidRPr="00E67132">
              <w:rPr>
                <w:rFonts w:ascii="Calibri" w:hAnsi="Calibri" w:cs="Calibri"/>
                <w:b/>
                <w:noProof/>
                <w:sz w:val="22"/>
                <w:szCs w:val="22"/>
                <w:lang w:val="ro-RO"/>
              </w:rPr>
              <w:t>Pentru exploataţiile agricole care deţin păsari</w:t>
            </w:r>
            <w:r w:rsidRPr="00E67132">
              <w:rPr>
                <w:rFonts w:ascii="Calibri" w:hAnsi="Calibri" w:cs="Calibri"/>
                <w:noProof/>
                <w:sz w:val="22"/>
                <w:szCs w:val="22"/>
                <w:lang w:val="ro-RO"/>
              </w:rPr>
              <w:t xml:space="preserve"> </w:t>
            </w:r>
            <w:r w:rsidR="004848E2" w:rsidRPr="00E67132">
              <w:rPr>
                <w:rFonts w:ascii="Calibri" w:hAnsi="Calibri" w:cs="Calibri"/>
                <w:b/>
                <w:noProof/>
                <w:sz w:val="22"/>
                <w:szCs w:val="22"/>
                <w:lang w:val="ro-RO"/>
              </w:rPr>
              <w:t xml:space="preserve">si albine </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Adeverinţă eliberată de medicul veterinar de circumscripţie</w:t>
            </w:r>
            <w:r w:rsidR="00334C30" w:rsidRPr="00E67132">
              <w:rPr>
                <w:rFonts w:ascii="Calibri" w:hAnsi="Calibri" w:cs="Calibri"/>
                <w:noProof/>
                <w:sz w:val="22"/>
                <w:szCs w:val="22"/>
                <w:lang w:val="ro-RO"/>
              </w:rPr>
              <w:t>, emisă cu cel mult 30 de zile</w:t>
            </w:r>
            <w:r w:rsidR="00151693" w:rsidRPr="00E67132">
              <w:rPr>
                <w:rFonts w:ascii="Calibri" w:hAnsi="Calibri" w:cs="Calibri"/>
                <w:noProof/>
                <w:sz w:val="22"/>
                <w:szCs w:val="22"/>
                <w:lang w:val="ro-RO"/>
              </w:rPr>
              <w:t xml:space="preserve"> </w:t>
            </w:r>
            <w:r w:rsidR="00151693" w:rsidRPr="00E67132">
              <w:rPr>
                <w:rFonts w:ascii="Calibri" w:hAnsi="Calibri" w:cs="Calibri"/>
                <w:noProof/>
                <w:sz w:val="22"/>
                <w:szCs w:val="22"/>
                <w:lang w:val="ro-RO" w:eastAsia="fr-FR"/>
              </w:rPr>
              <w:t xml:space="preserve"> calendaristice</w:t>
            </w:r>
            <w:r w:rsidR="00334C30" w:rsidRPr="00E67132">
              <w:rPr>
                <w:rFonts w:ascii="Calibri" w:hAnsi="Calibri" w:cs="Calibri"/>
                <w:noProof/>
                <w:sz w:val="22"/>
                <w:szCs w:val="22"/>
                <w:lang w:val="ro-RO" w:eastAsia="fr-FR"/>
              </w:rPr>
              <w:t xml:space="preserve"> </w:t>
            </w:r>
            <w:r w:rsidR="00334C30" w:rsidRPr="00E67132">
              <w:rPr>
                <w:rFonts w:ascii="Calibri" w:hAnsi="Calibri" w:cs="Calibri"/>
                <w:noProof/>
                <w:sz w:val="22"/>
                <w:szCs w:val="22"/>
                <w:lang w:val="ro-RO"/>
              </w:rPr>
              <w:t>înainte de data depunerii CF,</w:t>
            </w:r>
            <w:r w:rsidRPr="00E67132">
              <w:rPr>
                <w:rFonts w:ascii="Calibri" w:hAnsi="Calibri" w:cs="Calibri"/>
                <w:noProof/>
                <w:sz w:val="22"/>
                <w:szCs w:val="22"/>
                <w:lang w:val="ro-RO"/>
              </w:rPr>
              <w:t xml:space="preserve"> din care rezulta numarul  păsari</w:t>
            </w:r>
            <w:r w:rsidRPr="00E67132">
              <w:rPr>
                <w:rFonts w:ascii="Calibri" w:hAnsi="Calibri" w:cs="Calibri"/>
                <w:b/>
                <w:noProof/>
                <w:sz w:val="22"/>
                <w:szCs w:val="22"/>
                <w:lang w:val="ro-RO"/>
              </w:rPr>
              <w:t>l</w:t>
            </w:r>
            <w:r w:rsidRPr="00E67132">
              <w:rPr>
                <w:rFonts w:ascii="Calibri" w:hAnsi="Calibri" w:cs="Calibri"/>
                <w:noProof/>
                <w:sz w:val="22"/>
                <w:szCs w:val="22"/>
                <w:lang w:val="ro-RO"/>
              </w:rPr>
              <w:t xml:space="preserve">or şi al familiilor de albine şi data inscrierii solicitantului in Registrul Exploatatiei. </w:t>
            </w:r>
          </w:p>
          <w:p w14:paraId="2F5C7C9F" w14:textId="77777777" w:rsidR="00F75DA2" w:rsidRPr="00E67132" w:rsidRDefault="00F75DA2" w:rsidP="00F75DA2">
            <w:pPr>
              <w:tabs>
                <w:tab w:val="num" w:pos="270"/>
                <w:tab w:val="right" w:pos="9072"/>
              </w:tabs>
              <w:jc w:val="both"/>
              <w:rPr>
                <w:rFonts w:ascii="Calibri" w:hAnsi="Calibri" w:cs="Calibri"/>
                <w:noProof/>
                <w:sz w:val="22"/>
                <w:szCs w:val="22"/>
                <w:lang w:val="ro-RO" w:eastAsia="fr-FR"/>
              </w:rPr>
            </w:pPr>
          </w:p>
          <w:p w14:paraId="0A25A6DF" w14:textId="77777777" w:rsidR="00F75DA2" w:rsidRPr="00E67132" w:rsidRDefault="00133EFF" w:rsidP="00F75DA2">
            <w:pPr>
              <w:tabs>
                <w:tab w:val="num" w:pos="270"/>
                <w:tab w:val="right" w:pos="9072"/>
              </w:tabs>
              <w:jc w:val="both"/>
              <w:rPr>
                <w:rFonts w:ascii="Calibri" w:hAnsi="Calibri" w:cs="Calibri"/>
                <w:noProof/>
                <w:sz w:val="22"/>
                <w:szCs w:val="22"/>
                <w:lang w:val="ro-RO"/>
              </w:rPr>
            </w:pPr>
            <w:r w:rsidRPr="00E67132">
              <w:rPr>
                <w:rFonts w:ascii="Calibri" w:hAnsi="Calibri" w:cs="Calibri"/>
                <w:b/>
                <w:noProof/>
                <w:sz w:val="22"/>
                <w:szCs w:val="22"/>
                <w:lang w:val="ro-RO"/>
              </w:rPr>
              <w:t>Documente pentru terenul ce constituie vatra stupinei</w:t>
            </w:r>
            <w:r w:rsidRPr="00E67132">
              <w:rPr>
                <w:rFonts w:ascii="Calibri" w:hAnsi="Calibri" w:cs="Calibri"/>
                <w:noProof/>
                <w:sz w:val="22"/>
                <w:szCs w:val="22"/>
                <w:lang w:val="ro-RO"/>
              </w:rPr>
              <w:t xml:space="preserve"> – acte de proprietate conform legislaţiei în vigoare, sau contract de concesiune/ contract de arendă/ închiriere/comodat</w:t>
            </w:r>
            <w:r w:rsidR="00CF0F0D" w:rsidRPr="00E67132">
              <w:rPr>
                <w:rFonts w:ascii="Calibri" w:hAnsi="Calibri" w:cs="Calibri"/>
                <w:noProof/>
                <w:sz w:val="22"/>
                <w:szCs w:val="22"/>
                <w:lang w:val="ro-RO"/>
              </w:rPr>
              <w:t xml:space="preserve"> valabile la momentul cerererii de finanţare, care să acopere perioada de implementare şi monitorizare a proiectului</w:t>
            </w:r>
            <w:r w:rsidRPr="00E67132">
              <w:rPr>
                <w:rFonts w:ascii="Calibri" w:hAnsi="Calibri" w:cs="Calibri"/>
                <w:noProof/>
                <w:sz w:val="22"/>
                <w:szCs w:val="22"/>
                <w:lang w:val="ro-RO"/>
              </w:rPr>
              <w:t>.</w:t>
            </w:r>
          </w:p>
          <w:p w14:paraId="617F7AF2" w14:textId="77777777" w:rsidR="000C53D4" w:rsidRPr="00E67132" w:rsidRDefault="000C53D4" w:rsidP="00F75DA2">
            <w:pPr>
              <w:tabs>
                <w:tab w:val="num" w:pos="270"/>
                <w:tab w:val="right" w:pos="9072"/>
              </w:tabs>
              <w:jc w:val="both"/>
              <w:rPr>
                <w:rFonts w:ascii="Calibri" w:hAnsi="Calibri" w:cs="Calibri"/>
                <w:noProof/>
                <w:sz w:val="22"/>
                <w:szCs w:val="22"/>
                <w:lang w:val="ro-RO"/>
              </w:rPr>
            </w:pPr>
          </w:p>
          <w:p w14:paraId="729C901F" w14:textId="77777777" w:rsidR="00D25EA0" w:rsidRPr="00E67132" w:rsidRDefault="00D25EA0" w:rsidP="00F75DA2">
            <w:pPr>
              <w:tabs>
                <w:tab w:val="num" w:pos="270"/>
                <w:tab w:val="right" w:pos="9072"/>
              </w:tabs>
              <w:jc w:val="both"/>
              <w:rPr>
                <w:rFonts w:ascii="Calibri" w:hAnsi="Calibri" w:cs="Calibri"/>
                <w:noProof/>
                <w:sz w:val="22"/>
                <w:szCs w:val="22"/>
                <w:lang w:val="ro-RO"/>
              </w:rPr>
            </w:pPr>
          </w:p>
          <w:p w14:paraId="7B51D8EA" w14:textId="77777777" w:rsidR="00D25EA0" w:rsidRPr="00E67132" w:rsidRDefault="00D25EA0" w:rsidP="00F75DA2">
            <w:pPr>
              <w:tabs>
                <w:tab w:val="num" w:pos="270"/>
                <w:tab w:val="right" w:pos="9072"/>
              </w:tabs>
              <w:jc w:val="both"/>
              <w:rPr>
                <w:rFonts w:ascii="Calibri" w:hAnsi="Calibri" w:cs="Calibri"/>
                <w:noProof/>
                <w:sz w:val="22"/>
                <w:szCs w:val="22"/>
                <w:lang w:val="ro-RO"/>
              </w:rPr>
            </w:pPr>
          </w:p>
          <w:p w14:paraId="0DFB7954"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036A49C9"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F9D5553" w14:textId="06FE8FCE" w:rsidR="00A56A25" w:rsidRPr="00E67132" w:rsidRDefault="00D81CB3" w:rsidP="00F75DA2">
            <w:pPr>
              <w:tabs>
                <w:tab w:val="num" w:pos="270"/>
                <w:tab w:val="right" w:pos="9072"/>
              </w:tabs>
              <w:jc w:val="both"/>
              <w:rPr>
                <w:rFonts w:ascii="Calibri" w:hAnsi="Calibri" w:cs="Calibri"/>
                <w:noProof/>
                <w:sz w:val="22"/>
                <w:szCs w:val="22"/>
                <w:lang w:val="ro-RO"/>
              </w:rPr>
            </w:pPr>
            <w:r w:rsidRPr="00E67132">
              <w:rPr>
                <w:rFonts w:ascii="Calibri" w:hAnsi="Calibri"/>
                <w:b/>
                <w:noProof/>
                <w:lang w:val="ro-RO"/>
              </w:rPr>
              <w:t>Registrul</w:t>
            </w:r>
            <w:r w:rsidR="00D17076">
              <w:rPr>
                <w:rFonts w:ascii="Calibri" w:hAnsi="Calibri"/>
                <w:b/>
                <w:noProof/>
                <w:lang w:val="ro-RO"/>
              </w:rPr>
              <w:t xml:space="preserve"> </w:t>
            </w:r>
            <w:r w:rsidRPr="00E67132">
              <w:rPr>
                <w:rFonts w:ascii="Calibri" w:hAnsi="Calibri"/>
                <w:b/>
                <w:noProof/>
                <w:lang w:val="ro-RO"/>
              </w:rPr>
              <w:t>agricol emis de Primării</w:t>
            </w:r>
            <w:r w:rsidR="00EF36F1" w:rsidRPr="00E67132">
              <w:rPr>
                <w:rFonts w:ascii="Calibri" w:hAnsi="Calibri"/>
                <w:b/>
                <w:noProof/>
                <w:lang w:val="ro-RO"/>
              </w:rPr>
              <w:t>, în copie</w:t>
            </w:r>
            <w:r w:rsidRPr="00E67132">
              <w:rPr>
                <w:rFonts w:ascii="Calibri" w:hAnsi="Calibri"/>
                <w:b/>
                <w:noProof/>
                <w:lang w:val="ro-RO"/>
              </w:rPr>
              <w:t>:</w:t>
            </w:r>
          </w:p>
          <w:p w14:paraId="71DF188E"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6BE03C3"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2A31334"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52470AF"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3203A54B"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50E8FF2B"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591F50F"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1B72EB29"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22B44BE7"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79D0A5BF"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54737F81" w14:textId="77777777" w:rsidR="00A56A25" w:rsidRPr="00E67132" w:rsidRDefault="00A56A25" w:rsidP="00F75DA2">
            <w:pPr>
              <w:tabs>
                <w:tab w:val="num" w:pos="270"/>
                <w:tab w:val="right" w:pos="9072"/>
              </w:tabs>
              <w:jc w:val="both"/>
              <w:rPr>
                <w:rFonts w:ascii="Calibri" w:hAnsi="Calibri" w:cs="Calibri"/>
                <w:noProof/>
                <w:sz w:val="22"/>
                <w:szCs w:val="22"/>
                <w:lang w:val="ro-RO"/>
              </w:rPr>
            </w:pPr>
          </w:p>
          <w:p w14:paraId="6DEF6016" w14:textId="77777777" w:rsidR="00D25EA0" w:rsidRPr="00E67132" w:rsidRDefault="00D25EA0" w:rsidP="00F75DA2">
            <w:pPr>
              <w:tabs>
                <w:tab w:val="num" w:pos="270"/>
                <w:tab w:val="right" w:pos="9072"/>
              </w:tabs>
              <w:jc w:val="both"/>
              <w:rPr>
                <w:rFonts w:ascii="Calibri" w:hAnsi="Calibri" w:cs="Calibri"/>
                <w:noProof/>
                <w:sz w:val="22"/>
                <w:szCs w:val="22"/>
                <w:lang w:val="ro-RO"/>
              </w:rPr>
            </w:pPr>
          </w:p>
          <w:p w14:paraId="13461F3C" w14:textId="77777777" w:rsidR="002F688C" w:rsidRPr="00E67132" w:rsidRDefault="002F688C" w:rsidP="00F75DA2">
            <w:pPr>
              <w:tabs>
                <w:tab w:val="num" w:pos="270"/>
                <w:tab w:val="right" w:pos="9072"/>
              </w:tabs>
              <w:jc w:val="both"/>
              <w:rPr>
                <w:rFonts w:ascii="Calibri" w:hAnsi="Calibri" w:cs="Calibri"/>
                <w:noProof/>
                <w:sz w:val="22"/>
                <w:szCs w:val="22"/>
                <w:lang w:val="ro-RO"/>
              </w:rPr>
            </w:pPr>
          </w:p>
          <w:p w14:paraId="0429025D" w14:textId="77777777" w:rsidR="002F688C" w:rsidRPr="00E67132" w:rsidRDefault="002F688C" w:rsidP="00F75DA2">
            <w:pPr>
              <w:tabs>
                <w:tab w:val="num" w:pos="270"/>
                <w:tab w:val="right" w:pos="9072"/>
              </w:tabs>
              <w:jc w:val="both"/>
              <w:rPr>
                <w:rFonts w:ascii="Calibri" w:hAnsi="Calibri" w:cs="Calibri"/>
                <w:noProof/>
                <w:sz w:val="22"/>
                <w:szCs w:val="22"/>
                <w:lang w:val="ro-RO"/>
              </w:rPr>
            </w:pPr>
          </w:p>
          <w:p w14:paraId="344C5ACA" w14:textId="77777777" w:rsidR="00630C53" w:rsidRPr="00E67132" w:rsidRDefault="00630C53" w:rsidP="00F75DA2">
            <w:pPr>
              <w:tabs>
                <w:tab w:val="num" w:pos="270"/>
                <w:tab w:val="right" w:pos="9072"/>
              </w:tabs>
              <w:jc w:val="both"/>
              <w:rPr>
                <w:rFonts w:ascii="Calibri" w:hAnsi="Calibri" w:cs="Calibri"/>
                <w:noProof/>
                <w:sz w:val="22"/>
                <w:szCs w:val="22"/>
                <w:lang w:val="ro-RO"/>
              </w:rPr>
            </w:pPr>
          </w:p>
          <w:p w14:paraId="7043C947" w14:textId="77777777" w:rsidR="00630C53" w:rsidRPr="00E67132" w:rsidRDefault="00630C53" w:rsidP="00F75DA2">
            <w:pPr>
              <w:tabs>
                <w:tab w:val="num" w:pos="270"/>
                <w:tab w:val="right" w:pos="9072"/>
              </w:tabs>
              <w:jc w:val="both"/>
              <w:rPr>
                <w:rFonts w:ascii="Calibri" w:hAnsi="Calibri" w:cs="Calibri"/>
                <w:noProof/>
                <w:sz w:val="22"/>
                <w:szCs w:val="22"/>
                <w:lang w:val="ro-RO"/>
              </w:rPr>
            </w:pPr>
          </w:p>
          <w:p w14:paraId="738D9716" w14:textId="77777777" w:rsidR="00255E08" w:rsidRPr="00E67132" w:rsidRDefault="00255E08" w:rsidP="00F75DA2">
            <w:pPr>
              <w:tabs>
                <w:tab w:val="num" w:pos="270"/>
                <w:tab w:val="right" w:pos="9072"/>
              </w:tabs>
              <w:jc w:val="both"/>
              <w:rPr>
                <w:rFonts w:ascii="Calibri" w:hAnsi="Calibri" w:cs="Calibri"/>
                <w:noProof/>
                <w:sz w:val="22"/>
                <w:szCs w:val="22"/>
                <w:lang w:val="ro-RO"/>
              </w:rPr>
            </w:pPr>
          </w:p>
          <w:p w14:paraId="19EA0F38" w14:textId="77777777" w:rsidR="00630C53" w:rsidRPr="00E67132" w:rsidRDefault="00630C53" w:rsidP="00F75DA2">
            <w:pPr>
              <w:tabs>
                <w:tab w:val="num" w:pos="270"/>
                <w:tab w:val="right" w:pos="9072"/>
              </w:tabs>
              <w:jc w:val="both"/>
              <w:rPr>
                <w:rFonts w:ascii="Calibri" w:hAnsi="Calibri" w:cs="Calibri"/>
                <w:noProof/>
                <w:sz w:val="22"/>
                <w:szCs w:val="22"/>
                <w:lang w:val="ro-RO"/>
              </w:rPr>
            </w:pPr>
          </w:p>
          <w:p w14:paraId="4356A44C"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6DE9BFFD"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3B773895"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67C286B7"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2CB70B79"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053FF781"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0206BB7A" w14:textId="77777777" w:rsidR="005F25D4" w:rsidRPr="00E67132" w:rsidRDefault="005F25D4" w:rsidP="00F75DA2">
            <w:pPr>
              <w:tabs>
                <w:tab w:val="num" w:pos="270"/>
                <w:tab w:val="right" w:pos="9072"/>
              </w:tabs>
              <w:jc w:val="both"/>
              <w:rPr>
                <w:rFonts w:ascii="Calibri" w:hAnsi="Calibri" w:cs="Calibri"/>
                <w:noProof/>
                <w:sz w:val="22"/>
                <w:szCs w:val="22"/>
                <w:lang w:val="ro-RO"/>
              </w:rPr>
            </w:pPr>
          </w:p>
          <w:p w14:paraId="5752DFDB" w14:textId="77777777" w:rsidR="00221C90" w:rsidRPr="00E67132" w:rsidRDefault="00221C90" w:rsidP="00221C90">
            <w:pPr>
              <w:pStyle w:val="NoSpacing"/>
              <w:shd w:val="clear" w:color="auto" w:fill="FFFFFF"/>
              <w:jc w:val="both"/>
              <w:rPr>
                <w:rFonts w:cs="Calibri"/>
                <w:noProof/>
                <w:lang w:val="ro-RO"/>
              </w:rPr>
            </w:pPr>
            <w:r w:rsidRPr="00E67132">
              <w:rPr>
                <w:rFonts w:cs="Calibri"/>
                <w:b/>
                <w:noProof/>
                <w:lang w:val="ro-RO"/>
              </w:rPr>
              <w:t xml:space="preserve">b) </w:t>
            </w:r>
            <w:r w:rsidRPr="00E67132">
              <w:rPr>
                <w:rFonts w:cs="Calibri"/>
                <w:noProof/>
                <w:lang w:val="ro-RO"/>
              </w:rPr>
              <w:t xml:space="preserve">Pentru  </w:t>
            </w:r>
            <w:r w:rsidRPr="00E67132">
              <w:rPr>
                <w:rFonts w:cs="Calibri"/>
                <w:b/>
                <w:noProof/>
                <w:lang w:val="ro-RO"/>
              </w:rPr>
              <w:t>construcții permanente</w:t>
            </w:r>
            <w:r w:rsidRPr="00E67132">
              <w:rPr>
                <w:rFonts w:cs="Calibri"/>
                <w:noProof/>
                <w:lang w:val="ro-RO"/>
              </w:rPr>
              <w:t>, conform prevederilor Legii nr 50/ 1991, cu modificările și completările ulterioare:</w:t>
            </w:r>
          </w:p>
          <w:p w14:paraId="2162B8AB" w14:textId="77777777" w:rsidR="00221C90" w:rsidRPr="00E67132" w:rsidRDefault="00221C90" w:rsidP="00221C90">
            <w:pPr>
              <w:pStyle w:val="BodyTextIndent2"/>
              <w:shd w:val="clear" w:color="auto" w:fill="FFFFFF"/>
              <w:ind w:left="0" w:hanging="11"/>
              <w:rPr>
                <w:rFonts w:ascii="Calibri" w:hAnsi="Calibri" w:cs="Calibri"/>
                <w:noProof/>
                <w:color w:val="auto"/>
                <w:sz w:val="22"/>
                <w:szCs w:val="22"/>
                <w:lang w:val="ro-RO"/>
              </w:rPr>
            </w:pPr>
            <w:r w:rsidRPr="00E67132">
              <w:rPr>
                <w:rFonts w:ascii="Calibri" w:hAnsi="Calibri" w:cs="Calibri"/>
                <w:noProof/>
                <w:color w:val="auto"/>
                <w:sz w:val="22"/>
                <w:szCs w:val="22"/>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63533603" w14:textId="77777777" w:rsidR="00221C90" w:rsidRPr="00E67132" w:rsidRDefault="00221C90" w:rsidP="00221C90">
            <w:pPr>
              <w:pStyle w:val="BodyTextIndent2"/>
              <w:shd w:val="clear" w:color="auto" w:fill="FFFFFF"/>
              <w:ind w:left="0"/>
              <w:rPr>
                <w:rFonts w:ascii="Calibri" w:hAnsi="Calibri" w:cs="Calibri"/>
                <w:noProof/>
                <w:color w:val="auto"/>
                <w:sz w:val="22"/>
                <w:szCs w:val="22"/>
                <w:lang w:val="ro-RO"/>
              </w:rPr>
            </w:pPr>
          </w:p>
          <w:p w14:paraId="0A4BEC48" w14:textId="77777777" w:rsidR="00221C90" w:rsidRPr="00E67132" w:rsidRDefault="00221C90" w:rsidP="00221C90">
            <w:pPr>
              <w:pStyle w:val="NoSpacing"/>
              <w:tabs>
                <w:tab w:val="left" w:pos="1418"/>
              </w:tabs>
              <w:jc w:val="both"/>
              <w:rPr>
                <w:rFonts w:cs="Calibri"/>
                <w:b/>
                <w:noProof/>
                <w:lang w:val="ro-RO"/>
              </w:rPr>
            </w:pPr>
            <w:r w:rsidRPr="00E67132">
              <w:rPr>
                <w:rFonts w:cs="Calibri"/>
                <w:b/>
                <w:noProof/>
                <w:lang w:val="ro-RO"/>
              </w:rPr>
              <w:t xml:space="preserve"> c) </w:t>
            </w:r>
            <w:r w:rsidRPr="00E67132">
              <w:rPr>
                <w:rFonts w:cs="Calibri"/>
                <w:noProof/>
                <w:lang w:val="ro-RO"/>
              </w:rPr>
              <w:t xml:space="preserve">Pentru </w:t>
            </w:r>
            <w:r w:rsidRPr="00E67132">
              <w:rPr>
                <w:rFonts w:cs="Calibri"/>
                <w:b/>
                <w:noProof/>
                <w:lang w:val="ro-RO"/>
              </w:rPr>
              <w:t>construcții provizorii</w:t>
            </w:r>
            <w:r w:rsidRPr="00E67132">
              <w:rPr>
                <w:rFonts w:cs="Calibri"/>
                <w:noProof/>
                <w:lang w:val="ro-RO"/>
              </w:rPr>
              <w:t>, conform prevederilor Legii nr 50/ 1991, cu modificările și completările ulterioare:</w:t>
            </w:r>
          </w:p>
          <w:p w14:paraId="1DB43BCF" w14:textId="77777777" w:rsidR="00221C90" w:rsidRPr="00E67132" w:rsidRDefault="00221C90" w:rsidP="00221C90">
            <w:pPr>
              <w:pStyle w:val="BodyTextIndent2"/>
              <w:shd w:val="clear" w:color="auto" w:fill="FFFFFF"/>
              <w:ind w:left="0" w:hanging="11"/>
              <w:rPr>
                <w:rFonts w:ascii="Calibri" w:hAnsi="Calibri" w:cs="Calibri"/>
                <w:noProof/>
                <w:color w:val="auto"/>
                <w:sz w:val="22"/>
                <w:szCs w:val="22"/>
                <w:lang w:val="ro-RO"/>
              </w:rPr>
            </w:pPr>
            <w:r w:rsidRPr="00E67132">
              <w:rPr>
                <w:rFonts w:ascii="Calibri" w:hAnsi="Calibri" w:cs="Calibri"/>
                <w:noProof/>
                <w:color w:val="auto"/>
                <w:sz w:val="22"/>
                <w:szCs w:val="22"/>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266729C6"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5EBA65E6" w14:textId="77777777" w:rsidR="00C04864" w:rsidRPr="00E67132" w:rsidRDefault="00221C90" w:rsidP="00F75DA2">
            <w:pPr>
              <w:tabs>
                <w:tab w:val="num" w:pos="270"/>
                <w:tab w:val="right" w:pos="9072"/>
              </w:tabs>
              <w:jc w:val="both"/>
              <w:rPr>
                <w:rFonts w:ascii="Calibri" w:hAnsi="Calibri" w:cs="Calibri"/>
                <w:noProof/>
                <w:sz w:val="22"/>
                <w:szCs w:val="22"/>
                <w:lang w:val="ro-RO"/>
              </w:rPr>
            </w:pPr>
            <w:r w:rsidRPr="00E67132">
              <w:rPr>
                <w:rFonts w:ascii="Calibri" w:hAnsi="Calibri" w:cs="Calibri"/>
                <w:noProof/>
                <w:sz w:val="22"/>
                <w:szCs w:val="22"/>
                <w:lang w:val="ro-RO"/>
              </w:rPr>
              <w:t>-documentul care atestă dreptul de creanţă asupra construcției dobândit prin: concesiune, comodat, locaţiune.</w:t>
            </w:r>
          </w:p>
          <w:p w14:paraId="2FE401A5" w14:textId="77777777" w:rsidR="005F25D4" w:rsidRPr="00E67132" w:rsidRDefault="005F25D4" w:rsidP="00F75DA2">
            <w:pPr>
              <w:tabs>
                <w:tab w:val="num" w:pos="270"/>
                <w:tab w:val="right" w:pos="9072"/>
              </w:tabs>
              <w:jc w:val="both"/>
              <w:rPr>
                <w:rFonts w:ascii="Calibri" w:hAnsi="Calibri" w:cs="Calibri"/>
                <w:noProof/>
                <w:sz w:val="22"/>
                <w:szCs w:val="22"/>
                <w:lang w:val="ro-RO"/>
              </w:rPr>
            </w:pPr>
          </w:p>
          <w:p w14:paraId="591FEFA8" w14:textId="77777777" w:rsidR="00386FF8" w:rsidRPr="00E67132" w:rsidRDefault="00386FF8" w:rsidP="00386FF8">
            <w:pPr>
              <w:jc w:val="both"/>
              <w:rPr>
                <w:rFonts w:ascii="Calibri" w:hAnsi="Calibri" w:cs="Calibri"/>
                <w:b/>
                <w:noProof/>
                <w:sz w:val="22"/>
                <w:szCs w:val="22"/>
                <w:lang w:val="ro-RO"/>
              </w:rPr>
            </w:pPr>
            <w:r w:rsidRPr="00E67132">
              <w:rPr>
                <w:rFonts w:asciiTheme="minorHAnsi" w:hAnsiTheme="minorHAnsi" w:cs="Calibri"/>
                <w:b/>
                <w:noProof/>
                <w:sz w:val="22"/>
                <w:szCs w:val="22"/>
                <w:lang w:val="ro-RO"/>
              </w:rPr>
              <w:t>Contractele care conferă dreptul de folosință</w:t>
            </w:r>
            <w:r w:rsidRPr="00E67132">
              <w:rPr>
                <w:rFonts w:asciiTheme="minorHAnsi" w:hAnsiTheme="minorHAnsi"/>
                <w:noProof/>
                <w:sz w:val="22"/>
                <w:szCs w:val="22"/>
                <w:lang w:val="ro-RO"/>
              </w:rPr>
              <w:t xml:space="preserve"> asupra clădirilor și a terenurilor</w:t>
            </w:r>
            <w:r w:rsidRPr="00E67132">
              <w:rPr>
                <w:rFonts w:asciiTheme="minorHAnsi" w:hAnsiTheme="minorHAnsi" w:cs="Calibri"/>
                <w:b/>
                <w:noProof/>
                <w:sz w:val="22"/>
                <w:szCs w:val="22"/>
                <w:lang w:val="ro-RO"/>
              </w:rPr>
              <w:t xml:space="preserve"> trebuie încheiate pentru o perioadă </w:t>
            </w:r>
            <w:r w:rsidRPr="00E67132">
              <w:rPr>
                <w:rFonts w:asciiTheme="minorHAnsi" w:hAnsiTheme="minorHAnsi"/>
                <w:noProof/>
                <w:sz w:val="22"/>
                <w:szCs w:val="22"/>
                <w:lang w:val="ro-RO"/>
              </w:rPr>
              <w:t>egală cu perioada de implementare şi monitorizare a proiectelor, începând cu anul depunerii cererii de finanțare</w:t>
            </w:r>
            <w:r w:rsidRPr="00E67132">
              <w:rPr>
                <w:rFonts w:ascii="Calibri" w:hAnsi="Calibri" w:cs="Calibri"/>
                <w:b/>
                <w:noProof/>
                <w:sz w:val="22"/>
                <w:szCs w:val="22"/>
                <w:lang w:val="ro-RO"/>
              </w:rPr>
              <w:t xml:space="preserve"> în cazul clădirilor asupra cărora se intervine cu investiții de modernizare/extindere și a terenurilor pe care se vor realiza investiții ce presupun lucrări de construcții-montaj.</w:t>
            </w:r>
          </w:p>
          <w:p w14:paraId="3939DC45"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7BC40D8B"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2B487C77"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16DBBB86"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06B5B270"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038B335B"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0E3DD42C" w14:textId="77777777" w:rsidR="00C04864" w:rsidRPr="00E67132" w:rsidRDefault="00C04864" w:rsidP="00F75DA2">
            <w:pPr>
              <w:tabs>
                <w:tab w:val="num" w:pos="270"/>
                <w:tab w:val="right" w:pos="9072"/>
              </w:tabs>
              <w:jc w:val="both"/>
              <w:rPr>
                <w:rFonts w:ascii="Calibri" w:hAnsi="Calibri" w:cs="Calibri"/>
                <w:noProof/>
                <w:sz w:val="22"/>
                <w:szCs w:val="22"/>
                <w:lang w:val="ro-RO"/>
              </w:rPr>
            </w:pPr>
          </w:p>
          <w:p w14:paraId="7501529B" w14:textId="77777777" w:rsidR="005E13EA" w:rsidRPr="00E67132" w:rsidRDefault="005E13EA" w:rsidP="00DC6931">
            <w:pPr>
              <w:pStyle w:val="NoSpacing"/>
              <w:tabs>
                <w:tab w:val="left" w:pos="1418"/>
              </w:tabs>
              <w:jc w:val="both"/>
              <w:rPr>
                <w:rFonts w:cs="Calibri"/>
                <w:b/>
                <w:noProof/>
                <w:lang w:val="ro-RO"/>
              </w:rPr>
            </w:pPr>
          </w:p>
        </w:tc>
        <w:tc>
          <w:tcPr>
            <w:tcW w:w="4885" w:type="dxa"/>
          </w:tcPr>
          <w:p w14:paraId="4ECAEE1B" w14:textId="77777777" w:rsidR="00654993" w:rsidRPr="00E67132" w:rsidRDefault="00BF3AFD"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eastAsia="fr-FR"/>
              </w:rPr>
              <w:t>a.</w:t>
            </w:r>
            <w:r w:rsidR="005E13EA" w:rsidRPr="00E67132">
              <w:rPr>
                <w:rFonts w:asciiTheme="minorHAnsi" w:hAnsiTheme="minorHAnsi" w:cstheme="minorHAnsi"/>
                <w:noProof/>
                <w:sz w:val="22"/>
                <w:szCs w:val="22"/>
                <w:lang w:val="ro-RO"/>
              </w:rPr>
              <w:t>Expertul verifică dacă în urma calculului din Cererea de Finanţare, exploataţia se  încadrează în categoria 12.000 si 50.000 de SO. În cazul în care ferma are o dimensiune economică mai mica de 12.000 SO, sau mai mare de 50.000 SO Cererea de Finanţare va fi declarată neeligibilă.</w:t>
            </w:r>
          </w:p>
          <w:p w14:paraId="5A1D6DEE" w14:textId="77777777" w:rsidR="00654993" w:rsidRPr="00E67132" w:rsidRDefault="00654993" w:rsidP="00065C53">
            <w:pPr>
              <w:jc w:val="both"/>
              <w:rPr>
                <w:rFonts w:asciiTheme="minorHAnsi" w:eastAsia="Calibri" w:hAnsiTheme="minorHAnsi" w:cstheme="minorHAnsi"/>
                <w:noProof/>
                <w:sz w:val="22"/>
                <w:szCs w:val="22"/>
                <w:lang w:val="ro-RO"/>
              </w:rPr>
            </w:pPr>
            <w:r w:rsidRPr="00E67132">
              <w:rPr>
                <w:rFonts w:asciiTheme="minorHAnsi" w:hAnsiTheme="minorHAnsi" w:cstheme="minorHAnsi"/>
                <w:noProof/>
                <w:sz w:val="22"/>
                <w:szCs w:val="22"/>
                <w:lang w:val="ro-RO"/>
              </w:rPr>
              <w:t xml:space="preserve"> </w:t>
            </w:r>
            <w:r w:rsidRPr="00E67132">
              <w:rPr>
                <w:rFonts w:asciiTheme="minorHAnsi" w:eastAsia="Calibri" w:hAnsiTheme="minorHAnsi" w:cstheme="minorHAnsi"/>
                <w:noProof/>
                <w:sz w:val="22"/>
                <w:szCs w:val="22"/>
                <w:lang w:val="ro-RO"/>
              </w:rPr>
              <w:t>Expertul verifica dacă</w:t>
            </w:r>
            <w:r w:rsidR="00EA1D22" w:rsidRPr="00E67132">
              <w:rPr>
                <w:rFonts w:asciiTheme="minorHAnsi" w:eastAsia="Calibri" w:hAnsiTheme="minorHAnsi" w:cstheme="minorHAnsi"/>
                <w:noProof/>
                <w:sz w:val="22"/>
                <w:szCs w:val="22"/>
                <w:lang w:val="ro-RO"/>
              </w:rPr>
              <w:t xml:space="preserve"> </w:t>
            </w:r>
            <w:r w:rsidRPr="00E67132">
              <w:rPr>
                <w:rFonts w:asciiTheme="minorHAnsi" w:eastAsia="Calibri" w:hAnsiTheme="minorHAnsi" w:cstheme="minorHAnsi"/>
                <w:b/>
                <w:noProof/>
                <w:sz w:val="22"/>
                <w:szCs w:val="22"/>
                <w:lang w:val="ro-RO"/>
              </w:rPr>
              <w:t>documente</w:t>
            </w:r>
            <w:r w:rsidR="00EA1D22" w:rsidRPr="00E67132">
              <w:rPr>
                <w:rFonts w:asciiTheme="minorHAnsi" w:eastAsia="Calibri" w:hAnsiTheme="minorHAnsi" w:cstheme="minorHAnsi"/>
                <w:b/>
                <w:noProof/>
                <w:sz w:val="22"/>
                <w:szCs w:val="22"/>
                <w:lang w:val="ro-RO"/>
              </w:rPr>
              <w:t>le de</w:t>
            </w:r>
            <w:r w:rsidRPr="00E67132">
              <w:rPr>
                <w:rFonts w:asciiTheme="minorHAnsi" w:eastAsia="Calibri" w:hAnsiTheme="minorHAnsi" w:cstheme="minorHAnsi"/>
                <w:b/>
                <w:noProof/>
                <w:sz w:val="22"/>
                <w:szCs w:val="22"/>
                <w:lang w:val="ro-RO"/>
              </w:rPr>
              <w:t xml:space="preserve"> proprietate</w:t>
            </w:r>
            <w:r w:rsidR="00EA1D22" w:rsidRPr="00E67132">
              <w:rPr>
                <w:rFonts w:asciiTheme="minorHAnsi" w:eastAsia="Calibri" w:hAnsiTheme="minorHAnsi" w:cstheme="minorHAnsi"/>
                <w:noProof/>
                <w:sz w:val="22"/>
                <w:szCs w:val="22"/>
                <w:lang w:val="ro-RO"/>
              </w:rPr>
              <w:t xml:space="preserve"> </w:t>
            </w:r>
            <w:r w:rsidRPr="00E67132">
              <w:rPr>
                <w:rFonts w:asciiTheme="minorHAnsi" w:eastAsia="Calibri" w:hAnsiTheme="minorHAnsi" w:cstheme="minorHAnsi"/>
                <w:noProof/>
                <w:sz w:val="22"/>
                <w:szCs w:val="22"/>
                <w:lang w:val="ro-RO"/>
              </w:rPr>
              <w:t>/folosinţă pentru exploataţia agricolă</w:t>
            </w:r>
            <w:r w:rsidRPr="00E67132">
              <w:rPr>
                <w:rFonts w:asciiTheme="minorHAnsi" w:eastAsia="Calibri" w:hAnsiTheme="minorHAnsi" w:cstheme="minorHAnsi"/>
                <w:b/>
                <w:noProof/>
                <w:sz w:val="22"/>
                <w:szCs w:val="22"/>
                <w:lang w:val="ro-RO"/>
              </w:rPr>
              <w:t>:</w:t>
            </w:r>
            <w:r w:rsidRPr="00E67132">
              <w:rPr>
                <w:rFonts w:asciiTheme="minorHAnsi" w:eastAsia="Calibri" w:hAnsiTheme="minorHAnsi" w:cstheme="minorHAnsi"/>
                <w:i/>
                <w:noProof/>
                <w:sz w:val="22"/>
                <w:szCs w:val="22"/>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E67132">
              <w:rPr>
                <w:rFonts w:asciiTheme="minorHAnsi" w:eastAsia="Calibri" w:hAnsiTheme="minorHAnsi" w:cstheme="minorHAnsi"/>
                <w:noProof/>
                <w:sz w:val="22"/>
                <w:szCs w:val="22"/>
                <w:lang w:val="ro-RO"/>
              </w:rPr>
              <w:t>pentru a stabili elementele de identificare a cedentilor si a verifica preluarea integrala.</w:t>
            </w:r>
          </w:p>
          <w:p w14:paraId="360F216C" w14:textId="77777777" w:rsidR="00654993" w:rsidRPr="00E67132" w:rsidRDefault="005102F2" w:rsidP="00065C53">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 </w:t>
            </w:r>
            <w:r w:rsidRPr="00E67132">
              <w:rPr>
                <w:rFonts w:asciiTheme="minorHAnsi" w:eastAsia="Calibri" w:hAnsiTheme="minorHAnsi" w:cstheme="minorHAnsi"/>
                <w:b/>
                <w:noProof/>
                <w:sz w:val="22"/>
                <w:szCs w:val="22"/>
                <w:lang w:val="ro-RO"/>
              </w:rPr>
              <w:t>tabel centralizator:</w:t>
            </w:r>
          </w:p>
          <w:p w14:paraId="7D81FD87" w14:textId="77777777" w:rsidR="00654993" w:rsidRPr="00E67132" w:rsidRDefault="00654993" w:rsidP="00065C53">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Expertul verifica, urmatoarele:</w:t>
            </w:r>
            <w:r w:rsidRPr="00E67132">
              <w:rPr>
                <w:rFonts w:asciiTheme="minorHAnsi" w:eastAsia="Calibri" w:hAnsiTheme="minorHAnsi" w:cstheme="minorHAnsi"/>
                <w:i/>
                <w:noProof/>
                <w:sz w:val="22"/>
                <w:szCs w:val="22"/>
                <w:lang w:val="ro-RO"/>
              </w:rPr>
              <w:t xml:space="preserve"> conţinutul sumarului contractelor de arendare valabile la data depunerii Cererii de Finanţare</w:t>
            </w:r>
            <w:r w:rsidRPr="00E67132">
              <w:rPr>
                <w:rFonts w:asciiTheme="minorHAnsi" w:eastAsia="Calibri" w:hAnsiTheme="minorHAnsi" w:cstheme="minorHAnsi"/>
                <w:noProof/>
                <w:sz w:val="22"/>
                <w:szCs w:val="22"/>
                <w:lang w:val="ro-RO"/>
              </w:rPr>
              <w:t>, şi stabileste elementele de identificare a cedentilor si verifica preluarea integrala.</w:t>
            </w:r>
          </w:p>
          <w:p w14:paraId="7EE82750" w14:textId="77777777" w:rsidR="00654993" w:rsidRPr="00E67132" w:rsidRDefault="00654993" w:rsidP="00065C53">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 </w:t>
            </w:r>
            <w:r w:rsidR="005102F2" w:rsidRPr="00E67132">
              <w:rPr>
                <w:rFonts w:asciiTheme="minorHAnsi" w:eastAsia="Calibri" w:hAnsiTheme="minorHAnsi" w:cstheme="minorHAnsi"/>
                <w:noProof/>
                <w:sz w:val="22"/>
                <w:szCs w:val="22"/>
                <w:lang w:val="ro-RO"/>
              </w:rPr>
              <w:t xml:space="preserve">● </w:t>
            </w:r>
            <w:r w:rsidR="005102F2" w:rsidRPr="00E67132">
              <w:rPr>
                <w:rFonts w:asciiTheme="minorHAnsi" w:eastAsia="Calibri" w:hAnsiTheme="minorHAnsi" w:cstheme="minorHAnsi"/>
                <w:b/>
                <w:noProof/>
                <w:sz w:val="22"/>
                <w:szCs w:val="22"/>
                <w:lang w:val="ro-RO"/>
              </w:rPr>
              <w:t>contract de concesionare:</w:t>
            </w:r>
          </w:p>
          <w:p w14:paraId="2B393142" w14:textId="77777777" w:rsidR="00654993" w:rsidRPr="00E67132" w:rsidRDefault="00654993" w:rsidP="00065C53">
            <w:pPr>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Expertul verifică: după caz, existența Contractului de comodat/contractului de inchiriere/ documentul potrivit caruia suprafata de teren a fost dată temporar în administrare/folosinţă, </w:t>
            </w:r>
          </w:p>
          <w:p w14:paraId="4C237AEE" w14:textId="77777777" w:rsidR="00406EDC" w:rsidRPr="00E67132" w:rsidRDefault="00406EDC" w:rsidP="00065C53">
            <w:pPr>
              <w:pStyle w:val="ListParagraph"/>
              <w:numPr>
                <w:ilvl w:val="0"/>
                <w:numId w:val="34"/>
              </w:numPr>
              <w:ind w:left="245" w:hanging="245"/>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Contractul de comodat/ contractul de inchiriere:</w:t>
            </w:r>
          </w:p>
          <w:p w14:paraId="082FE105" w14:textId="77777777" w:rsidR="00406EDC" w:rsidRPr="00E67132" w:rsidRDefault="00406EDC" w:rsidP="00065C53">
            <w:pPr>
              <w:autoSpaceDE w:val="0"/>
              <w:autoSpaceDN w:val="0"/>
              <w:adjustRightInd w:val="0"/>
              <w:jc w:val="both"/>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 xml:space="preserve">Expertul verifica urmatoarele: la data depunerii Cererii de Finanţare,  dacă solicitantul este în graficul de realizare a investiţiilor prevăzute în contract şi alte clauze, pentru a stabili elementele de identificare a cedentilor si a verifica preluarea integrala. </w:t>
            </w:r>
          </w:p>
          <w:p w14:paraId="2FD82727" w14:textId="77777777" w:rsidR="005E13EA" w:rsidRPr="00E67132" w:rsidRDefault="00406EDC" w:rsidP="00065C53">
            <w:pPr>
              <w:rPr>
                <w:rFonts w:asciiTheme="minorHAnsi" w:eastAsia="Calibri" w:hAnsiTheme="minorHAnsi" w:cstheme="minorHAnsi"/>
                <w:noProof/>
                <w:sz w:val="22"/>
                <w:szCs w:val="22"/>
                <w:lang w:val="ro-RO"/>
              </w:rPr>
            </w:pPr>
            <w:r w:rsidRPr="00E67132">
              <w:rPr>
                <w:rFonts w:asciiTheme="minorHAnsi" w:eastAsia="Calibri" w:hAnsiTheme="minorHAnsi" w:cstheme="minorHAnsi"/>
                <w:noProof/>
                <w:sz w:val="22"/>
                <w:szCs w:val="22"/>
                <w:lang w:val="ro-RO"/>
              </w:rPr>
              <w:t>In toate cazurile de mai sus, in cazul exploatatiilor vegetale se vor verifica cedentii si in baza de date din Registrul exploatațiilor de la ANSVSA/DSVSA</w:t>
            </w:r>
          </w:p>
          <w:p w14:paraId="1262CEB3" w14:textId="77777777" w:rsidR="005102F2" w:rsidRPr="00E67132" w:rsidRDefault="005102F2" w:rsidP="00065C53">
            <w:pPr>
              <w:pStyle w:val="NoSpacing"/>
              <w:ind w:left="20"/>
              <w:jc w:val="both"/>
              <w:rPr>
                <w:rFonts w:asciiTheme="minorHAnsi" w:hAnsiTheme="minorHAnsi" w:cstheme="minorHAnsi"/>
                <w:noProof/>
                <w:lang w:val="ro-RO"/>
              </w:rPr>
            </w:pPr>
          </w:p>
          <w:p w14:paraId="73A06019" w14:textId="77777777" w:rsidR="005102F2" w:rsidRPr="00E67132" w:rsidRDefault="005102F2" w:rsidP="00065C53">
            <w:pPr>
              <w:pStyle w:val="NoSpacing"/>
              <w:numPr>
                <w:ilvl w:val="0"/>
                <w:numId w:val="34"/>
              </w:numPr>
              <w:ind w:left="245" w:hanging="270"/>
              <w:jc w:val="both"/>
              <w:rPr>
                <w:rFonts w:asciiTheme="minorHAnsi" w:hAnsiTheme="minorHAnsi" w:cstheme="minorHAnsi"/>
                <w:noProof/>
                <w:lang w:val="ro-RO"/>
              </w:rPr>
            </w:pPr>
            <w:r w:rsidRPr="00E67132">
              <w:rPr>
                <w:rFonts w:asciiTheme="minorHAnsi" w:hAnsiTheme="minorHAnsi" w:cstheme="minorHAnsi"/>
                <w:noProof/>
                <w:lang w:val="ro-RO"/>
              </w:rPr>
              <w:t>document notarial care atesta constituirea patrimoniului de afectațiune:</w:t>
            </w:r>
          </w:p>
          <w:p w14:paraId="6A938C53" w14:textId="77777777" w:rsidR="00654993" w:rsidRPr="00E67132" w:rsidRDefault="00654993" w:rsidP="00065C53">
            <w:pPr>
              <w:jc w:val="both"/>
              <w:rPr>
                <w:rFonts w:asciiTheme="minorHAnsi" w:hAnsiTheme="minorHAnsi" w:cstheme="minorHAnsi"/>
                <w:noProof/>
                <w:sz w:val="22"/>
                <w:szCs w:val="22"/>
                <w:lang w:val="ro-RO"/>
              </w:rPr>
            </w:pPr>
          </w:p>
          <w:p w14:paraId="397B4610" w14:textId="77777777" w:rsidR="00EA1D22" w:rsidRPr="00E67132" w:rsidRDefault="00EA1D22"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Expertul verifică dacă prin  documentul notarial se atestă dreptul de folosință al imobilului în numele solicitantului, pe perioada de implementare si de monitorizare a proiectului.</w:t>
            </w:r>
          </w:p>
          <w:p w14:paraId="493B9B98" w14:textId="77777777" w:rsidR="009F0878" w:rsidRPr="00E67132" w:rsidRDefault="009F0878" w:rsidP="00065C53">
            <w:pPr>
              <w:jc w:val="both"/>
              <w:rPr>
                <w:rFonts w:asciiTheme="minorHAnsi" w:hAnsiTheme="minorHAnsi" w:cstheme="minorHAnsi"/>
                <w:noProof/>
                <w:sz w:val="22"/>
                <w:szCs w:val="22"/>
                <w:lang w:val="ro-RO"/>
              </w:rPr>
            </w:pPr>
          </w:p>
          <w:p w14:paraId="0ECCF083" w14:textId="77777777" w:rsidR="009F0878" w:rsidRPr="00E67132" w:rsidRDefault="003F177D" w:rsidP="00065C53">
            <w:pPr>
              <w:pStyle w:val="ListParagraph"/>
              <w:numPr>
                <w:ilvl w:val="0"/>
                <w:numId w:val="34"/>
              </w:numPr>
              <w:ind w:left="200" w:hanging="180"/>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documente pentru terenul ce constituie vatra stupinei - acte de proprietate conform legislaţiei în vigoare, sau contract de concesiune/ contract de arendă/ închiriere/ comodat valabile la momentul depunerii Cererii de Finanțare</w:t>
            </w:r>
          </w:p>
          <w:p w14:paraId="67338058" w14:textId="77777777" w:rsidR="009F0878" w:rsidRPr="00E67132" w:rsidRDefault="009F0878" w:rsidP="00065C53">
            <w:pPr>
              <w:tabs>
                <w:tab w:val="num" w:pos="360"/>
                <w:tab w:val="right" w:pos="9072"/>
              </w:tabs>
              <w:jc w:val="both"/>
              <w:rPr>
                <w:rFonts w:asciiTheme="minorHAnsi" w:hAnsiTheme="minorHAnsi" w:cstheme="minorHAnsi"/>
                <w:b/>
                <w:noProof/>
                <w:sz w:val="22"/>
                <w:szCs w:val="22"/>
                <w:lang w:val="ro-RO"/>
              </w:rPr>
            </w:pPr>
            <w:r w:rsidRPr="00E67132">
              <w:rPr>
                <w:rFonts w:asciiTheme="minorHAnsi" w:hAnsiTheme="minorHAnsi" w:cstheme="minorHAnsi"/>
                <w:noProof/>
                <w:sz w:val="22"/>
                <w:szCs w:val="22"/>
                <w:lang w:val="ro-RO"/>
              </w:rPr>
              <w:t>Terenul ce constituie</w:t>
            </w:r>
            <w:r w:rsidRPr="00E67132">
              <w:rPr>
                <w:rFonts w:asciiTheme="minorHAnsi" w:hAnsiTheme="minorHAnsi" w:cstheme="minorHAnsi"/>
                <w:b/>
                <w:noProof/>
                <w:sz w:val="22"/>
                <w:szCs w:val="22"/>
                <w:lang w:val="ro-RO"/>
              </w:rPr>
              <w:t xml:space="preserve"> vatra stupinei</w:t>
            </w:r>
            <w:r w:rsidRPr="00E67132">
              <w:rPr>
                <w:rFonts w:asciiTheme="minorHAnsi" w:hAnsiTheme="minorHAnsi" w:cstheme="minorHAnsi"/>
                <w:noProof/>
                <w:sz w:val="22"/>
                <w:szCs w:val="22"/>
                <w:lang w:val="ro-RO"/>
              </w:rPr>
              <w:t xml:space="preserve"> nu contribuie la calculul SO. </w:t>
            </w:r>
          </w:p>
          <w:p w14:paraId="3DCF96FF" w14:textId="77777777" w:rsidR="00D57352" w:rsidRPr="00E67132" w:rsidRDefault="00D57352" w:rsidP="00065C53">
            <w:pPr>
              <w:jc w:val="both"/>
              <w:rPr>
                <w:rFonts w:asciiTheme="minorHAnsi" w:hAnsiTheme="minorHAnsi" w:cstheme="minorHAnsi"/>
                <w:noProof/>
                <w:sz w:val="22"/>
                <w:szCs w:val="22"/>
                <w:lang w:val="ro-RO"/>
              </w:rPr>
            </w:pPr>
          </w:p>
          <w:p w14:paraId="5FE0851C" w14:textId="77777777" w:rsidR="005E13EA" w:rsidRPr="00E67132" w:rsidRDefault="005E13EA"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Se verifică dacă in dimensiunea exploataţiei agricole  culturile și animalele care asigură consumul uman si hrana animalelor reprezinta peste 75</w:t>
            </w:r>
            <w:r w:rsidRPr="00E67132">
              <w:rPr>
                <w:rFonts w:asciiTheme="minorHAnsi" w:hAnsiTheme="minorHAnsi" w:cstheme="minorHAnsi"/>
                <w:noProof/>
                <w:sz w:val="22"/>
                <w:szCs w:val="22"/>
                <w:lang w:val="ro-RO" w:eastAsia="fr-FR"/>
              </w:rPr>
              <w:t>%</w:t>
            </w:r>
            <w:r w:rsidR="00803D41" w:rsidRPr="00E67132">
              <w:rPr>
                <w:rFonts w:asciiTheme="minorHAnsi" w:hAnsiTheme="minorHAnsi" w:cstheme="minorHAnsi"/>
                <w:noProof/>
                <w:sz w:val="22"/>
                <w:szCs w:val="22"/>
                <w:lang w:val="ro-RO" w:eastAsia="fr-FR"/>
              </w:rPr>
              <w:t xml:space="preserve"> </w:t>
            </w:r>
            <w:r w:rsidR="00320A1D" w:rsidRPr="00E67132">
              <w:rPr>
                <w:rFonts w:asciiTheme="minorHAnsi" w:hAnsiTheme="minorHAnsi" w:cstheme="minorHAnsi"/>
                <w:noProof/>
                <w:sz w:val="22"/>
                <w:szCs w:val="22"/>
                <w:lang w:val="ro-RO"/>
              </w:rPr>
              <w:t>(</w:t>
            </w:r>
            <w:r w:rsidR="00803D41" w:rsidRPr="00E67132">
              <w:rPr>
                <w:rFonts w:asciiTheme="minorHAnsi" w:hAnsiTheme="minorHAnsi" w:cstheme="minorHAnsi"/>
                <w:noProof/>
                <w:sz w:val="22"/>
                <w:szCs w:val="22"/>
                <w:lang w:val="ro-RO"/>
              </w:rPr>
              <w:t>atât în anul 0 cât şi la solicitarea acordarii celei de a doua tranşe de plată (pe toată perioada de implementare şi monitorizare a proiectului)</w:t>
            </w:r>
            <w:r w:rsidRPr="00E67132">
              <w:rPr>
                <w:rFonts w:asciiTheme="minorHAnsi" w:hAnsiTheme="minorHAnsi" w:cstheme="minorHAnsi"/>
                <w:noProof/>
                <w:sz w:val="22"/>
                <w:szCs w:val="22"/>
                <w:lang w:val="ro-RO" w:eastAsia="fr-FR"/>
              </w:rPr>
              <w:t>.</w:t>
            </w:r>
            <w:r w:rsidRPr="00E67132">
              <w:rPr>
                <w:rFonts w:asciiTheme="minorHAnsi" w:hAnsiTheme="minorHAnsi" w:cstheme="minorHAnsi"/>
                <w:noProof/>
                <w:sz w:val="22"/>
                <w:szCs w:val="22"/>
                <w:lang w:val="ro-RO"/>
              </w:rPr>
              <w:t xml:space="preserve"> In caz contrar CF este neeligibila.</w:t>
            </w:r>
          </w:p>
          <w:p w14:paraId="435F6028" w14:textId="77777777" w:rsidR="007C47DF" w:rsidRPr="00E67132" w:rsidRDefault="007C47DF" w:rsidP="00065C53">
            <w:pPr>
              <w:jc w:val="both"/>
              <w:rPr>
                <w:rFonts w:asciiTheme="minorHAnsi" w:hAnsiTheme="minorHAnsi" w:cstheme="minorHAnsi"/>
                <w:noProof/>
                <w:sz w:val="22"/>
                <w:szCs w:val="22"/>
                <w:lang w:val="ro-RO" w:eastAsia="fr-FR"/>
              </w:rPr>
            </w:pPr>
            <w:r w:rsidRPr="00E67132">
              <w:rPr>
                <w:rFonts w:asciiTheme="minorHAnsi" w:hAnsiTheme="minorHAnsi" w:cstheme="minorHAnsi"/>
                <w:noProof/>
                <w:sz w:val="22"/>
                <w:szCs w:val="22"/>
                <w:lang w:val="ro-RO" w:eastAsia="fr-FR"/>
              </w:rPr>
              <w:t>Atenție:</w:t>
            </w:r>
          </w:p>
          <w:p w14:paraId="3CF8C855" w14:textId="77777777" w:rsidR="007C47DF" w:rsidRPr="00E67132" w:rsidRDefault="007C47DF" w:rsidP="00065C53">
            <w:pPr>
              <w:numPr>
                <w:ilvl w:val="0"/>
                <w:numId w:val="4"/>
              </w:numPr>
              <w:ind w:left="425" w:hanging="270"/>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SO</w:t>
            </w:r>
            <w:r w:rsidRPr="00E67132">
              <w:rPr>
                <w:rFonts w:asciiTheme="minorHAnsi" w:hAnsiTheme="minorHAnsi" w:cstheme="minorHAnsi"/>
                <w:noProof/>
                <w:sz w:val="22"/>
                <w:szCs w:val="22"/>
                <w:lang w:val="ro-RO" w:eastAsia="fr-FR"/>
              </w:rPr>
              <w:t>-ul format</w:t>
            </w:r>
            <w:r w:rsidRPr="00E67132">
              <w:rPr>
                <w:rFonts w:asciiTheme="minorHAnsi" w:hAnsiTheme="minorHAnsi" w:cstheme="minorHAnsi"/>
                <w:noProof/>
                <w:sz w:val="22"/>
                <w:szCs w:val="22"/>
                <w:lang w:val="ro-RO"/>
              </w:rPr>
              <w:t xml:space="preserve"> din </w:t>
            </w:r>
            <w:r w:rsidRPr="00E67132">
              <w:rPr>
                <w:rFonts w:asciiTheme="minorHAnsi" w:hAnsiTheme="minorHAnsi" w:cstheme="minorHAnsi"/>
                <w:noProof/>
                <w:sz w:val="22"/>
                <w:szCs w:val="22"/>
                <w:lang w:val="ro-RO" w:eastAsia="fr-FR"/>
              </w:rPr>
              <w:t>porumb zaharat</w:t>
            </w:r>
            <w:r w:rsidRPr="00E67132">
              <w:rPr>
                <w:rFonts w:asciiTheme="minorHAnsi" w:hAnsiTheme="minorHAnsi" w:cstheme="minorHAnsi"/>
                <w:noProof/>
                <w:sz w:val="22"/>
                <w:szCs w:val="22"/>
                <w:lang w:val="ro-RO"/>
              </w:rPr>
              <w:t xml:space="preserve"> şi</w:t>
            </w:r>
            <w:r w:rsidRPr="00E67132">
              <w:rPr>
                <w:rFonts w:asciiTheme="minorHAnsi" w:hAnsiTheme="minorHAnsi" w:cstheme="minorHAnsi"/>
                <w:noProof/>
                <w:sz w:val="22"/>
                <w:szCs w:val="22"/>
                <w:lang w:val="ro-RO" w:eastAsia="fr-FR"/>
              </w:rPr>
              <w:t>/sau pepeni (cumulativ sau separat)</w:t>
            </w:r>
            <w:r w:rsidRPr="00E67132">
              <w:rPr>
                <w:rFonts w:asciiTheme="minorHAnsi" w:hAnsiTheme="minorHAnsi" w:cstheme="minorHAnsi"/>
                <w:noProof/>
                <w:sz w:val="22"/>
                <w:szCs w:val="22"/>
                <w:lang w:val="ro-RO"/>
              </w:rPr>
              <w:t xml:space="preserve"> nu poate depăşi 50% din </w:t>
            </w:r>
            <w:r w:rsidRPr="00E67132">
              <w:rPr>
                <w:rFonts w:asciiTheme="minorHAnsi" w:hAnsiTheme="minorHAnsi" w:cstheme="minorHAnsi"/>
                <w:noProof/>
                <w:sz w:val="22"/>
                <w:szCs w:val="22"/>
                <w:lang w:val="ro-RO" w:eastAsia="fr-FR"/>
              </w:rPr>
              <w:t>total SO exploataţie</w:t>
            </w:r>
            <w:r w:rsidR="00EA1D22" w:rsidRPr="00E67132">
              <w:rPr>
                <w:rFonts w:asciiTheme="minorHAnsi" w:hAnsiTheme="minorHAnsi" w:cstheme="minorHAnsi"/>
                <w:noProof/>
                <w:sz w:val="22"/>
                <w:szCs w:val="22"/>
                <w:lang w:val="ro-RO" w:eastAsia="fr-FR"/>
              </w:rPr>
              <w:t xml:space="preserve">( </w:t>
            </w:r>
            <w:r w:rsidR="00EA1D22" w:rsidRPr="00E67132">
              <w:rPr>
                <w:rFonts w:asciiTheme="minorHAnsi" w:hAnsiTheme="minorHAnsi" w:cstheme="minorHAnsi"/>
                <w:noProof/>
                <w:sz w:val="22"/>
                <w:szCs w:val="22"/>
                <w:lang w:val="ro-RO"/>
              </w:rPr>
              <w:t>pe toată perioada de implementare şi monitorizare a proiectului)</w:t>
            </w:r>
            <w:r w:rsidRPr="00E67132">
              <w:rPr>
                <w:rFonts w:asciiTheme="minorHAnsi" w:hAnsiTheme="minorHAnsi" w:cstheme="minorHAnsi"/>
                <w:noProof/>
                <w:sz w:val="22"/>
                <w:szCs w:val="22"/>
                <w:lang w:val="ro-RO" w:eastAsia="fr-FR"/>
              </w:rPr>
              <w:t>.</w:t>
            </w:r>
          </w:p>
          <w:p w14:paraId="2F2A2AA3" w14:textId="77777777" w:rsidR="007C47DF" w:rsidRPr="00E67132" w:rsidRDefault="007C47DF" w:rsidP="00065C53">
            <w:pPr>
              <w:numPr>
                <w:ilvl w:val="0"/>
                <w:numId w:val="4"/>
              </w:numPr>
              <w:ind w:left="425"/>
              <w:jc w:val="both"/>
              <w:rPr>
                <w:rFonts w:asciiTheme="minorHAnsi" w:hAnsiTheme="minorHAnsi" w:cstheme="minorHAnsi"/>
                <w:noProof/>
                <w:sz w:val="22"/>
                <w:szCs w:val="22"/>
                <w:lang w:val="ro-RO" w:eastAsia="fr-FR"/>
              </w:rPr>
            </w:pPr>
            <w:r w:rsidRPr="00E67132">
              <w:rPr>
                <w:rFonts w:asciiTheme="minorHAnsi" w:hAnsiTheme="minorHAnsi" w:cstheme="minorHAnsi"/>
                <w:noProof/>
                <w:sz w:val="22"/>
                <w:szCs w:val="22"/>
                <w:lang w:val="ro-RO" w:eastAsia="fr-FR"/>
              </w:rPr>
              <w:t>Cabalinele și produsele acestora nu sunt destinate consumului uman, ci acestea deservesc munca în exploatație</w:t>
            </w:r>
          </w:p>
          <w:p w14:paraId="7FB28D2C" w14:textId="77777777" w:rsidR="007C47DF" w:rsidRPr="00E67132" w:rsidRDefault="007C47DF" w:rsidP="00065C53">
            <w:pPr>
              <w:numPr>
                <w:ilvl w:val="0"/>
                <w:numId w:val="4"/>
              </w:numPr>
              <w:ind w:left="425"/>
              <w:jc w:val="both"/>
              <w:rPr>
                <w:rFonts w:asciiTheme="minorHAnsi" w:hAnsiTheme="minorHAnsi" w:cstheme="minorHAnsi"/>
                <w:noProof/>
                <w:sz w:val="22"/>
                <w:szCs w:val="22"/>
                <w:lang w:val="ro-RO" w:eastAsia="fr-FR"/>
              </w:rPr>
            </w:pPr>
            <w:r w:rsidRPr="00E67132">
              <w:rPr>
                <w:rFonts w:asciiTheme="minorHAnsi" w:hAnsiTheme="minorHAnsi" w:cstheme="minorHAnsi"/>
                <w:noProof/>
                <w:sz w:val="22"/>
                <w:szCs w:val="22"/>
                <w:lang w:val="ro-RO" w:eastAsia="fr-FR"/>
              </w:rPr>
              <w:t>Ciupercăriile înfiinţate în beciurile caselor, respectiv terenuri non-agricole care nu pot figura în sistemul electronic de identificare a parcelelor agricole APIA, nu sunt eligibile pentru sprijin.</w:t>
            </w:r>
          </w:p>
          <w:p w14:paraId="7FDEC8A4" w14:textId="77777777" w:rsidR="005E13EA" w:rsidRPr="00E67132" w:rsidRDefault="00133EFF" w:rsidP="00065C53">
            <w:pPr>
              <w:jc w:val="both"/>
              <w:rPr>
                <w:rFonts w:asciiTheme="minorHAnsi" w:hAnsiTheme="minorHAnsi" w:cstheme="minorHAnsi"/>
                <w:b/>
                <w:noProof/>
                <w:sz w:val="22"/>
                <w:szCs w:val="22"/>
                <w:lang w:val="ro-RO"/>
              </w:rPr>
            </w:pPr>
            <w:r w:rsidRPr="00E67132">
              <w:rPr>
                <w:rFonts w:asciiTheme="minorHAnsi" w:hAnsiTheme="minorHAnsi" w:cstheme="minorHAnsi"/>
                <w:b/>
                <w:noProof/>
                <w:sz w:val="22"/>
                <w:szCs w:val="22"/>
                <w:lang w:val="ro-RO"/>
              </w:rPr>
              <w:t xml:space="preserve">Documente verificate si listate de expertul OJFIR din baza de date IACS de la APIA </w:t>
            </w:r>
          </w:p>
          <w:p w14:paraId="20C43EEE" w14:textId="77777777" w:rsidR="005E13EA" w:rsidRPr="00E67132" w:rsidRDefault="005E13EA"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Dimensiunea exploataţiei agricole se verifică conform calculului din cererea de finanţare în sheet-ul specific submăsura 6.1, după cum urmeaza:</w:t>
            </w:r>
          </w:p>
          <w:p w14:paraId="23AEF3F9" w14:textId="77777777" w:rsidR="00792C3C" w:rsidRPr="00E67132" w:rsidRDefault="005E13EA"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Se verifică dacă marimea suprafeţelor si structura culturilor din Cererea de Finanţare sunt aceleaşi cu cele specificate în print screen-ul, forma coerentă, din Registrul Unic de Identificare de la APIA. Verificarea calculului SO se realizează prin consultarea si listarea înregistrarilor din IACS, de la APIA din anul curent</w:t>
            </w:r>
            <w:r w:rsidR="00DD6ADF" w:rsidRPr="00E67132">
              <w:rPr>
                <w:rFonts w:asciiTheme="minorHAnsi" w:hAnsiTheme="minorHAnsi" w:cstheme="minorHAnsi"/>
                <w:noProof/>
                <w:sz w:val="22"/>
                <w:szCs w:val="22"/>
                <w:lang w:val="ro-RO"/>
              </w:rPr>
              <w:t xml:space="preserve"> (campania)</w:t>
            </w:r>
            <w:r w:rsidRPr="00E67132">
              <w:rPr>
                <w:rFonts w:asciiTheme="minorHAnsi" w:hAnsiTheme="minorHAnsi" w:cstheme="minorHAnsi"/>
                <w:noProof/>
                <w:sz w:val="22"/>
                <w:szCs w:val="22"/>
                <w:lang w:val="ro-RO"/>
              </w:rPr>
              <w:t xml:space="preserve"> </w:t>
            </w:r>
            <w:r w:rsidR="00BE76BB" w:rsidRPr="00E67132">
              <w:rPr>
                <w:rFonts w:asciiTheme="minorHAnsi" w:hAnsiTheme="minorHAnsi" w:cstheme="minorHAnsi"/>
                <w:noProof/>
                <w:sz w:val="22"/>
                <w:szCs w:val="22"/>
                <w:lang w:val="ro-RO"/>
              </w:rPr>
              <w:t xml:space="preserve"> </w:t>
            </w:r>
            <w:r w:rsidRPr="00E67132">
              <w:rPr>
                <w:rFonts w:asciiTheme="minorHAnsi" w:hAnsiTheme="minorHAnsi" w:cstheme="minorHAnsi"/>
                <w:noProof/>
                <w:sz w:val="22"/>
                <w:szCs w:val="22"/>
                <w:lang w:val="ro-RO"/>
              </w:rPr>
              <w:t>depunerii cererilor de finanţare pentru Instalarea tinerilor fermieri.</w:t>
            </w:r>
            <w:r w:rsidR="00792C3C" w:rsidRPr="00E67132">
              <w:rPr>
                <w:rFonts w:asciiTheme="minorHAnsi" w:hAnsiTheme="minorHAnsi" w:cstheme="minorHAnsi"/>
                <w:noProof/>
                <w:sz w:val="22"/>
                <w:szCs w:val="22"/>
                <w:lang w:val="ro-RO"/>
              </w:rPr>
              <w:t xml:space="preserve"> </w:t>
            </w:r>
          </w:p>
          <w:p w14:paraId="09D26430" w14:textId="77777777" w:rsidR="00792C3C" w:rsidRPr="00E67132" w:rsidRDefault="00792C3C" w:rsidP="00065C53">
            <w:pPr>
              <w:pStyle w:val="NoSpacing"/>
              <w:jc w:val="both"/>
              <w:rPr>
                <w:rFonts w:asciiTheme="minorHAnsi" w:hAnsiTheme="minorHAnsi" w:cstheme="minorHAnsi"/>
                <w:noProof/>
                <w:lang w:val="ro-RO"/>
              </w:rPr>
            </w:pPr>
            <w:r w:rsidRPr="00E67132">
              <w:rPr>
                <w:rFonts w:asciiTheme="minorHAnsi" w:hAnsiTheme="minorHAnsi" w:cstheme="minorHAnsi"/>
                <w:noProof/>
                <w:lang w:val="ro-RO"/>
              </w:rPr>
              <w:t xml:space="preserve">Calculul SO în funcţie  de perioada de desfăşurare a  sesiunii de proiecte se realizează astfel: </w:t>
            </w:r>
          </w:p>
          <w:p w14:paraId="675A38E9" w14:textId="77777777" w:rsidR="00023EF8" w:rsidRPr="00E67132" w:rsidRDefault="00792C3C"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Pentru sesiune</w:t>
            </w:r>
            <w:r w:rsidR="004F538D" w:rsidRPr="00E67132">
              <w:rPr>
                <w:rFonts w:asciiTheme="minorHAnsi" w:hAnsiTheme="minorHAnsi" w:cstheme="minorHAnsi"/>
                <w:noProof/>
                <w:sz w:val="22"/>
                <w:szCs w:val="22"/>
                <w:lang w:val="ro-RO"/>
              </w:rPr>
              <w:t>a curentă</w:t>
            </w:r>
            <w:r w:rsidRPr="00E67132">
              <w:rPr>
                <w:rFonts w:asciiTheme="minorHAnsi" w:hAnsiTheme="minorHAnsi" w:cstheme="minorHAnsi"/>
                <w:noProof/>
                <w:sz w:val="22"/>
                <w:szCs w:val="22"/>
                <w:lang w:val="ro-RO"/>
              </w:rPr>
              <w:t xml:space="preserve"> de proiecte derulate dupa </w:t>
            </w:r>
            <w:r w:rsidR="00B94463" w:rsidRPr="00E67132">
              <w:rPr>
                <w:rFonts w:asciiTheme="minorHAnsi" w:hAnsiTheme="minorHAnsi" w:cstheme="minorHAnsi"/>
                <w:noProof/>
                <w:sz w:val="22"/>
                <w:szCs w:val="22"/>
                <w:lang w:val="ro-RO"/>
              </w:rPr>
              <w:t>începerea sesiunilor de î</w:t>
            </w:r>
            <w:r w:rsidRPr="00E67132">
              <w:rPr>
                <w:rFonts w:asciiTheme="minorHAnsi" w:hAnsiTheme="minorHAnsi" w:cstheme="minorHAnsi"/>
                <w:noProof/>
                <w:sz w:val="22"/>
                <w:szCs w:val="22"/>
                <w:lang w:val="ro-RO"/>
              </w:rPr>
              <w:t>nregistrare a cererilor de plata pe suprafata (APIA) se consultă si listează înregistrarile din IACS - APIA din anul curent depunerii cererilor de finanţare.</w:t>
            </w:r>
          </w:p>
          <w:p w14:paraId="0B463AAF" w14:textId="77777777" w:rsidR="00023EF8" w:rsidRPr="00E67132" w:rsidRDefault="00023EF8" w:rsidP="00065C53">
            <w:pPr>
              <w:jc w:val="both"/>
              <w:rPr>
                <w:rFonts w:asciiTheme="minorHAnsi" w:hAnsiTheme="minorHAnsi" w:cstheme="minorHAnsi"/>
                <w:noProof/>
                <w:sz w:val="22"/>
                <w:szCs w:val="22"/>
                <w:lang w:val="ro-RO"/>
              </w:rPr>
            </w:pPr>
          </w:p>
          <w:p w14:paraId="2045FE9A" w14:textId="77777777" w:rsidR="00792C3C" w:rsidRPr="00E67132" w:rsidRDefault="00792C3C"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în care</w:t>
            </w:r>
            <w:r w:rsidR="00E7594A" w:rsidRPr="00E67132">
              <w:rPr>
                <w:rFonts w:asciiTheme="minorHAnsi" w:hAnsiTheme="minorHAnsi" w:cstheme="minorHAnsi"/>
                <w:noProof/>
                <w:sz w:val="22"/>
                <w:szCs w:val="22"/>
                <w:lang w:val="ro-RO"/>
              </w:rPr>
              <w:t>,</w:t>
            </w:r>
            <w:r w:rsidRPr="00E67132">
              <w:rPr>
                <w:rFonts w:asciiTheme="minorHAnsi" w:hAnsiTheme="minorHAnsi" w:cstheme="minorHAnsi"/>
                <w:noProof/>
                <w:sz w:val="22"/>
                <w:szCs w:val="22"/>
                <w:lang w:val="ro-RO"/>
              </w:rPr>
              <w:t xml:space="preserve"> expertul nu poate vizualiza în IACS exploataţia vizată de proiect, acesta va solicita prin adresă </w:t>
            </w:r>
            <w:r w:rsidR="00E7594A" w:rsidRPr="00E67132">
              <w:rPr>
                <w:rFonts w:asciiTheme="minorHAnsi" w:hAnsiTheme="minorHAnsi" w:cstheme="minorHAnsi"/>
                <w:noProof/>
                <w:sz w:val="22"/>
                <w:szCs w:val="22"/>
                <w:lang w:val="ro-RO"/>
              </w:rPr>
              <w:t xml:space="preserve">de </w:t>
            </w:r>
            <w:r w:rsidRPr="00E67132">
              <w:rPr>
                <w:rFonts w:asciiTheme="minorHAnsi" w:hAnsiTheme="minorHAnsi" w:cstheme="minorHAnsi"/>
                <w:noProof/>
                <w:sz w:val="22"/>
                <w:szCs w:val="22"/>
                <w:lang w:val="ro-RO"/>
              </w:rPr>
              <w:t>la APIA prezentarea ultimelor în</w:t>
            </w:r>
            <w:r w:rsidR="00E7594A" w:rsidRPr="00E67132">
              <w:rPr>
                <w:rFonts w:asciiTheme="minorHAnsi" w:hAnsiTheme="minorHAnsi" w:cstheme="minorHAnsi"/>
                <w:noProof/>
                <w:sz w:val="22"/>
                <w:szCs w:val="22"/>
                <w:lang w:val="ro-RO"/>
              </w:rPr>
              <w:t>registrări</w:t>
            </w:r>
            <w:r w:rsidRPr="00E67132">
              <w:rPr>
                <w:rFonts w:asciiTheme="minorHAnsi" w:hAnsiTheme="minorHAnsi" w:cstheme="minorHAnsi"/>
                <w:noProof/>
                <w:sz w:val="22"/>
                <w:szCs w:val="22"/>
                <w:lang w:val="ro-RO"/>
              </w:rPr>
              <w:t xml:space="preserve"> ale solicitantului.</w:t>
            </w:r>
          </w:p>
          <w:p w14:paraId="3845282C" w14:textId="77777777" w:rsidR="00F86986" w:rsidRPr="00E67132" w:rsidRDefault="00F86986"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De asemenea, sunt acceptate adeverinţe APIA depuse de solicitant cu situaţia înscrierilor în APIA, cu condiţia ca din ele să reiasă îndeplinirea acestei condiţii de eligibilitate.</w:t>
            </w:r>
          </w:p>
          <w:p w14:paraId="5022EBBC" w14:textId="77777777" w:rsidR="00BB3901" w:rsidRPr="00E67132" w:rsidRDefault="00BB3901" w:rsidP="00065C53">
            <w:pPr>
              <w:jc w:val="both"/>
              <w:rPr>
                <w:rFonts w:asciiTheme="minorHAnsi" w:hAnsiTheme="minorHAnsi" w:cstheme="minorHAnsi"/>
                <w:noProof/>
                <w:sz w:val="22"/>
                <w:szCs w:val="22"/>
                <w:lang w:val="ro-RO"/>
              </w:rPr>
            </w:pPr>
          </w:p>
          <w:p w14:paraId="66BA7DA3" w14:textId="77777777" w:rsidR="003572D5" w:rsidRPr="00E67132" w:rsidRDefault="003572D5" w:rsidP="00065C53">
            <w:pPr>
              <w:pStyle w:val="NoSpacing"/>
              <w:jc w:val="both"/>
              <w:rPr>
                <w:rFonts w:asciiTheme="minorHAnsi" w:hAnsiTheme="minorHAnsi" w:cstheme="minorHAnsi"/>
                <w:noProof/>
                <w:lang w:val="ro-RO"/>
              </w:rPr>
            </w:pPr>
            <w:r w:rsidRPr="00E67132">
              <w:rPr>
                <w:rFonts w:asciiTheme="minorHAnsi" w:hAnsiTheme="minorHAnsi" w:cstheme="minorHAnsi"/>
                <w:noProof/>
                <w:lang w:val="ro-RO"/>
              </w:rPr>
              <w:t xml:space="preserve">În cazul exploataţiilor consolidate după închiderea campaniei de depunere a cererii unice de plată pe suprafaţă în Registrul unic de identificare de la APIA din perioada de depunere aferentă anului </w:t>
            </w:r>
            <w:r w:rsidR="008F785C" w:rsidRPr="00E67132">
              <w:rPr>
                <w:rFonts w:asciiTheme="minorHAnsi" w:hAnsiTheme="minorHAnsi" w:cstheme="minorHAnsi"/>
                <w:noProof/>
                <w:lang w:val="ro-RO"/>
              </w:rPr>
              <w:t>2020</w:t>
            </w:r>
            <w:r w:rsidRPr="00E67132">
              <w:rPr>
                <w:rFonts w:asciiTheme="minorHAnsi" w:hAnsiTheme="minorHAnsi" w:cstheme="minorHAnsi"/>
                <w:noProof/>
                <w:lang w:val="ro-RO"/>
              </w:rPr>
              <w:t xml:space="preserve">, expertul verifică dacă pentru înscrierile în APIA în afara campaniei respective, există  cerere de transfer definitiv a exploatației(suprafețelor) din anul </w:t>
            </w:r>
            <w:r w:rsidR="008F785C" w:rsidRPr="00E67132">
              <w:rPr>
                <w:rFonts w:asciiTheme="minorHAnsi" w:hAnsiTheme="minorHAnsi" w:cstheme="minorHAnsi"/>
                <w:noProof/>
                <w:lang w:val="ro-RO"/>
              </w:rPr>
              <w:t xml:space="preserve">2020 </w:t>
            </w:r>
            <w:r w:rsidRPr="00E67132">
              <w:rPr>
                <w:rFonts w:asciiTheme="minorHAnsi" w:hAnsiTheme="minorHAnsi" w:cstheme="minorHAnsi"/>
                <w:noProof/>
                <w:lang w:val="ro-RO"/>
              </w:rPr>
              <w:t>cu precizarea implicită a transferului drepturilor de plată pe numele solicitantului, însoţită de adeverinţa APIA din care să reiasă structura exploataţiei.</w:t>
            </w:r>
          </w:p>
          <w:p w14:paraId="1B72B71A" w14:textId="77777777" w:rsidR="006D1FEE" w:rsidRPr="00E67132" w:rsidRDefault="006D1FEE" w:rsidP="00065C53">
            <w:pPr>
              <w:jc w:val="both"/>
              <w:rPr>
                <w:rFonts w:asciiTheme="minorHAnsi" w:hAnsiTheme="minorHAnsi" w:cstheme="minorHAnsi"/>
                <w:noProof/>
                <w:sz w:val="22"/>
                <w:szCs w:val="22"/>
                <w:lang w:val="ro-RO"/>
              </w:rPr>
            </w:pPr>
          </w:p>
          <w:p w14:paraId="1AE70E9B" w14:textId="77777777" w:rsidR="005E13EA" w:rsidRPr="00E67132" w:rsidRDefault="002B692E"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situația în care, o exploatație se preia de la propria Persoană Fizică</w:t>
            </w:r>
            <w:r w:rsidR="0027709C" w:rsidRPr="00E67132">
              <w:rPr>
                <w:rFonts w:asciiTheme="minorHAnsi" w:hAnsiTheme="minorHAnsi" w:cstheme="minorHAnsi"/>
                <w:noProof/>
                <w:sz w:val="22"/>
                <w:szCs w:val="22"/>
                <w:lang w:val="ro-RO"/>
              </w:rPr>
              <w:t xml:space="preserve"> sau de la soţ/soţie</w:t>
            </w:r>
            <w:r w:rsidRPr="00E67132">
              <w:rPr>
                <w:rFonts w:asciiTheme="minorHAnsi" w:hAnsiTheme="minorHAnsi" w:cstheme="minorHAnsi"/>
                <w:noProof/>
                <w:sz w:val="22"/>
                <w:szCs w:val="22"/>
                <w:lang w:val="ro-RO"/>
              </w:rPr>
              <w:t>, aceasta trebuie să se preia integral exploatația agricolă deținută fără a primi punctaj la selecţie.</w:t>
            </w:r>
            <w:r w:rsidR="00396E80" w:rsidRPr="00E67132">
              <w:rPr>
                <w:rFonts w:asciiTheme="minorHAnsi" w:hAnsiTheme="minorHAnsi" w:cstheme="minorHAnsi"/>
                <w:noProof/>
                <w:sz w:val="22"/>
                <w:szCs w:val="22"/>
                <w:lang w:val="ro-RO"/>
              </w:rPr>
              <w:t xml:space="preserve"> </w:t>
            </w:r>
            <w:r w:rsidR="005E13EA" w:rsidRPr="00E67132">
              <w:rPr>
                <w:rFonts w:asciiTheme="minorHAnsi" w:hAnsiTheme="minorHAnsi" w:cstheme="minorHAnsi"/>
                <w:noProof/>
                <w:sz w:val="22"/>
                <w:szCs w:val="22"/>
                <w:lang w:val="ro-RO"/>
              </w:rPr>
              <w:t>Documentul a2</w:t>
            </w:r>
            <w:r w:rsidR="009F0878" w:rsidRPr="00E67132">
              <w:rPr>
                <w:rFonts w:asciiTheme="minorHAnsi" w:hAnsiTheme="minorHAnsi" w:cstheme="minorHAnsi"/>
                <w:noProof/>
                <w:sz w:val="22"/>
                <w:szCs w:val="22"/>
                <w:lang w:val="ro-RO"/>
              </w:rPr>
              <w:t xml:space="preserve"> (Inregistrare solicitant la APIA în Registrul Unic de  Identificare) </w:t>
            </w:r>
            <w:r w:rsidR="005E13EA" w:rsidRPr="00E67132">
              <w:rPr>
                <w:rFonts w:asciiTheme="minorHAnsi" w:hAnsiTheme="minorHAnsi" w:cstheme="minorHAnsi"/>
                <w:noProof/>
                <w:sz w:val="22"/>
                <w:szCs w:val="22"/>
                <w:lang w:val="ro-RO"/>
              </w:rPr>
              <w:t xml:space="preserve"> se verifică si listează obligatoriu pentru toţi solicitanţii care acceseaza submasura, inclusiv pentru solicitanţii care nu detin suprafeţe de teren agricole în exploataţie. </w:t>
            </w:r>
          </w:p>
          <w:p w14:paraId="2D27FF97" w14:textId="77777777" w:rsidR="00CD6525" w:rsidRPr="00E67132" w:rsidRDefault="00CD6525"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In concluzie:</w:t>
            </w:r>
          </w:p>
          <w:p w14:paraId="72850EEE" w14:textId="77777777" w:rsidR="005E13EA" w:rsidRPr="00E67132" w:rsidRDefault="00CD6525" w:rsidP="00065C53">
            <w:pPr>
              <w:jc w:val="both"/>
              <w:rPr>
                <w:rFonts w:asciiTheme="minorHAnsi" w:hAnsiTheme="minorHAnsi" w:cstheme="minorHAnsi"/>
                <w:b/>
                <w:noProof/>
                <w:sz w:val="22"/>
                <w:szCs w:val="22"/>
                <w:lang w:val="ro-RO"/>
              </w:rPr>
            </w:pPr>
            <w:r w:rsidRPr="00E67132">
              <w:rPr>
                <w:rFonts w:asciiTheme="minorHAnsi" w:hAnsiTheme="minorHAnsi" w:cstheme="minorHAnsi"/>
                <w:b/>
                <w:noProof/>
                <w:sz w:val="22"/>
                <w:szCs w:val="22"/>
                <w:lang w:val="ro-RO"/>
              </w:rPr>
              <w:t>Calculul dimensiunii exploataţiei agricole pentru anul 0 se realizează pe baza print screenului rezultat prin consultarea bazelor de date din Registrul Unic de Identificare de la APIA şi/sau Registrul exploatațiilor de la ANSVSA/ Circumscripţia Veterinară în nume propriu  şi/sau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w:t>
            </w:r>
          </w:p>
          <w:p w14:paraId="759AC0CF" w14:textId="77777777" w:rsidR="005F25D4" w:rsidRPr="00E67132" w:rsidRDefault="005F25D4" w:rsidP="00065C53">
            <w:pPr>
              <w:jc w:val="both"/>
              <w:rPr>
                <w:rFonts w:asciiTheme="minorHAnsi" w:hAnsiTheme="minorHAnsi" w:cstheme="minorHAnsi"/>
                <w:b/>
                <w:noProof/>
                <w:sz w:val="22"/>
                <w:szCs w:val="22"/>
                <w:lang w:val="ro-RO"/>
              </w:rPr>
            </w:pPr>
          </w:p>
          <w:p w14:paraId="4CE3CB3F" w14:textId="77777777" w:rsidR="00133EFF" w:rsidRPr="00E67132" w:rsidRDefault="006374C5" w:rsidP="00065C53">
            <w:pPr>
              <w:tabs>
                <w:tab w:val="left" w:pos="450"/>
              </w:tabs>
              <w:rPr>
                <w:rFonts w:asciiTheme="minorHAnsi" w:hAnsiTheme="minorHAnsi" w:cstheme="minorHAnsi"/>
                <w:b/>
                <w:noProof/>
                <w:sz w:val="22"/>
                <w:szCs w:val="22"/>
                <w:u w:val="single"/>
                <w:lang w:val="ro-RO"/>
              </w:rPr>
            </w:pPr>
            <w:r w:rsidRPr="00E67132">
              <w:rPr>
                <w:rFonts w:asciiTheme="minorHAnsi" w:hAnsiTheme="minorHAnsi" w:cstheme="minorHAnsi"/>
                <w:b/>
                <w:noProof/>
                <w:sz w:val="22"/>
                <w:szCs w:val="22"/>
                <w:lang w:val="ro-RO"/>
              </w:rPr>
              <w:t>d</w:t>
            </w:r>
            <w:r w:rsidR="005E13EA" w:rsidRPr="00E67132">
              <w:rPr>
                <w:rFonts w:asciiTheme="minorHAnsi" w:hAnsiTheme="minorHAnsi" w:cstheme="minorHAnsi"/>
                <w:b/>
                <w:noProof/>
                <w:sz w:val="22"/>
                <w:szCs w:val="22"/>
                <w:lang w:val="ro-RO"/>
              </w:rPr>
              <w:t>)</w:t>
            </w:r>
            <w:r w:rsidR="005E13EA" w:rsidRPr="00E67132">
              <w:rPr>
                <w:rFonts w:asciiTheme="minorHAnsi" w:hAnsiTheme="minorHAnsi" w:cstheme="minorHAnsi"/>
                <w:noProof/>
                <w:sz w:val="22"/>
                <w:szCs w:val="22"/>
                <w:lang w:val="ro-RO"/>
              </w:rPr>
              <w:t xml:space="preserve"> </w:t>
            </w:r>
            <w:r w:rsidR="00133EFF" w:rsidRPr="00E67132">
              <w:rPr>
                <w:rFonts w:asciiTheme="minorHAnsi" w:hAnsiTheme="minorHAnsi" w:cstheme="minorHAnsi"/>
                <w:b/>
                <w:noProof/>
                <w:sz w:val="22"/>
                <w:szCs w:val="22"/>
                <w:u w:val="single"/>
                <w:lang w:val="ro-RO"/>
              </w:rPr>
              <w:t>Documente solicitate pentru animale, păsări şi familii de albine:</w:t>
            </w:r>
          </w:p>
          <w:p w14:paraId="59F90813" w14:textId="77777777" w:rsidR="005E13EA" w:rsidRPr="00E67132" w:rsidRDefault="005E13EA" w:rsidP="00065C53">
            <w:pPr>
              <w:tabs>
                <w:tab w:val="left" w:pos="450"/>
              </w:tabs>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Data de referinta pentru fermele zootehnice - Anul 0 pentru calcul SO este reprezentata de ultima </w:t>
            </w:r>
            <w:r w:rsidR="00792C3C" w:rsidRPr="00E67132">
              <w:rPr>
                <w:rFonts w:asciiTheme="minorHAnsi" w:hAnsiTheme="minorHAnsi" w:cstheme="minorHAnsi"/>
                <w:noProof/>
                <w:sz w:val="22"/>
                <w:szCs w:val="22"/>
                <w:lang w:val="ro-RO"/>
              </w:rPr>
              <w:t xml:space="preserve">înregistrare/actualizare  în Registrul Exploataţiei de la ANSVSA/DSVSA  efectuată înainte cu cel mult 30 de zile faţă de data  depunerii cererii de finanţare </w:t>
            </w:r>
            <w:r w:rsidRPr="00E67132">
              <w:rPr>
                <w:rFonts w:asciiTheme="minorHAnsi" w:hAnsiTheme="minorHAnsi" w:cstheme="minorHAnsi"/>
                <w:noProof/>
                <w:sz w:val="22"/>
                <w:szCs w:val="22"/>
                <w:lang w:val="ro-RO"/>
              </w:rPr>
              <w:t>.</w:t>
            </w:r>
          </w:p>
          <w:p w14:paraId="41B7B916" w14:textId="77777777" w:rsidR="002B0567" w:rsidRPr="00E67132" w:rsidRDefault="002B0567" w:rsidP="00065C53">
            <w:pPr>
              <w:tabs>
                <w:tab w:val="left" w:pos="450"/>
              </w:tabs>
              <w:jc w:val="both"/>
              <w:rPr>
                <w:rFonts w:asciiTheme="minorHAnsi" w:hAnsiTheme="minorHAnsi" w:cstheme="minorHAnsi"/>
                <w:i/>
                <w:noProof/>
                <w:sz w:val="22"/>
                <w:szCs w:val="22"/>
                <w:lang w:val="ro-RO"/>
              </w:rPr>
            </w:pPr>
            <w:r w:rsidRPr="00E67132">
              <w:rPr>
                <w:rFonts w:asciiTheme="minorHAnsi" w:hAnsiTheme="minorHAnsi" w:cstheme="minorHAnsi"/>
                <w:noProof/>
                <w:sz w:val="22"/>
                <w:szCs w:val="22"/>
                <w:lang w:val="ro-RO"/>
              </w:rPr>
              <w:t xml:space="preserve">Expertul va verifica in Registrul exploatatiei de la ANSVSA solicitantul, accesand baza de date, astfel: </w:t>
            </w:r>
            <w:r w:rsidRPr="00E67132">
              <w:rPr>
                <w:rFonts w:asciiTheme="minorHAnsi" w:hAnsiTheme="minorHAnsi" w:cstheme="minorHAnsi"/>
                <w:i/>
                <w:noProof/>
                <w:sz w:val="22"/>
                <w:szCs w:val="22"/>
                <w:lang w:val="ro-RO"/>
              </w:rPr>
              <w:t>se completeaza urmatoarele rubrici pentru a verifica solicitantul:  RO - ul solicitantului, data de referință (</w:t>
            </w:r>
            <w:r w:rsidRPr="00E67132">
              <w:rPr>
                <w:rFonts w:asciiTheme="minorHAnsi" w:hAnsiTheme="minorHAnsi" w:cstheme="minorHAnsi"/>
                <w:b/>
                <w:i/>
                <w:noProof/>
                <w:sz w:val="22"/>
                <w:szCs w:val="22"/>
                <w:lang w:val="ro-RO"/>
              </w:rPr>
              <w:t xml:space="preserve">momentul depunerii cererii de finanţare). </w:t>
            </w:r>
            <w:r w:rsidRPr="00E67132">
              <w:rPr>
                <w:rFonts w:asciiTheme="minorHAnsi" w:hAnsiTheme="minorHAnsi" w:cstheme="minorHAnsi"/>
                <w:i/>
                <w:noProof/>
                <w:sz w:val="22"/>
                <w:szCs w:val="22"/>
                <w:lang w:val="ro-RO"/>
              </w:rPr>
              <w:t>Registrul rezultat se listeaza si se verifica daca calculul SO din Cererea de Finanțare este in concordanta cu acesta.</w:t>
            </w:r>
          </w:p>
          <w:p w14:paraId="40446852" w14:textId="77777777" w:rsidR="005E13EA" w:rsidRPr="00E67132" w:rsidRDefault="005E13EA"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Se verifică în formularul de mișcare ANSVSA/DSVSA (Anexa 4 din Normele sanitare veterinare ale Ordinului ANSVSA nr. 40/2010) datele de identificare ale proprietarului și crotalia animalului detinut.</w:t>
            </w:r>
          </w:p>
          <w:p w14:paraId="1B62D7C6" w14:textId="77777777" w:rsidR="00510EF9" w:rsidRPr="00E67132" w:rsidRDefault="005E13EA" w:rsidP="00065C53">
            <w:pPr>
              <w:pStyle w:val="NoSpacing"/>
              <w:tabs>
                <w:tab w:val="left" w:pos="2268"/>
              </w:tabs>
              <w:jc w:val="both"/>
              <w:rPr>
                <w:rFonts w:asciiTheme="minorHAnsi" w:hAnsiTheme="minorHAnsi" w:cstheme="minorHAnsi"/>
                <w:noProof/>
                <w:lang w:val="ro-RO"/>
              </w:rPr>
            </w:pPr>
            <w:r w:rsidRPr="00E67132">
              <w:rPr>
                <w:rFonts w:asciiTheme="minorHAnsi" w:hAnsiTheme="minorHAnsi" w:cstheme="minorHAnsi"/>
                <w:noProof/>
                <w:lang w:val="ro-RO"/>
              </w:rPr>
              <w:t xml:space="preserve"> </w:t>
            </w:r>
            <w:r w:rsidR="00510EF9" w:rsidRPr="00E67132">
              <w:rPr>
                <w:rFonts w:asciiTheme="minorHAnsi" w:hAnsiTheme="minorHAnsi" w:cstheme="minorHAnsi"/>
                <w:noProof/>
                <w:lang w:val="ro-RO"/>
              </w:rPr>
              <w:t>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14:paraId="39FC936F" w14:textId="77777777" w:rsidR="00510EF9" w:rsidRPr="00E67132" w:rsidRDefault="00510EF9" w:rsidP="00065C53">
            <w:pPr>
              <w:pStyle w:val="NoSpacing"/>
              <w:tabs>
                <w:tab w:val="left" w:pos="2268"/>
              </w:tabs>
              <w:jc w:val="both"/>
              <w:rPr>
                <w:rFonts w:asciiTheme="minorHAnsi" w:hAnsiTheme="minorHAnsi" w:cstheme="minorHAnsi"/>
                <w:noProof/>
                <w:lang w:val="ro-RO"/>
              </w:rPr>
            </w:pPr>
            <w:r w:rsidRPr="00E67132">
              <w:rPr>
                <w:rFonts w:asciiTheme="minorHAnsi" w:hAnsiTheme="minorHAnsi" w:cstheme="minorHAnsi"/>
                <w:noProof/>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14:paraId="29B0CE43" w14:textId="77777777" w:rsidR="00510EF9" w:rsidRPr="00E67132" w:rsidRDefault="00510EF9" w:rsidP="00065C53">
            <w:pPr>
              <w:pStyle w:val="NoSpacing"/>
              <w:tabs>
                <w:tab w:val="left" w:pos="2268"/>
              </w:tabs>
              <w:jc w:val="both"/>
              <w:rPr>
                <w:rFonts w:asciiTheme="minorHAnsi" w:hAnsiTheme="minorHAnsi" w:cstheme="minorHAnsi"/>
                <w:noProof/>
                <w:lang w:val="ro-RO"/>
              </w:rPr>
            </w:pPr>
            <w:r w:rsidRPr="00E67132">
              <w:rPr>
                <w:rFonts w:asciiTheme="minorHAnsi" w:hAnsiTheme="minorHAnsi" w:cstheme="minorHAnsi"/>
                <w:noProof/>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14:paraId="7EE59802" w14:textId="77777777" w:rsidR="00510EF9" w:rsidRPr="00E67132" w:rsidRDefault="00510EF9" w:rsidP="00065C53">
            <w:pPr>
              <w:pStyle w:val="NoSpacing"/>
              <w:tabs>
                <w:tab w:val="left" w:pos="2268"/>
              </w:tabs>
              <w:jc w:val="both"/>
              <w:rPr>
                <w:rFonts w:asciiTheme="minorHAnsi" w:hAnsiTheme="minorHAnsi" w:cstheme="minorHAnsi"/>
                <w:noProof/>
                <w:lang w:val="ro-RO"/>
              </w:rPr>
            </w:pPr>
            <w:r w:rsidRPr="00E67132">
              <w:rPr>
                <w:rFonts w:asciiTheme="minorHAnsi" w:hAnsiTheme="minorHAnsi" w:cstheme="minorHAnsi"/>
                <w:noProof/>
                <w:lang w:val="ro-RO"/>
              </w:rPr>
              <w:t>NORMA SANITARĂ VETERINARĂ din 29 aprilie 2010 pentru implementarea procesului de identificare şi înregistrare a suinelor, ovinelo</w:t>
            </w:r>
            <w:r w:rsidR="00C04864" w:rsidRPr="00E67132">
              <w:rPr>
                <w:rFonts w:asciiTheme="minorHAnsi" w:hAnsiTheme="minorHAnsi" w:cstheme="minorHAnsi"/>
                <w:noProof/>
                <w:lang w:val="ro-RO"/>
              </w:rPr>
              <w:t>r,</w:t>
            </w:r>
            <w:r w:rsidRPr="00E67132">
              <w:rPr>
                <w:rFonts w:asciiTheme="minorHAnsi" w:hAnsiTheme="minorHAnsi" w:cstheme="minorHAnsi"/>
                <w:noProof/>
                <w:lang w:val="ro-RO"/>
              </w:rPr>
              <w:t xml:space="preserve"> caprinelor şi bovinelor,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14:paraId="4905835B" w14:textId="77777777" w:rsidR="00A56A25" w:rsidRPr="00E67132" w:rsidRDefault="00D81CB3" w:rsidP="00065C53">
            <w:pPr>
              <w:tabs>
                <w:tab w:val="num" w:pos="360"/>
                <w:tab w:val="right" w:pos="9072"/>
              </w:tabs>
              <w:jc w:val="both"/>
              <w:rPr>
                <w:rFonts w:asciiTheme="minorHAnsi" w:hAnsiTheme="minorHAnsi" w:cstheme="minorHAnsi"/>
                <w:b/>
                <w:noProof/>
                <w:sz w:val="22"/>
                <w:szCs w:val="22"/>
                <w:lang w:val="ro-RO" w:eastAsia="fr-FR"/>
              </w:rPr>
            </w:pPr>
            <w:r w:rsidRPr="00E67132">
              <w:rPr>
                <w:rFonts w:asciiTheme="minorHAnsi" w:hAnsiTheme="minorHAnsi" w:cstheme="minorHAnsi"/>
                <w:b/>
                <w:noProof/>
                <w:sz w:val="22"/>
                <w:szCs w:val="22"/>
                <w:lang w:val="ro-RO"/>
              </w:rPr>
              <w:t>Paşaportul emis de ANZ</w:t>
            </w:r>
            <w:r w:rsidR="005D2841" w:rsidRPr="00E67132">
              <w:rPr>
                <w:rFonts w:asciiTheme="minorHAnsi" w:hAnsiTheme="minorHAnsi" w:cstheme="minorHAnsi"/>
                <w:b/>
                <w:noProof/>
                <w:sz w:val="22"/>
                <w:szCs w:val="22"/>
                <w:lang w:val="ro-RO"/>
              </w:rPr>
              <w:t xml:space="preserve"> </w:t>
            </w:r>
            <w:r w:rsidR="00A56A25" w:rsidRPr="00E67132">
              <w:rPr>
                <w:rFonts w:asciiTheme="minorHAnsi" w:hAnsiTheme="minorHAnsi" w:cstheme="minorHAnsi"/>
                <w:noProof/>
                <w:sz w:val="22"/>
                <w:szCs w:val="22"/>
                <w:lang w:val="ro-RO"/>
              </w:rPr>
              <w:t xml:space="preserve">În cazul în care solicitantul deţine cabaline de rasă şi origine se verifică dacă solicitantul a prezentat </w:t>
            </w:r>
            <w:r w:rsidR="00A56A25" w:rsidRPr="00E67132">
              <w:rPr>
                <w:rFonts w:asciiTheme="minorHAnsi" w:hAnsiTheme="minorHAnsi" w:cstheme="minorHAnsi"/>
                <w:b/>
                <w:noProof/>
                <w:sz w:val="22"/>
                <w:szCs w:val="22"/>
                <w:lang w:val="ro-RO"/>
              </w:rPr>
              <w:t>Paşaportul emis de ANZ pentru ecvideele (cabalinele) cu rasă şi origine</w:t>
            </w:r>
            <w:r w:rsidR="00A56A25" w:rsidRPr="00E67132">
              <w:rPr>
                <w:rFonts w:asciiTheme="minorHAnsi" w:hAnsiTheme="minorHAnsi" w:cstheme="minorHAnsi"/>
                <w:noProof/>
                <w:sz w:val="22"/>
                <w:szCs w:val="22"/>
                <w:lang w:val="ro-RO"/>
              </w:rPr>
              <w:t xml:space="preserve"> pentru toate cabalinele menţionate în tabelul privind Calculul SO şi în doc. 1.</w:t>
            </w:r>
          </w:p>
          <w:p w14:paraId="738D12FF" w14:textId="77777777" w:rsidR="00133EFF" w:rsidRPr="00E67132" w:rsidRDefault="00133EFF" w:rsidP="00065C53">
            <w:pPr>
              <w:jc w:val="both"/>
              <w:rPr>
                <w:rFonts w:asciiTheme="minorHAnsi" w:hAnsiTheme="minorHAnsi" w:cstheme="minorHAnsi"/>
                <w:noProof/>
                <w:sz w:val="22"/>
                <w:szCs w:val="22"/>
                <w:lang w:val="ro-RO" w:eastAsia="fr-FR"/>
              </w:rPr>
            </w:pPr>
          </w:p>
          <w:p w14:paraId="061EB1C8" w14:textId="77777777" w:rsidR="00D81CB3" w:rsidRPr="00E67132" w:rsidRDefault="00D81CB3" w:rsidP="00065C53">
            <w:pPr>
              <w:jc w:val="both"/>
              <w:rPr>
                <w:rFonts w:asciiTheme="minorHAnsi" w:hAnsiTheme="minorHAnsi" w:cstheme="minorHAnsi"/>
                <w:b/>
                <w:noProof/>
                <w:sz w:val="22"/>
                <w:szCs w:val="22"/>
                <w:lang w:val="ro-RO"/>
              </w:rPr>
            </w:pPr>
            <w:r w:rsidRPr="00E67132">
              <w:rPr>
                <w:rFonts w:asciiTheme="minorHAnsi" w:hAnsiTheme="minorHAnsi" w:cstheme="minorHAnsi"/>
                <w:b/>
                <w:noProof/>
                <w:sz w:val="22"/>
                <w:szCs w:val="22"/>
                <w:lang w:val="ro-RO"/>
              </w:rPr>
              <w:t>Pentru exploataţiile agricole care deţin păsari</w:t>
            </w:r>
            <w:r w:rsidRPr="00E67132">
              <w:rPr>
                <w:rFonts w:asciiTheme="minorHAnsi" w:hAnsiTheme="minorHAnsi" w:cstheme="minorHAnsi"/>
                <w:noProof/>
                <w:sz w:val="22"/>
                <w:szCs w:val="22"/>
                <w:lang w:val="ro-RO"/>
              </w:rPr>
              <w:t xml:space="preserve"> </w:t>
            </w:r>
            <w:r w:rsidR="004848E2" w:rsidRPr="00E67132">
              <w:rPr>
                <w:rFonts w:asciiTheme="minorHAnsi" w:hAnsiTheme="minorHAnsi" w:cstheme="minorHAnsi"/>
                <w:b/>
                <w:noProof/>
                <w:sz w:val="22"/>
                <w:szCs w:val="22"/>
                <w:lang w:val="ro-RO"/>
              </w:rPr>
              <w:t>și albine:</w:t>
            </w:r>
          </w:p>
          <w:p w14:paraId="629703EB" w14:textId="77777777" w:rsidR="005C130E" w:rsidRPr="00E67132" w:rsidRDefault="00D81CB3"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-s</w:t>
            </w:r>
            <w:r w:rsidR="005E13EA" w:rsidRPr="00E67132">
              <w:rPr>
                <w:rFonts w:asciiTheme="minorHAnsi" w:hAnsiTheme="minorHAnsi" w:cstheme="minorHAnsi"/>
                <w:noProof/>
                <w:sz w:val="22"/>
                <w:szCs w:val="22"/>
                <w:lang w:val="ro-RO"/>
              </w:rPr>
              <w:t>e verifică in adeverinta</w:t>
            </w:r>
            <w:r w:rsidR="005E13EA" w:rsidRPr="00E67132">
              <w:rPr>
                <w:rFonts w:asciiTheme="minorHAnsi" w:hAnsiTheme="minorHAnsi" w:cstheme="minorHAnsi"/>
                <w:b/>
                <w:noProof/>
                <w:sz w:val="22"/>
                <w:szCs w:val="22"/>
                <w:lang w:val="ro-RO"/>
              </w:rPr>
              <w:t xml:space="preserve"> eliberată de medicul veterinar de circumscripţie</w:t>
            </w:r>
            <w:r w:rsidR="005E13EA" w:rsidRPr="00E67132">
              <w:rPr>
                <w:rFonts w:asciiTheme="minorHAnsi" w:hAnsiTheme="minorHAnsi" w:cstheme="minorHAnsi"/>
                <w:noProof/>
                <w:sz w:val="22"/>
                <w:szCs w:val="22"/>
                <w:lang w:val="ro-RO"/>
              </w:rPr>
              <w:t xml:space="preserve"> numarul pasarilor si al familiilor de albine corelandu-se cu inregistrarile din copia Registrului Agricol</w:t>
            </w:r>
            <w:r w:rsidR="005C130E" w:rsidRPr="00E67132">
              <w:rPr>
                <w:rFonts w:asciiTheme="minorHAnsi" w:hAnsiTheme="minorHAnsi" w:cstheme="minorHAnsi"/>
                <w:noProof/>
                <w:sz w:val="22"/>
                <w:szCs w:val="22"/>
                <w:lang w:val="ro-RO"/>
              </w:rPr>
              <w:t xml:space="preserve">, corelat cu informațiile din copia adeverintei emise de ANZ din care trebuie să rezulte </w:t>
            </w:r>
            <w:r w:rsidR="005C130E" w:rsidRPr="00E67132">
              <w:rPr>
                <w:rFonts w:asciiTheme="minorHAnsi" w:hAnsiTheme="minorHAnsi" w:cstheme="minorHAnsi"/>
                <w:noProof/>
                <w:color w:val="333333"/>
                <w:sz w:val="22"/>
                <w:szCs w:val="22"/>
                <w:lang w:val="ro-RO"/>
              </w:rPr>
              <w:t xml:space="preserve">codul de identificare a stupinei  </w:t>
            </w:r>
            <w:r w:rsidR="005C130E" w:rsidRPr="00E67132">
              <w:rPr>
                <w:rFonts w:asciiTheme="minorHAnsi" w:hAnsiTheme="minorHAnsi" w:cstheme="minorHAnsi"/>
                <w:noProof/>
                <w:sz w:val="22"/>
                <w:szCs w:val="22"/>
                <w:lang w:val="ro-RO"/>
              </w:rPr>
              <w:t xml:space="preserve"> și stupilor, numarul familiilor de albine.</w:t>
            </w:r>
          </w:p>
          <w:p w14:paraId="567E4C66" w14:textId="77777777" w:rsidR="005C130E" w:rsidRPr="00E67132" w:rsidRDefault="005C130E" w:rsidP="00065C53">
            <w:pPr>
              <w:jc w:val="both"/>
              <w:rPr>
                <w:rFonts w:asciiTheme="minorHAnsi" w:hAnsiTheme="minorHAnsi" w:cstheme="minorHAnsi"/>
                <w:noProof/>
                <w:sz w:val="22"/>
                <w:szCs w:val="22"/>
                <w:lang w:val="ro-RO"/>
              </w:rPr>
            </w:pPr>
          </w:p>
          <w:p w14:paraId="4645D2D3" w14:textId="77777777" w:rsidR="005E13EA" w:rsidRPr="00E67132" w:rsidRDefault="005E13EA" w:rsidP="00065C53">
            <w:pPr>
              <w:jc w:val="both"/>
              <w:rPr>
                <w:rFonts w:asciiTheme="minorHAnsi" w:hAnsiTheme="minorHAnsi" w:cstheme="minorHAnsi"/>
                <w:noProof/>
                <w:sz w:val="22"/>
                <w:szCs w:val="22"/>
                <w:lang w:val="ro-RO"/>
              </w:rPr>
            </w:pPr>
          </w:p>
          <w:p w14:paraId="7FB5C676" w14:textId="77777777" w:rsidR="005E13EA" w:rsidRPr="00E67132" w:rsidRDefault="005E13EA" w:rsidP="00065C53">
            <w:pPr>
              <w:tabs>
                <w:tab w:val="num" w:pos="360"/>
                <w:tab w:val="right" w:pos="9072"/>
              </w:tabs>
              <w:jc w:val="both"/>
              <w:rPr>
                <w:rFonts w:asciiTheme="minorHAnsi" w:hAnsiTheme="minorHAnsi" w:cstheme="minorHAnsi"/>
                <w:b/>
                <w:noProof/>
                <w:sz w:val="22"/>
                <w:szCs w:val="22"/>
                <w:lang w:val="ro-RO"/>
              </w:rPr>
            </w:pPr>
            <w:r w:rsidRPr="00E67132">
              <w:rPr>
                <w:rFonts w:asciiTheme="minorHAnsi" w:hAnsiTheme="minorHAnsi" w:cstheme="minorHAnsi"/>
                <w:b/>
                <w:noProof/>
                <w:sz w:val="22"/>
                <w:szCs w:val="22"/>
                <w:lang w:val="ro-RO"/>
              </w:rPr>
              <w:t>Terenul ce constituie vatra stupinei</w:t>
            </w:r>
            <w:r w:rsidRPr="00E67132">
              <w:rPr>
                <w:rFonts w:asciiTheme="minorHAnsi" w:hAnsiTheme="minorHAnsi" w:cstheme="minorHAnsi"/>
                <w:noProof/>
                <w:sz w:val="22"/>
                <w:szCs w:val="22"/>
                <w:lang w:val="ro-RO"/>
              </w:rPr>
              <w:t xml:space="preserve"> nu contribuie la calculul SO. Suprafaţa de teren eligibilă pentru vatra stupinei este de minim 5 mp/stup şi 50 mp pentru fiecare pavilion apicol. Terenul care formează vatra stupinei nu </w:t>
            </w:r>
            <w:r w:rsidR="00B3464D" w:rsidRPr="00E67132">
              <w:rPr>
                <w:rFonts w:asciiTheme="minorHAnsi" w:hAnsiTheme="minorHAnsi" w:cstheme="minorHAnsi"/>
                <w:noProof/>
                <w:sz w:val="22"/>
                <w:szCs w:val="22"/>
                <w:lang w:val="ro-RO"/>
              </w:rPr>
              <w:t xml:space="preserve"> este obligatoriu </w:t>
            </w:r>
            <w:r w:rsidRPr="00E67132">
              <w:rPr>
                <w:rFonts w:asciiTheme="minorHAnsi" w:hAnsiTheme="minorHAnsi" w:cstheme="minorHAnsi"/>
                <w:noProof/>
                <w:sz w:val="22"/>
                <w:szCs w:val="22"/>
                <w:lang w:val="ro-RO"/>
              </w:rPr>
              <w:t xml:space="preserve">sa </w:t>
            </w:r>
            <w:r w:rsidR="00B3464D" w:rsidRPr="00E67132">
              <w:rPr>
                <w:rFonts w:asciiTheme="minorHAnsi" w:hAnsiTheme="minorHAnsi" w:cstheme="minorHAnsi"/>
                <w:noProof/>
                <w:sz w:val="22"/>
                <w:szCs w:val="22"/>
                <w:lang w:val="ro-RO"/>
              </w:rPr>
              <w:t xml:space="preserve">fie  inregistrat </w:t>
            </w:r>
            <w:r w:rsidRPr="00E67132">
              <w:rPr>
                <w:rFonts w:asciiTheme="minorHAnsi" w:hAnsiTheme="minorHAnsi" w:cstheme="minorHAnsi"/>
                <w:noProof/>
                <w:sz w:val="22"/>
                <w:szCs w:val="22"/>
                <w:lang w:val="ro-RO"/>
              </w:rPr>
              <w:t>în Registrul unic de identificare, la APIA, acesta necontribuind la calculul SO din cererea de finanţare.</w:t>
            </w:r>
          </w:p>
          <w:p w14:paraId="7B8B8696" w14:textId="77777777" w:rsidR="00C12F4E" w:rsidRPr="00E67132" w:rsidRDefault="00C12F4E" w:rsidP="00065C53">
            <w:pPr>
              <w:tabs>
                <w:tab w:val="num" w:pos="360"/>
                <w:tab w:val="right" w:pos="9072"/>
              </w:tabs>
              <w:ind w:left="180"/>
              <w:jc w:val="both"/>
              <w:rPr>
                <w:rFonts w:asciiTheme="minorHAnsi" w:hAnsiTheme="minorHAnsi" w:cstheme="minorHAnsi"/>
                <w:b/>
                <w:noProof/>
                <w:sz w:val="22"/>
                <w:szCs w:val="22"/>
                <w:lang w:val="ro-RO" w:eastAsia="fr-FR"/>
              </w:rPr>
            </w:pPr>
          </w:p>
          <w:p w14:paraId="32B73416" w14:textId="77777777" w:rsidR="005E13EA" w:rsidRPr="00E67132" w:rsidRDefault="005E13EA" w:rsidP="00065C53">
            <w:pPr>
              <w:tabs>
                <w:tab w:val="num" w:pos="270"/>
                <w:tab w:val="right" w:pos="9072"/>
              </w:tabs>
              <w:jc w:val="both"/>
              <w:rPr>
                <w:rFonts w:asciiTheme="minorHAnsi" w:hAnsiTheme="minorHAnsi" w:cstheme="minorHAnsi"/>
                <w:noProof/>
                <w:sz w:val="22"/>
                <w:szCs w:val="22"/>
                <w:lang w:val="ro-RO"/>
              </w:rPr>
            </w:pPr>
          </w:p>
          <w:p w14:paraId="3955F2C1" w14:textId="77777777" w:rsidR="00140E45" w:rsidRPr="00E67132" w:rsidRDefault="00140E45" w:rsidP="00065C53">
            <w:pPr>
              <w:tabs>
                <w:tab w:val="num" w:pos="270"/>
                <w:tab w:val="right" w:pos="9072"/>
              </w:tabs>
              <w:jc w:val="both"/>
              <w:rPr>
                <w:rFonts w:asciiTheme="minorHAnsi" w:hAnsiTheme="minorHAnsi" w:cstheme="minorHAnsi"/>
                <w:noProof/>
                <w:sz w:val="22"/>
                <w:szCs w:val="22"/>
                <w:lang w:val="ro-RO"/>
              </w:rPr>
            </w:pPr>
          </w:p>
          <w:p w14:paraId="314EA9E2" w14:textId="77777777" w:rsidR="00181560" w:rsidRPr="00E67132" w:rsidRDefault="00D81CB3" w:rsidP="00065C53">
            <w:pPr>
              <w:tabs>
                <w:tab w:val="num" w:pos="270"/>
                <w:tab w:val="right" w:pos="9072"/>
              </w:tabs>
              <w:jc w:val="both"/>
              <w:rPr>
                <w:rFonts w:asciiTheme="minorHAnsi" w:hAnsiTheme="minorHAnsi" w:cstheme="minorHAnsi"/>
                <w:noProof/>
                <w:sz w:val="22"/>
                <w:szCs w:val="22"/>
                <w:lang w:val="ro-RO" w:eastAsia="fr-FR"/>
              </w:rPr>
            </w:pPr>
            <w:r w:rsidRPr="00E67132">
              <w:rPr>
                <w:rFonts w:asciiTheme="minorHAnsi" w:hAnsiTheme="minorHAnsi" w:cstheme="minorHAnsi"/>
                <w:noProof/>
                <w:sz w:val="22"/>
                <w:szCs w:val="22"/>
                <w:lang w:val="ro-RO" w:eastAsia="fr-FR"/>
              </w:rPr>
              <w:t>e1</w:t>
            </w:r>
            <w:r w:rsidR="0002351D" w:rsidRPr="00E67132">
              <w:rPr>
                <w:rFonts w:asciiTheme="minorHAnsi" w:hAnsiTheme="minorHAnsi" w:cstheme="minorHAnsi"/>
                <w:noProof/>
                <w:sz w:val="22"/>
                <w:szCs w:val="22"/>
                <w:lang w:val="ro-RO" w:eastAsia="fr-FR"/>
              </w:rPr>
              <w:t xml:space="preserve">) </w:t>
            </w:r>
            <w:r w:rsidR="00181560" w:rsidRPr="00E67132">
              <w:rPr>
                <w:rFonts w:asciiTheme="minorHAnsi" w:hAnsiTheme="minorHAnsi" w:cstheme="minorHAnsi"/>
                <w:b/>
                <w:noProof/>
                <w:sz w:val="22"/>
                <w:szCs w:val="22"/>
                <w:lang w:val="ro-RO" w:eastAsia="fr-FR"/>
              </w:rPr>
              <w:t>Pentru exploatațiile vegetale</w:t>
            </w:r>
            <w:r w:rsidR="00181560" w:rsidRPr="00E67132">
              <w:rPr>
                <w:rFonts w:asciiTheme="minorHAnsi" w:hAnsiTheme="minorHAnsi" w:cstheme="minorHAnsi"/>
                <w:noProof/>
                <w:sz w:val="22"/>
                <w:szCs w:val="22"/>
                <w:lang w:val="ro-RO" w:eastAsia="fr-FR"/>
              </w:rPr>
              <w:t xml:space="preserve"> se va verifica c</w:t>
            </w:r>
            <w:r w:rsidR="0002351D" w:rsidRPr="00E67132">
              <w:rPr>
                <w:rFonts w:asciiTheme="minorHAnsi" w:hAnsiTheme="minorHAnsi" w:cstheme="minorHAnsi"/>
                <w:noProof/>
                <w:sz w:val="22"/>
                <w:szCs w:val="22"/>
                <w:lang w:val="ro-RO" w:eastAsia="fr-FR"/>
              </w:rPr>
              <w:t>opie</w:t>
            </w:r>
            <w:r w:rsidR="0002351D" w:rsidRPr="00E67132">
              <w:rPr>
                <w:rFonts w:asciiTheme="minorHAnsi" w:hAnsiTheme="minorHAnsi" w:cstheme="minorHAnsi"/>
                <w:noProof/>
                <w:sz w:val="22"/>
                <w:szCs w:val="22"/>
                <w:lang w:val="ro-RO"/>
              </w:rPr>
              <w:t xml:space="preserve"> din Registrul agricol actualizat </w:t>
            </w:r>
            <w:r w:rsidR="0002351D" w:rsidRPr="00E67132">
              <w:rPr>
                <w:rFonts w:asciiTheme="minorHAnsi" w:hAnsiTheme="minorHAnsi" w:cstheme="minorHAnsi"/>
                <w:noProof/>
                <w:sz w:val="22"/>
                <w:szCs w:val="22"/>
                <w:lang w:val="ro-RO" w:eastAsia="fr-FR"/>
              </w:rPr>
              <w:t>în anul</w:t>
            </w:r>
            <w:r w:rsidR="0002351D" w:rsidRPr="00E67132">
              <w:rPr>
                <w:rFonts w:asciiTheme="minorHAnsi" w:hAnsiTheme="minorHAnsi" w:cstheme="minorHAnsi"/>
                <w:noProof/>
                <w:sz w:val="22"/>
                <w:szCs w:val="22"/>
                <w:lang w:val="ro-RO"/>
              </w:rPr>
              <w:t xml:space="preserve"> depunerii cererii d e finantare</w:t>
            </w:r>
            <w:r w:rsidR="00181560" w:rsidRPr="00E67132">
              <w:rPr>
                <w:rFonts w:asciiTheme="minorHAnsi" w:hAnsiTheme="minorHAnsi" w:cstheme="minorHAnsi"/>
                <w:noProof/>
                <w:sz w:val="22"/>
                <w:szCs w:val="22"/>
                <w:lang w:val="ro-RO"/>
              </w:rPr>
              <w:t xml:space="preserve"> </w:t>
            </w:r>
            <w:r w:rsidR="00181560" w:rsidRPr="00E67132">
              <w:rPr>
                <w:rFonts w:asciiTheme="minorHAnsi" w:hAnsiTheme="minorHAnsi" w:cstheme="minorHAnsi"/>
                <w:noProof/>
                <w:sz w:val="22"/>
                <w:szCs w:val="22"/>
                <w:lang w:val="ro-RO" w:eastAsia="fr-FR"/>
              </w:rPr>
              <w:t>care să confirme dreptul de folosinţă (proprietate/arendă/ concesionare) al terenului/ fermei zootehnice/ animalelor (doar proprietate) înregistrate pentru baza de producţie,.</w:t>
            </w:r>
          </w:p>
          <w:p w14:paraId="31D81FCA" w14:textId="77777777" w:rsidR="0002351D" w:rsidRPr="00E67132" w:rsidRDefault="0002351D" w:rsidP="00065C53">
            <w:pPr>
              <w:tabs>
                <w:tab w:val="num" w:pos="270"/>
                <w:tab w:val="right" w:pos="9072"/>
              </w:tabs>
              <w:jc w:val="both"/>
              <w:rPr>
                <w:rFonts w:asciiTheme="minorHAnsi" w:hAnsiTheme="minorHAnsi" w:cstheme="minorHAnsi"/>
                <w:noProof/>
                <w:sz w:val="22"/>
                <w:szCs w:val="22"/>
                <w:lang w:val="ro-RO" w:eastAsia="fr-FR"/>
              </w:rPr>
            </w:pPr>
          </w:p>
          <w:p w14:paraId="4B48564F" w14:textId="77777777" w:rsidR="0002351D" w:rsidRPr="00E67132" w:rsidRDefault="00D81CB3" w:rsidP="00065C53">
            <w:pPr>
              <w:tabs>
                <w:tab w:val="num" w:pos="270"/>
                <w:tab w:val="right" w:pos="9072"/>
              </w:tabs>
              <w:jc w:val="both"/>
              <w:rPr>
                <w:rFonts w:asciiTheme="minorHAnsi" w:hAnsiTheme="minorHAnsi" w:cstheme="minorHAnsi"/>
                <w:noProof/>
                <w:sz w:val="22"/>
                <w:szCs w:val="22"/>
                <w:lang w:val="ro-RO" w:eastAsia="fr-FR"/>
              </w:rPr>
            </w:pPr>
            <w:r w:rsidRPr="00E67132">
              <w:rPr>
                <w:rFonts w:asciiTheme="minorHAnsi" w:hAnsiTheme="minorHAnsi" w:cstheme="minorHAnsi"/>
                <w:noProof/>
                <w:sz w:val="22"/>
                <w:szCs w:val="22"/>
                <w:lang w:val="ro-RO"/>
              </w:rPr>
              <w:t>e2</w:t>
            </w:r>
            <w:r w:rsidRPr="00E67132">
              <w:rPr>
                <w:rFonts w:asciiTheme="minorHAnsi" w:hAnsiTheme="minorHAnsi" w:cstheme="minorHAnsi"/>
                <w:b/>
                <w:noProof/>
                <w:sz w:val="22"/>
                <w:szCs w:val="22"/>
                <w:lang w:val="ro-RO"/>
              </w:rPr>
              <w:t>)</w:t>
            </w:r>
            <w:r w:rsidR="0002351D" w:rsidRPr="00E67132">
              <w:rPr>
                <w:rFonts w:asciiTheme="minorHAnsi" w:hAnsiTheme="minorHAnsi" w:cstheme="minorHAnsi"/>
                <w:b/>
                <w:noProof/>
                <w:sz w:val="22"/>
                <w:szCs w:val="22"/>
                <w:lang w:val="ro-RO" w:eastAsia="fr-FR"/>
              </w:rPr>
              <w:t>Pentru exp</w:t>
            </w:r>
            <w:r w:rsidR="00181560" w:rsidRPr="00E67132">
              <w:rPr>
                <w:rFonts w:asciiTheme="minorHAnsi" w:hAnsiTheme="minorHAnsi" w:cstheme="minorHAnsi"/>
                <w:b/>
                <w:noProof/>
                <w:sz w:val="22"/>
                <w:szCs w:val="22"/>
                <w:lang w:val="ro-RO" w:eastAsia="fr-FR"/>
              </w:rPr>
              <w:t>loataţiile mixte şi zootehnice</w:t>
            </w:r>
            <w:r w:rsidR="00181560" w:rsidRPr="00E67132">
              <w:rPr>
                <w:rFonts w:asciiTheme="minorHAnsi" w:hAnsiTheme="minorHAnsi" w:cstheme="minorHAnsi"/>
                <w:noProof/>
                <w:sz w:val="22"/>
                <w:szCs w:val="22"/>
                <w:lang w:val="ro-RO" w:eastAsia="fr-FR"/>
              </w:rPr>
              <w:t xml:space="preserve"> se va verifica copia</w:t>
            </w:r>
            <w:r w:rsidR="0002351D" w:rsidRPr="00E67132">
              <w:rPr>
                <w:rFonts w:asciiTheme="minorHAnsi" w:hAnsiTheme="minorHAnsi" w:cstheme="minorHAnsi"/>
                <w:noProof/>
                <w:sz w:val="22"/>
                <w:szCs w:val="22"/>
                <w:lang w:val="ro-RO" w:eastAsia="fr-FR"/>
              </w:rPr>
              <w:t xml:space="preserve"> din Registrul agricol emis de Primării actualizat care să confirme dreptul de folosinţă (proprietate/arendă/concesionare) al terenului/ fermei zootehnice/ animalelor (doar proprietate) înregistrate pentru baza de producţie,.</w:t>
            </w:r>
          </w:p>
          <w:p w14:paraId="3123EAF1" w14:textId="77777777" w:rsidR="0002351D" w:rsidRPr="00E67132" w:rsidRDefault="0002351D" w:rsidP="00065C53">
            <w:pPr>
              <w:tabs>
                <w:tab w:val="num" w:pos="270"/>
                <w:tab w:val="right" w:pos="9072"/>
              </w:tabs>
              <w:jc w:val="both"/>
              <w:rPr>
                <w:rFonts w:asciiTheme="minorHAnsi" w:hAnsiTheme="minorHAnsi" w:cstheme="minorHAnsi"/>
                <w:noProof/>
                <w:sz w:val="22"/>
                <w:szCs w:val="22"/>
                <w:lang w:val="ro-RO"/>
              </w:rPr>
            </w:pPr>
          </w:p>
          <w:p w14:paraId="49F8FC03" w14:textId="77777777" w:rsidR="0002351D" w:rsidRPr="00E67132" w:rsidRDefault="0002351D" w:rsidP="00065C53">
            <w:pPr>
              <w:tabs>
                <w:tab w:val="num" w:pos="270"/>
                <w:tab w:val="right" w:pos="9072"/>
              </w:tabs>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situaţia în care primăriile nu pot elibera copia Registrului agricol cu situaţia curentă, se va depune copia ultimei înregistrari a registrului agricol însoţită de adeverinţă emisă de primărie privind situaţia curentă.</w:t>
            </w:r>
          </w:p>
          <w:p w14:paraId="6FE8DE79" w14:textId="77777777" w:rsidR="0002351D" w:rsidRPr="00E67132" w:rsidRDefault="0002351D" w:rsidP="00065C53">
            <w:pPr>
              <w:tabs>
                <w:tab w:val="num" w:pos="270"/>
                <w:tab w:val="right" w:pos="9072"/>
              </w:tabs>
              <w:rPr>
                <w:rFonts w:asciiTheme="minorHAnsi" w:hAnsiTheme="minorHAnsi" w:cstheme="minorHAnsi"/>
                <w:b/>
                <w:noProof/>
                <w:sz w:val="22"/>
                <w:szCs w:val="22"/>
                <w:lang w:val="ro-RO" w:eastAsia="fr-FR"/>
              </w:rPr>
            </w:pPr>
          </w:p>
          <w:p w14:paraId="53ABAA90" w14:textId="77777777" w:rsidR="00CD300F" w:rsidRPr="00E67132" w:rsidRDefault="0002351D" w:rsidP="00065C53">
            <w:pPr>
              <w:tabs>
                <w:tab w:val="num" w:pos="270"/>
                <w:tab w:val="right" w:pos="9072"/>
              </w:tabs>
              <w:jc w:val="both"/>
              <w:rPr>
                <w:rFonts w:asciiTheme="minorHAnsi" w:hAnsiTheme="minorHAnsi" w:cstheme="minorHAnsi"/>
                <w:b/>
                <w:noProof/>
                <w:sz w:val="22"/>
                <w:szCs w:val="22"/>
                <w:lang w:val="ro-RO" w:eastAsia="fr-FR"/>
              </w:rPr>
            </w:pPr>
            <w:r w:rsidRPr="00E67132">
              <w:rPr>
                <w:rFonts w:asciiTheme="minorHAnsi" w:hAnsiTheme="minorHAnsi" w:cstheme="minorHAnsi"/>
                <w:b/>
                <w:noProof/>
                <w:sz w:val="22"/>
                <w:szCs w:val="22"/>
                <w:lang w:val="ro-RO"/>
              </w:rPr>
              <w:t>- se verifică existenţa acestui document pentru toţi solicitanţii şi corelarea informaţiilor din Registrul agricol cu cele existente în Registrul unic de identificare şi/sau din registrul exploataţiei de la ANSVSA/DSVSA/ circumscriptia veterinară.</w:t>
            </w:r>
          </w:p>
          <w:p w14:paraId="7BBB31A6" w14:textId="77777777" w:rsidR="0002351D" w:rsidRPr="00E67132" w:rsidRDefault="0002351D" w:rsidP="00065C53">
            <w:pPr>
              <w:tabs>
                <w:tab w:val="num" w:pos="270"/>
                <w:tab w:val="right" w:pos="9072"/>
              </w:tabs>
              <w:ind w:left="180"/>
              <w:jc w:val="both"/>
              <w:rPr>
                <w:rFonts w:asciiTheme="minorHAnsi" w:hAnsiTheme="minorHAnsi" w:cstheme="minorHAnsi"/>
                <w:b/>
                <w:noProof/>
                <w:sz w:val="22"/>
                <w:szCs w:val="22"/>
                <w:lang w:val="ro-RO" w:eastAsia="fr-FR"/>
              </w:rPr>
            </w:pPr>
          </w:p>
          <w:p w14:paraId="576C9741" w14:textId="77777777" w:rsidR="00136852" w:rsidRPr="00E67132" w:rsidRDefault="003B5DC7" w:rsidP="00065C53">
            <w:pPr>
              <w:jc w:val="both"/>
              <w:rPr>
                <w:rFonts w:asciiTheme="minorHAnsi" w:hAnsiTheme="minorHAnsi" w:cstheme="minorHAnsi"/>
                <w:noProof/>
                <w:sz w:val="22"/>
                <w:szCs w:val="22"/>
                <w:u w:val="single"/>
                <w:lang w:val="ro-RO" w:eastAsia="fr-FR"/>
              </w:rPr>
            </w:pPr>
            <w:r w:rsidRPr="00E67132">
              <w:rPr>
                <w:rFonts w:asciiTheme="minorHAnsi" w:hAnsiTheme="minorHAnsi" w:cstheme="minorHAnsi"/>
                <w:noProof/>
                <w:sz w:val="22"/>
                <w:szCs w:val="22"/>
                <w:lang w:val="ro-RO" w:eastAsia="fr-FR"/>
              </w:rPr>
              <w:t>b</w:t>
            </w:r>
            <w:r w:rsidR="00255850" w:rsidRPr="00E67132">
              <w:rPr>
                <w:rFonts w:asciiTheme="minorHAnsi" w:hAnsiTheme="minorHAnsi" w:cstheme="minorHAnsi"/>
                <w:noProof/>
                <w:sz w:val="22"/>
                <w:szCs w:val="22"/>
                <w:lang w:val="ro-RO" w:eastAsia="fr-FR"/>
              </w:rPr>
              <w:t xml:space="preserve">) </w:t>
            </w:r>
            <w:r w:rsidR="00D558AF" w:rsidRPr="00E67132">
              <w:rPr>
                <w:rFonts w:asciiTheme="minorHAnsi" w:hAnsiTheme="minorHAnsi" w:cstheme="minorHAnsi"/>
                <w:noProof/>
                <w:sz w:val="22"/>
                <w:szCs w:val="22"/>
                <w:lang w:val="ro-RO" w:eastAsia="fr-FR"/>
              </w:rPr>
              <w:t xml:space="preserve">și </w:t>
            </w:r>
            <w:r w:rsidRPr="00E67132">
              <w:rPr>
                <w:rFonts w:asciiTheme="minorHAnsi" w:hAnsiTheme="minorHAnsi" w:cstheme="minorHAnsi"/>
                <w:noProof/>
                <w:sz w:val="22"/>
                <w:szCs w:val="22"/>
                <w:lang w:val="ro-RO" w:eastAsia="fr-FR"/>
              </w:rPr>
              <w:t>c</w:t>
            </w:r>
            <w:r w:rsidR="00D558AF" w:rsidRPr="00E67132">
              <w:rPr>
                <w:rFonts w:asciiTheme="minorHAnsi" w:hAnsiTheme="minorHAnsi" w:cstheme="minorHAnsi"/>
                <w:noProof/>
                <w:sz w:val="22"/>
                <w:szCs w:val="22"/>
                <w:lang w:val="ro-RO" w:eastAsia="fr-FR"/>
              </w:rPr>
              <w:t>)</w:t>
            </w:r>
            <w:r w:rsidR="00385034" w:rsidRPr="00E67132">
              <w:rPr>
                <w:rFonts w:asciiTheme="minorHAnsi" w:hAnsiTheme="minorHAnsi" w:cstheme="minorHAnsi"/>
                <w:noProof/>
                <w:sz w:val="22"/>
                <w:szCs w:val="22"/>
                <w:lang w:val="ro-RO" w:eastAsia="fr-FR"/>
              </w:rPr>
              <w:t>:</w:t>
            </w:r>
            <w:r w:rsidR="00D558AF" w:rsidRPr="00E67132">
              <w:rPr>
                <w:rFonts w:asciiTheme="minorHAnsi" w:hAnsiTheme="minorHAnsi" w:cstheme="minorHAnsi"/>
                <w:noProof/>
                <w:sz w:val="22"/>
                <w:szCs w:val="22"/>
                <w:lang w:val="ro-RO" w:eastAsia="fr-FR"/>
              </w:rPr>
              <w:t xml:space="preserve"> </w:t>
            </w:r>
            <w:r w:rsidR="00136852" w:rsidRPr="00E67132">
              <w:rPr>
                <w:rFonts w:asciiTheme="minorHAnsi" w:hAnsiTheme="minorHAnsi" w:cstheme="minorHAnsi"/>
                <w:noProof/>
                <w:sz w:val="22"/>
                <w:szCs w:val="22"/>
                <w:lang w:val="ro-RO" w:eastAsia="fr-FR"/>
              </w:rPr>
              <w:t xml:space="preserve">se verifică existența </w:t>
            </w:r>
            <w:r w:rsidR="00136852" w:rsidRPr="00E67132">
              <w:rPr>
                <w:rFonts w:asciiTheme="minorHAnsi" w:hAnsiTheme="minorHAnsi" w:cstheme="minorHAnsi"/>
                <w:noProof/>
                <w:sz w:val="22"/>
                <w:szCs w:val="22"/>
                <w:u w:val="single"/>
                <w:lang w:val="ro-RO" w:eastAsia="fr-FR"/>
              </w:rPr>
              <w:t>d</w:t>
            </w:r>
            <w:r w:rsidR="00255850" w:rsidRPr="00E67132">
              <w:rPr>
                <w:rFonts w:asciiTheme="minorHAnsi" w:hAnsiTheme="minorHAnsi" w:cstheme="minorHAnsi"/>
                <w:noProof/>
                <w:sz w:val="22"/>
                <w:szCs w:val="22"/>
                <w:u w:val="single"/>
                <w:lang w:val="ro-RO" w:eastAsia="fr-FR"/>
              </w:rPr>
              <w:t>ocumente</w:t>
            </w:r>
            <w:r w:rsidR="00136852" w:rsidRPr="00E67132">
              <w:rPr>
                <w:rFonts w:asciiTheme="minorHAnsi" w:hAnsiTheme="minorHAnsi" w:cstheme="minorHAnsi"/>
                <w:noProof/>
                <w:sz w:val="22"/>
                <w:szCs w:val="22"/>
                <w:u w:val="single"/>
                <w:lang w:val="ro-RO" w:eastAsia="fr-FR"/>
              </w:rPr>
              <w:t>lor</w:t>
            </w:r>
            <w:r w:rsidR="00255850" w:rsidRPr="00E67132">
              <w:rPr>
                <w:rFonts w:asciiTheme="minorHAnsi" w:hAnsiTheme="minorHAnsi" w:cstheme="minorHAnsi"/>
                <w:noProof/>
                <w:sz w:val="22"/>
                <w:szCs w:val="22"/>
                <w:u w:val="single"/>
                <w:lang w:val="ro-RO" w:eastAsia="fr-FR"/>
              </w:rPr>
              <w:t xml:space="preserve"> solicitate pentru</w:t>
            </w:r>
            <w:r w:rsidR="00BE2A2E" w:rsidRPr="00E67132">
              <w:rPr>
                <w:rFonts w:asciiTheme="minorHAnsi" w:hAnsiTheme="minorHAnsi" w:cstheme="minorHAnsi"/>
                <w:noProof/>
                <w:sz w:val="22"/>
                <w:szCs w:val="22"/>
                <w:u w:val="single"/>
                <w:lang w:val="ro-RO" w:eastAsia="fr-FR"/>
              </w:rPr>
              <w:t xml:space="preserve"> </w:t>
            </w:r>
            <w:r w:rsidR="00CD300F" w:rsidRPr="00E67132">
              <w:rPr>
                <w:rFonts w:asciiTheme="minorHAnsi" w:hAnsiTheme="minorHAnsi" w:cstheme="minorHAnsi"/>
                <w:noProof/>
                <w:sz w:val="22"/>
                <w:szCs w:val="22"/>
                <w:u w:val="single"/>
                <w:lang w:val="ro-RO" w:eastAsia="fr-FR"/>
              </w:rPr>
              <w:t>construcții permanente/provizorii</w:t>
            </w:r>
            <w:r w:rsidR="00136852" w:rsidRPr="00E67132">
              <w:rPr>
                <w:rFonts w:asciiTheme="minorHAnsi" w:hAnsiTheme="minorHAnsi" w:cstheme="minorHAnsi"/>
                <w:noProof/>
                <w:sz w:val="22"/>
                <w:szCs w:val="22"/>
                <w:u w:val="single"/>
                <w:lang w:val="ro-RO" w:eastAsia="fr-FR"/>
              </w:rPr>
              <w:t>.</w:t>
            </w:r>
          </w:p>
          <w:p w14:paraId="7BF36C74" w14:textId="77777777" w:rsidR="00255850" w:rsidRPr="00E67132" w:rsidRDefault="00255850" w:rsidP="00065C53">
            <w:pPr>
              <w:jc w:val="both"/>
              <w:rPr>
                <w:rFonts w:asciiTheme="minorHAnsi" w:hAnsiTheme="minorHAnsi" w:cstheme="minorHAnsi"/>
                <w:noProof/>
                <w:sz w:val="22"/>
                <w:szCs w:val="22"/>
                <w:u w:val="single"/>
                <w:lang w:val="ro-RO"/>
              </w:rPr>
            </w:pPr>
          </w:p>
          <w:p w14:paraId="4494A829" w14:textId="77777777" w:rsidR="005E13EA" w:rsidRPr="00E67132" w:rsidRDefault="005E13EA" w:rsidP="00065C53">
            <w:pPr>
              <w:jc w:val="both"/>
              <w:rPr>
                <w:rFonts w:asciiTheme="minorHAnsi" w:hAnsiTheme="minorHAnsi" w:cstheme="minorHAnsi"/>
                <w:b/>
                <w:noProof/>
                <w:sz w:val="22"/>
                <w:szCs w:val="22"/>
                <w:lang w:val="ro-RO"/>
              </w:rPr>
            </w:pPr>
            <w:r w:rsidRPr="00E67132">
              <w:rPr>
                <w:rFonts w:asciiTheme="minorHAnsi" w:hAnsiTheme="minorHAnsi" w:cstheme="minorHAnsi"/>
                <w:noProof/>
                <w:sz w:val="22"/>
                <w:szCs w:val="22"/>
                <w:lang w:val="ro-RO"/>
              </w:rPr>
              <w:t xml:space="preserve">Se verifică existența documentelor pentru adăposturile animalelor (constructii provizorii și/ sau definitive de tipul: grajduri, saivane, padocuri, etc); </w:t>
            </w:r>
          </w:p>
          <w:p w14:paraId="1603F6DA" w14:textId="77777777" w:rsidR="00841842" w:rsidRPr="00E67132" w:rsidRDefault="005E13EA" w:rsidP="00065C53">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în care proiectul vizează și modernizarea clădirilor aceastea se vor face în baza Legii 50/1991, modificata şi completată.</w:t>
            </w:r>
          </w:p>
          <w:p w14:paraId="3121C763" w14:textId="77777777" w:rsidR="0091387C" w:rsidRPr="00E67132" w:rsidRDefault="0091387C" w:rsidP="00065C53">
            <w:pPr>
              <w:jc w:val="both"/>
              <w:rPr>
                <w:rFonts w:asciiTheme="minorHAnsi" w:hAnsiTheme="minorHAnsi" w:cstheme="minorHAnsi"/>
                <w:b/>
                <w:noProof/>
                <w:sz w:val="22"/>
                <w:szCs w:val="22"/>
                <w:lang w:val="ro-RO" w:eastAsia="fr-FR"/>
              </w:rPr>
            </w:pPr>
          </w:p>
          <w:p w14:paraId="77EAF1A9" w14:textId="77777777" w:rsidR="003B5DC7" w:rsidRPr="00E67132" w:rsidRDefault="003B5DC7" w:rsidP="00065C53">
            <w:pPr>
              <w:pStyle w:val="BodyTextIndent2"/>
              <w:shd w:val="clear" w:color="auto" w:fill="FFFFFF"/>
              <w:ind w:left="0"/>
              <w:rPr>
                <w:rFonts w:asciiTheme="minorHAnsi" w:hAnsiTheme="minorHAnsi" w:cstheme="minorHAnsi"/>
                <w:noProof/>
                <w:color w:val="auto"/>
                <w:sz w:val="22"/>
                <w:szCs w:val="22"/>
                <w:lang w:val="ro-RO"/>
              </w:rPr>
            </w:pPr>
            <w:r w:rsidRPr="00E67132">
              <w:rPr>
                <w:rFonts w:asciiTheme="minorHAnsi" w:hAnsiTheme="minorHAnsi" w:cstheme="minorHAnsi"/>
                <w:noProof/>
                <w:color w:val="auto"/>
                <w:sz w:val="22"/>
                <w:szCs w:val="22"/>
                <w:lang w:val="ro-RO"/>
              </w:rPr>
              <w:t>În cazul prezentării contractului de comodat/locaţiune pentru construcțiile cu caracter provizoriu, conform prevederilor Legii nr 50/ 1991, cu modificările și completările ulterioare, expertul verifică dacă  solicitantul  a atașat acordul expres al proprietarului de drept.</w:t>
            </w:r>
          </w:p>
          <w:p w14:paraId="0B45D24A" w14:textId="77777777" w:rsidR="003B5DC7" w:rsidRPr="00E67132" w:rsidRDefault="003B5DC7" w:rsidP="00065C53">
            <w:pPr>
              <w:pStyle w:val="NoSpacing"/>
              <w:tabs>
                <w:tab w:val="left" w:pos="1418"/>
              </w:tabs>
              <w:rPr>
                <w:rFonts w:asciiTheme="minorHAnsi" w:hAnsiTheme="minorHAnsi" w:cstheme="minorHAnsi"/>
                <w:b/>
                <w:noProof/>
                <w:lang w:val="ro-RO"/>
              </w:rPr>
            </w:pPr>
          </w:p>
          <w:p w14:paraId="10A117F5" w14:textId="77777777" w:rsidR="003B5DC7" w:rsidRPr="00E67132" w:rsidRDefault="003B5DC7" w:rsidP="00065C53">
            <w:pPr>
              <w:pStyle w:val="NoSpacing"/>
              <w:tabs>
                <w:tab w:val="left" w:pos="1418"/>
              </w:tabs>
              <w:jc w:val="both"/>
              <w:rPr>
                <w:rFonts w:asciiTheme="minorHAnsi" w:hAnsiTheme="minorHAnsi" w:cstheme="minorHAnsi"/>
                <w:b/>
                <w:noProof/>
                <w:lang w:val="ro-RO"/>
              </w:rPr>
            </w:pPr>
            <w:r w:rsidRPr="00E67132">
              <w:rPr>
                <w:rFonts w:asciiTheme="minorHAnsi" w:hAnsiTheme="minorHAnsi" w:cstheme="minorHAnsi"/>
                <w:b/>
                <w:noProof/>
                <w:lang w:val="ro-RO"/>
              </w:rPr>
              <w:t xml:space="preserve">Expertul verifică dacă contractele care conferă dreptul de folosință </w:t>
            </w:r>
            <w:r w:rsidRPr="00E67132">
              <w:rPr>
                <w:rFonts w:asciiTheme="minorHAnsi" w:hAnsiTheme="minorHAnsi" w:cstheme="minorHAnsi"/>
                <w:noProof/>
                <w:lang w:val="ro-RO"/>
              </w:rPr>
              <w:t xml:space="preserve">asupra clădirilor și a terenurilor sunt </w:t>
            </w:r>
            <w:r w:rsidRPr="00E67132">
              <w:rPr>
                <w:rFonts w:asciiTheme="minorHAnsi" w:hAnsiTheme="minorHAnsi" w:cstheme="minorHAnsi"/>
                <w:b/>
                <w:noProof/>
                <w:lang w:val="ro-RO"/>
              </w:rPr>
              <w:t xml:space="preserve"> încheiate pentru o perioadă</w:t>
            </w:r>
            <w:r w:rsidRPr="00E67132">
              <w:rPr>
                <w:rFonts w:asciiTheme="minorHAnsi" w:hAnsiTheme="minorHAnsi" w:cstheme="minorHAnsi"/>
                <w:noProof/>
                <w:lang w:val="ro-RO"/>
              </w:rPr>
              <w:t xml:space="preserve"> egală cu perioada de implementare şi monitorizare a proiectelor, </w:t>
            </w:r>
            <w:r w:rsidRPr="00E67132">
              <w:rPr>
                <w:rFonts w:asciiTheme="minorHAnsi" w:hAnsiTheme="minorHAnsi" w:cstheme="minorHAnsi"/>
                <w:b/>
                <w:noProof/>
                <w:lang w:val="ro-RO"/>
              </w:rPr>
              <w:t>începând cu anul depunerii cererii de finanțare în cazul clădirilor asupra cărora se intervine cu investiții de modernizare/extindere și a terenurilor pe care se vor realiza investiții ce presupun lucrări de construcții-montaj.</w:t>
            </w:r>
          </w:p>
          <w:p w14:paraId="0F20D8E4" w14:textId="77777777" w:rsidR="00221C90" w:rsidRPr="00E67132" w:rsidRDefault="00221C90" w:rsidP="00065C53">
            <w:pPr>
              <w:pStyle w:val="NoSpacing"/>
              <w:tabs>
                <w:tab w:val="left" w:pos="1418"/>
              </w:tabs>
              <w:jc w:val="both"/>
              <w:rPr>
                <w:rFonts w:asciiTheme="minorHAnsi" w:hAnsiTheme="minorHAnsi" w:cstheme="minorHAnsi"/>
                <w:b/>
                <w:noProof/>
                <w:lang w:val="ro-RO"/>
              </w:rPr>
            </w:pPr>
          </w:p>
          <w:p w14:paraId="7A2D4FDB" w14:textId="77777777" w:rsidR="003B5DC7" w:rsidRPr="00E67132" w:rsidRDefault="003B5DC7" w:rsidP="00065C53">
            <w:pPr>
              <w:tabs>
                <w:tab w:val="left" w:pos="2268"/>
              </w:tabs>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r w:rsidR="00434E41" w:rsidRPr="00E67132">
              <w:rPr>
                <w:rFonts w:asciiTheme="minorHAnsi" w:hAnsiTheme="minorHAnsi" w:cstheme="minorHAnsi"/>
                <w:noProof/>
                <w:sz w:val="22"/>
                <w:szCs w:val="22"/>
                <w:lang w:val="ro-RO"/>
              </w:rPr>
              <w:t>.</w:t>
            </w:r>
          </w:p>
          <w:p w14:paraId="375D8B21" w14:textId="77777777" w:rsidR="009625DF" w:rsidRPr="00E67132" w:rsidRDefault="009625DF" w:rsidP="00065C53">
            <w:pPr>
              <w:jc w:val="both"/>
              <w:rPr>
                <w:rFonts w:asciiTheme="minorHAnsi" w:hAnsiTheme="minorHAnsi" w:cstheme="minorHAnsi"/>
                <w:noProof/>
                <w:sz w:val="22"/>
                <w:szCs w:val="22"/>
                <w:lang w:val="ro-RO"/>
              </w:rPr>
            </w:pPr>
            <w:r w:rsidRPr="00E67132">
              <w:rPr>
                <w:rFonts w:asciiTheme="minorHAnsi" w:hAnsiTheme="minorHAnsi" w:cstheme="minorHAnsi"/>
                <w:b/>
                <w:bCs/>
                <w:noProof/>
                <w:sz w:val="22"/>
                <w:szCs w:val="22"/>
                <w:lang w:val="ro-RO"/>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12.000 SO stabilit prin condițiile de eligibilitate. </w:t>
            </w:r>
          </w:p>
          <w:p w14:paraId="1AAF5386" w14:textId="77777777" w:rsidR="009625DF" w:rsidRPr="00E67132" w:rsidRDefault="009625DF" w:rsidP="00065C53">
            <w:pPr>
              <w:pStyle w:val="NoSpacing"/>
              <w:jc w:val="both"/>
              <w:rPr>
                <w:rFonts w:asciiTheme="minorHAnsi" w:hAnsiTheme="minorHAnsi" w:cstheme="minorHAnsi"/>
                <w:noProof/>
                <w:lang w:val="ro-RO"/>
              </w:rPr>
            </w:pPr>
            <w:r w:rsidRPr="00E67132">
              <w:rPr>
                <w:rFonts w:asciiTheme="minorHAnsi" w:hAnsiTheme="minorHAnsi" w:cstheme="minorHAnsi"/>
                <w:bCs/>
                <w:noProof/>
                <w:lang w:val="ro-RO"/>
              </w:rPr>
              <w:t>Pe întreaga durată de execuție și monitorizare a proiectului</w:t>
            </w:r>
            <w:r w:rsidRPr="00E67132">
              <w:rPr>
                <w:rFonts w:asciiTheme="minorHAnsi" w:hAnsiTheme="minorHAnsi" w:cstheme="minorHAnsi"/>
                <w:noProof/>
                <w:lang w:val="ro-RO"/>
              </w:rPr>
              <w:t xml:space="preserve"> se va păstra sectorul dominant pentru care proiectul a fost selectat şi contractat.</w:t>
            </w:r>
          </w:p>
          <w:p w14:paraId="5323E9AF" w14:textId="77777777" w:rsidR="009625DF" w:rsidRPr="00E67132" w:rsidRDefault="009625DF" w:rsidP="00065C53">
            <w:pPr>
              <w:pStyle w:val="NoSpacing"/>
              <w:jc w:val="both"/>
              <w:rPr>
                <w:rFonts w:asciiTheme="minorHAnsi" w:hAnsiTheme="minorHAnsi" w:cstheme="minorHAnsi"/>
                <w:b/>
                <w:noProof/>
                <w:color w:val="C00000"/>
                <w:lang w:val="ro-RO"/>
              </w:rPr>
            </w:pPr>
            <w:r w:rsidRPr="00E67132">
              <w:rPr>
                <w:rFonts w:asciiTheme="minorHAnsi" w:hAnsiTheme="minorHAnsi" w:cstheme="minorHAnsi"/>
                <w:b/>
                <w:bCs/>
                <w:noProof/>
                <w:lang w:val="ro-RO"/>
              </w:rPr>
              <w:t xml:space="preserve">Dimensiunea economică a exploatației agricole prevăzută la depunerea cererii de finanțare poate crește pe durata de execuție </w:t>
            </w:r>
            <w:r w:rsidRPr="00E67132">
              <w:rPr>
                <w:rFonts w:asciiTheme="minorHAnsi" w:hAnsiTheme="minorHAnsi" w:cstheme="minorHAnsi"/>
                <w:noProof/>
                <w:lang w:val="ro-RO"/>
              </w:rPr>
              <w:t>păstrându-se sectorul dominant pentru care proiectul a fost selectat şi contractat</w:t>
            </w:r>
            <w:r w:rsidRPr="00E67132">
              <w:rPr>
                <w:rFonts w:asciiTheme="minorHAnsi" w:hAnsiTheme="minorHAnsi" w:cstheme="minorHAnsi"/>
                <w:b/>
                <w:bCs/>
                <w:noProof/>
                <w:lang w:val="ro-RO"/>
              </w:rPr>
              <w:t>.</w:t>
            </w:r>
          </w:p>
          <w:p w14:paraId="23C8CCA5" w14:textId="77777777" w:rsidR="00A045C5" w:rsidRPr="00E67132" w:rsidRDefault="00A045C5" w:rsidP="00065C53">
            <w:pPr>
              <w:jc w:val="both"/>
              <w:rPr>
                <w:rFonts w:asciiTheme="minorHAnsi" w:hAnsiTheme="minorHAnsi" w:cstheme="minorHAnsi"/>
                <w:noProof/>
                <w:sz w:val="22"/>
                <w:szCs w:val="22"/>
                <w:lang w:val="ro-RO" w:eastAsia="fr-FR"/>
              </w:rPr>
            </w:pPr>
          </w:p>
          <w:p w14:paraId="15ED4895" w14:textId="358FE8C6" w:rsidR="005E13EA" w:rsidRPr="00E67132" w:rsidRDefault="00A045C5" w:rsidP="008018F9">
            <w:pPr>
              <w:jc w:val="both"/>
              <w:rPr>
                <w:rFonts w:asciiTheme="minorHAnsi" w:hAnsiTheme="minorHAnsi" w:cstheme="minorHAnsi"/>
                <w:noProof/>
                <w:sz w:val="22"/>
                <w:szCs w:val="22"/>
                <w:lang w:val="ro-RO"/>
              </w:rPr>
            </w:pPr>
            <w:r w:rsidRPr="00E67132">
              <w:rPr>
                <w:rFonts w:asciiTheme="minorHAnsi" w:hAnsiTheme="minorHAnsi" w:cstheme="minorHAnsi"/>
                <w:b/>
                <w:bCs/>
                <w:noProof/>
                <w:sz w:val="22"/>
                <w:szCs w:val="22"/>
                <w:lang w:val="ro-RO" w:eastAsia="fr-FR"/>
              </w:rPr>
              <w:t>IMPORTANT:</w:t>
            </w:r>
            <w:r w:rsidRPr="00E67132">
              <w:rPr>
                <w:rFonts w:asciiTheme="minorHAnsi" w:hAnsiTheme="minorHAnsi" w:cstheme="minorHAnsi"/>
                <w:noProof/>
                <w:sz w:val="22"/>
                <w:szCs w:val="22"/>
                <w:lang w:val="ro-RO" w:eastAsia="fr-FR"/>
              </w:rPr>
              <w:t xml:space="preserve"> </w:t>
            </w:r>
            <w:r w:rsidRPr="00E67132">
              <w:rPr>
                <w:rFonts w:asciiTheme="minorHAnsi" w:hAnsiTheme="minorHAnsi" w:cstheme="minorHAnsi"/>
                <w:b/>
                <w:bCs/>
                <w:noProof/>
                <w:sz w:val="22"/>
                <w:szCs w:val="22"/>
                <w:lang w:val="ro-RO"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tc>
      </w:tr>
    </w:tbl>
    <w:p w14:paraId="4948A8DE" w14:textId="77777777" w:rsidR="00255850" w:rsidRPr="00E67132" w:rsidRDefault="00255850" w:rsidP="008018F9">
      <w:pPr>
        <w:tabs>
          <w:tab w:val="left" w:pos="3120"/>
          <w:tab w:val="center" w:pos="4320"/>
          <w:tab w:val="right" w:pos="8640"/>
        </w:tabs>
        <w:ind w:right="-272"/>
        <w:jc w:val="both"/>
        <w:rPr>
          <w:rFonts w:ascii="Calibri" w:hAnsi="Calibri" w:cs="Calibri"/>
          <w:noProof/>
          <w:sz w:val="22"/>
          <w:szCs w:val="22"/>
          <w:lang w:val="ro-RO"/>
        </w:rPr>
      </w:pPr>
      <w:r w:rsidRPr="00E67132">
        <w:rPr>
          <w:rFonts w:ascii="Calibri" w:hAnsi="Calibri" w:cs="Calibri"/>
          <w:noProof/>
          <w:sz w:val="22"/>
          <w:szCs w:val="22"/>
          <w:lang w:val="ro-RO"/>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00444A23" w:rsidRPr="00E67132">
        <w:rPr>
          <w:rFonts w:ascii="Calibri" w:hAnsi="Calibri" w:cs="Calibri"/>
          <w:noProof/>
          <w:sz w:val="22"/>
          <w:szCs w:val="22"/>
          <w:lang w:val="ro-RO"/>
        </w:rPr>
        <w:t xml:space="preserve"> </w:t>
      </w:r>
      <w:r w:rsidR="00444A23" w:rsidRPr="00E67132">
        <w:rPr>
          <w:rFonts w:ascii="Calibri" w:hAnsi="Calibri" w:cs="Calibri"/>
          <w:b/>
          <w:noProof/>
          <w:sz w:val="22"/>
          <w:szCs w:val="22"/>
          <w:lang w:val="ro-RO"/>
        </w:rPr>
        <w:t>, însă se va continua verificarea acesteia</w:t>
      </w:r>
      <w:r w:rsidRPr="00E67132">
        <w:rPr>
          <w:rFonts w:ascii="Calibri" w:hAnsi="Calibri" w:cs="Calibri"/>
          <w:noProof/>
          <w:sz w:val="22"/>
          <w:szCs w:val="22"/>
          <w:lang w:val="ro-RO"/>
        </w:rPr>
        <w:t>.</w:t>
      </w:r>
    </w:p>
    <w:p w14:paraId="038317E1"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5737D44D" w14:textId="77777777" w:rsidR="00EC7A7C" w:rsidRPr="00E67132" w:rsidRDefault="00255850" w:rsidP="008972CC">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 xml:space="preserve">EG 3 </w:t>
      </w:r>
      <w:r w:rsidR="008972CC" w:rsidRPr="00E67132">
        <w:rPr>
          <w:rFonts w:ascii="Calibri" w:hAnsi="Calibri" w:cs="Calibri"/>
          <w:noProof/>
          <w:sz w:val="22"/>
          <w:szCs w:val="22"/>
          <w:lang w:val="ro-RO"/>
        </w:rPr>
        <w:t xml:space="preserve"> </w:t>
      </w:r>
      <w:r w:rsidR="008972CC" w:rsidRPr="00E67132">
        <w:rPr>
          <w:rFonts w:ascii="Calibri" w:hAnsi="Calibri" w:cs="Calibri"/>
          <w:b/>
          <w:noProof/>
          <w:sz w:val="22"/>
          <w:szCs w:val="22"/>
          <w:lang w:val="ro-RO"/>
        </w:rPr>
        <w:t xml:space="preserve">Reprezentantul legal în calitate de asociat unic / asociatul majoritar si administrator al societăţii are vârsta </w:t>
      </w:r>
      <w:r w:rsidR="00FA3F54" w:rsidRPr="00E67132">
        <w:rPr>
          <w:rFonts w:ascii="Calibri" w:hAnsi="Calibri"/>
          <w:b/>
          <w:noProof/>
          <w:lang w:val="ro-RO"/>
        </w:rPr>
        <w:t xml:space="preserve">de până la 40 de ani </w:t>
      </w:r>
      <w:r w:rsidR="00FA3F54" w:rsidRPr="00E67132">
        <w:rPr>
          <w:rFonts w:ascii="Calibri" w:hAnsi="Calibri"/>
          <w:noProof/>
          <w:lang w:val="ro-RO"/>
        </w:rPr>
        <w:t xml:space="preserve">inclusiv </w:t>
      </w:r>
      <w:r w:rsidR="002714E8" w:rsidRPr="00E67132">
        <w:rPr>
          <w:rFonts w:ascii="Calibri" w:hAnsi="Calibri"/>
          <w:noProof/>
          <w:lang w:val="ro-RO"/>
        </w:rPr>
        <w:t xml:space="preserve">(până cel mult </w:t>
      </w:r>
      <w:r w:rsidR="00FA3F54" w:rsidRPr="00E67132">
        <w:rPr>
          <w:rFonts w:ascii="Calibri" w:hAnsi="Calibri"/>
          <w:noProof/>
          <w:lang w:val="ro-RO"/>
        </w:rPr>
        <w:t xml:space="preserve">cu o zi înainte de a împlini 41 de ani) </w:t>
      </w:r>
      <w:r w:rsidR="00FA3F54" w:rsidRPr="00E67132">
        <w:rPr>
          <w:rFonts w:ascii="Calibri" w:hAnsi="Calibri"/>
          <w:b/>
          <w:noProof/>
          <w:lang w:val="ro-RO"/>
        </w:rPr>
        <w:t xml:space="preserve"> </w:t>
      </w:r>
      <w:r w:rsidR="008972CC" w:rsidRPr="00E67132">
        <w:rPr>
          <w:rFonts w:ascii="Calibri" w:hAnsi="Calibri" w:cs="Calibri"/>
          <w:b/>
          <w:noProof/>
          <w:sz w:val="22"/>
          <w:szCs w:val="22"/>
          <w:lang w:val="ro-RO"/>
        </w:rPr>
        <w:t>şi se instalează pentru prima dată în exploataţia agricolă în calitate de  conducător (şef/manager)  ai unei exploataţii agricole ?</w:t>
      </w:r>
    </w:p>
    <w:tbl>
      <w:tblPr>
        <w:tblW w:w="979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930"/>
        <w:gridCol w:w="4840"/>
      </w:tblGrid>
      <w:tr w:rsidR="00255850" w:rsidRPr="00E67132" w14:paraId="6D09FC68" w14:textId="77777777" w:rsidTr="00385034">
        <w:tc>
          <w:tcPr>
            <w:tcW w:w="4950" w:type="dxa"/>
            <w:gridSpan w:val="2"/>
            <w:shd w:val="clear" w:color="auto" w:fill="C0C0C0"/>
          </w:tcPr>
          <w:p w14:paraId="13D86558" w14:textId="77777777" w:rsidR="00255850" w:rsidRPr="00E67132" w:rsidRDefault="00255850" w:rsidP="00255850">
            <w:pPr>
              <w:keepNext/>
              <w:outlineLvl w:val="0"/>
              <w:rPr>
                <w:rFonts w:ascii="Calibri" w:hAnsi="Calibri" w:cs="Calibri"/>
                <w:b/>
                <w:noProof/>
                <w:sz w:val="22"/>
                <w:szCs w:val="22"/>
                <w:lang w:val="ro-RO"/>
              </w:rPr>
            </w:pPr>
          </w:p>
          <w:p w14:paraId="6FB48C80" w14:textId="77777777" w:rsidR="00255850" w:rsidRPr="00E67132" w:rsidRDefault="00255850" w:rsidP="00255850">
            <w:pPr>
              <w:keepNext/>
              <w:outlineLvl w:val="0"/>
              <w:rPr>
                <w:rFonts w:ascii="Calibri" w:hAnsi="Calibri" w:cs="Calibri"/>
                <w:b/>
                <w:noProof/>
                <w:sz w:val="22"/>
                <w:szCs w:val="22"/>
                <w:lang w:val="ro-RO"/>
              </w:rPr>
            </w:pPr>
            <w:r w:rsidRPr="00E67132">
              <w:rPr>
                <w:rFonts w:ascii="Calibri" w:hAnsi="Calibri" w:cs="Calibri"/>
                <w:b/>
                <w:noProof/>
                <w:sz w:val="22"/>
                <w:szCs w:val="22"/>
                <w:lang w:val="ro-RO"/>
              </w:rPr>
              <w:t>DOCUMENTE  DE PREZENTAT</w:t>
            </w:r>
          </w:p>
        </w:tc>
        <w:tc>
          <w:tcPr>
            <w:tcW w:w="4840" w:type="dxa"/>
            <w:shd w:val="clear" w:color="auto" w:fill="C0C0C0"/>
          </w:tcPr>
          <w:p w14:paraId="7C7EF8CB" w14:textId="77777777" w:rsidR="00255850" w:rsidRPr="00E67132" w:rsidRDefault="00255850" w:rsidP="00255850">
            <w:pPr>
              <w:jc w:val="both"/>
              <w:rPr>
                <w:rFonts w:ascii="Calibri" w:hAnsi="Calibri" w:cs="Calibri"/>
                <w:b/>
                <w:noProof/>
                <w:sz w:val="22"/>
                <w:szCs w:val="22"/>
                <w:lang w:val="ro-RO"/>
              </w:rPr>
            </w:pPr>
          </w:p>
          <w:p w14:paraId="2E1B6BF9" w14:textId="77777777" w:rsidR="00255850" w:rsidRPr="00E67132" w:rsidRDefault="00255850" w:rsidP="00255850">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ÎN DOCUMENTE</w:t>
            </w:r>
          </w:p>
        </w:tc>
      </w:tr>
      <w:tr w:rsidR="00255850" w:rsidRPr="00E67132" w14:paraId="3D0FDB29" w14:textId="77777777" w:rsidTr="00385034">
        <w:trPr>
          <w:gridBefore w:val="1"/>
          <w:wBefore w:w="20" w:type="dxa"/>
          <w:trHeight w:val="553"/>
        </w:trPr>
        <w:tc>
          <w:tcPr>
            <w:tcW w:w="4930" w:type="dxa"/>
          </w:tcPr>
          <w:p w14:paraId="33251087" w14:textId="77777777" w:rsidR="00255850" w:rsidRPr="00E67132" w:rsidRDefault="00557F0A" w:rsidP="00D76747">
            <w:pPr>
              <w:jc w:val="both"/>
              <w:rPr>
                <w:rFonts w:ascii="Calibri" w:hAnsi="Calibri" w:cs="Calibri"/>
                <w:noProof/>
                <w:sz w:val="22"/>
                <w:szCs w:val="22"/>
                <w:lang w:val="ro-RO"/>
              </w:rPr>
            </w:pPr>
            <w:r w:rsidRPr="00E67132">
              <w:rPr>
                <w:rFonts w:ascii="Calibri" w:hAnsi="Calibri" w:cs="Calibri"/>
                <w:b/>
                <w:noProof/>
                <w:sz w:val="22"/>
                <w:szCs w:val="22"/>
                <w:lang w:val="ro-RO" w:eastAsia="fr-FR"/>
              </w:rPr>
              <w:t>Doc</w:t>
            </w:r>
            <w:r w:rsidR="00D76747" w:rsidRPr="00E67132">
              <w:rPr>
                <w:rFonts w:ascii="Calibri" w:hAnsi="Calibri" w:cs="Calibri"/>
                <w:b/>
                <w:noProof/>
                <w:sz w:val="22"/>
                <w:szCs w:val="22"/>
                <w:lang w:val="ro-RO" w:eastAsia="fr-FR"/>
              </w:rPr>
              <w:t>.5</w:t>
            </w:r>
            <w:r w:rsidRPr="00E67132">
              <w:rPr>
                <w:rFonts w:ascii="Calibri" w:hAnsi="Calibri" w:cs="Calibri"/>
                <w:b/>
                <w:noProof/>
                <w:sz w:val="22"/>
                <w:szCs w:val="22"/>
                <w:lang w:val="ro-RO" w:eastAsia="fr-FR"/>
              </w:rPr>
              <w:t>:</w:t>
            </w:r>
            <w:r w:rsidR="00255850" w:rsidRPr="00E67132">
              <w:rPr>
                <w:rFonts w:ascii="Calibri" w:hAnsi="Calibri" w:cs="Calibri"/>
                <w:b/>
                <w:noProof/>
                <w:sz w:val="22"/>
                <w:szCs w:val="22"/>
                <w:lang w:val="ro-RO"/>
              </w:rPr>
              <w:t xml:space="preserve"> Copia actului de identitate pentru reprezentantul legal de proiect (asociat unic/asociat majoritar si administrator); </w:t>
            </w:r>
          </w:p>
          <w:p w14:paraId="2FF7D081" w14:textId="77777777" w:rsidR="00255850" w:rsidRPr="00E67132" w:rsidRDefault="00255850" w:rsidP="00255850">
            <w:pPr>
              <w:jc w:val="both"/>
              <w:rPr>
                <w:rFonts w:ascii="Calibri" w:hAnsi="Calibri" w:cs="Calibri"/>
                <w:b/>
                <w:noProof/>
                <w:sz w:val="22"/>
                <w:szCs w:val="22"/>
                <w:lang w:val="ro-RO"/>
              </w:rPr>
            </w:pPr>
          </w:p>
          <w:p w14:paraId="5106A6F3" w14:textId="77777777" w:rsidR="00255850" w:rsidRPr="00E67132" w:rsidRDefault="00255850" w:rsidP="00255850">
            <w:pPr>
              <w:jc w:val="both"/>
              <w:rPr>
                <w:rFonts w:ascii="Calibri" w:hAnsi="Calibri" w:cs="Calibri"/>
                <w:b/>
                <w:noProof/>
                <w:sz w:val="22"/>
                <w:szCs w:val="22"/>
                <w:lang w:val="ro-RO"/>
              </w:rPr>
            </w:pPr>
          </w:p>
          <w:p w14:paraId="073F9A10" w14:textId="77777777" w:rsidR="00255850" w:rsidRPr="00E67132" w:rsidRDefault="00255850" w:rsidP="00255850">
            <w:pPr>
              <w:jc w:val="both"/>
              <w:rPr>
                <w:rFonts w:ascii="Calibri" w:hAnsi="Calibri" w:cs="Calibri"/>
                <w:b/>
                <w:noProof/>
                <w:sz w:val="22"/>
                <w:szCs w:val="22"/>
                <w:lang w:val="ro-RO"/>
              </w:rPr>
            </w:pPr>
          </w:p>
          <w:p w14:paraId="2E060CDD" w14:textId="77777777" w:rsidR="007F318E" w:rsidRPr="00E67132" w:rsidRDefault="007F318E" w:rsidP="00255850">
            <w:pPr>
              <w:jc w:val="both"/>
              <w:rPr>
                <w:rFonts w:ascii="Calibri" w:hAnsi="Calibri" w:cs="Calibri"/>
                <w:b/>
                <w:noProof/>
                <w:sz w:val="22"/>
                <w:szCs w:val="22"/>
                <w:lang w:val="ro-RO"/>
              </w:rPr>
            </w:pPr>
          </w:p>
          <w:p w14:paraId="392844D7" w14:textId="77777777" w:rsidR="00255850" w:rsidRPr="00E67132" w:rsidRDefault="00255850" w:rsidP="00255850">
            <w:pPr>
              <w:jc w:val="both"/>
              <w:rPr>
                <w:rFonts w:ascii="Calibri" w:hAnsi="Calibri" w:cs="Calibri"/>
                <w:b/>
                <w:noProof/>
                <w:sz w:val="22"/>
                <w:szCs w:val="22"/>
                <w:lang w:val="ro-RO"/>
              </w:rPr>
            </w:pPr>
          </w:p>
          <w:p w14:paraId="58E5BBAE" w14:textId="77777777" w:rsidR="00255850" w:rsidRPr="00E67132" w:rsidRDefault="00255850" w:rsidP="00255850">
            <w:pPr>
              <w:jc w:val="both"/>
              <w:rPr>
                <w:rFonts w:ascii="Calibri" w:hAnsi="Calibri" w:cs="Calibri"/>
                <w:b/>
                <w:noProof/>
                <w:sz w:val="22"/>
                <w:szCs w:val="22"/>
                <w:lang w:val="ro-RO"/>
              </w:rPr>
            </w:pPr>
          </w:p>
          <w:p w14:paraId="005DD84F" w14:textId="77777777" w:rsidR="00255850" w:rsidRPr="00E67132" w:rsidRDefault="00255850" w:rsidP="00255850">
            <w:pPr>
              <w:jc w:val="both"/>
              <w:rPr>
                <w:rFonts w:ascii="Calibri" w:hAnsi="Calibri" w:cs="Calibri"/>
                <w:b/>
                <w:noProof/>
                <w:sz w:val="22"/>
                <w:szCs w:val="22"/>
                <w:lang w:val="ro-RO"/>
              </w:rPr>
            </w:pPr>
          </w:p>
          <w:p w14:paraId="2B3FF6DD" w14:textId="77777777" w:rsidR="005E77F5" w:rsidRPr="00E67132" w:rsidRDefault="005E77F5" w:rsidP="00557F0A">
            <w:pPr>
              <w:jc w:val="both"/>
              <w:rPr>
                <w:rFonts w:ascii="Calibri" w:hAnsi="Calibri" w:cs="Calibri"/>
                <w:b/>
                <w:bCs/>
                <w:noProof/>
                <w:sz w:val="22"/>
                <w:szCs w:val="22"/>
                <w:lang w:val="ro-RO"/>
              </w:rPr>
            </w:pPr>
          </w:p>
          <w:p w14:paraId="4FEE3D8C" w14:textId="77777777" w:rsidR="005E77F5" w:rsidRPr="00E67132" w:rsidRDefault="005E77F5" w:rsidP="00557F0A">
            <w:pPr>
              <w:jc w:val="both"/>
              <w:rPr>
                <w:rFonts w:ascii="Calibri" w:hAnsi="Calibri" w:cs="Calibri"/>
                <w:b/>
                <w:bCs/>
                <w:noProof/>
                <w:sz w:val="22"/>
                <w:szCs w:val="22"/>
                <w:lang w:val="ro-RO"/>
              </w:rPr>
            </w:pPr>
          </w:p>
          <w:p w14:paraId="01BC141B" w14:textId="77777777" w:rsidR="005E77F5" w:rsidRPr="00E67132" w:rsidRDefault="005E77F5" w:rsidP="00557F0A">
            <w:pPr>
              <w:jc w:val="both"/>
              <w:rPr>
                <w:rFonts w:ascii="Calibri" w:hAnsi="Calibri" w:cs="Calibri"/>
                <w:b/>
                <w:bCs/>
                <w:noProof/>
                <w:sz w:val="22"/>
                <w:szCs w:val="22"/>
                <w:lang w:val="ro-RO"/>
              </w:rPr>
            </w:pPr>
          </w:p>
          <w:p w14:paraId="275C0708" w14:textId="77777777" w:rsidR="00255850" w:rsidRPr="00E67132" w:rsidRDefault="00557F0A" w:rsidP="00557F0A">
            <w:pPr>
              <w:jc w:val="both"/>
              <w:rPr>
                <w:rFonts w:ascii="Calibri" w:hAnsi="Calibri" w:cs="Calibri"/>
                <w:noProof/>
                <w:sz w:val="22"/>
                <w:szCs w:val="22"/>
                <w:lang w:val="ro-RO"/>
              </w:rPr>
            </w:pPr>
            <w:r w:rsidRPr="00E67132">
              <w:rPr>
                <w:rFonts w:ascii="Calibri" w:hAnsi="Calibri" w:cs="Calibri"/>
                <w:b/>
                <w:bCs/>
                <w:noProof/>
                <w:sz w:val="22"/>
                <w:szCs w:val="22"/>
                <w:lang w:val="ro-RO"/>
              </w:rPr>
              <w:t>Doc</w:t>
            </w:r>
            <w:r w:rsidR="00434E41" w:rsidRPr="00E67132">
              <w:rPr>
                <w:rFonts w:ascii="Calibri" w:hAnsi="Calibri" w:cs="Calibri"/>
                <w:b/>
                <w:bCs/>
                <w:noProof/>
                <w:sz w:val="22"/>
                <w:szCs w:val="22"/>
                <w:lang w:val="ro-RO"/>
              </w:rPr>
              <w:t xml:space="preserve"> </w:t>
            </w:r>
            <w:r w:rsidRPr="00E67132">
              <w:rPr>
                <w:rFonts w:ascii="Calibri" w:hAnsi="Calibri" w:cs="Calibri"/>
                <w:b/>
                <w:bCs/>
                <w:noProof/>
                <w:sz w:val="22"/>
                <w:szCs w:val="22"/>
                <w:lang w:val="ro-RO"/>
              </w:rPr>
              <w:t>7:</w:t>
            </w:r>
            <w:r w:rsidR="00255850" w:rsidRPr="00E67132">
              <w:rPr>
                <w:rFonts w:ascii="Calibri" w:hAnsi="Calibri" w:cs="Calibri"/>
                <w:b/>
                <w:noProof/>
                <w:sz w:val="22"/>
                <w:szCs w:val="22"/>
                <w:lang w:val="ro-RO"/>
              </w:rPr>
              <w:t xml:space="preserve"> Hotărârea Adunării Generale a Acţionarilor (AGA) persoanei juridice, prin care se desemnează ca tânărul fermier (actionar majoritar 50%+1) să reprezinte societatea</w:t>
            </w:r>
            <w:r w:rsidR="007F318E" w:rsidRPr="00E67132">
              <w:rPr>
                <w:rFonts w:ascii="Calibri" w:hAnsi="Calibri" w:cs="Calibri"/>
                <w:b/>
                <w:noProof/>
                <w:sz w:val="22"/>
                <w:szCs w:val="22"/>
                <w:lang w:val="ro-RO"/>
              </w:rPr>
              <w:t>.</w:t>
            </w:r>
          </w:p>
        </w:tc>
        <w:tc>
          <w:tcPr>
            <w:tcW w:w="4840" w:type="dxa"/>
          </w:tcPr>
          <w:p w14:paraId="108692BB" w14:textId="77777777" w:rsidR="00255850" w:rsidRPr="00E730C4" w:rsidRDefault="00255850" w:rsidP="00255850">
            <w:pPr>
              <w:jc w:val="both"/>
              <w:rPr>
                <w:rFonts w:ascii="Calibri" w:hAnsi="Calibri" w:cs="Calibri"/>
                <w:i/>
                <w:noProof/>
                <w:sz w:val="22"/>
                <w:szCs w:val="22"/>
                <w:lang w:val="ro-RO"/>
              </w:rPr>
            </w:pPr>
            <w:r w:rsidRPr="00E730C4">
              <w:rPr>
                <w:rFonts w:ascii="Calibri" w:hAnsi="Calibri" w:cs="Calibri"/>
                <w:noProof/>
                <w:sz w:val="22"/>
                <w:szCs w:val="22"/>
                <w:lang w:val="ro-RO"/>
              </w:rPr>
              <w:t xml:space="preserve"> </w:t>
            </w:r>
            <w:r w:rsidR="00434E41" w:rsidRPr="00E730C4">
              <w:rPr>
                <w:rFonts w:ascii="Calibri" w:hAnsi="Calibri" w:cs="Calibri"/>
                <w:noProof/>
                <w:sz w:val="22"/>
                <w:szCs w:val="22"/>
                <w:lang w:val="ro-RO"/>
              </w:rPr>
              <w:t xml:space="preserve">Doc </w:t>
            </w:r>
            <w:r w:rsidR="00F66E13" w:rsidRPr="00E730C4">
              <w:rPr>
                <w:rFonts w:ascii="Calibri" w:hAnsi="Calibri" w:cs="Calibri"/>
                <w:noProof/>
                <w:sz w:val="22"/>
                <w:szCs w:val="22"/>
                <w:lang w:val="ro-RO" w:eastAsia="fr-FR"/>
              </w:rPr>
              <w:t>5</w:t>
            </w:r>
            <w:r w:rsidRPr="00E730C4">
              <w:rPr>
                <w:rFonts w:ascii="Calibri" w:hAnsi="Calibri" w:cs="Calibri"/>
                <w:b/>
                <w:noProof/>
                <w:sz w:val="22"/>
                <w:szCs w:val="22"/>
                <w:lang w:val="ro-RO"/>
              </w:rPr>
              <w:t>.</w:t>
            </w:r>
            <w:r w:rsidRPr="00E730C4">
              <w:rPr>
                <w:rFonts w:ascii="Calibri" w:hAnsi="Calibri" w:cs="Calibri"/>
                <w:noProof/>
                <w:sz w:val="22"/>
                <w:szCs w:val="22"/>
                <w:lang w:val="ro-RO"/>
              </w:rPr>
              <w:t xml:space="preserve"> Se verifică dacă informaţiile menţionate în paragraful B2 din CF sunt în concordanţă cu cele menţionate în document: </w:t>
            </w:r>
            <w:r w:rsidRPr="00E730C4">
              <w:rPr>
                <w:rFonts w:ascii="Calibri" w:hAnsi="Calibri" w:cs="Calibri"/>
                <w:i/>
                <w:noProof/>
                <w:sz w:val="22"/>
                <w:szCs w:val="22"/>
                <w:lang w:val="ro-RO"/>
              </w:rPr>
              <w:t>date de identitate ale beneficiarului de proiect, adresa, seria şi numarul, valabilitatea documentului.</w:t>
            </w:r>
          </w:p>
          <w:p w14:paraId="15B7CBBB" w14:textId="0E2077EA" w:rsidR="00255850" w:rsidRPr="00E730C4" w:rsidRDefault="00255850" w:rsidP="00255850">
            <w:pPr>
              <w:jc w:val="both"/>
              <w:rPr>
                <w:rFonts w:ascii="Calibri" w:hAnsi="Calibri" w:cs="Calibri"/>
                <w:b/>
                <w:noProof/>
                <w:sz w:val="22"/>
                <w:szCs w:val="22"/>
                <w:lang w:val="ro-RO"/>
              </w:rPr>
            </w:pPr>
            <w:r w:rsidRPr="00E730C4">
              <w:rPr>
                <w:rFonts w:ascii="Calibri" w:hAnsi="Calibri" w:cs="Calibri"/>
                <w:noProof/>
                <w:sz w:val="22"/>
                <w:szCs w:val="22"/>
                <w:lang w:val="ro-RO"/>
              </w:rPr>
              <w:t xml:space="preserve">Se verifică dacă solicitantul are </w:t>
            </w:r>
            <w:r w:rsidR="00FA3F54" w:rsidRPr="00E730C4">
              <w:rPr>
                <w:rFonts w:ascii="Calibri" w:hAnsi="Calibri" w:cs="Calibri"/>
                <w:noProof/>
                <w:sz w:val="22"/>
                <w:szCs w:val="22"/>
                <w:lang w:val="ro-RO"/>
              </w:rPr>
              <w:t xml:space="preserve">vârsta </w:t>
            </w:r>
            <w:r w:rsidR="00FA3F54" w:rsidRPr="00E730C4">
              <w:rPr>
                <w:rFonts w:ascii="Calibri" w:hAnsi="Calibri"/>
                <w:b/>
                <w:noProof/>
                <w:sz w:val="22"/>
                <w:szCs w:val="22"/>
                <w:lang w:val="ro-RO"/>
              </w:rPr>
              <w:t xml:space="preserve">de </w:t>
            </w:r>
            <w:r w:rsidR="004E235D" w:rsidRPr="00E730C4">
              <w:rPr>
                <w:rFonts w:ascii="Calibri" w:hAnsi="Calibri"/>
                <w:b/>
                <w:noProof/>
                <w:sz w:val="22"/>
                <w:szCs w:val="22"/>
                <w:lang w:val="ro-RO"/>
              </w:rPr>
              <w:t xml:space="preserve">până la </w:t>
            </w:r>
            <w:r w:rsidR="00443380" w:rsidRPr="00E730C4">
              <w:rPr>
                <w:rFonts w:ascii="Calibri" w:hAnsi="Calibri"/>
                <w:noProof/>
                <w:sz w:val="22"/>
                <w:szCs w:val="22"/>
                <w:lang w:val="ro-RO"/>
              </w:rPr>
              <w:t>4</w:t>
            </w:r>
            <w:r w:rsidR="004E235D" w:rsidRPr="00E730C4">
              <w:rPr>
                <w:rFonts w:ascii="Calibri" w:hAnsi="Calibri"/>
                <w:noProof/>
                <w:sz w:val="22"/>
                <w:szCs w:val="22"/>
                <w:lang w:val="ro-RO"/>
              </w:rPr>
              <w:t>0</w:t>
            </w:r>
            <w:r w:rsidR="00443380" w:rsidRPr="00E730C4">
              <w:rPr>
                <w:rFonts w:ascii="Calibri" w:hAnsi="Calibri"/>
                <w:noProof/>
                <w:sz w:val="22"/>
                <w:szCs w:val="22"/>
                <w:lang w:val="ro-RO"/>
              </w:rPr>
              <w:t xml:space="preserve"> de ani</w:t>
            </w:r>
            <w:r w:rsidR="004E235D" w:rsidRPr="00E730C4">
              <w:rPr>
                <w:rFonts w:ascii="Calibri" w:hAnsi="Calibri"/>
                <w:noProof/>
                <w:sz w:val="22"/>
                <w:szCs w:val="22"/>
                <w:lang w:val="ro-RO"/>
              </w:rPr>
              <w:t xml:space="preserve"> inclusiv</w:t>
            </w:r>
            <w:r w:rsidR="00443380" w:rsidRPr="00E730C4">
              <w:rPr>
                <w:rFonts w:ascii="Calibri" w:hAnsi="Calibri"/>
                <w:b/>
                <w:noProof/>
                <w:sz w:val="22"/>
                <w:szCs w:val="22"/>
                <w:lang w:val="ro-RO"/>
              </w:rPr>
              <w:t xml:space="preserve"> </w:t>
            </w:r>
            <w:r w:rsidR="004E235D" w:rsidRPr="00E730C4">
              <w:rPr>
                <w:rFonts w:ascii="Calibri" w:hAnsi="Calibri"/>
                <w:noProof/>
                <w:sz w:val="22"/>
                <w:szCs w:val="22"/>
                <w:lang w:val="ro-RO"/>
              </w:rPr>
              <w:t xml:space="preserve">(până cel mult cu o zi înainte de a împlini 41 de ani) </w:t>
            </w:r>
            <w:r w:rsidRPr="00E730C4">
              <w:rPr>
                <w:rFonts w:ascii="Calibri" w:hAnsi="Calibri" w:cs="Calibri"/>
                <w:b/>
                <w:noProof/>
                <w:sz w:val="22"/>
                <w:szCs w:val="22"/>
                <w:lang w:val="ro-RO"/>
              </w:rPr>
              <w:t>la data depunerii cererii de finanţare.</w:t>
            </w:r>
          </w:p>
          <w:p w14:paraId="470F7676" w14:textId="77777777" w:rsidR="00255850" w:rsidRPr="00E730C4" w:rsidRDefault="00255850" w:rsidP="00255850">
            <w:pPr>
              <w:tabs>
                <w:tab w:val="center" w:pos="4536"/>
                <w:tab w:val="right" w:pos="9072"/>
              </w:tabs>
              <w:jc w:val="both"/>
              <w:rPr>
                <w:rFonts w:ascii="Calibri" w:hAnsi="Calibri" w:cs="Calibri"/>
                <w:b/>
                <w:noProof/>
                <w:sz w:val="22"/>
                <w:szCs w:val="22"/>
                <w:lang w:val="ro-RO"/>
              </w:rPr>
            </w:pPr>
            <w:r w:rsidRPr="00E730C4">
              <w:rPr>
                <w:rFonts w:ascii="Calibri" w:hAnsi="Calibri" w:cs="Calibri"/>
                <w:noProof/>
                <w:sz w:val="22"/>
                <w:szCs w:val="22"/>
                <w:lang w:val="ro-RO"/>
              </w:rPr>
              <w:t xml:space="preserve">Se verifică daca tanarul fermier detine calitatea de </w:t>
            </w:r>
            <w:r w:rsidRPr="00E730C4">
              <w:rPr>
                <w:rFonts w:ascii="Calibri" w:hAnsi="Calibri" w:cs="Calibri"/>
                <w:b/>
                <w:noProof/>
                <w:sz w:val="22"/>
                <w:szCs w:val="22"/>
                <w:lang w:val="ro-RO"/>
              </w:rPr>
              <w:t>asociat unic/asociat majoritar si administrator in acelasi timp.</w:t>
            </w:r>
          </w:p>
          <w:p w14:paraId="3740692E" w14:textId="77777777" w:rsidR="008972CC" w:rsidRPr="00E730C4" w:rsidRDefault="00434E41" w:rsidP="00C86AE7">
            <w:pPr>
              <w:jc w:val="both"/>
              <w:rPr>
                <w:rFonts w:ascii="Calibri" w:hAnsi="Calibri" w:cs="Calibri"/>
                <w:noProof/>
                <w:sz w:val="22"/>
                <w:szCs w:val="22"/>
                <w:lang w:val="ro-RO"/>
              </w:rPr>
            </w:pPr>
            <w:r w:rsidRPr="00E730C4">
              <w:rPr>
                <w:rFonts w:ascii="Calibri" w:hAnsi="Calibri" w:cs="Calibri"/>
                <w:b/>
                <w:bCs/>
                <w:noProof/>
                <w:sz w:val="22"/>
                <w:szCs w:val="22"/>
                <w:lang w:val="ro-RO" w:eastAsia="fr-FR"/>
              </w:rPr>
              <w:t xml:space="preserve">Doc </w:t>
            </w:r>
            <w:r w:rsidR="00F66E13" w:rsidRPr="00E730C4">
              <w:rPr>
                <w:rFonts w:ascii="Calibri" w:hAnsi="Calibri" w:cs="Calibri"/>
                <w:b/>
                <w:bCs/>
                <w:noProof/>
                <w:sz w:val="22"/>
                <w:szCs w:val="22"/>
                <w:lang w:val="ro-RO" w:eastAsia="fr-FR"/>
              </w:rPr>
              <w:t>7</w:t>
            </w:r>
            <w:r w:rsidR="00255850" w:rsidRPr="00E730C4">
              <w:rPr>
                <w:rFonts w:ascii="Calibri" w:hAnsi="Calibri" w:cs="Calibri"/>
                <w:b/>
                <w:noProof/>
                <w:sz w:val="22"/>
                <w:szCs w:val="22"/>
                <w:lang w:val="ro-RO"/>
              </w:rPr>
              <w:t>.</w:t>
            </w:r>
            <w:r w:rsidR="00255850" w:rsidRPr="00E730C4">
              <w:rPr>
                <w:rFonts w:ascii="Calibri" w:hAnsi="Calibri" w:cs="Calibri"/>
                <w:noProof/>
                <w:sz w:val="22"/>
                <w:szCs w:val="22"/>
                <w:lang w:val="ro-RO"/>
              </w:rPr>
              <w:t xml:space="preserve"> </w:t>
            </w:r>
            <w:r w:rsidR="00255850" w:rsidRPr="00E730C4">
              <w:rPr>
                <w:rFonts w:ascii="Calibri" w:hAnsi="Calibri" w:cs="Calibri"/>
                <w:b/>
                <w:noProof/>
                <w:sz w:val="22"/>
                <w:szCs w:val="22"/>
                <w:lang w:val="ro-RO"/>
              </w:rPr>
              <w:t xml:space="preserve">Hotărârea Adunării Generale a Acţionarilor (AGA) - </w:t>
            </w:r>
            <w:r w:rsidR="00255850" w:rsidRPr="00E730C4">
              <w:rPr>
                <w:rFonts w:ascii="Calibri" w:hAnsi="Calibri" w:cs="Calibri"/>
                <w:noProof/>
                <w:sz w:val="22"/>
                <w:szCs w:val="22"/>
                <w:lang w:val="ro-RO"/>
              </w:rPr>
              <w:t xml:space="preserve">se verifică daca </w:t>
            </w:r>
            <w:r w:rsidR="007F318E" w:rsidRPr="00E730C4">
              <w:rPr>
                <w:rFonts w:ascii="Calibri" w:hAnsi="Calibri" w:cs="Calibri"/>
                <w:noProof/>
                <w:sz w:val="22"/>
                <w:szCs w:val="22"/>
                <w:lang w:val="ro-RO"/>
              </w:rPr>
              <w:t>tânărul fermier a fost desemnat  in calitate de actionar majoritar (50%+1) să reprezinte societatea în relaţia cu AFIR și că exercită un control efectiv pe termen lung  în ceea ce priveşte deciziile referitoare la gestionare, beneficii, riscuri financiare în cadrul exploataţiei respective</w:t>
            </w:r>
            <w:r w:rsidR="007F318E" w:rsidRPr="00E730C4">
              <w:rPr>
                <w:rFonts w:ascii="Calibri" w:hAnsi="Calibri" w:cs="Calibri"/>
                <w:b/>
                <w:noProof/>
                <w:sz w:val="22"/>
                <w:szCs w:val="22"/>
                <w:lang w:val="ro-RO"/>
              </w:rPr>
              <w:t xml:space="preserve">. </w:t>
            </w:r>
          </w:p>
        </w:tc>
      </w:tr>
      <w:tr w:rsidR="008972CC" w:rsidRPr="00E67132" w14:paraId="32077607" w14:textId="77777777" w:rsidTr="00385034">
        <w:trPr>
          <w:gridBefore w:val="1"/>
          <w:wBefore w:w="20" w:type="dxa"/>
          <w:trHeight w:val="1354"/>
        </w:trPr>
        <w:tc>
          <w:tcPr>
            <w:tcW w:w="4930" w:type="dxa"/>
          </w:tcPr>
          <w:p w14:paraId="24577862" w14:textId="77777777" w:rsidR="00360D8C" w:rsidRPr="00E67132" w:rsidRDefault="007978C0" w:rsidP="00360D8C">
            <w:pPr>
              <w:jc w:val="both"/>
              <w:rPr>
                <w:rFonts w:ascii="Calibri" w:hAnsi="Calibri" w:cs="Calibri"/>
                <w:noProof/>
                <w:sz w:val="22"/>
                <w:szCs w:val="22"/>
                <w:lang w:val="ro-RO"/>
              </w:rPr>
            </w:pPr>
            <w:r w:rsidRPr="00E67132">
              <w:rPr>
                <w:rFonts w:ascii="Calibri" w:hAnsi="Calibri" w:cs="Calibri"/>
                <w:b/>
                <w:noProof/>
                <w:sz w:val="22"/>
                <w:szCs w:val="22"/>
                <w:lang w:val="ro-RO"/>
              </w:rPr>
              <w:t>a.</w:t>
            </w:r>
            <w:r w:rsidR="00360D8C" w:rsidRPr="00E67132">
              <w:rPr>
                <w:rFonts w:ascii="Calibri" w:hAnsi="Calibri" w:cs="Calibri"/>
                <w:b/>
                <w:noProof/>
                <w:sz w:val="22"/>
                <w:szCs w:val="22"/>
                <w:lang w:val="ro-RO"/>
              </w:rPr>
              <w:t>Declaraţie pe propria răspundere a solicitantului</w:t>
            </w:r>
            <w:r w:rsidR="00360D8C" w:rsidRPr="00E67132">
              <w:rPr>
                <w:rFonts w:ascii="Calibri" w:hAnsi="Calibri" w:cs="Calibri"/>
                <w:noProof/>
                <w:sz w:val="22"/>
                <w:szCs w:val="22"/>
                <w:lang w:val="ro-RO"/>
              </w:rPr>
              <w:t xml:space="preserve">  din partea F din  cererea de finanţare,  prin care acesta</w:t>
            </w:r>
            <w:r w:rsidR="00360D8C" w:rsidRPr="00E67132">
              <w:rPr>
                <w:rFonts w:ascii="Calibri" w:hAnsi="Calibri" w:cs="Calibri"/>
                <w:b/>
                <w:noProof/>
                <w:sz w:val="22"/>
                <w:szCs w:val="22"/>
                <w:lang w:val="ro-RO"/>
              </w:rPr>
              <w:t xml:space="preserve"> </w:t>
            </w:r>
            <w:r w:rsidR="00360D8C" w:rsidRPr="00E67132">
              <w:rPr>
                <w:rFonts w:ascii="Calibri" w:hAnsi="Calibri" w:cs="Calibri"/>
                <w:noProof/>
                <w:sz w:val="22"/>
                <w:szCs w:val="22"/>
                <w:lang w:val="ro-RO"/>
              </w:rPr>
              <w:t xml:space="preserve">declară că se instalează pentru prima dată în exploataţia agricolă în calitate de </w:t>
            </w:r>
            <w:r w:rsidR="00360D8C" w:rsidRPr="00E67132">
              <w:rPr>
                <w:rFonts w:ascii="Calibri" w:hAnsi="Calibri" w:cs="Calibri"/>
                <w:b/>
                <w:noProof/>
                <w:sz w:val="22"/>
                <w:szCs w:val="22"/>
                <w:lang w:val="ro-RO"/>
              </w:rPr>
              <w:t>conducător (şef/manager)  ai unei exploataţii agricole .</w:t>
            </w:r>
          </w:p>
          <w:p w14:paraId="4AB1FBD4" w14:textId="77777777" w:rsidR="00EC4920" w:rsidRPr="00E67132" w:rsidRDefault="00EC4920" w:rsidP="0055156D">
            <w:pPr>
              <w:tabs>
                <w:tab w:val="left" w:pos="6700"/>
              </w:tabs>
              <w:spacing w:before="120"/>
              <w:jc w:val="both"/>
              <w:rPr>
                <w:rFonts w:ascii="Calibri" w:hAnsi="Calibri" w:cs="Calibri"/>
                <w:b/>
                <w:noProof/>
                <w:sz w:val="22"/>
                <w:szCs w:val="22"/>
                <w:lang w:val="ro-RO"/>
              </w:rPr>
            </w:pPr>
          </w:p>
          <w:p w14:paraId="2916BEA5" w14:textId="77777777" w:rsidR="00510458" w:rsidRPr="00E67132" w:rsidRDefault="00510458" w:rsidP="0055156D">
            <w:pPr>
              <w:tabs>
                <w:tab w:val="left" w:pos="6700"/>
              </w:tabs>
              <w:spacing w:before="120"/>
              <w:jc w:val="both"/>
              <w:rPr>
                <w:rFonts w:ascii="Calibri" w:hAnsi="Calibri" w:cs="Calibri"/>
                <w:b/>
                <w:noProof/>
                <w:sz w:val="22"/>
                <w:szCs w:val="22"/>
                <w:lang w:val="ro-RO"/>
              </w:rPr>
            </w:pPr>
          </w:p>
          <w:p w14:paraId="689C967B" w14:textId="77777777" w:rsidR="00510458" w:rsidRPr="00E67132" w:rsidRDefault="00510458" w:rsidP="0055156D">
            <w:pPr>
              <w:tabs>
                <w:tab w:val="left" w:pos="6700"/>
              </w:tabs>
              <w:spacing w:before="120"/>
              <w:jc w:val="both"/>
              <w:rPr>
                <w:rFonts w:ascii="Calibri" w:hAnsi="Calibri" w:cs="Calibri"/>
                <w:b/>
                <w:noProof/>
                <w:sz w:val="22"/>
                <w:szCs w:val="22"/>
                <w:lang w:val="ro-RO"/>
              </w:rPr>
            </w:pPr>
          </w:p>
          <w:p w14:paraId="5A45E504" w14:textId="77777777" w:rsidR="00510458" w:rsidRPr="00E67132" w:rsidRDefault="00510458" w:rsidP="0055156D">
            <w:pPr>
              <w:tabs>
                <w:tab w:val="left" w:pos="6700"/>
              </w:tabs>
              <w:spacing w:before="120"/>
              <w:jc w:val="both"/>
              <w:rPr>
                <w:rFonts w:ascii="Calibri" w:hAnsi="Calibri" w:cs="Calibri"/>
                <w:b/>
                <w:noProof/>
                <w:sz w:val="22"/>
                <w:szCs w:val="22"/>
                <w:lang w:val="ro-RO"/>
              </w:rPr>
            </w:pPr>
          </w:p>
          <w:p w14:paraId="466FBFB7" w14:textId="77777777" w:rsidR="00510458" w:rsidRPr="00E67132" w:rsidRDefault="00510458" w:rsidP="0055156D">
            <w:pPr>
              <w:tabs>
                <w:tab w:val="left" w:pos="6700"/>
              </w:tabs>
              <w:spacing w:before="120"/>
              <w:jc w:val="both"/>
              <w:rPr>
                <w:rFonts w:ascii="Calibri" w:hAnsi="Calibri" w:cs="Calibri"/>
                <w:b/>
                <w:noProof/>
                <w:sz w:val="22"/>
                <w:szCs w:val="22"/>
                <w:lang w:val="ro-RO"/>
              </w:rPr>
            </w:pPr>
          </w:p>
          <w:p w14:paraId="481AB396" w14:textId="77777777" w:rsidR="00D9109C" w:rsidRPr="00E67132" w:rsidRDefault="00D9109C" w:rsidP="0055156D">
            <w:pPr>
              <w:tabs>
                <w:tab w:val="left" w:pos="6700"/>
              </w:tabs>
              <w:spacing w:before="120"/>
              <w:jc w:val="both"/>
              <w:rPr>
                <w:rFonts w:ascii="Calibri" w:hAnsi="Calibri" w:cs="Calibri"/>
                <w:b/>
                <w:noProof/>
                <w:sz w:val="22"/>
                <w:szCs w:val="22"/>
                <w:lang w:val="ro-RO"/>
              </w:rPr>
            </w:pPr>
          </w:p>
          <w:p w14:paraId="43684EBE" w14:textId="77777777" w:rsidR="00D9109C" w:rsidRPr="00E67132" w:rsidRDefault="00D9109C" w:rsidP="0055156D">
            <w:pPr>
              <w:tabs>
                <w:tab w:val="left" w:pos="6700"/>
              </w:tabs>
              <w:spacing w:before="120"/>
              <w:jc w:val="both"/>
              <w:rPr>
                <w:rFonts w:ascii="Calibri" w:hAnsi="Calibri" w:cs="Calibri"/>
                <w:b/>
                <w:noProof/>
                <w:sz w:val="22"/>
                <w:szCs w:val="22"/>
                <w:lang w:val="ro-RO"/>
              </w:rPr>
            </w:pPr>
          </w:p>
          <w:p w14:paraId="13A1B348" w14:textId="77777777" w:rsidR="00D9109C" w:rsidRPr="00E67132" w:rsidRDefault="00D9109C" w:rsidP="0055156D">
            <w:pPr>
              <w:tabs>
                <w:tab w:val="left" w:pos="6700"/>
              </w:tabs>
              <w:spacing w:before="120"/>
              <w:jc w:val="both"/>
              <w:rPr>
                <w:rFonts w:ascii="Calibri" w:hAnsi="Calibri" w:cs="Calibri"/>
                <w:b/>
                <w:noProof/>
                <w:sz w:val="22"/>
                <w:szCs w:val="22"/>
                <w:lang w:val="ro-RO"/>
              </w:rPr>
            </w:pPr>
          </w:p>
          <w:p w14:paraId="3D6785FB" w14:textId="77777777" w:rsidR="00D9109C" w:rsidRPr="00E67132" w:rsidRDefault="00D9109C" w:rsidP="0055156D">
            <w:pPr>
              <w:tabs>
                <w:tab w:val="left" w:pos="6700"/>
              </w:tabs>
              <w:spacing w:before="120"/>
              <w:jc w:val="both"/>
              <w:rPr>
                <w:rFonts w:ascii="Calibri" w:hAnsi="Calibri" w:cs="Calibri"/>
                <w:b/>
                <w:noProof/>
                <w:sz w:val="22"/>
                <w:szCs w:val="22"/>
                <w:lang w:val="ro-RO"/>
              </w:rPr>
            </w:pPr>
          </w:p>
          <w:p w14:paraId="478BCA32" w14:textId="77777777" w:rsidR="00D9109C" w:rsidRPr="00E67132" w:rsidRDefault="00D9109C" w:rsidP="0055156D">
            <w:pPr>
              <w:tabs>
                <w:tab w:val="left" w:pos="6700"/>
              </w:tabs>
              <w:spacing w:before="120"/>
              <w:jc w:val="both"/>
              <w:rPr>
                <w:rFonts w:ascii="Calibri" w:hAnsi="Calibri" w:cs="Calibri"/>
                <w:b/>
                <w:noProof/>
                <w:sz w:val="22"/>
                <w:szCs w:val="22"/>
                <w:lang w:val="ro-RO"/>
              </w:rPr>
            </w:pPr>
          </w:p>
          <w:p w14:paraId="58D8BC1A" w14:textId="77777777" w:rsidR="00510458" w:rsidRPr="00E67132" w:rsidRDefault="00510458" w:rsidP="0055156D">
            <w:pPr>
              <w:tabs>
                <w:tab w:val="left" w:pos="6700"/>
              </w:tabs>
              <w:spacing w:before="120"/>
              <w:jc w:val="both"/>
              <w:rPr>
                <w:rFonts w:ascii="Calibri" w:hAnsi="Calibri" w:cs="Calibri"/>
                <w:b/>
                <w:noProof/>
                <w:sz w:val="22"/>
                <w:szCs w:val="22"/>
                <w:lang w:val="ro-RO"/>
              </w:rPr>
            </w:pPr>
          </w:p>
          <w:p w14:paraId="0DB5066B" w14:textId="77777777" w:rsidR="00D01A8F" w:rsidRPr="00E67132" w:rsidRDefault="00D01A8F" w:rsidP="0055156D">
            <w:pPr>
              <w:tabs>
                <w:tab w:val="left" w:pos="6700"/>
              </w:tabs>
              <w:spacing w:before="120"/>
              <w:jc w:val="both"/>
              <w:rPr>
                <w:rFonts w:ascii="Calibri" w:hAnsi="Calibri" w:cs="Calibri"/>
                <w:b/>
                <w:noProof/>
                <w:sz w:val="22"/>
                <w:szCs w:val="22"/>
                <w:lang w:val="ro-RO"/>
              </w:rPr>
            </w:pPr>
          </w:p>
          <w:p w14:paraId="74C3E998" w14:textId="77777777" w:rsidR="0055156D" w:rsidRPr="00E67132" w:rsidRDefault="0055156D" w:rsidP="00434E41">
            <w:pPr>
              <w:pStyle w:val="ListParagraph"/>
              <w:numPr>
                <w:ilvl w:val="0"/>
                <w:numId w:val="21"/>
              </w:numPr>
              <w:tabs>
                <w:tab w:val="left" w:pos="6700"/>
              </w:tabs>
              <w:spacing w:before="120"/>
              <w:ind w:left="180" w:hanging="270"/>
              <w:jc w:val="both"/>
              <w:rPr>
                <w:rFonts w:ascii="Calibri" w:hAnsi="Calibri" w:cs="Calibri"/>
                <w:b/>
                <w:noProof/>
                <w:sz w:val="22"/>
                <w:szCs w:val="22"/>
                <w:lang w:val="ro-RO"/>
              </w:rPr>
            </w:pPr>
            <w:r w:rsidRPr="00E67132">
              <w:rPr>
                <w:rFonts w:ascii="Calibri" w:hAnsi="Calibri" w:cs="Calibri"/>
                <w:b/>
                <w:noProof/>
                <w:sz w:val="22"/>
                <w:szCs w:val="22"/>
                <w:lang w:val="ro-RO"/>
              </w:rPr>
              <w:t>Documente verificate si listate de expertul OJFIR din baza de date IACS de la APIA:</w:t>
            </w:r>
          </w:p>
          <w:p w14:paraId="1AE56B4D" w14:textId="77777777" w:rsidR="0055156D" w:rsidRPr="00E67132" w:rsidRDefault="0055156D"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Document privind înscrierea în Registrul unic de identificare al solicitantului care trebuie sa cuprindă codul unic de </w:t>
            </w:r>
            <w:r w:rsidR="00792C3C" w:rsidRPr="00E67132">
              <w:rPr>
                <w:rFonts w:ascii="Calibri" w:hAnsi="Calibri" w:cs="Calibri"/>
                <w:noProof/>
                <w:sz w:val="22"/>
                <w:szCs w:val="22"/>
                <w:lang w:val="ro-RO"/>
              </w:rPr>
              <w:t>identificare</w:t>
            </w:r>
            <w:r w:rsidRPr="00E67132">
              <w:rPr>
                <w:rFonts w:ascii="Calibri" w:hAnsi="Calibri" w:cs="Calibri"/>
                <w:noProof/>
                <w:sz w:val="22"/>
                <w:szCs w:val="22"/>
                <w:lang w:val="ro-RO"/>
              </w:rPr>
              <w:t xml:space="preserve"> si data atribuirii acestui cod. </w:t>
            </w:r>
          </w:p>
          <w:p w14:paraId="6E521ED8" w14:textId="77777777" w:rsidR="0055156D" w:rsidRPr="00E67132" w:rsidRDefault="0055156D"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14:paraId="5F76354F" w14:textId="77777777" w:rsidR="0055156D" w:rsidRPr="00E67132" w:rsidRDefault="0055156D" w:rsidP="00711DC8">
            <w:pPr>
              <w:tabs>
                <w:tab w:val="center" w:pos="4536"/>
                <w:tab w:val="right" w:pos="9072"/>
              </w:tabs>
              <w:jc w:val="both"/>
              <w:rPr>
                <w:rFonts w:ascii="Calibri" w:hAnsi="Calibri" w:cs="Calibri"/>
                <w:b/>
                <w:noProof/>
                <w:sz w:val="22"/>
                <w:szCs w:val="22"/>
                <w:lang w:val="ro-RO"/>
              </w:rPr>
            </w:pPr>
          </w:p>
          <w:p w14:paraId="54E806D1" w14:textId="77777777" w:rsidR="008A4837" w:rsidRPr="00E67132" w:rsidRDefault="0055156D" w:rsidP="00711DC8">
            <w:pPr>
              <w:tabs>
                <w:tab w:val="left" w:pos="450"/>
              </w:tabs>
              <w:jc w:val="both"/>
              <w:rPr>
                <w:rFonts w:ascii="Calibri" w:hAnsi="Calibri" w:cs="Calibri"/>
                <w:noProof/>
                <w:sz w:val="22"/>
                <w:szCs w:val="22"/>
                <w:lang w:val="ro-RO"/>
              </w:rPr>
            </w:pPr>
            <w:r w:rsidRPr="00E67132">
              <w:rPr>
                <w:rFonts w:ascii="Calibri" w:hAnsi="Calibri" w:cs="Calibri"/>
                <w:b/>
                <w:noProof/>
                <w:sz w:val="22"/>
                <w:szCs w:val="22"/>
                <w:u w:val="single"/>
                <w:lang w:val="ro-RO"/>
              </w:rPr>
              <w:t>c)Documente solicitate pentru animale, păsări şi familii de albine:</w:t>
            </w:r>
            <w:r w:rsidR="00A00DEB" w:rsidRPr="00E67132">
              <w:rPr>
                <w:noProof/>
                <w:lang w:val="ro-RO"/>
              </w:rPr>
              <w:t xml:space="preserve"> </w:t>
            </w:r>
            <w:r w:rsidR="00A00DEB" w:rsidRPr="00E67132">
              <w:rPr>
                <w:rFonts w:ascii="Calibri" w:hAnsi="Calibri" w:cs="Calibri"/>
                <w:noProof/>
                <w:sz w:val="22"/>
                <w:szCs w:val="22"/>
                <w:lang w:val="ro-RO"/>
              </w:rPr>
              <w:t>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w:t>
            </w:r>
          </w:p>
          <w:p w14:paraId="645A6813" w14:textId="77777777" w:rsidR="00DE15AD" w:rsidRPr="00E67132" w:rsidRDefault="00DE15AD" w:rsidP="00711DC8">
            <w:pPr>
              <w:tabs>
                <w:tab w:val="center" w:pos="4536"/>
                <w:tab w:val="right" w:pos="9072"/>
              </w:tabs>
              <w:jc w:val="both"/>
              <w:rPr>
                <w:rFonts w:ascii="Calibri" w:hAnsi="Calibri" w:cs="Calibri"/>
                <w:noProof/>
                <w:sz w:val="22"/>
                <w:szCs w:val="22"/>
                <w:lang w:val="ro-RO"/>
              </w:rPr>
            </w:pPr>
          </w:p>
          <w:p w14:paraId="7B578D2C" w14:textId="77777777" w:rsidR="00434E41" w:rsidRPr="00E67132" w:rsidRDefault="00434E41" w:rsidP="00711DC8">
            <w:pPr>
              <w:tabs>
                <w:tab w:val="center" w:pos="4536"/>
                <w:tab w:val="right" w:pos="9072"/>
              </w:tabs>
              <w:jc w:val="both"/>
              <w:rPr>
                <w:rFonts w:ascii="Calibri" w:hAnsi="Calibri" w:cs="Calibri"/>
                <w:noProof/>
                <w:sz w:val="22"/>
                <w:szCs w:val="22"/>
                <w:lang w:val="ro-RO" w:eastAsia="fr-FR"/>
              </w:rPr>
            </w:pPr>
          </w:p>
          <w:p w14:paraId="68CFBCE1" w14:textId="77777777" w:rsidR="0055156D" w:rsidRPr="00E67132" w:rsidRDefault="0055156D" w:rsidP="00711DC8">
            <w:pPr>
              <w:tabs>
                <w:tab w:val="center" w:pos="4536"/>
                <w:tab w:val="right" w:pos="9072"/>
              </w:tabs>
              <w:jc w:val="both"/>
              <w:rPr>
                <w:rFonts w:ascii="Calibri" w:hAnsi="Calibri" w:cs="Calibri"/>
                <w:b/>
                <w:noProof/>
                <w:sz w:val="22"/>
                <w:szCs w:val="22"/>
                <w:lang w:val="ro-RO"/>
              </w:rPr>
            </w:pPr>
            <w:r w:rsidRPr="00E67132">
              <w:rPr>
                <w:rFonts w:ascii="Calibri" w:hAnsi="Calibri" w:cs="Calibri"/>
                <w:noProof/>
                <w:sz w:val="22"/>
                <w:szCs w:val="22"/>
                <w:lang w:val="ro-RO"/>
              </w:rPr>
              <w:t xml:space="preserve">Pentru exploataţiile agricole care deţin păsari si albine - </w:t>
            </w:r>
            <w:r w:rsidR="00A00DEB" w:rsidRPr="00E67132">
              <w:rPr>
                <w:rFonts w:ascii="Calibri" w:hAnsi="Calibri" w:cs="Calibri"/>
                <w:b/>
                <w:noProof/>
                <w:sz w:val="22"/>
                <w:szCs w:val="22"/>
                <w:lang w:val="ro-RO"/>
              </w:rPr>
              <w:tab/>
              <w:t>Adeverinţă eliberată de medicul veterinar de circumscripţie veterinară actualizată cu cel mult 30 zile calendaristice înaintea depuneri cererii de finanţare din care să rezulte: efectivul de păsări deţinut, numărul familiilor de albine şi data primei înscrieri a solicitantului în Registrul Agricol.</w:t>
            </w:r>
          </w:p>
          <w:p w14:paraId="048DF329" w14:textId="77777777" w:rsidR="005C130E" w:rsidRPr="00E67132" w:rsidRDefault="005C130E" w:rsidP="00711DC8">
            <w:pPr>
              <w:tabs>
                <w:tab w:val="center" w:pos="4536"/>
                <w:tab w:val="right" w:pos="9072"/>
              </w:tabs>
              <w:jc w:val="both"/>
              <w:rPr>
                <w:rFonts w:ascii="Calibri" w:hAnsi="Calibri" w:cs="Calibri"/>
                <w:noProof/>
                <w:sz w:val="22"/>
                <w:szCs w:val="22"/>
                <w:lang w:val="ro-RO"/>
              </w:rPr>
            </w:pPr>
          </w:p>
          <w:p w14:paraId="54B62331" w14:textId="77777777" w:rsidR="005C130E" w:rsidRPr="00E67132" w:rsidRDefault="005C130E" w:rsidP="00711DC8">
            <w:pPr>
              <w:pStyle w:val="NoSpacing"/>
              <w:tabs>
                <w:tab w:val="left" w:pos="720"/>
                <w:tab w:val="left" w:pos="2268"/>
              </w:tabs>
              <w:jc w:val="both"/>
              <w:rPr>
                <w:rFonts w:cs="Calibri"/>
                <w:noProof/>
                <w:sz w:val="24"/>
                <w:szCs w:val="24"/>
                <w:lang w:val="ro-RO"/>
              </w:rPr>
            </w:pPr>
            <w:r w:rsidRPr="00E67132">
              <w:rPr>
                <w:rFonts w:cs="Calibri"/>
                <w:noProof/>
                <w:sz w:val="24"/>
                <w:szCs w:val="24"/>
                <w:lang w:val="ro-RO"/>
              </w:rPr>
              <w:t xml:space="preserve">- Copia adeverintei emise de ANZ din care să rezulte </w:t>
            </w:r>
            <w:r w:rsidRPr="00E67132">
              <w:rPr>
                <w:rFonts w:cs="Calibri"/>
                <w:noProof/>
                <w:color w:val="333333"/>
                <w:sz w:val="24"/>
                <w:szCs w:val="24"/>
                <w:lang w:val="ro-RO"/>
              </w:rPr>
              <w:t xml:space="preserve">codul de identificare a stupinei  </w:t>
            </w:r>
            <w:r w:rsidRPr="00E67132">
              <w:rPr>
                <w:rFonts w:cs="Calibri"/>
                <w:noProof/>
                <w:sz w:val="24"/>
                <w:szCs w:val="24"/>
                <w:lang w:val="ro-RO"/>
              </w:rPr>
              <w:t xml:space="preserve"> și stupilor, numarul familiilor de albine</w:t>
            </w:r>
          </w:p>
          <w:p w14:paraId="6A70EA96" w14:textId="77777777" w:rsidR="00A00DEB" w:rsidRPr="00E67132" w:rsidRDefault="00A00DEB" w:rsidP="005C130E">
            <w:pPr>
              <w:pStyle w:val="NoSpacing"/>
              <w:tabs>
                <w:tab w:val="left" w:pos="720"/>
                <w:tab w:val="left" w:pos="2268"/>
              </w:tabs>
              <w:jc w:val="both"/>
              <w:rPr>
                <w:rFonts w:cs="Calibri"/>
                <w:noProof/>
                <w:sz w:val="24"/>
                <w:szCs w:val="24"/>
                <w:lang w:val="ro-RO"/>
              </w:rPr>
            </w:pPr>
          </w:p>
          <w:p w14:paraId="08E469E4" w14:textId="77777777" w:rsidR="005C130E" w:rsidRPr="00E67132" w:rsidRDefault="005C130E" w:rsidP="0055156D">
            <w:pPr>
              <w:tabs>
                <w:tab w:val="center" w:pos="4536"/>
                <w:tab w:val="right" w:pos="9072"/>
              </w:tabs>
              <w:jc w:val="both"/>
              <w:rPr>
                <w:rFonts w:ascii="Calibri" w:hAnsi="Calibri" w:cs="Calibri"/>
                <w:noProof/>
                <w:sz w:val="22"/>
                <w:szCs w:val="22"/>
                <w:lang w:val="ro-RO"/>
              </w:rPr>
            </w:pPr>
          </w:p>
          <w:p w14:paraId="3DBF0ACC" w14:textId="77777777" w:rsidR="0055156D" w:rsidRPr="00E67132" w:rsidRDefault="0055156D" w:rsidP="0055156D">
            <w:pPr>
              <w:tabs>
                <w:tab w:val="center" w:pos="4536"/>
                <w:tab w:val="right" w:pos="9072"/>
              </w:tabs>
              <w:jc w:val="both"/>
              <w:rPr>
                <w:rFonts w:ascii="Calibri" w:hAnsi="Calibri" w:cs="Calibri"/>
                <w:noProof/>
                <w:sz w:val="22"/>
                <w:szCs w:val="22"/>
                <w:lang w:val="ro-RO"/>
              </w:rPr>
            </w:pPr>
          </w:p>
          <w:p w14:paraId="650E0C13" w14:textId="77777777" w:rsidR="0055156D" w:rsidRPr="00E67132" w:rsidRDefault="0055156D" w:rsidP="0055156D">
            <w:pPr>
              <w:tabs>
                <w:tab w:val="center" w:pos="4536"/>
                <w:tab w:val="right" w:pos="9072"/>
              </w:tabs>
              <w:jc w:val="both"/>
              <w:rPr>
                <w:rFonts w:ascii="Calibri" w:hAnsi="Calibri" w:cs="Calibri"/>
                <w:noProof/>
                <w:sz w:val="22"/>
                <w:szCs w:val="22"/>
                <w:lang w:val="ro-RO"/>
              </w:rPr>
            </w:pPr>
          </w:p>
          <w:p w14:paraId="66F2182E" w14:textId="77777777" w:rsidR="0055156D" w:rsidRPr="00E67132" w:rsidRDefault="0055156D" w:rsidP="0055156D">
            <w:pPr>
              <w:tabs>
                <w:tab w:val="center" w:pos="4536"/>
                <w:tab w:val="right" w:pos="9072"/>
              </w:tabs>
              <w:jc w:val="both"/>
              <w:rPr>
                <w:rFonts w:ascii="Calibri" w:hAnsi="Calibri" w:cs="Calibri"/>
                <w:noProof/>
                <w:sz w:val="22"/>
                <w:szCs w:val="22"/>
                <w:lang w:val="ro-RO"/>
              </w:rPr>
            </w:pPr>
          </w:p>
          <w:p w14:paraId="70969066" w14:textId="77777777" w:rsidR="0055156D" w:rsidRPr="00E67132" w:rsidRDefault="0055156D" w:rsidP="0055156D">
            <w:pPr>
              <w:tabs>
                <w:tab w:val="center" w:pos="4536"/>
                <w:tab w:val="right" w:pos="9072"/>
              </w:tabs>
              <w:jc w:val="both"/>
              <w:rPr>
                <w:rFonts w:ascii="Calibri" w:hAnsi="Calibri" w:cs="Calibri"/>
                <w:noProof/>
                <w:sz w:val="22"/>
                <w:szCs w:val="22"/>
                <w:lang w:val="ro-RO"/>
              </w:rPr>
            </w:pPr>
          </w:p>
          <w:p w14:paraId="5B2E8447" w14:textId="77777777" w:rsidR="0055156D" w:rsidRPr="00E67132" w:rsidRDefault="0055156D" w:rsidP="0055156D">
            <w:pPr>
              <w:tabs>
                <w:tab w:val="num" w:pos="270"/>
                <w:tab w:val="right" w:pos="9072"/>
              </w:tabs>
              <w:jc w:val="both"/>
              <w:rPr>
                <w:rFonts w:ascii="Calibri" w:hAnsi="Calibri" w:cs="Calibri"/>
                <w:noProof/>
                <w:sz w:val="22"/>
                <w:szCs w:val="22"/>
                <w:lang w:val="ro-RO"/>
              </w:rPr>
            </w:pPr>
          </w:p>
          <w:p w14:paraId="22956EF0" w14:textId="77777777" w:rsidR="00DC6931" w:rsidRPr="00E67132" w:rsidRDefault="00DC6931" w:rsidP="0055156D">
            <w:pPr>
              <w:tabs>
                <w:tab w:val="num" w:pos="270"/>
                <w:tab w:val="right" w:pos="9072"/>
              </w:tabs>
              <w:jc w:val="both"/>
              <w:rPr>
                <w:rFonts w:ascii="Calibri" w:hAnsi="Calibri" w:cs="Calibri"/>
                <w:noProof/>
                <w:sz w:val="22"/>
                <w:szCs w:val="22"/>
                <w:lang w:val="ro-RO"/>
              </w:rPr>
            </w:pPr>
          </w:p>
          <w:p w14:paraId="59CDAA2E" w14:textId="77777777" w:rsidR="0055156D" w:rsidRPr="00E67132" w:rsidRDefault="0055156D" w:rsidP="0055156D">
            <w:pPr>
              <w:tabs>
                <w:tab w:val="num" w:pos="270"/>
                <w:tab w:val="right" w:pos="9072"/>
              </w:tabs>
              <w:jc w:val="both"/>
              <w:rPr>
                <w:rFonts w:ascii="Calibri" w:hAnsi="Calibri" w:cs="Calibri"/>
                <w:noProof/>
                <w:sz w:val="22"/>
                <w:szCs w:val="22"/>
                <w:lang w:val="ro-RO"/>
              </w:rPr>
            </w:pPr>
          </w:p>
          <w:p w14:paraId="42067B01"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0DA9BC78"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43AFF8AC"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50E3B759"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4AFDBB81"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030F2C78" w14:textId="77777777" w:rsidR="00070D3E" w:rsidRPr="00E67132" w:rsidRDefault="00070D3E" w:rsidP="0055156D">
            <w:pPr>
              <w:tabs>
                <w:tab w:val="num" w:pos="270"/>
                <w:tab w:val="right" w:pos="9072"/>
              </w:tabs>
              <w:jc w:val="both"/>
              <w:rPr>
                <w:rFonts w:ascii="Calibri" w:hAnsi="Calibri" w:cs="Calibri"/>
                <w:noProof/>
                <w:sz w:val="22"/>
                <w:szCs w:val="22"/>
                <w:lang w:val="ro-RO"/>
              </w:rPr>
            </w:pPr>
          </w:p>
          <w:p w14:paraId="78299A95" w14:textId="77777777" w:rsidR="0055156D" w:rsidRPr="00E67132" w:rsidRDefault="00155BFA" w:rsidP="0055156D">
            <w:pPr>
              <w:tabs>
                <w:tab w:val="num" w:pos="270"/>
                <w:tab w:val="right" w:pos="9072"/>
              </w:tabs>
              <w:jc w:val="both"/>
              <w:rPr>
                <w:rFonts w:ascii="Calibri" w:hAnsi="Calibri" w:cs="Calibri"/>
                <w:noProof/>
                <w:sz w:val="22"/>
                <w:szCs w:val="22"/>
                <w:lang w:val="ro-RO"/>
              </w:rPr>
            </w:pPr>
            <w:r w:rsidRPr="00E67132">
              <w:rPr>
                <w:rFonts w:ascii="Calibri" w:hAnsi="Calibri" w:cs="Calibri"/>
                <w:b/>
                <w:noProof/>
                <w:sz w:val="22"/>
                <w:szCs w:val="22"/>
                <w:lang w:val="ro-RO"/>
              </w:rPr>
              <w:t xml:space="preserve">d) </w:t>
            </w:r>
            <w:r w:rsidR="0055156D" w:rsidRPr="00E67132">
              <w:rPr>
                <w:rFonts w:ascii="Calibri" w:hAnsi="Calibri" w:cs="Calibri"/>
                <w:b/>
                <w:noProof/>
                <w:sz w:val="22"/>
                <w:szCs w:val="22"/>
                <w:lang w:val="ro-RO"/>
              </w:rPr>
              <w:t>Documente pentru terenul ce constituie vatra stupinei</w:t>
            </w:r>
            <w:r w:rsidR="0055156D" w:rsidRPr="00E67132">
              <w:rPr>
                <w:rFonts w:ascii="Calibri" w:hAnsi="Calibri" w:cs="Calibri"/>
                <w:noProof/>
                <w:sz w:val="22"/>
                <w:szCs w:val="22"/>
                <w:lang w:val="ro-RO"/>
              </w:rPr>
              <w:t xml:space="preserve"> – acte de proprietate conform legislaţiei în vigoare, sau contract de concesiune/ contract de arendă/ închiriere/comodat </w:t>
            </w:r>
            <w:r w:rsidR="002E6016" w:rsidRPr="00E67132">
              <w:rPr>
                <w:rFonts w:ascii="Calibri" w:hAnsi="Calibri" w:cs="Calibri"/>
                <w:noProof/>
                <w:sz w:val="22"/>
                <w:szCs w:val="22"/>
                <w:lang w:val="ro-RO"/>
              </w:rPr>
              <w:t xml:space="preserve"> valabile la momentul depunerii cererii de finanţare</w:t>
            </w:r>
          </w:p>
          <w:p w14:paraId="6F1C3FAA" w14:textId="77777777" w:rsidR="0055156D" w:rsidRPr="00E67132" w:rsidRDefault="0055156D" w:rsidP="0055156D">
            <w:pPr>
              <w:tabs>
                <w:tab w:val="num" w:pos="270"/>
                <w:tab w:val="right" w:pos="9072"/>
              </w:tabs>
              <w:jc w:val="both"/>
              <w:rPr>
                <w:rFonts w:ascii="Calibri" w:hAnsi="Calibri" w:cs="Calibri"/>
                <w:noProof/>
                <w:sz w:val="22"/>
                <w:szCs w:val="22"/>
                <w:lang w:val="ro-RO" w:eastAsia="fr-FR"/>
              </w:rPr>
            </w:pPr>
          </w:p>
          <w:p w14:paraId="29C33F24" w14:textId="77777777" w:rsidR="008A4837" w:rsidRPr="00E67132" w:rsidRDefault="008A4837" w:rsidP="0055156D">
            <w:pPr>
              <w:tabs>
                <w:tab w:val="num" w:pos="270"/>
                <w:tab w:val="right" w:pos="9072"/>
              </w:tabs>
              <w:jc w:val="both"/>
              <w:rPr>
                <w:rFonts w:ascii="Calibri" w:hAnsi="Calibri" w:cs="Calibri"/>
                <w:noProof/>
                <w:sz w:val="22"/>
                <w:szCs w:val="22"/>
                <w:lang w:val="ro-RO" w:eastAsia="fr-FR"/>
              </w:rPr>
            </w:pPr>
          </w:p>
          <w:p w14:paraId="425A0E96" w14:textId="77777777" w:rsidR="0055156D" w:rsidRPr="00E67132" w:rsidRDefault="0055156D" w:rsidP="0055156D">
            <w:pPr>
              <w:tabs>
                <w:tab w:val="num" w:pos="270"/>
                <w:tab w:val="right" w:pos="9072"/>
              </w:tabs>
              <w:jc w:val="both"/>
              <w:rPr>
                <w:rFonts w:ascii="Calibri" w:hAnsi="Calibri" w:cs="Calibri"/>
                <w:noProof/>
                <w:sz w:val="22"/>
                <w:szCs w:val="22"/>
                <w:lang w:val="ro-RO" w:eastAsia="fr-FR"/>
              </w:rPr>
            </w:pPr>
          </w:p>
          <w:p w14:paraId="13EE6769" w14:textId="77777777" w:rsidR="0055156D" w:rsidRPr="00E67132" w:rsidRDefault="0055156D" w:rsidP="0055156D">
            <w:pPr>
              <w:tabs>
                <w:tab w:val="num" w:pos="270"/>
                <w:tab w:val="right" w:pos="9072"/>
              </w:tabs>
              <w:jc w:val="both"/>
              <w:rPr>
                <w:rFonts w:ascii="Calibri" w:hAnsi="Calibri" w:cs="Calibri"/>
                <w:noProof/>
                <w:sz w:val="22"/>
                <w:szCs w:val="22"/>
                <w:lang w:val="ro-RO" w:eastAsia="fr-FR"/>
              </w:rPr>
            </w:pPr>
          </w:p>
          <w:p w14:paraId="3C01F598" w14:textId="77777777" w:rsidR="00F048D4" w:rsidRPr="00E67132" w:rsidRDefault="00F048D4" w:rsidP="0055156D">
            <w:pPr>
              <w:tabs>
                <w:tab w:val="num" w:pos="270"/>
                <w:tab w:val="right" w:pos="9072"/>
              </w:tabs>
              <w:jc w:val="both"/>
              <w:rPr>
                <w:rFonts w:ascii="Calibri" w:hAnsi="Calibri" w:cs="Calibri"/>
                <w:noProof/>
                <w:sz w:val="22"/>
                <w:szCs w:val="22"/>
                <w:lang w:val="ro-RO" w:eastAsia="fr-FR"/>
              </w:rPr>
            </w:pPr>
          </w:p>
          <w:p w14:paraId="3237A8E1" w14:textId="77777777" w:rsidR="0055156D" w:rsidRPr="00E67132" w:rsidRDefault="0055156D" w:rsidP="00FE14F6">
            <w:pPr>
              <w:tabs>
                <w:tab w:val="num" w:pos="270"/>
                <w:tab w:val="right" w:pos="9072"/>
              </w:tabs>
              <w:jc w:val="both"/>
              <w:rPr>
                <w:rFonts w:ascii="Calibri" w:hAnsi="Calibri" w:cs="Calibri"/>
                <w:b/>
                <w:noProof/>
                <w:sz w:val="22"/>
                <w:szCs w:val="22"/>
                <w:lang w:val="ro-RO"/>
              </w:rPr>
            </w:pPr>
          </w:p>
          <w:p w14:paraId="1C567F5B" w14:textId="77777777" w:rsidR="00F048D4" w:rsidRPr="00E67132" w:rsidRDefault="00F048D4" w:rsidP="0055156D">
            <w:pPr>
              <w:jc w:val="both"/>
              <w:rPr>
                <w:rFonts w:ascii="Calibri" w:hAnsi="Calibri" w:cs="Calibri"/>
                <w:b/>
                <w:noProof/>
                <w:sz w:val="22"/>
                <w:szCs w:val="22"/>
                <w:lang w:val="ro-RO"/>
              </w:rPr>
            </w:pPr>
          </w:p>
          <w:p w14:paraId="3D6081B4" w14:textId="77777777" w:rsidR="0055156D" w:rsidRPr="00E67132" w:rsidRDefault="0055156D" w:rsidP="0055156D">
            <w:pPr>
              <w:jc w:val="both"/>
              <w:rPr>
                <w:rFonts w:ascii="Calibri" w:hAnsi="Calibri" w:cs="Calibri"/>
                <w:b/>
                <w:noProof/>
                <w:sz w:val="22"/>
                <w:szCs w:val="22"/>
                <w:lang w:val="ro-RO"/>
              </w:rPr>
            </w:pPr>
          </w:p>
          <w:p w14:paraId="3A5CA058" w14:textId="77777777" w:rsidR="008972CC" w:rsidRPr="00E67132" w:rsidRDefault="00434E41" w:rsidP="00434E41">
            <w:pPr>
              <w:jc w:val="both"/>
              <w:rPr>
                <w:rFonts w:cs="Calibri"/>
                <w:b/>
                <w:noProof/>
                <w:lang w:val="ro-RO"/>
              </w:rPr>
            </w:pP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 xml:space="preserve">Doc. </w:t>
            </w:r>
            <w:r w:rsidR="00EF6734" w:rsidRPr="00E67132">
              <w:rPr>
                <w:rFonts w:ascii="Calibri" w:hAnsi="Calibri" w:cs="Calibri"/>
                <w:b/>
                <w:noProof/>
                <w:sz w:val="22"/>
                <w:szCs w:val="22"/>
                <w:lang w:val="ro-RO"/>
              </w:rPr>
              <w:t xml:space="preserve">Copie din Registrul agricol </w:t>
            </w:r>
            <w:r w:rsidR="00EF6734" w:rsidRPr="00E67132">
              <w:rPr>
                <w:rFonts w:ascii="Calibri" w:hAnsi="Calibri" w:cs="Calibri"/>
                <w:b/>
                <w:noProof/>
                <w:sz w:val="22"/>
                <w:szCs w:val="22"/>
                <w:lang w:val="ro-RO" w:eastAsia="fr-FR"/>
              </w:rPr>
              <w:t>emis de Primării</w:t>
            </w:r>
            <w:r w:rsidRPr="00E67132">
              <w:rPr>
                <w:rFonts w:ascii="Calibri" w:hAnsi="Calibri" w:cs="Calibri"/>
                <w:b/>
                <w:noProof/>
                <w:sz w:val="22"/>
                <w:szCs w:val="22"/>
                <w:lang w:val="ro-RO" w:eastAsia="fr-FR"/>
              </w:rPr>
              <w:t>:</w:t>
            </w:r>
          </w:p>
        </w:tc>
        <w:tc>
          <w:tcPr>
            <w:tcW w:w="4840" w:type="dxa"/>
          </w:tcPr>
          <w:p w14:paraId="0E803487" w14:textId="77777777" w:rsidR="00360D8C" w:rsidRPr="00E67132" w:rsidRDefault="007978C0" w:rsidP="00360D8C">
            <w:pPr>
              <w:pStyle w:val="xl61"/>
              <w:pBdr>
                <w:left w:val="none" w:sz="0" w:space="0" w:color="auto"/>
              </w:pBdr>
              <w:spacing w:before="0" w:beforeAutospacing="0" w:after="0" w:afterAutospacing="0"/>
              <w:rPr>
                <w:rFonts w:ascii="Calibri" w:hAnsi="Calibri" w:cs="Calibri"/>
                <w:noProof/>
                <w:sz w:val="22"/>
                <w:szCs w:val="22"/>
                <w:lang w:val="ro-RO"/>
              </w:rPr>
            </w:pPr>
            <w:r w:rsidRPr="00E67132">
              <w:rPr>
                <w:rFonts w:ascii="Calibri" w:hAnsi="Calibri" w:cs="Calibri"/>
                <w:noProof/>
                <w:sz w:val="22"/>
                <w:szCs w:val="22"/>
                <w:lang w:val="ro-RO"/>
              </w:rPr>
              <w:t>a.</w:t>
            </w:r>
            <w:r w:rsidR="00360D8C" w:rsidRPr="00E67132">
              <w:rPr>
                <w:rFonts w:ascii="Calibri" w:hAnsi="Calibri" w:cs="Calibri"/>
                <w:noProof/>
                <w:sz w:val="22"/>
                <w:szCs w:val="22"/>
                <w:lang w:val="ro-RO"/>
              </w:rPr>
              <w:t xml:space="preserve">Expertul verifica în  partea F din cererea de finanţare, Declaratia  pe propria raspundere a  solicitantului existenţa bifei prin care acesta se instalează pentru prima dată în exploataţia agricolă în calitate de </w:t>
            </w:r>
            <w:r w:rsidR="00360D8C" w:rsidRPr="00E67132">
              <w:rPr>
                <w:rFonts w:ascii="Calibri" w:hAnsi="Calibri" w:cs="Calibri"/>
                <w:b/>
                <w:noProof/>
                <w:sz w:val="22"/>
                <w:szCs w:val="22"/>
                <w:lang w:val="ro-RO"/>
              </w:rPr>
              <w:t>conducător (şef/manager)  ai unei exploataţii agricole</w:t>
            </w:r>
            <w:r w:rsidR="00360D8C" w:rsidRPr="00E67132">
              <w:rPr>
                <w:rFonts w:ascii="Calibri" w:hAnsi="Calibri" w:cs="Calibri"/>
                <w:noProof/>
                <w:sz w:val="22"/>
                <w:szCs w:val="22"/>
                <w:lang w:val="ro-RO"/>
              </w:rPr>
              <w:t>.</w:t>
            </w:r>
          </w:p>
          <w:p w14:paraId="676BC960" w14:textId="77777777" w:rsidR="00EC4920" w:rsidRPr="00E67132" w:rsidRDefault="00EC4920" w:rsidP="00EC4920">
            <w:pPr>
              <w:jc w:val="both"/>
              <w:rPr>
                <w:rFonts w:ascii="Calibri" w:hAnsi="Calibri" w:cs="Calibri"/>
                <w:b/>
                <w:i/>
                <w:noProof/>
                <w:sz w:val="22"/>
                <w:szCs w:val="22"/>
                <w:lang w:val="ro-RO"/>
              </w:rPr>
            </w:pPr>
            <w:r w:rsidRPr="00E67132">
              <w:rPr>
                <w:rFonts w:ascii="Calibri" w:hAnsi="Calibri" w:cs="Calibri"/>
                <w:noProof/>
                <w:sz w:val="22"/>
                <w:szCs w:val="22"/>
                <w:lang w:val="ro-RO"/>
              </w:rPr>
              <w:t>În situaţia în care solicitantul depune proiect în calitate de asociat unic şi administrator/ asociat majoritar(</w:t>
            </w:r>
            <w:r w:rsidR="00452FC1" w:rsidRPr="00E67132">
              <w:rPr>
                <w:rFonts w:ascii="Calibri" w:hAnsi="Calibri" w:cs="Calibri"/>
                <w:noProof/>
                <w:sz w:val="22"/>
                <w:szCs w:val="22"/>
                <w:lang w:val="ro-RO"/>
              </w:rPr>
              <w:t xml:space="preserve">cel puţin </w:t>
            </w:r>
            <w:r w:rsidRPr="00E67132">
              <w:rPr>
                <w:rFonts w:ascii="Calibri" w:hAnsi="Calibri" w:cs="Calibri"/>
                <w:noProof/>
                <w:sz w:val="22"/>
                <w:szCs w:val="22"/>
                <w:lang w:val="ro-RO"/>
              </w:rPr>
              <w:t>50%+1</w:t>
            </w:r>
            <w:r w:rsidR="00B94463" w:rsidRPr="00E67132">
              <w:rPr>
                <w:rFonts w:ascii="Calibri" w:hAnsi="Calibri" w:cs="Calibri"/>
                <w:noProof/>
                <w:sz w:val="22"/>
                <w:szCs w:val="22"/>
                <w:lang w:val="ro-RO"/>
              </w:rPr>
              <w:t xml:space="preserve"> din acțiuni</w:t>
            </w:r>
            <w:r w:rsidRPr="00E67132">
              <w:rPr>
                <w:rFonts w:ascii="Calibri" w:hAnsi="Calibri" w:cs="Calibri"/>
                <w:noProof/>
                <w:sz w:val="22"/>
                <w:szCs w:val="22"/>
                <w:lang w:val="ro-RO"/>
              </w:rPr>
              <w:t xml:space="preserve">) al unui SRL, se verifică la APIA, dacă anterior datei înregistrării PFA-ului, II-ului, IF-ului, SRL-ului în Registrul unic de identificare, </w:t>
            </w:r>
            <w:r w:rsidR="00A572D0" w:rsidRPr="00E67132">
              <w:rPr>
                <w:rFonts w:ascii="Calibri" w:hAnsi="Calibri" w:cs="Calibri"/>
                <w:noProof/>
                <w:sz w:val="22"/>
                <w:szCs w:val="22"/>
                <w:lang w:val="ro-RO"/>
              </w:rPr>
              <w:t>asociat unic şi administrator/ asociat majoritar(50%+1</w:t>
            </w:r>
            <w:r w:rsidR="00B94463" w:rsidRPr="00E67132">
              <w:rPr>
                <w:rFonts w:ascii="Calibri" w:hAnsi="Calibri" w:cs="Calibri"/>
                <w:noProof/>
                <w:sz w:val="22"/>
                <w:szCs w:val="22"/>
                <w:lang w:val="ro-RO"/>
              </w:rPr>
              <w:t xml:space="preserve"> din acțiuni</w:t>
            </w:r>
            <w:r w:rsidR="00A572D0" w:rsidRPr="00E67132">
              <w:rPr>
                <w:rFonts w:ascii="Calibri" w:hAnsi="Calibri" w:cs="Calibri"/>
                <w:noProof/>
                <w:sz w:val="22"/>
                <w:szCs w:val="22"/>
                <w:lang w:val="ro-RO"/>
              </w:rPr>
              <w:t xml:space="preserve">) </w:t>
            </w:r>
            <w:r w:rsidRPr="00E67132">
              <w:rPr>
                <w:rFonts w:ascii="Calibri" w:hAnsi="Calibri" w:cs="Calibri"/>
                <w:noProof/>
                <w:sz w:val="22"/>
                <w:szCs w:val="22"/>
                <w:lang w:val="ro-RO"/>
              </w:rPr>
              <w:t xml:space="preserve">nu a fost şef de exploataţie ca persoană fizică  autorizată conform OUG nr. 44/ 2008,  cu modificările şi completările ulterioare, sau altă formă de organizare </w:t>
            </w:r>
            <w:r w:rsidR="00A572D0" w:rsidRPr="00E67132">
              <w:rPr>
                <w:rFonts w:ascii="Calibri" w:hAnsi="Calibri" w:cs="Calibri"/>
                <w:noProof/>
                <w:sz w:val="22"/>
                <w:szCs w:val="22"/>
                <w:lang w:val="ro-RO"/>
              </w:rPr>
              <w:t xml:space="preserve">juridica </w:t>
            </w:r>
            <w:r w:rsidRPr="00E67132">
              <w:rPr>
                <w:rFonts w:ascii="Calibri" w:hAnsi="Calibri" w:cs="Calibri"/>
                <w:b/>
                <w:i/>
                <w:noProof/>
                <w:sz w:val="22"/>
                <w:szCs w:val="22"/>
                <w:lang w:val="ro-RO"/>
              </w:rPr>
              <w:t>şi a beneficiat de sprijin FEADR prin măsur</w:t>
            </w:r>
            <w:r w:rsidR="00534730" w:rsidRPr="00E67132">
              <w:rPr>
                <w:rFonts w:ascii="Calibri" w:hAnsi="Calibri" w:cs="Calibri"/>
                <w:b/>
                <w:i/>
                <w:noProof/>
                <w:sz w:val="22"/>
                <w:szCs w:val="22"/>
                <w:lang w:val="ro-RO"/>
              </w:rPr>
              <w:t>ile</w:t>
            </w:r>
            <w:r w:rsidRPr="00E67132">
              <w:rPr>
                <w:rFonts w:ascii="Calibri" w:hAnsi="Calibri" w:cs="Calibri"/>
                <w:b/>
                <w:i/>
                <w:noProof/>
                <w:sz w:val="22"/>
                <w:szCs w:val="22"/>
                <w:lang w:val="ro-RO"/>
              </w:rPr>
              <w:t xml:space="preserve"> 112</w:t>
            </w:r>
            <w:r w:rsidR="00534730" w:rsidRPr="00E67132">
              <w:rPr>
                <w:rFonts w:ascii="Calibri" w:hAnsi="Calibri" w:cs="Calibri"/>
                <w:b/>
                <w:i/>
                <w:noProof/>
                <w:sz w:val="22"/>
                <w:szCs w:val="22"/>
                <w:lang w:val="ro-RO"/>
              </w:rPr>
              <w:t>, 141</w:t>
            </w:r>
            <w:r w:rsidR="00A572D0" w:rsidRPr="00E67132">
              <w:rPr>
                <w:rFonts w:ascii="Calibri" w:hAnsi="Calibri" w:cs="Calibri"/>
                <w:b/>
                <w:i/>
                <w:noProof/>
                <w:sz w:val="22"/>
                <w:szCs w:val="22"/>
                <w:lang w:val="ro-RO"/>
              </w:rPr>
              <w:t xml:space="preserve"> şi</w:t>
            </w:r>
            <w:r w:rsidRPr="00E67132">
              <w:rPr>
                <w:rFonts w:ascii="Calibri" w:hAnsi="Calibri" w:cs="Calibri"/>
                <w:b/>
                <w:i/>
                <w:noProof/>
                <w:sz w:val="22"/>
                <w:szCs w:val="22"/>
                <w:lang w:val="ro-RO"/>
              </w:rPr>
              <w:t xml:space="preserve"> submăsur</w:t>
            </w:r>
            <w:r w:rsidR="00534730" w:rsidRPr="00E67132">
              <w:rPr>
                <w:rFonts w:ascii="Calibri" w:hAnsi="Calibri" w:cs="Calibri"/>
                <w:b/>
                <w:i/>
                <w:noProof/>
                <w:sz w:val="22"/>
                <w:szCs w:val="22"/>
                <w:lang w:val="ro-RO"/>
              </w:rPr>
              <w:t>ile</w:t>
            </w:r>
            <w:r w:rsidRPr="00E67132">
              <w:rPr>
                <w:rFonts w:ascii="Calibri" w:hAnsi="Calibri" w:cs="Calibri"/>
                <w:b/>
                <w:i/>
                <w:noProof/>
                <w:sz w:val="22"/>
                <w:szCs w:val="22"/>
                <w:lang w:val="ro-RO"/>
              </w:rPr>
              <w:t xml:space="preserve"> 6.1</w:t>
            </w:r>
            <w:r w:rsidR="00534730" w:rsidRPr="00E67132">
              <w:rPr>
                <w:rFonts w:ascii="Calibri" w:hAnsi="Calibri" w:cs="Calibri"/>
                <w:b/>
                <w:i/>
                <w:noProof/>
                <w:sz w:val="22"/>
                <w:szCs w:val="22"/>
                <w:lang w:val="ro-RO"/>
              </w:rPr>
              <w:t>, 6.3</w:t>
            </w:r>
            <w:r w:rsidR="00A572D0" w:rsidRPr="00E67132">
              <w:rPr>
                <w:rFonts w:ascii="Calibri" w:hAnsi="Calibri" w:cs="Calibri"/>
                <w:b/>
                <w:i/>
                <w:noProof/>
                <w:sz w:val="22"/>
                <w:szCs w:val="22"/>
                <w:lang w:val="ro-RO"/>
              </w:rPr>
              <w:t>,</w:t>
            </w:r>
            <w:r w:rsidR="005E77F5" w:rsidRPr="00E67132">
              <w:rPr>
                <w:rFonts w:ascii="Calibri" w:hAnsi="Calibri" w:cs="Calibri"/>
                <w:b/>
                <w:i/>
                <w:noProof/>
                <w:sz w:val="22"/>
                <w:szCs w:val="22"/>
                <w:lang w:val="ro-RO"/>
              </w:rPr>
              <w:t xml:space="preserve"> inclusiv ITI,</w:t>
            </w:r>
            <w:r w:rsidRPr="00E67132">
              <w:rPr>
                <w:rFonts w:ascii="Calibri" w:hAnsi="Calibri" w:cs="Calibri"/>
                <w:b/>
                <w:i/>
                <w:noProof/>
                <w:sz w:val="22"/>
                <w:szCs w:val="22"/>
                <w:lang w:val="ro-RO"/>
              </w:rPr>
              <w:t xml:space="preserve"> măsura 121, respectiv submăsura 4.1 „Investiţii în  exploataţii agricole” (situaţie în care solicitantul este deja instalat). </w:t>
            </w:r>
          </w:p>
          <w:p w14:paraId="2D1959C4" w14:textId="77777777" w:rsidR="00360D8C" w:rsidRPr="00E67132" w:rsidRDefault="007978C0" w:rsidP="00360D8C">
            <w:pPr>
              <w:jc w:val="both"/>
              <w:rPr>
                <w:rFonts w:ascii="Calibri" w:hAnsi="Calibri" w:cs="Calibri"/>
                <w:b/>
                <w:noProof/>
                <w:sz w:val="22"/>
                <w:szCs w:val="22"/>
                <w:lang w:val="ro-RO"/>
              </w:rPr>
            </w:pPr>
            <w:r w:rsidRPr="00E67132">
              <w:rPr>
                <w:rFonts w:ascii="Calibri" w:hAnsi="Calibri" w:cs="Calibri"/>
                <w:noProof/>
                <w:sz w:val="22"/>
                <w:szCs w:val="22"/>
                <w:lang w:val="ro-RO"/>
              </w:rPr>
              <w:t>b</w:t>
            </w:r>
            <w:r w:rsidR="00434E41" w:rsidRPr="00E67132">
              <w:rPr>
                <w:rFonts w:ascii="Calibri" w:hAnsi="Calibri" w:cs="Calibri"/>
                <w:noProof/>
                <w:sz w:val="22"/>
                <w:szCs w:val="22"/>
                <w:lang w:val="ro-RO"/>
              </w:rPr>
              <w:t>)</w:t>
            </w:r>
            <w:r w:rsidR="00360D8C" w:rsidRPr="00E67132">
              <w:rPr>
                <w:rFonts w:ascii="Calibri" w:hAnsi="Calibri" w:cs="Calibri"/>
                <w:noProof/>
                <w:sz w:val="22"/>
                <w:szCs w:val="22"/>
                <w:lang w:val="ro-RO"/>
              </w:rPr>
              <w:t>Se verifică în baza de date IACS de la APIA, data înscrierii în Registrul  unic de identificare</w:t>
            </w:r>
            <w:r w:rsidR="00534730" w:rsidRPr="00E67132">
              <w:rPr>
                <w:rFonts w:ascii="Calibri" w:hAnsi="Calibri" w:cs="Calibri"/>
                <w:noProof/>
                <w:sz w:val="22"/>
                <w:szCs w:val="22"/>
                <w:lang w:val="ro-RO"/>
              </w:rPr>
              <w:t xml:space="preserve"> (RUI)</w:t>
            </w:r>
            <w:r w:rsidR="00360D8C" w:rsidRPr="00E67132">
              <w:rPr>
                <w:rFonts w:ascii="Calibri" w:hAnsi="Calibri" w:cs="Calibri"/>
                <w:noProof/>
                <w:sz w:val="22"/>
                <w:szCs w:val="22"/>
                <w:lang w:val="ro-RO"/>
              </w:rPr>
              <w:t xml:space="preserve"> de la APIA în calitate de şef de exploataţie sa fie aceeaşi cu cea completată de solicitant in CF.</w:t>
            </w:r>
          </w:p>
          <w:p w14:paraId="409591A4" w14:textId="77777777" w:rsidR="00360D8C" w:rsidRPr="00E67132" w:rsidRDefault="00360D8C" w:rsidP="00360D8C">
            <w:pPr>
              <w:jc w:val="both"/>
              <w:rPr>
                <w:rFonts w:ascii="Calibri" w:hAnsi="Calibri" w:cs="Calibri"/>
                <w:noProof/>
                <w:sz w:val="22"/>
                <w:szCs w:val="22"/>
                <w:lang w:val="ro-RO"/>
              </w:rPr>
            </w:pPr>
            <w:r w:rsidRPr="00E67132">
              <w:rPr>
                <w:rFonts w:ascii="Calibri" w:hAnsi="Calibri" w:cs="Calibri"/>
                <w:noProof/>
                <w:sz w:val="22"/>
                <w:szCs w:val="22"/>
                <w:lang w:val="ro-RO"/>
              </w:rPr>
              <w:t xml:space="preserve">Expertul OJFIR verifica şi listează documentele din baza de date IACS de la APIA </w:t>
            </w:r>
          </w:p>
          <w:p w14:paraId="45010776" w14:textId="77777777" w:rsidR="00360D8C" w:rsidRPr="00E67132" w:rsidRDefault="00360D8C" w:rsidP="00342928">
            <w:pPr>
              <w:tabs>
                <w:tab w:val="left" w:pos="6700"/>
              </w:tabs>
              <w:spacing w:before="120"/>
              <w:jc w:val="both"/>
              <w:rPr>
                <w:rFonts w:ascii="Calibri" w:hAnsi="Calibri" w:cs="Calibri"/>
                <w:noProof/>
                <w:sz w:val="22"/>
                <w:szCs w:val="22"/>
                <w:lang w:val="ro-RO"/>
              </w:rPr>
            </w:pPr>
            <w:r w:rsidRPr="00E67132">
              <w:rPr>
                <w:rFonts w:ascii="Calibri" w:hAnsi="Calibri" w:cs="Calibri"/>
                <w:noProof/>
                <w:sz w:val="22"/>
                <w:szCs w:val="22"/>
                <w:lang w:val="ro-RO"/>
              </w:rPr>
              <w:t xml:space="preserve">Documentul </w:t>
            </w:r>
            <w:r w:rsidR="00A572D0" w:rsidRPr="00E67132">
              <w:rPr>
                <w:rFonts w:ascii="Calibri" w:hAnsi="Calibri" w:cs="Calibri"/>
                <w:noProof/>
                <w:sz w:val="22"/>
                <w:szCs w:val="22"/>
                <w:lang w:val="ro-RO"/>
              </w:rPr>
              <w:t>privind înscrierea în Registrul unic de identificare al solicitantului care trebuie sa cuprindă codul unic de inregistrare</w:t>
            </w:r>
            <w:r w:rsidR="002F2051" w:rsidRPr="00E67132">
              <w:rPr>
                <w:rFonts w:ascii="Calibri" w:hAnsi="Calibri" w:cs="Calibri"/>
                <w:noProof/>
                <w:sz w:val="22"/>
                <w:szCs w:val="22"/>
                <w:lang w:val="ro-RO"/>
              </w:rPr>
              <w:t xml:space="preserve"> si data atribuirii acestui cod </w:t>
            </w:r>
            <w:r w:rsidRPr="00E67132">
              <w:rPr>
                <w:rFonts w:ascii="Calibri" w:hAnsi="Calibri" w:cs="Calibri"/>
                <w:noProof/>
                <w:sz w:val="22"/>
                <w:szCs w:val="22"/>
                <w:lang w:val="ro-RO"/>
              </w:rPr>
              <w:t xml:space="preserve">se verifică si listează obligatoriu pentru toţi solicitanţii care acceseaza submasura, inclusiv pentru solicitanţii care nu detin suprafeţe de teren agricole în exploataţie. </w:t>
            </w:r>
          </w:p>
          <w:p w14:paraId="53880D43" w14:textId="77777777" w:rsidR="00434E41" w:rsidRPr="00E67132" w:rsidRDefault="00434E41" w:rsidP="00360D8C">
            <w:pPr>
              <w:tabs>
                <w:tab w:val="left" w:pos="450"/>
              </w:tabs>
              <w:rPr>
                <w:rFonts w:ascii="Calibri" w:hAnsi="Calibri" w:cs="Calibri"/>
                <w:b/>
                <w:noProof/>
                <w:sz w:val="22"/>
                <w:szCs w:val="22"/>
                <w:lang w:val="ro-RO"/>
              </w:rPr>
            </w:pPr>
          </w:p>
          <w:p w14:paraId="2571A38D" w14:textId="77777777" w:rsidR="00360D8C" w:rsidRPr="00E67132" w:rsidRDefault="00360D8C" w:rsidP="00360D8C">
            <w:pPr>
              <w:tabs>
                <w:tab w:val="left" w:pos="450"/>
              </w:tabs>
              <w:rPr>
                <w:rFonts w:ascii="Calibri" w:hAnsi="Calibri" w:cs="Calibri"/>
                <w:b/>
                <w:noProof/>
                <w:sz w:val="22"/>
                <w:szCs w:val="22"/>
                <w:u w:val="single"/>
                <w:lang w:val="ro-RO"/>
              </w:rPr>
            </w:pPr>
            <w:r w:rsidRPr="00E67132">
              <w:rPr>
                <w:rFonts w:ascii="Calibri" w:hAnsi="Calibri" w:cs="Calibri"/>
                <w:b/>
                <w:noProof/>
                <w:sz w:val="22"/>
                <w:szCs w:val="22"/>
                <w:lang w:val="ro-RO"/>
              </w:rPr>
              <w:t>c)</w:t>
            </w:r>
            <w:r w:rsidRPr="00E67132">
              <w:rPr>
                <w:rFonts w:ascii="Calibri" w:hAnsi="Calibri" w:cs="Calibri"/>
                <w:noProof/>
                <w:sz w:val="22"/>
                <w:szCs w:val="22"/>
                <w:lang w:val="ro-RO"/>
              </w:rPr>
              <w:t xml:space="preserve"> </w:t>
            </w:r>
            <w:r w:rsidRPr="00E67132">
              <w:rPr>
                <w:rFonts w:ascii="Calibri" w:hAnsi="Calibri" w:cs="Calibri"/>
                <w:b/>
                <w:noProof/>
                <w:sz w:val="22"/>
                <w:szCs w:val="22"/>
                <w:u w:val="single"/>
                <w:lang w:val="ro-RO"/>
              </w:rPr>
              <w:t>Documente solicitate pentru animale, păsări şi familii de albine:</w:t>
            </w:r>
          </w:p>
          <w:p w14:paraId="139C1465" w14:textId="77777777" w:rsidR="00360D8C" w:rsidRPr="00E67132" w:rsidRDefault="00360D8C" w:rsidP="00342928">
            <w:pPr>
              <w:tabs>
                <w:tab w:val="left" w:pos="450"/>
              </w:tabs>
              <w:spacing w:after="120"/>
              <w:jc w:val="both"/>
              <w:rPr>
                <w:rFonts w:ascii="Calibri" w:hAnsi="Calibri" w:cs="Calibri"/>
                <w:noProof/>
                <w:sz w:val="22"/>
                <w:szCs w:val="22"/>
                <w:lang w:val="ro-RO"/>
              </w:rPr>
            </w:pPr>
            <w:r w:rsidRPr="00E67132">
              <w:rPr>
                <w:rFonts w:ascii="Calibri" w:hAnsi="Calibri" w:cs="Calibri"/>
                <w:noProof/>
                <w:sz w:val="22"/>
                <w:szCs w:val="22"/>
                <w:lang w:val="ro-RO"/>
              </w:rPr>
              <w:t>Data de referinta pentru fermele zootehnice - Anul 0 pentru calcul SO este reprezentata de ultima modificare din Registrul Exploataţiei de la ANSVSA/DSVSA</w:t>
            </w:r>
            <w:r w:rsidR="00792C3C" w:rsidRPr="00E67132">
              <w:rPr>
                <w:rFonts w:ascii="Calibri" w:eastAsia="Calibri" w:hAnsi="Calibri" w:cs="Calibri"/>
                <w:noProof/>
                <w:sz w:val="22"/>
                <w:szCs w:val="22"/>
                <w:lang w:val="ro-RO"/>
              </w:rPr>
              <w:t xml:space="preserve"> actualizat cu cel mult 30 zile</w:t>
            </w:r>
            <w:r w:rsidR="00151693" w:rsidRPr="00E67132">
              <w:rPr>
                <w:rFonts w:ascii="Calibri" w:eastAsia="Calibri" w:hAnsi="Calibri" w:cs="Calibri"/>
                <w:noProof/>
                <w:sz w:val="22"/>
                <w:szCs w:val="22"/>
                <w:lang w:val="ro-RO"/>
              </w:rPr>
              <w:t xml:space="preserve"> calendaristice</w:t>
            </w:r>
            <w:r w:rsidR="00792C3C" w:rsidRPr="00E67132">
              <w:rPr>
                <w:rFonts w:ascii="Calibri" w:eastAsia="Calibri" w:hAnsi="Calibri" w:cs="Calibri"/>
                <w:noProof/>
                <w:sz w:val="22"/>
                <w:szCs w:val="22"/>
                <w:lang w:val="ro-RO"/>
              </w:rPr>
              <w:t xml:space="preserve"> înaintea depuneri cereri de finanţare</w:t>
            </w:r>
            <w:r w:rsidR="00534730" w:rsidRPr="00E67132">
              <w:rPr>
                <w:rFonts w:ascii="Calibri" w:eastAsia="Calibri" w:hAnsi="Calibri" w:cs="Calibri"/>
                <w:noProof/>
                <w:sz w:val="22"/>
                <w:szCs w:val="22"/>
                <w:lang w:val="ro-RO"/>
              </w:rPr>
              <w:t>,</w:t>
            </w:r>
            <w:r w:rsidRPr="00E67132">
              <w:rPr>
                <w:rFonts w:ascii="Calibri" w:hAnsi="Calibri" w:cs="Calibri"/>
                <w:noProof/>
                <w:sz w:val="22"/>
                <w:szCs w:val="22"/>
                <w:lang w:val="ro-RO"/>
              </w:rPr>
              <w:t xml:space="preserve"> înainte de data deschiderii sesiunii</w:t>
            </w:r>
            <w:r w:rsidR="00534730" w:rsidRPr="00E67132">
              <w:rPr>
                <w:rFonts w:ascii="Calibri" w:hAnsi="Calibri" w:cs="Calibri"/>
                <w:noProof/>
                <w:sz w:val="22"/>
                <w:szCs w:val="22"/>
                <w:lang w:val="ro-RO"/>
              </w:rPr>
              <w:t xml:space="preserve"> din luna</w:t>
            </w:r>
            <w:r w:rsidRPr="00E67132">
              <w:rPr>
                <w:rFonts w:ascii="Calibri" w:hAnsi="Calibri" w:cs="Calibri"/>
                <w:noProof/>
                <w:sz w:val="22"/>
                <w:szCs w:val="22"/>
                <w:lang w:val="ro-RO"/>
              </w:rPr>
              <w:t xml:space="preserve"> de evaluare proiecte.</w:t>
            </w:r>
          </w:p>
          <w:p w14:paraId="65C714B2" w14:textId="77777777" w:rsidR="00360D8C" w:rsidRPr="00E67132" w:rsidRDefault="002B0567" w:rsidP="00630C53">
            <w:pPr>
              <w:tabs>
                <w:tab w:val="left" w:pos="450"/>
              </w:tabs>
              <w:spacing w:after="120"/>
              <w:jc w:val="both"/>
              <w:rPr>
                <w:rFonts w:ascii="Calibri" w:hAnsi="Calibri" w:cs="Calibri"/>
                <w:noProof/>
                <w:sz w:val="22"/>
                <w:szCs w:val="22"/>
                <w:lang w:val="ro-RO" w:eastAsia="fr-FR"/>
              </w:rPr>
            </w:pPr>
            <w:r w:rsidRPr="00E67132">
              <w:rPr>
                <w:rFonts w:ascii="Calibri" w:hAnsi="Calibri" w:cs="Calibri"/>
                <w:noProof/>
                <w:sz w:val="22"/>
                <w:szCs w:val="22"/>
                <w:lang w:val="ro-RO"/>
              </w:rPr>
              <w:t xml:space="preserve">Expertul va verifica in Registrul exploatatiei de la ANSVSA solicitantul, accesand baza de date, astfel: </w:t>
            </w:r>
            <w:r w:rsidRPr="00E67132">
              <w:rPr>
                <w:rFonts w:ascii="Calibri" w:hAnsi="Calibri" w:cs="Calibri"/>
                <w:i/>
                <w:noProof/>
                <w:sz w:val="22"/>
                <w:szCs w:val="22"/>
                <w:lang w:val="ro-RO"/>
              </w:rPr>
              <w:t>se completeaza urmatoarele rubrici pentru a verifica solicitantul:  RO - ul solicitantului, data de referință (momentul depunerii cererii de finanţare). Registrul rezultat se listeaza si se verifica daca calculul SO din Cererea de Finanțare este in concordanta cu acesta</w:t>
            </w:r>
            <w:r w:rsidR="00360D8C" w:rsidRPr="00E67132">
              <w:rPr>
                <w:rFonts w:ascii="Calibri" w:hAnsi="Calibri" w:cs="Calibri"/>
                <w:noProof/>
                <w:sz w:val="22"/>
                <w:szCs w:val="22"/>
                <w:lang w:val="ro-RO"/>
              </w:rPr>
              <w:t xml:space="preserve">Se verifică în formularul de mișcare ANSVSA/DSVSA (Anexa 4 din Normele sanitare veterinare ale Ordinului ANSVSA nr. 40/2010) datele de identificare ale proprietarului și crotalia animalului detinut. </w:t>
            </w:r>
          </w:p>
          <w:p w14:paraId="2171DEBC" w14:textId="77777777" w:rsidR="00360D8C" w:rsidRPr="00E67132" w:rsidRDefault="00360D8C" w:rsidP="00B82EBD">
            <w:pPr>
              <w:pStyle w:val="NoSpacing"/>
              <w:tabs>
                <w:tab w:val="left" w:pos="720"/>
                <w:tab w:val="left" w:pos="2268"/>
              </w:tabs>
              <w:jc w:val="both"/>
              <w:rPr>
                <w:rFonts w:cs="Calibri"/>
                <w:noProof/>
                <w:lang w:val="ro-RO"/>
              </w:rPr>
            </w:pPr>
            <w:r w:rsidRPr="00E67132">
              <w:rPr>
                <w:rFonts w:cs="Calibri"/>
                <w:noProof/>
                <w:lang w:val="ro-RO"/>
              </w:rPr>
              <w:t>Se verifică in adeverinta</w:t>
            </w:r>
            <w:r w:rsidRPr="00E67132">
              <w:rPr>
                <w:rFonts w:cs="Calibri"/>
                <w:b/>
                <w:noProof/>
                <w:lang w:val="ro-RO"/>
              </w:rPr>
              <w:t xml:space="preserve"> eliberată de medicul veterinar de circumscripţie</w:t>
            </w:r>
            <w:r w:rsidRPr="00E67132">
              <w:rPr>
                <w:rFonts w:cs="Calibri"/>
                <w:noProof/>
                <w:lang w:val="ro-RO"/>
              </w:rPr>
              <w:t xml:space="preserve"> numarul pasarilor si al familiilor de albine corelandu-se cu inregistrarile din copia Registrului Agricol</w:t>
            </w:r>
            <w:r w:rsidR="005C130E" w:rsidRPr="00E67132">
              <w:rPr>
                <w:rFonts w:cs="Calibri"/>
                <w:noProof/>
                <w:lang w:val="ro-RO"/>
              </w:rPr>
              <w:t xml:space="preserve">, corelat cu informațiile din </w:t>
            </w:r>
            <w:r w:rsidR="005C130E" w:rsidRPr="00E67132">
              <w:rPr>
                <w:rFonts w:cs="Calibri"/>
                <w:noProof/>
                <w:sz w:val="24"/>
                <w:szCs w:val="24"/>
                <w:lang w:val="ro-RO"/>
              </w:rPr>
              <w:t xml:space="preserve">copia adeverintei emise de ANZ din care trebuie să rezulte </w:t>
            </w:r>
            <w:r w:rsidR="005C130E" w:rsidRPr="00E67132">
              <w:rPr>
                <w:rFonts w:cs="Calibri"/>
                <w:noProof/>
                <w:color w:val="333333"/>
                <w:sz w:val="24"/>
                <w:szCs w:val="24"/>
                <w:lang w:val="ro-RO"/>
              </w:rPr>
              <w:t xml:space="preserve">codul de identificare a stupinei  </w:t>
            </w:r>
            <w:r w:rsidR="005C130E" w:rsidRPr="00E67132">
              <w:rPr>
                <w:rFonts w:cs="Calibri"/>
                <w:noProof/>
                <w:sz w:val="24"/>
                <w:szCs w:val="24"/>
                <w:lang w:val="ro-RO"/>
              </w:rPr>
              <w:t xml:space="preserve"> și stupilor, numarul familiilor de albine</w:t>
            </w:r>
            <w:r w:rsidRPr="00E67132">
              <w:rPr>
                <w:rFonts w:cs="Calibri"/>
                <w:noProof/>
                <w:lang w:val="ro-RO"/>
              </w:rPr>
              <w:t>.</w:t>
            </w:r>
          </w:p>
          <w:p w14:paraId="287AA59E" w14:textId="77777777" w:rsidR="00FA42CE" w:rsidRPr="00E67132" w:rsidRDefault="00360D8C" w:rsidP="00FA42CE">
            <w:pPr>
              <w:jc w:val="both"/>
              <w:rPr>
                <w:rFonts w:ascii="Calibri" w:hAnsi="Calibri" w:cs="Calibri"/>
                <w:b/>
                <w:noProof/>
                <w:sz w:val="22"/>
                <w:szCs w:val="22"/>
                <w:lang w:val="ro-RO"/>
              </w:rPr>
            </w:pPr>
            <w:r w:rsidRPr="00E67132">
              <w:rPr>
                <w:rFonts w:ascii="Calibri" w:hAnsi="Calibri" w:cs="Calibri"/>
                <w:b/>
                <w:noProof/>
                <w:sz w:val="22"/>
                <w:szCs w:val="22"/>
                <w:lang w:val="ro-RO"/>
              </w:rPr>
              <w:t xml:space="preserve">Calculul dimensiunii exploataţiei agricole pentru anul 0 se realizează pe baza print screenului </w:t>
            </w:r>
            <w:r w:rsidR="004B6B77" w:rsidRPr="00E67132">
              <w:rPr>
                <w:rFonts w:ascii="Calibri" w:hAnsi="Calibri" w:cs="Calibri"/>
                <w:b/>
                <w:noProof/>
                <w:sz w:val="22"/>
                <w:szCs w:val="22"/>
                <w:lang w:val="ro-RO"/>
              </w:rPr>
              <w:t xml:space="preserve">rezultat prin consultarea bazelor de date </w:t>
            </w:r>
            <w:r w:rsidRPr="00E67132">
              <w:rPr>
                <w:rFonts w:ascii="Calibri" w:hAnsi="Calibri" w:cs="Calibri"/>
                <w:b/>
                <w:noProof/>
                <w:sz w:val="22"/>
                <w:szCs w:val="22"/>
                <w:lang w:val="ro-RO"/>
              </w:rPr>
              <w:t xml:space="preserve">din Registrul Unic de </w:t>
            </w:r>
            <w:r w:rsidR="00534730" w:rsidRPr="00E67132">
              <w:rPr>
                <w:rFonts w:ascii="Calibri" w:hAnsi="Calibri" w:cs="Calibri"/>
                <w:b/>
                <w:noProof/>
                <w:sz w:val="22"/>
                <w:szCs w:val="22"/>
                <w:lang w:val="ro-RO"/>
              </w:rPr>
              <w:t xml:space="preserve">Identificare </w:t>
            </w:r>
            <w:r w:rsidRPr="00E67132">
              <w:rPr>
                <w:rFonts w:ascii="Calibri" w:hAnsi="Calibri" w:cs="Calibri"/>
                <w:b/>
                <w:noProof/>
                <w:sz w:val="22"/>
                <w:szCs w:val="22"/>
                <w:lang w:val="ro-RO"/>
              </w:rPr>
              <w:t xml:space="preserve">de la APIA şi/ sau </w:t>
            </w:r>
            <w:r w:rsidR="004B6B77" w:rsidRPr="00E67132">
              <w:rPr>
                <w:rFonts w:ascii="Calibri" w:hAnsi="Calibri" w:cs="Calibri"/>
                <w:b/>
                <w:noProof/>
                <w:sz w:val="22"/>
                <w:szCs w:val="22"/>
                <w:lang w:val="ro-RO"/>
              </w:rPr>
              <w:t xml:space="preserve">Registrul exploatațiilor de la </w:t>
            </w:r>
            <w:r w:rsidRPr="00E67132">
              <w:rPr>
                <w:rFonts w:ascii="Calibri" w:hAnsi="Calibri" w:cs="Calibri"/>
                <w:b/>
                <w:noProof/>
                <w:sz w:val="22"/>
                <w:szCs w:val="22"/>
                <w:lang w:val="ro-RO"/>
              </w:rPr>
              <w:t>ANSVSA/ Circumscripţia Veterinară în nume propriu</w:t>
            </w:r>
            <w:r w:rsidR="00396E80" w:rsidRPr="00E67132">
              <w:rPr>
                <w:rFonts w:ascii="Calibri" w:hAnsi="Calibri" w:cs="Calibri"/>
                <w:b/>
                <w:noProof/>
                <w:sz w:val="22"/>
                <w:szCs w:val="22"/>
                <w:lang w:val="ro-RO"/>
              </w:rPr>
              <w:t xml:space="preserve"> </w:t>
            </w:r>
            <w:r w:rsidRPr="00E67132">
              <w:rPr>
                <w:rFonts w:ascii="Calibri" w:hAnsi="Calibri" w:cs="Calibri"/>
                <w:b/>
                <w:noProof/>
                <w:sz w:val="22"/>
                <w:szCs w:val="22"/>
                <w:lang w:val="ro-RO"/>
              </w:rPr>
              <w:t xml:space="preserve"> şi/ sau al cedentului</w:t>
            </w:r>
            <w:r w:rsidR="00FA42CE" w:rsidRPr="00E67132">
              <w:rPr>
                <w:rFonts w:ascii="Calibri" w:hAnsi="Calibri" w:cs="Calibri"/>
                <w:b/>
                <w:noProof/>
                <w:sz w:val="22"/>
                <w:szCs w:val="22"/>
                <w:lang w:val="ro-RO"/>
              </w:rPr>
              <w:t xml:space="preserve">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 </w:t>
            </w:r>
          </w:p>
          <w:p w14:paraId="043077A4" w14:textId="77777777" w:rsidR="00385034" w:rsidRPr="00E67132" w:rsidRDefault="00385034" w:rsidP="00FA42CE">
            <w:pPr>
              <w:jc w:val="both"/>
              <w:rPr>
                <w:rFonts w:ascii="Calibri" w:hAnsi="Calibri" w:cs="Calibri"/>
                <w:b/>
                <w:noProof/>
                <w:sz w:val="22"/>
                <w:szCs w:val="22"/>
                <w:lang w:val="ro-RO"/>
              </w:rPr>
            </w:pPr>
          </w:p>
          <w:p w14:paraId="526A8EDE" w14:textId="77777777" w:rsidR="00360D8C" w:rsidRPr="00E67132" w:rsidRDefault="00B5020E" w:rsidP="00385034">
            <w:pPr>
              <w:tabs>
                <w:tab w:val="num" w:pos="360"/>
                <w:tab w:val="right" w:pos="9072"/>
              </w:tabs>
              <w:jc w:val="both"/>
              <w:rPr>
                <w:rFonts w:ascii="Calibri" w:hAnsi="Calibri" w:cs="Calibri"/>
                <w:b/>
                <w:noProof/>
                <w:sz w:val="22"/>
                <w:szCs w:val="22"/>
                <w:lang w:val="ro-RO"/>
              </w:rPr>
            </w:pPr>
            <w:r w:rsidRPr="00E67132">
              <w:rPr>
                <w:rFonts w:ascii="Calibri" w:hAnsi="Calibri" w:cs="Calibri"/>
                <w:b/>
                <w:noProof/>
                <w:sz w:val="22"/>
                <w:szCs w:val="22"/>
                <w:lang w:val="ro-RO"/>
              </w:rPr>
              <w:t>d)</w:t>
            </w:r>
            <w:r w:rsidR="00360D8C" w:rsidRPr="00E67132">
              <w:rPr>
                <w:rFonts w:ascii="Calibri" w:hAnsi="Calibri" w:cs="Calibri"/>
                <w:b/>
                <w:noProof/>
                <w:sz w:val="22"/>
                <w:szCs w:val="22"/>
                <w:lang w:val="ro-RO"/>
              </w:rPr>
              <w:t>Terenul ce constituie vatra stupinei</w:t>
            </w:r>
            <w:r w:rsidR="00360D8C" w:rsidRPr="00E67132">
              <w:rPr>
                <w:rFonts w:ascii="Calibri" w:hAnsi="Calibri" w:cs="Calibri"/>
                <w:noProof/>
                <w:sz w:val="22"/>
                <w:szCs w:val="22"/>
                <w:lang w:val="ro-RO"/>
              </w:rPr>
              <w:t xml:space="preserve"> nu contribuie la calculul SO. Suprafaţa de teren eligibilă pentru vatra stupinei este de minim 5 mp/stup şi 50 mp pentru fiecare pavilion apicol. </w:t>
            </w:r>
          </w:p>
          <w:p w14:paraId="5CF7AEA4" w14:textId="77777777" w:rsidR="00434E41" w:rsidRPr="00E67132" w:rsidRDefault="00360D8C" w:rsidP="00385034">
            <w:pPr>
              <w:tabs>
                <w:tab w:val="num" w:pos="270"/>
                <w:tab w:val="right" w:pos="9072"/>
              </w:tabs>
              <w:jc w:val="both"/>
              <w:rPr>
                <w:rFonts w:ascii="Calibri" w:hAnsi="Calibri" w:cs="Calibri"/>
                <w:noProof/>
                <w:sz w:val="22"/>
                <w:szCs w:val="22"/>
                <w:lang w:val="ro-RO"/>
              </w:rPr>
            </w:pPr>
            <w:r w:rsidRPr="00E67132">
              <w:rPr>
                <w:rFonts w:ascii="Calibri" w:hAnsi="Calibri" w:cs="Calibri"/>
                <w:noProof/>
                <w:sz w:val="22"/>
                <w:szCs w:val="22"/>
                <w:lang w:val="ro-RO"/>
              </w:rPr>
              <w:t xml:space="preserve">Terenul care formează vatra stupinei nu </w:t>
            </w:r>
            <w:r w:rsidR="00130173" w:rsidRPr="00E67132">
              <w:rPr>
                <w:rFonts w:ascii="Calibri" w:hAnsi="Calibri" w:cs="Calibri"/>
                <w:noProof/>
                <w:sz w:val="22"/>
                <w:szCs w:val="22"/>
                <w:lang w:val="ro-RO"/>
              </w:rPr>
              <w:t xml:space="preserve">este obligatoriu </w:t>
            </w:r>
            <w:r w:rsidRPr="00E67132">
              <w:rPr>
                <w:rFonts w:ascii="Calibri" w:hAnsi="Calibri" w:cs="Calibri"/>
                <w:noProof/>
                <w:sz w:val="22"/>
                <w:szCs w:val="22"/>
                <w:lang w:val="ro-RO"/>
              </w:rPr>
              <w:t xml:space="preserve"> sa </w:t>
            </w:r>
            <w:r w:rsidR="00130173" w:rsidRPr="00E67132">
              <w:rPr>
                <w:rFonts w:ascii="Calibri" w:hAnsi="Calibri" w:cs="Calibri"/>
                <w:noProof/>
                <w:sz w:val="22"/>
                <w:szCs w:val="22"/>
                <w:lang w:val="ro-RO"/>
              </w:rPr>
              <w:t xml:space="preserve">fie inregistrat </w:t>
            </w:r>
            <w:r w:rsidRPr="00E67132">
              <w:rPr>
                <w:rFonts w:ascii="Calibri" w:hAnsi="Calibri" w:cs="Calibri"/>
                <w:noProof/>
                <w:sz w:val="22"/>
                <w:szCs w:val="22"/>
                <w:lang w:val="ro-RO"/>
              </w:rPr>
              <w:t>în Registrul unic de identificare, la APIA, acesta necontribuind la calculul SO din cererea de finanţare</w:t>
            </w:r>
            <w:r w:rsidR="00434E41" w:rsidRPr="00E67132">
              <w:rPr>
                <w:rFonts w:ascii="Calibri" w:hAnsi="Calibri" w:cs="Calibri"/>
                <w:noProof/>
                <w:sz w:val="22"/>
                <w:szCs w:val="22"/>
                <w:lang w:val="ro-RO"/>
              </w:rPr>
              <w:t>.</w:t>
            </w:r>
          </w:p>
          <w:p w14:paraId="3560488C" w14:textId="77777777" w:rsidR="00EF6734" w:rsidRPr="00E67132" w:rsidRDefault="00EF6734" w:rsidP="00385034">
            <w:pPr>
              <w:tabs>
                <w:tab w:val="num" w:pos="270"/>
                <w:tab w:val="right" w:pos="9072"/>
              </w:tabs>
              <w:jc w:val="both"/>
              <w:rPr>
                <w:rFonts w:ascii="Calibri" w:hAnsi="Calibri" w:cs="Calibri"/>
                <w:noProof/>
                <w:sz w:val="22"/>
                <w:szCs w:val="22"/>
                <w:lang w:val="ro-RO" w:eastAsia="fr-FR"/>
              </w:rPr>
            </w:pPr>
            <w:r w:rsidRPr="00E67132">
              <w:rPr>
                <w:rFonts w:ascii="Calibri" w:hAnsi="Calibri" w:cs="Calibri"/>
                <w:b/>
                <w:noProof/>
                <w:sz w:val="22"/>
                <w:szCs w:val="22"/>
                <w:lang w:val="ro-RO" w:eastAsia="fr-FR"/>
              </w:rPr>
              <w:t>Pentru exploatațiile vegetale</w:t>
            </w:r>
            <w:r w:rsidRPr="00E67132">
              <w:rPr>
                <w:rFonts w:ascii="Calibri" w:hAnsi="Calibri" w:cs="Calibri"/>
                <w:noProof/>
                <w:sz w:val="22"/>
                <w:szCs w:val="22"/>
                <w:lang w:val="ro-RO" w:eastAsia="fr-FR"/>
              </w:rPr>
              <w:t xml:space="preserve"> se va verifica </w:t>
            </w:r>
            <w:r w:rsidRPr="00E67132">
              <w:rPr>
                <w:rFonts w:ascii="Calibri" w:hAnsi="Calibri" w:cs="Calibri"/>
                <w:b/>
                <w:noProof/>
                <w:sz w:val="22"/>
                <w:szCs w:val="22"/>
                <w:lang w:val="ro-RO" w:eastAsia="fr-FR"/>
              </w:rPr>
              <w:t>copie din Registrul agricol actualizat în anul depunerii</w:t>
            </w:r>
            <w:r w:rsidR="00F5663F" w:rsidRPr="00E67132">
              <w:rPr>
                <w:rFonts w:ascii="Calibri" w:hAnsi="Calibri" w:cs="Calibri"/>
                <w:noProof/>
                <w:sz w:val="22"/>
                <w:szCs w:val="22"/>
                <w:lang w:val="ro-RO" w:eastAsia="fr-FR"/>
              </w:rPr>
              <w:t xml:space="preserve"> cererii d</w:t>
            </w:r>
            <w:r w:rsidRPr="00E67132">
              <w:rPr>
                <w:rFonts w:ascii="Calibri" w:hAnsi="Calibri" w:cs="Calibri"/>
                <w:noProof/>
                <w:sz w:val="22"/>
                <w:szCs w:val="22"/>
                <w:lang w:val="ro-RO" w:eastAsia="fr-FR"/>
              </w:rPr>
              <w:t>e finantare</w:t>
            </w:r>
            <w:r w:rsidRPr="00E67132">
              <w:rPr>
                <w:rFonts w:ascii="Calibri" w:hAnsi="Calibri" w:cs="Calibri"/>
                <w:noProof/>
                <w:sz w:val="22"/>
                <w:szCs w:val="22"/>
                <w:lang w:val="ro-RO"/>
              </w:rPr>
              <w:t xml:space="preserve"> </w:t>
            </w:r>
            <w:r w:rsidRPr="00E67132">
              <w:rPr>
                <w:rFonts w:ascii="Calibri" w:hAnsi="Calibri" w:cs="Calibri"/>
                <w:noProof/>
                <w:sz w:val="22"/>
                <w:szCs w:val="22"/>
                <w:lang w:val="ro-RO" w:eastAsia="fr-FR"/>
              </w:rPr>
              <w:t>care să confirme dreptul de folosinţă (proprietate/arendă/ concesionare) al terenului/</w:t>
            </w:r>
            <w:r w:rsidRPr="00E67132">
              <w:rPr>
                <w:rFonts w:ascii="Calibri" w:hAnsi="Calibri" w:cs="Calibri"/>
                <w:noProof/>
                <w:sz w:val="22"/>
                <w:szCs w:val="22"/>
                <w:lang w:val="ro-RO"/>
              </w:rPr>
              <w:t xml:space="preserve"> fermei zootehnice/ </w:t>
            </w:r>
            <w:r w:rsidRPr="00E67132">
              <w:rPr>
                <w:rFonts w:ascii="Calibri" w:hAnsi="Calibri" w:cs="Calibri"/>
                <w:noProof/>
                <w:sz w:val="22"/>
                <w:szCs w:val="22"/>
                <w:lang w:val="ro-RO" w:eastAsia="fr-FR"/>
              </w:rPr>
              <w:t xml:space="preserve">animalelor (doar proprietate) înregistrate pentru baza de producţie, </w:t>
            </w:r>
          </w:p>
          <w:p w14:paraId="49CBFA3A" w14:textId="77777777" w:rsidR="00EF6734" w:rsidRPr="00E67132" w:rsidRDefault="00EF6734" w:rsidP="00385034">
            <w:pPr>
              <w:tabs>
                <w:tab w:val="num" w:pos="270"/>
                <w:tab w:val="right" w:pos="9072"/>
              </w:tabs>
              <w:jc w:val="both"/>
              <w:rPr>
                <w:rFonts w:ascii="Calibri" w:hAnsi="Calibri" w:cs="Calibri"/>
                <w:noProof/>
                <w:sz w:val="22"/>
                <w:szCs w:val="22"/>
                <w:lang w:val="ro-RO" w:eastAsia="fr-FR"/>
              </w:rPr>
            </w:pPr>
            <w:r w:rsidRPr="00E67132">
              <w:rPr>
                <w:rFonts w:ascii="Calibri" w:hAnsi="Calibri" w:cs="Calibri"/>
                <w:b/>
                <w:noProof/>
                <w:sz w:val="22"/>
                <w:szCs w:val="22"/>
                <w:lang w:val="ro-RO" w:eastAsia="fr-FR"/>
              </w:rPr>
              <w:t>Pentru exploataţiile mixte şi zootehnice</w:t>
            </w:r>
            <w:r w:rsidRPr="00E67132">
              <w:rPr>
                <w:rFonts w:ascii="Calibri" w:hAnsi="Calibri" w:cs="Calibri"/>
                <w:noProof/>
                <w:sz w:val="22"/>
                <w:szCs w:val="22"/>
                <w:lang w:val="ro-RO" w:eastAsia="fr-FR"/>
              </w:rPr>
              <w:t xml:space="preserve"> se va verifica copia</w:t>
            </w:r>
            <w:r w:rsidRPr="00E67132">
              <w:rPr>
                <w:rFonts w:ascii="Calibri" w:hAnsi="Calibri" w:cs="Calibri"/>
                <w:noProof/>
                <w:sz w:val="22"/>
                <w:szCs w:val="22"/>
                <w:lang w:val="ro-RO"/>
              </w:rPr>
              <w:t xml:space="preserve"> din Registrul </w:t>
            </w:r>
            <w:r w:rsidRPr="00E67132">
              <w:rPr>
                <w:rFonts w:ascii="Calibri" w:hAnsi="Calibri" w:cs="Calibri"/>
                <w:noProof/>
                <w:sz w:val="22"/>
                <w:szCs w:val="22"/>
                <w:lang w:val="ro-RO" w:eastAsia="fr-FR"/>
              </w:rPr>
              <w:t>agricol emis de Primării</w:t>
            </w:r>
            <w:r w:rsidRPr="00E67132">
              <w:rPr>
                <w:rFonts w:ascii="Calibri" w:hAnsi="Calibri" w:cs="Calibri"/>
                <w:noProof/>
                <w:sz w:val="22"/>
                <w:szCs w:val="22"/>
                <w:lang w:val="ro-RO"/>
              </w:rPr>
              <w:t xml:space="preserve"> actualizat </w:t>
            </w:r>
            <w:r w:rsidRPr="00E67132">
              <w:rPr>
                <w:rFonts w:ascii="Calibri" w:hAnsi="Calibri" w:cs="Calibri"/>
                <w:noProof/>
                <w:sz w:val="22"/>
                <w:szCs w:val="22"/>
                <w:lang w:val="ro-RO" w:eastAsia="fr-FR"/>
              </w:rPr>
              <w:t xml:space="preserve">care să confirme dreptul de folosinţă (proprietate/arendă/concesionare) al terenului/ fermei zootehnice/ animalelor (doar proprietate) înregistrate pentru baza de producţie, </w:t>
            </w:r>
            <w:r w:rsidR="000B63CA" w:rsidRPr="00E67132">
              <w:rPr>
                <w:rFonts w:ascii="Calibri" w:hAnsi="Calibri" w:cs="Calibri"/>
                <w:noProof/>
                <w:sz w:val="22"/>
                <w:szCs w:val="22"/>
                <w:lang w:val="ro-RO" w:eastAsia="fr-FR"/>
              </w:rPr>
              <w:t>.</w:t>
            </w:r>
          </w:p>
          <w:p w14:paraId="314B54F8" w14:textId="77777777" w:rsidR="008972CC" w:rsidRPr="00E67132" w:rsidRDefault="00EF6734" w:rsidP="00F1381A">
            <w:pPr>
              <w:tabs>
                <w:tab w:val="num" w:pos="270"/>
                <w:tab w:val="right" w:pos="9072"/>
              </w:tabs>
              <w:jc w:val="both"/>
              <w:rPr>
                <w:rFonts w:ascii="Calibri" w:hAnsi="Calibri" w:cs="Calibri"/>
                <w:noProof/>
                <w:sz w:val="22"/>
                <w:szCs w:val="22"/>
                <w:lang w:val="ro-RO"/>
              </w:rPr>
            </w:pPr>
            <w:r w:rsidRPr="00E67132">
              <w:rPr>
                <w:rFonts w:ascii="Calibri" w:hAnsi="Calibri" w:cs="Calibri"/>
                <w:noProof/>
                <w:sz w:val="22"/>
                <w:szCs w:val="22"/>
                <w:lang w:val="ro-RO"/>
              </w:rPr>
              <w:t>În situaţia în care primăriile nu pot elibera copia Registrului agricol cu situaţia curentă, se va depune copia ultimei înregistrari a registrului agricol însoţită de adeverinţă emisă de primărie privind situaţia curentă.</w:t>
            </w:r>
          </w:p>
        </w:tc>
      </w:tr>
    </w:tbl>
    <w:p w14:paraId="6347AC67" w14:textId="77777777" w:rsidR="007F318E" w:rsidRPr="00E542D6" w:rsidRDefault="007F318E" w:rsidP="00EC7A7C">
      <w:pPr>
        <w:tabs>
          <w:tab w:val="left" w:pos="3120"/>
          <w:tab w:val="center" w:pos="4320"/>
          <w:tab w:val="right" w:pos="8640"/>
        </w:tabs>
        <w:jc w:val="both"/>
        <w:rPr>
          <w:rFonts w:ascii="Calibri" w:hAnsi="Calibri" w:cs="Calibri"/>
          <w:noProof/>
          <w:sz w:val="22"/>
          <w:szCs w:val="22"/>
          <w:lang w:val="ro-RO"/>
        </w:rPr>
      </w:pPr>
      <w:r w:rsidRPr="00E542D6">
        <w:rPr>
          <w:rFonts w:ascii="Calibri" w:hAnsi="Calibri" w:cs="Calibri"/>
          <w:noProof/>
          <w:sz w:val="22"/>
          <w:szCs w:val="22"/>
          <w:lang w:val="ro-RO"/>
        </w:rPr>
        <w:t xml:space="preserve">Daca in urma verificării efectuate în conformitate cu precizările din coloana “puncte de verificat”, expertul constată ca solicitantul se incadreaza sub 40 de ani si detine calitatea de asociat unic/ asociat majoritar si administrator unic, </w:t>
      </w:r>
      <w:r w:rsidR="008972CC" w:rsidRPr="00E542D6">
        <w:rPr>
          <w:rFonts w:ascii="Calibri" w:hAnsi="Calibri" w:cs="Calibri"/>
          <w:noProof/>
          <w:sz w:val="22"/>
          <w:szCs w:val="22"/>
          <w:lang w:val="ro-RO"/>
        </w:rPr>
        <w:t>şi se instalează pentru prima dată în exploataţia agricolă în calitate de  conducător (şef/manager)  a</w:t>
      </w:r>
      <w:r w:rsidR="00F048D4" w:rsidRPr="00E542D6">
        <w:rPr>
          <w:rFonts w:ascii="Calibri" w:hAnsi="Calibri" w:cs="Calibri"/>
          <w:noProof/>
          <w:sz w:val="22"/>
          <w:szCs w:val="22"/>
          <w:lang w:val="ro-RO"/>
        </w:rPr>
        <w:t>l</w:t>
      </w:r>
      <w:r w:rsidR="008972CC" w:rsidRPr="00E542D6">
        <w:rPr>
          <w:rFonts w:ascii="Calibri" w:hAnsi="Calibri" w:cs="Calibri"/>
          <w:noProof/>
          <w:sz w:val="22"/>
          <w:szCs w:val="22"/>
          <w:lang w:val="ro-RO"/>
        </w:rPr>
        <w:t xml:space="preserve"> unei exploataţii agricole </w:t>
      </w:r>
      <w:r w:rsidRPr="00E542D6">
        <w:rPr>
          <w:rFonts w:ascii="Calibri" w:hAnsi="Calibri" w:cs="Calibri"/>
          <w:noProof/>
          <w:sz w:val="22"/>
          <w:szCs w:val="22"/>
          <w:lang w:val="ro-RO"/>
        </w:rPr>
        <w:t>va bifa casuţa corespunzatoare categoriei reprezentata de solicitant caseta “da” pentru verificare. In caz contrar se va bifa “nu”, cererea fiind declarată neeligibilă</w:t>
      </w:r>
      <w:r w:rsidR="00495F05" w:rsidRPr="00E542D6">
        <w:rPr>
          <w:rFonts w:ascii="Calibri" w:hAnsi="Calibri" w:cs="Calibri"/>
          <w:noProof/>
          <w:sz w:val="22"/>
          <w:szCs w:val="22"/>
          <w:lang w:val="ro-RO"/>
        </w:rPr>
        <w:t>, însă expertul va continua evaluarea</w:t>
      </w:r>
      <w:r w:rsidRPr="00E542D6">
        <w:rPr>
          <w:rFonts w:ascii="Calibri" w:hAnsi="Calibri" w:cs="Calibri"/>
          <w:noProof/>
          <w:sz w:val="22"/>
          <w:szCs w:val="22"/>
          <w:lang w:val="ro-RO"/>
        </w:rPr>
        <w:t>.</w:t>
      </w:r>
    </w:p>
    <w:p w14:paraId="4FADDEA8" w14:textId="77777777" w:rsidR="00574253" w:rsidRPr="00E67132" w:rsidRDefault="00574253" w:rsidP="00EC7A7C">
      <w:pPr>
        <w:tabs>
          <w:tab w:val="left" w:pos="3120"/>
          <w:tab w:val="center" w:pos="4320"/>
          <w:tab w:val="right" w:pos="8640"/>
        </w:tabs>
        <w:jc w:val="both"/>
        <w:rPr>
          <w:rFonts w:ascii="Calibri" w:hAnsi="Calibri" w:cs="Calibri"/>
          <w:b/>
          <w:noProof/>
          <w:sz w:val="22"/>
          <w:szCs w:val="22"/>
          <w:lang w:val="ro-RO"/>
        </w:rPr>
      </w:pPr>
    </w:p>
    <w:p w14:paraId="5C43BACE" w14:textId="77777777" w:rsidR="007F318E" w:rsidRPr="00E67132" w:rsidRDefault="00140E45" w:rsidP="001012F1">
      <w:pPr>
        <w:tabs>
          <w:tab w:val="left" w:pos="3120"/>
          <w:tab w:val="center" w:pos="4320"/>
          <w:tab w:val="right" w:pos="8640"/>
        </w:tabs>
        <w:jc w:val="both"/>
        <w:rPr>
          <w:rFonts w:ascii="Calibri" w:hAnsi="Calibri" w:cs="Calibri"/>
          <w:b/>
          <w:noProof/>
          <w:sz w:val="22"/>
          <w:szCs w:val="22"/>
          <w:u w:val="single"/>
          <w:lang w:val="ro-RO"/>
        </w:rPr>
      </w:pPr>
      <w:r w:rsidRPr="00E67132">
        <w:rPr>
          <w:rFonts w:ascii="Calibri" w:hAnsi="Calibri" w:cs="Calibri"/>
          <w:b/>
          <w:noProof/>
          <w:sz w:val="22"/>
          <w:szCs w:val="22"/>
          <w:lang w:val="ro-RO"/>
        </w:rPr>
        <w:t>EG</w:t>
      </w:r>
      <w:r w:rsidR="007F318E" w:rsidRPr="00E67132">
        <w:rPr>
          <w:rFonts w:ascii="Calibri" w:hAnsi="Calibri" w:cs="Calibri"/>
          <w:b/>
          <w:noProof/>
          <w:sz w:val="22"/>
          <w:szCs w:val="22"/>
          <w:lang w:val="ro-RO"/>
        </w:rPr>
        <w:t xml:space="preserve">4 Solicitantul </w:t>
      </w:r>
      <w:r w:rsidR="00710F45" w:rsidRPr="00E67132">
        <w:rPr>
          <w:rFonts w:ascii="Calibri" w:hAnsi="Calibri" w:cs="Calibri"/>
          <w:b/>
          <w:noProof/>
          <w:sz w:val="22"/>
          <w:szCs w:val="22"/>
          <w:lang w:val="ro-RO"/>
        </w:rPr>
        <w:t xml:space="preserve">deţine </w:t>
      </w:r>
      <w:r w:rsidR="007F318E" w:rsidRPr="00E67132">
        <w:rPr>
          <w:rFonts w:ascii="Calibri" w:hAnsi="Calibri" w:cs="Calibri"/>
          <w:b/>
          <w:noProof/>
          <w:sz w:val="22"/>
          <w:szCs w:val="22"/>
          <w:lang w:val="ro-RO"/>
        </w:rPr>
        <w:t>competen</w:t>
      </w:r>
      <w:r w:rsidR="00710F45" w:rsidRPr="00E67132">
        <w:rPr>
          <w:rFonts w:ascii="Calibri" w:hAnsi="Calibri" w:cs="Calibri"/>
          <w:b/>
          <w:noProof/>
          <w:sz w:val="22"/>
          <w:szCs w:val="22"/>
          <w:lang w:val="ro-RO"/>
        </w:rPr>
        <w:t>ţ</w:t>
      </w:r>
      <w:r w:rsidR="007F318E" w:rsidRPr="00E67132">
        <w:rPr>
          <w:rFonts w:ascii="Calibri" w:hAnsi="Calibri" w:cs="Calibri"/>
          <w:b/>
          <w:noProof/>
          <w:sz w:val="22"/>
          <w:szCs w:val="22"/>
          <w:lang w:val="ro-RO"/>
        </w:rPr>
        <w:t xml:space="preserve">e </w:t>
      </w:r>
      <w:r w:rsidR="00710F45" w:rsidRPr="00E67132">
        <w:rPr>
          <w:rFonts w:ascii="Calibri" w:hAnsi="Calibri" w:cs="Calibri"/>
          <w:b/>
          <w:noProof/>
          <w:sz w:val="22"/>
          <w:szCs w:val="22"/>
          <w:lang w:val="ro-RO"/>
        </w:rPr>
        <w:t>ş</w:t>
      </w:r>
      <w:r w:rsidR="007F318E" w:rsidRPr="00E67132">
        <w:rPr>
          <w:rFonts w:ascii="Calibri" w:hAnsi="Calibri" w:cs="Calibri"/>
          <w:b/>
          <w:noProof/>
          <w:sz w:val="22"/>
          <w:szCs w:val="22"/>
          <w:lang w:val="ro-RO"/>
        </w:rPr>
        <w:t xml:space="preserve">i aptitudini </w:t>
      </w:r>
      <w:r w:rsidR="00DA5407" w:rsidRPr="00E67132">
        <w:rPr>
          <w:rFonts w:ascii="Calibri" w:hAnsi="Calibri" w:cs="Calibri"/>
          <w:b/>
          <w:noProof/>
          <w:sz w:val="22"/>
          <w:szCs w:val="22"/>
          <w:lang w:val="ro-RO"/>
        </w:rPr>
        <w:t xml:space="preserve">profesionale </w:t>
      </w:r>
      <w:r w:rsidR="007F318E" w:rsidRPr="00E67132">
        <w:rPr>
          <w:rFonts w:ascii="Calibri" w:hAnsi="Calibri" w:cs="Calibri"/>
          <w:b/>
          <w:noProof/>
          <w:sz w:val="22"/>
          <w:szCs w:val="22"/>
          <w:lang w:val="ro-RO"/>
        </w:rPr>
        <w:t>sau se angajeaz</w:t>
      </w:r>
      <w:r w:rsidR="00710F45" w:rsidRPr="00E67132">
        <w:rPr>
          <w:rFonts w:ascii="Calibri" w:hAnsi="Calibri" w:cs="Calibri"/>
          <w:b/>
          <w:noProof/>
          <w:sz w:val="22"/>
          <w:szCs w:val="22"/>
          <w:lang w:val="ro-RO"/>
        </w:rPr>
        <w:t>ă</w:t>
      </w:r>
      <w:r w:rsidR="007F318E" w:rsidRPr="00E67132">
        <w:rPr>
          <w:rFonts w:ascii="Calibri" w:hAnsi="Calibri" w:cs="Calibri"/>
          <w:b/>
          <w:noProof/>
          <w:sz w:val="22"/>
          <w:szCs w:val="22"/>
          <w:lang w:val="ro-RO"/>
        </w:rPr>
        <w:t xml:space="preserve"> s</w:t>
      </w:r>
      <w:r w:rsidR="00710F45" w:rsidRPr="00E67132">
        <w:rPr>
          <w:rFonts w:ascii="Calibri" w:hAnsi="Calibri" w:cs="Calibri"/>
          <w:b/>
          <w:noProof/>
          <w:sz w:val="22"/>
          <w:szCs w:val="22"/>
          <w:lang w:val="ro-RO"/>
        </w:rPr>
        <w:t xml:space="preserve">ă dobândească </w:t>
      </w:r>
      <w:r w:rsidR="007F318E" w:rsidRPr="00E67132">
        <w:rPr>
          <w:rFonts w:ascii="Calibri" w:hAnsi="Calibri" w:cs="Calibri"/>
          <w:b/>
          <w:noProof/>
          <w:sz w:val="22"/>
          <w:szCs w:val="22"/>
          <w:lang w:val="ro-RO"/>
        </w:rPr>
        <w:t>competente în domeniul agricol?</w:t>
      </w:r>
    </w:p>
    <w:p w14:paraId="2D6260A1" w14:textId="77777777" w:rsidR="0022284D" w:rsidRPr="00E67132" w:rsidRDefault="0022284D" w:rsidP="001012F1">
      <w:pPr>
        <w:tabs>
          <w:tab w:val="left" w:pos="3120"/>
          <w:tab w:val="center" w:pos="4320"/>
          <w:tab w:val="right" w:pos="8640"/>
        </w:tabs>
        <w:jc w:val="both"/>
        <w:rPr>
          <w:rFonts w:ascii="Calibri" w:hAnsi="Calibri" w:cs="Calibri"/>
          <w:bCs/>
          <w:noProof/>
          <w:sz w:val="22"/>
          <w:szCs w:val="22"/>
          <w:lang w:val="ro-RO"/>
        </w:rPr>
      </w:pPr>
    </w:p>
    <w:p w14:paraId="3221DAA1" w14:textId="77777777" w:rsidR="007F318E" w:rsidRPr="00E67132" w:rsidRDefault="007F318E" w:rsidP="001012F1">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1.Studii medii/superioare în domeniul agricol/veterinar/economie agrară;</w:t>
      </w:r>
    </w:p>
    <w:p w14:paraId="57CD19AB" w14:textId="77777777" w:rsidR="00291257" w:rsidRPr="00E67132" w:rsidRDefault="00291257" w:rsidP="001012F1">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Sau</w:t>
      </w:r>
    </w:p>
    <w:p w14:paraId="725EA463" w14:textId="77777777" w:rsidR="00291257" w:rsidRPr="00E67132" w:rsidRDefault="00291257" w:rsidP="00291257">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2.</w:t>
      </w:r>
      <w:r w:rsidRPr="00E67132">
        <w:rPr>
          <w:rFonts w:asciiTheme="minorHAnsi" w:hAnsiTheme="minorHAnsi"/>
          <w:b w:val="0"/>
          <w:noProof/>
          <w:sz w:val="24"/>
          <w:szCs w:val="24"/>
          <w:lang w:val="ro-RO"/>
        </w:rPr>
        <w:t>Formare profesională prin studii/ curs de calificare în domeniul agricol, agro-alimentar, veterinar sau economie agrară de cel calificare profesională, conform legislaţiei aplicabile la momentul acordării certificatului de calificare profesională</w:t>
      </w:r>
      <w:r w:rsidR="00AD37C2" w:rsidRPr="00E67132">
        <w:rPr>
          <w:rFonts w:asciiTheme="minorHAnsi" w:hAnsiTheme="minorHAnsi"/>
          <w:b w:val="0"/>
          <w:noProof/>
          <w:sz w:val="24"/>
          <w:szCs w:val="24"/>
          <w:lang w:val="ro-RO"/>
        </w:rPr>
        <w:t>.</w:t>
      </w:r>
    </w:p>
    <w:p w14:paraId="33D5600E" w14:textId="77777777" w:rsidR="00291257" w:rsidRPr="00E67132" w:rsidRDefault="00291257" w:rsidP="00291257">
      <w:pPr>
        <w:pStyle w:val="NoSpacing"/>
        <w:spacing w:line="276" w:lineRule="auto"/>
        <w:jc w:val="both"/>
        <w:rPr>
          <w:rFonts w:asciiTheme="minorHAnsi" w:hAnsiTheme="minorHAnsi"/>
          <w:noProof/>
          <w:sz w:val="24"/>
          <w:szCs w:val="24"/>
          <w:lang w:val="ro-RO"/>
        </w:rPr>
      </w:pPr>
      <w:r w:rsidRPr="00E67132">
        <w:rPr>
          <w:rFonts w:asciiTheme="minorHAnsi" w:hAnsiTheme="minorHAnsi"/>
          <w:noProof/>
          <w:sz w:val="24"/>
          <w:szCs w:val="24"/>
          <w:lang w:val="ro-RO"/>
        </w:rPr>
        <w:t>sau</w:t>
      </w:r>
    </w:p>
    <w:p w14:paraId="1BD2B6C1" w14:textId="77777777" w:rsidR="00DA5407" w:rsidRPr="00E67132" w:rsidRDefault="00291257" w:rsidP="00156B48">
      <w:pPr>
        <w:pStyle w:val="NoSpacing"/>
        <w:tabs>
          <w:tab w:val="left" w:pos="709"/>
        </w:tabs>
        <w:jc w:val="both"/>
        <w:rPr>
          <w:rFonts w:cs="Calibri"/>
          <w:noProof/>
          <w:lang w:val="ro-RO"/>
        </w:rPr>
      </w:pPr>
      <w:r w:rsidRPr="00E67132">
        <w:rPr>
          <w:rFonts w:cs="Calibri"/>
          <w:bCs/>
          <w:noProof/>
          <w:lang w:val="ro-RO"/>
        </w:rPr>
        <w:t>3</w:t>
      </w:r>
      <w:r w:rsidR="00B209B9" w:rsidRPr="00E67132">
        <w:rPr>
          <w:rFonts w:cs="Calibri"/>
          <w:bCs/>
          <w:noProof/>
          <w:lang w:val="ro-RO"/>
        </w:rPr>
        <w:t>.</w:t>
      </w:r>
      <w:r w:rsidR="00053EAE" w:rsidRPr="00E67132">
        <w:rPr>
          <w:rFonts w:cs="Calibri"/>
          <w:bCs/>
          <w:noProof/>
          <w:lang w:val="ro-RO"/>
        </w:rPr>
        <w:t xml:space="preserve">a) </w:t>
      </w:r>
      <w:r w:rsidR="00B209B9" w:rsidRPr="00E67132">
        <w:rPr>
          <w:rFonts w:cs="Calibri"/>
          <w:bCs/>
          <w:noProof/>
          <w:lang w:val="ro-RO"/>
        </w:rPr>
        <w:t>C</w:t>
      </w:r>
      <w:r w:rsidR="0022284D" w:rsidRPr="00E67132">
        <w:rPr>
          <w:rFonts w:cs="Calibri"/>
          <w:bCs/>
          <w:noProof/>
          <w:lang w:val="ro-RO"/>
        </w:rPr>
        <w:t>ompetențe</w:t>
      </w:r>
      <w:r w:rsidR="0022284D" w:rsidRPr="00E67132">
        <w:rPr>
          <w:rFonts w:cs="Calibri"/>
          <w:noProof/>
          <w:lang w:val="ro-RO"/>
        </w:rPr>
        <w:t xml:space="preserve"> </w:t>
      </w:r>
      <w:r w:rsidR="007F318E" w:rsidRPr="00E67132">
        <w:rPr>
          <w:rFonts w:cs="Calibri"/>
          <w:noProof/>
          <w:lang w:val="ro-RO"/>
        </w:rPr>
        <w:t>în domeniul agricol</w:t>
      </w:r>
      <w:r w:rsidR="00DA5407" w:rsidRPr="00E67132">
        <w:rPr>
          <w:rFonts w:cs="Calibri"/>
          <w:noProof/>
          <w:lang w:val="ro-RO"/>
        </w:rPr>
        <w:t>/veterinar/economie agrară</w:t>
      </w:r>
      <w:r w:rsidR="007F318E" w:rsidRPr="00E67132">
        <w:rPr>
          <w:rFonts w:cs="Calibri"/>
          <w:noProof/>
          <w:lang w:val="ro-RO"/>
        </w:rPr>
        <w:t xml:space="preserve"> dobândite prin participarea la programe de </w:t>
      </w:r>
      <w:r w:rsidR="00DA5407" w:rsidRPr="00E67132">
        <w:rPr>
          <w:rFonts w:cs="Calibri"/>
          <w:noProof/>
          <w:lang w:val="ro-RO"/>
        </w:rPr>
        <w:t>iniţiere/</w:t>
      </w:r>
      <w:r w:rsidR="007F318E" w:rsidRPr="00E67132">
        <w:rPr>
          <w:rFonts w:cs="Calibri"/>
          <w:noProof/>
          <w:lang w:val="ro-RO"/>
        </w:rPr>
        <w:t>instruire</w:t>
      </w:r>
      <w:r w:rsidR="00DA5407" w:rsidRPr="00E67132">
        <w:rPr>
          <w:rFonts w:cs="Calibri"/>
          <w:noProof/>
          <w:lang w:val="ro-RO"/>
        </w:rPr>
        <w:t>/specializare care nu necesită un document eliberat de formatorii recunoscuţi de către ANC şi presupune un număr de ore sub numărul de ore aferent Nivelului I de calificare profesională</w:t>
      </w:r>
      <w:r w:rsidR="005759E3" w:rsidRPr="00E67132">
        <w:rPr>
          <w:rFonts w:cs="Calibri"/>
          <w:noProof/>
          <w:lang w:val="ro-RO"/>
        </w:rPr>
        <w:t xml:space="preserve"> (</w:t>
      </w:r>
      <w:r w:rsidR="005759E3" w:rsidRPr="00E67132">
        <w:rPr>
          <w:noProof/>
          <w:lang w:val="ro-RO"/>
        </w:rPr>
        <w:t xml:space="preserve">Nivelul I de calificare presupune 360 de ore de curs pentru cei care au urmat cursuri până la 1 ianuarie 2016, şi 80 de ore de curs pentru cei care au urmat cursuri după 1 ianuarie 2016), se acceptă </w:t>
      </w:r>
      <w:r w:rsidR="00F5254A" w:rsidRPr="00E67132">
        <w:rPr>
          <w:rFonts w:asciiTheme="minorHAnsi" w:hAnsiTheme="minorHAnsi"/>
          <w:noProof/>
          <w:sz w:val="24"/>
          <w:szCs w:val="24"/>
          <w:lang w:val="ro-RO"/>
        </w:rPr>
        <w:t>inclusiv certificat de calificare/absolvire ANCA</w:t>
      </w:r>
      <w:r w:rsidR="00ED53F3" w:rsidRPr="00E67132">
        <w:rPr>
          <w:rFonts w:asciiTheme="minorHAnsi" w:hAnsiTheme="minorHAnsi"/>
          <w:noProof/>
          <w:sz w:val="24"/>
          <w:szCs w:val="24"/>
          <w:lang w:val="ro-RO"/>
        </w:rPr>
        <w:t>;</w:t>
      </w:r>
    </w:p>
    <w:p w14:paraId="7DB9D065" w14:textId="77777777" w:rsidR="007F318E" w:rsidRPr="00E67132" w:rsidRDefault="007F318E" w:rsidP="001012F1">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sau</w:t>
      </w:r>
    </w:p>
    <w:p w14:paraId="5C7C9B11" w14:textId="77777777" w:rsidR="00DA5407" w:rsidRPr="00E67132" w:rsidRDefault="00053EAE" w:rsidP="00F66E13">
      <w:pPr>
        <w:pStyle w:val="NoSpacing"/>
        <w:tabs>
          <w:tab w:val="left" w:pos="709"/>
        </w:tabs>
        <w:jc w:val="both"/>
        <w:rPr>
          <w:rFonts w:cs="Calibri"/>
          <w:noProof/>
          <w:lang w:val="ro-RO"/>
        </w:rPr>
      </w:pPr>
      <w:r w:rsidRPr="00E67132">
        <w:rPr>
          <w:rFonts w:cs="Calibri"/>
          <w:noProof/>
          <w:lang w:val="ro-RO"/>
        </w:rPr>
        <w:t xml:space="preserve">b) </w:t>
      </w:r>
      <w:r w:rsidR="00DA5407" w:rsidRPr="00E67132">
        <w:rPr>
          <w:rFonts w:cs="Calibri"/>
          <w:noProof/>
          <w:lang w:val="ro-RO"/>
        </w:rPr>
        <w:t>Recunoaşterea de către un centru de evaluare si certificare a competențelor profesionale obținute pe alte căi decât cele formale autorizat ANC</w:t>
      </w:r>
      <w:r w:rsidR="001F4D32" w:rsidRPr="00E67132">
        <w:rPr>
          <w:rFonts w:cs="Calibri"/>
          <w:noProof/>
          <w:lang w:val="ro-RO"/>
        </w:rPr>
        <w:t>,</w:t>
      </w:r>
      <w:r w:rsidR="00DA5407" w:rsidRPr="00E67132">
        <w:rPr>
          <w:rFonts w:cs="Calibri"/>
          <w:noProof/>
          <w:lang w:val="ro-RO"/>
        </w:rPr>
        <w:t xml:space="preserve"> a competenţelor dobândite ca urmare a experienţei profesionale.</w:t>
      </w:r>
    </w:p>
    <w:p w14:paraId="3355B611" w14:textId="77777777" w:rsidR="007F318E" w:rsidRPr="00E67132" w:rsidRDefault="00291257" w:rsidP="001012F1">
      <w:pPr>
        <w:tabs>
          <w:tab w:val="left" w:pos="3120"/>
          <w:tab w:val="center" w:pos="4320"/>
          <w:tab w:val="right" w:pos="8640"/>
        </w:tabs>
        <w:jc w:val="both"/>
        <w:rPr>
          <w:rFonts w:ascii="Calibri" w:hAnsi="Calibri" w:cs="Calibri"/>
          <w:bCs/>
          <w:noProof/>
          <w:sz w:val="22"/>
          <w:szCs w:val="22"/>
          <w:lang w:val="ro-RO"/>
        </w:rPr>
      </w:pPr>
      <w:r w:rsidRPr="00E67132">
        <w:rPr>
          <w:rFonts w:ascii="Calibri" w:hAnsi="Calibri" w:cs="Calibri"/>
          <w:bCs/>
          <w:noProof/>
          <w:sz w:val="22"/>
          <w:szCs w:val="22"/>
          <w:lang w:val="ro-RO"/>
        </w:rPr>
        <w:t>sau</w:t>
      </w:r>
    </w:p>
    <w:p w14:paraId="7A366A50" w14:textId="77777777" w:rsidR="007F318E" w:rsidRPr="00E67132" w:rsidRDefault="00291257" w:rsidP="00B209B9">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bCs/>
          <w:noProof/>
          <w:sz w:val="22"/>
          <w:szCs w:val="22"/>
          <w:lang w:val="ro-RO"/>
        </w:rPr>
        <w:t>4.</w:t>
      </w:r>
      <w:r w:rsidR="007F318E" w:rsidRPr="00E67132">
        <w:rPr>
          <w:rFonts w:ascii="Calibri" w:hAnsi="Calibri" w:cs="Calibri"/>
          <w:bCs/>
          <w:noProof/>
          <w:sz w:val="22"/>
          <w:szCs w:val="22"/>
          <w:lang w:val="ro-RO"/>
        </w:rPr>
        <w:t>Angajamentul</w:t>
      </w:r>
      <w:r w:rsidR="007F318E" w:rsidRPr="00E67132">
        <w:rPr>
          <w:rFonts w:ascii="Calibri" w:hAnsi="Calibri" w:cs="Calibri"/>
          <w:noProof/>
          <w:sz w:val="22"/>
          <w:szCs w:val="22"/>
          <w:lang w:val="ro-RO"/>
        </w:rPr>
        <w:t xml:space="preserve"> de a dobândi competențele profesionale adecvate într-o perioadă de grație de maximum 33 de luni de la data adoptării deciziei individuale de acordare a ajutorului, dar nu mai mult de ultima tranşă de plată.</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6"/>
        <w:gridCol w:w="14"/>
        <w:gridCol w:w="5220"/>
      </w:tblGrid>
      <w:tr w:rsidR="007F318E" w:rsidRPr="00E67132" w14:paraId="4BC7C800" w14:textId="77777777" w:rsidTr="00005377">
        <w:tc>
          <w:tcPr>
            <w:tcW w:w="4556" w:type="dxa"/>
            <w:shd w:val="clear" w:color="auto" w:fill="C0C0C0"/>
          </w:tcPr>
          <w:p w14:paraId="14996B7D" w14:textId="77777777" w:rsidR="007F318E" w:rsidRPr="00E67132" w:rsidRDefault="007F318E" w:rsidP="007F318E">
            <w:pPr>
              <w:keepNext/>
              <w:outlineLvl w:val="0"/>
              <w:rPr>
                <w:rFonts w:ascii="Calibri" w:hAnsi="Calibri" w:cs="Calibri"/>
                <w:b/>
                <w:noProof/>
                <w:sz w:val="22"/>
                <w:szCs w:val="22"/>
                <w:lang w:val="ro-RO"/>
              </w:rPr>
            </w:pPr>
          </w:p>
          <w:p w14:paraId="5CBD4797" w14:textId="77777777" w:rsidR="007F318E" w:rsidRPr="00E67132" w:rsidRDefault="007F318E" w:rsidP="007F318E">
            <w:pPr>
              <w:keepNext/>
              <w:outlineLvl w:val="0"/>
              <w:rPr>
                <w:rFonts w:ascii="Calibri" w:hAnsi="Calibri" w:cs="Calibri"/>
                <w:b/>
                <w:noProof/>
                <w:sz w:val="22"/>
                <w:szCs w:val="22"/>
                <w:lang w:val="ro-RO"/>
              </w:rPr>
            </w:pPr>
            <w:r w:rsidRPr="00E67132">
              <w:rPr>
                <w:rFonts w:ascii="Calibri" w:hAnsi="Calibri" w:cs="Calibri"/>
                <w:b/>
                <w:noProof/>
                <w:sz w:val="22"/>
                <w:szCs w:val="22"/>
                <w:lang w:val="ro-RO"/>
              </w:rPr>
              <w:t xml:space="preserve">DOCUMENTE PREZENTATE </w:t>
            </w:r>
          </w:p>
        </w:tc>
        <w:tc>
          <w:tcPr>
            <w:tcW w:w="5234" w:type="dxa"/>
            <w:gridSpan w:val="2"/>
            <w:shd w:val="clear" w:color="auto" w:fill="C0C0C0"/>
          </w:tcPr>
          <w:p w14:paraId="64705A00" w14:textId="77777777" w:rsidR="007F318E" w:rsidRPr="00E67132" w:rsidRDefault="007F318E" w:rsidP="007F318E">
            <w:pPr>
              <w:jc w:val="both"/>
              <w:rPr>
                <w:rFonts w:ascii="Calibri" w:hAnsi="Calibri" w:cs="Calibri"/>
                <w:b/>
                <w:noProof/>
                <w:sz w:val="22"/>
                <w:szCs w:val="22"/>
                <w:lang w:val="ro-RO"/>
              </w:rPr>
            </w:pPr>
          </w:p>
          <w:p w14:paraId="45398C4A" w14:textId="77777777" w:rsidR="007F318E" w:rsidRPr="00E67132" w:rsidRDefault="007F318E" w:rsidP="007F318E">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ÎN DOCUMENTE</w:t>
            </w:r>
          </w:p>
        </w:tc>
      </w:tr>
      <w:tr w:rsidR="007F318E" w:rsidRPr="00E67132" w14:paraId="7F919B05" w14:textId="77777777" w:rsidTr="00DE062E">
        <w:trPr>
          <w:trHeight w:val="1363"/>
        </w:trPr>
        <w:tc>
          <w:tcPr>
            <w:tcW w:w="4570" w:type="dxa"/>
            <w:gridSpan w:val="2"/>
          </w:tcPr>
          <w:p w14:paraId="4A508F07" w14:textId="77777777" w:rsidR="007F318E" w:rsidRPr="00E67132" w:rsidRDefault="00940316" w:rsidP="00940316">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 xml:space="preserve">Doc. </w:t>
            </w:r>
            <w:r w:rsidRPr="00E67132">
              <w:rPr>
                <w:rFonts w:ascii="Calibri" w:eastAsia="Calibri" w:hAnsi="Calibri" w:cs="Calibri"/>
                <w:b/>
                <w:bCs/>
                <w:noProof/>
                <w:sz w:val="22"/>
                <w:szCs w:val="22"/>
                <w:lang w:val="ro-RO"/>
              </w:rPr>
              <w:t>8</w:t>
            </w:r>
            <w:r w:rsidR="007F318E" w:rsidRPr="00E67132">
              <w:rPr>
                <w:rFonts w:ascii="Calibri" w:eastAsia="Calibri" w:hAnsi="Calibri" w:cs="Calibri"/>
                <w:b/>
                <w:noProof/>
                <w:sz w:val="22"/>
                <w:szCs w:val="22"/>
                <w:lang w:val="ro-RO"/>
              </w:rPr>
              <w:t>.</w:t>
            </w:r>
            <w:r w:rsidR="00D0207C" w:rsidRPr="00E67132">
              <w:rPr>
                <w:rFonts w:ascii="Calibri" w:hAnsi="Calibri" w:cs="Calibri"/>
                <w:b/>
                <w:noProof/>
                <w:sz w:val="22"/>
                <w:szCs w:val="22"/>
                <w:lang w:val="ro-RO"/>
              </w:rPr>
              <w:t xml:space="preserve"> Copie după certificat/ diplomă de studii/</w:t>
            </w:r>
            <w:r w:rsidR="00D0207C" w:rsidRPr="00E67132">
              <w:rPr>
                <w:rFonts w:ascii="Calibri" w:hAnsi="Calibri" w:cs="Calibri"/>
                <w:noProof/>
                <w:sz w:val="22"/>
                <w:szCs w:val="22"/>
                <w:lang w:val="ro-RO"/>
              </w:rPr>
              <w:t xml:space="preserve"> </w:t>
            </w:r>
            <w:r w:rsidR="00D0207C" w:rsidRPr="00E67132">
              <w:rPr>
                <w:rFonts w:ascii="Calibri" w:eastAsia="Calibri" w:hAnsi="Calibri" w:cs="Calibri"/>
                <w:b/>
                <w:noProof/>
                <w:sz w:val="22"/>
                <w:szCs w:val="22"/>
                <w:lang w:val="ro-RO"/>
              </w:rPr>
              <w:t xml:space="preserve">certificat ANC pentru competenţele profesionale </w:t>
            </w:r>
          </w:p>
          <w:p w14:paraId="0F8BD005" w14:textId="77777777" w:rsidR="00812DF4" w:rsidRDefault="00812DF4" w:rsidP="00E74F53">
            <w:pPr>
              <w:pStyle w:val="NoSpacing"/>
              <w:tabs>
                <w:tab w:val="left" w:pos="709"/>
              </w:tabs>
              <w:jc w:val="both"/>
              <w:rPr>
                <w:rFonts w:cs="Calibri"/>
                <w:noProof/>
                <w:lang w:val="ro-RO"/>
              </w:rPr>
            </w:pPr>
          </w:p>
          <w:p w14:paraId="01B80671" w14:textId="77777777" w:rsidR="00D0207C" w:rsidRPr="00E67132" w:rsidRDefault="00940316" w:rsidP="00E74F53">
            <w:pPr>
              <w:pStyle w:val="NoSpacing"/>
              <w:tabs>
                <w:tab w:val="left" w:pos="709"/>
              </w:tabs>
              <w:jc w:val="both"/>
              <w:rPr>
                <w:rFonts w:cs="Calibri"/>
                <w:noProof/>
                <w:lang w:val="ro-RO"/>
              </w:rPr>
            </w:pPr>
            <w:r w:rsidRPr="00E67132">
              <w:rPr>
                <w:rFonts w:cs="Calibri"/>
                <w:noProof/>
                <w:lang w:val="ro-RO"/>
              </w:rPr>
              <w:t>8</w:t>
            </w:r>
            <w:r w:rsidR="000C08DD" w:rsidRPr="00E67132">
              <w:rPr>
                <w:rFonts w:cs="Calibri"/>
                <w:noProof/>
                <w:lang w:val="ro-RO"/>
              </w:rPr>
              <w:t>.1.</w:t>
            </w:r>
            <w:r w:rsidR="00D0207C" w:rsidRPr="00E67132">
              <w:rPr>
                <w:rFonts w:cs="Calibri"/>
                <w:noProof/>
                <w:lang w:val="ro-RO"/>
              </w:rPr>
              <w:t>Studii medii/superioare în domeniul agricol/veterinar/economie agrară;</w:t>
            </w:r>
          </w:p>
          <w:p w14:paraId="0BDBE07D" w14:textId="77777777" w:rsidR="00306BF9" w:rsidRPr="00E67132" w:rsidRDefault="00D0207C" w:rsidP="00A41E82">
            <w:pPr>
              <w:pStyle w:val="ListParagraph"/>
              <w:numPr>
                <w:ilvl w:val="1"/>
                <w:numId w:val="6"/>
              </w:numPr>
              <w:tabs>
                <w:tab w:val="left" w:pos="321"/>
              </w:tabs>
              <w:ind w:left="0" w:hanging="126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diplomă de absolvire studii superioare în             domeniul agricol</w:t>
            </w:r>
            <w:r w:rsidR="00524EBB" w:rsidRPr="00E67132">
              <w:rPr>
                <w:rFonts w:ascii="Calibri" w:eastAsia="Calibri" w:hAnsi="Calibri" w:cs="Calibri"/>
                <w:noProof/>
                <w:sz w:val="22"/>
                <w:szCs w:val="22"/>
                <w:lang w:val="ro-RO"/>
              </w:rPr>
              <w:t>*</w:t>
            </w:r>
          </w:p>
          <w:p w14:paraId="0D3FE12D" w14:textId="77777777" w:rsidR="00D0207C" w:rsidRPr="00E67132" w:rsidRDefault="00306BF9" w:rsidP="00A41E82">
            <w:pPr>
              <w:pStyle w:val="ListParagraph"/>
              <w:numPr>
                <w:ilvl w:val="1"/>
                <w:numId w:val="6"/>
              </w:numPr>
              <w:tabs>
                <w:tab w:val="left" w:pos="321"/>
              </w:tabs>
              <w:ind w:left="0" w:hanging="126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sau</w:t>
            </w:r>
            <w:r w:rsidR="00D0207C" w:rsidRPr="00E67132">
              <w:rPr>
                <w:rFonts w:ascii="Calibri" w:eastAsia="Calibri" w:hAnsi="Calibri" w:cs="Calibri"/>
                <w:noProof/>
                <w:sz w:val="22"/>
                <w:szCs w:val="22"/>
                <w:lang w:val="ro-RO"/>
              </w:rPr>
              <w:t xml:space="preserve"> </w:t>
            </w:r>
          </w:p>
          <w:p w14:paraId="66AE2393" w14:textId="77777777" w:rsidR="00D0207C" w:rsidRPr="00E67132" w:rsidRDefault="00D876D6" w:rsidP="00A41E82">
            <w:pPr>
              <w:pStyle w:val="ListParagraph"/>
              <w:numPr>
                <w:ilvl w:val="0"/>
                <w:numId w:val="4"/>
              </w:numPr>
              <w:tabs>
                <w:tab w:val="left" w:pos="321"/>
              </w:tabs>
              <w:ind w:left="0" w:hanging="27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00D0207C" w:rsidRPr="00E67132">
              <w:rPr>
                <w:rFonts w:ascii="Calibri" w:eastAsia="Calibri" w:hAnsi="Calibri" w:cs="Calibri"/>
                <w:noProof/>
                <w:sz w:val="22"/>
                <w:szCs w:val="22"/>
                <w:lang w:val="ro-RO"/>
              </w:rPr>
              <w:t xml:space="preserve">diplomă de absolvire  studii postliceale </w:t>
            </w:r>
            <w:r w:rsidR="004B6B77" w:rsidRPr="00E67132">
              <w:rPr>
                <w:rFonts w:ascii="Calibri" w:eastAsia="Calibri" w:hAnsi="Calibri" w:cs="Calibri"/>
                <w:noProof/>
                <w:sz w:val="22"/>
                <w:szCs w:val="22"/>
                <w:lang w:val="ro-RO"/>
              </w:rPr>
              <w:t xml:space="preserve">sau </w:t>
            </w:r>
            <w:r w:rsidR="00D0207C" w:rsidRPr="00E67132">
              <w:rPr>
                <w:rFonts w:ascii="Calibri" w:eastAsia="Calibri" w:hAnsi="Calibri" w:cs="Calibri"/>
                <w:noProof/>
                <w:sz w:val="22"/>
                <w:szCs w:val="22"/>
                <w:lang w:val="ro-RO"/>
              </w:rPr>
              <w:t>liceale în domeniul agricol*</w:t>
            </w:r>
            <w:r w:rsidR="00306BF9" w:rsidRPr="00E67132">
              <w:rPr>
                <w:rFonts w:ascii="Calibri" w:eastAsia="Calibri" w:hAnsi="Calibri" w:cs="Calibri"/>
                <w:noProof/>
                <w:sz w:val="22"/>
                <w:szCs w:val="22"/>
                <w:lang w:val="ro-RO"/>
              </w:rPr>
              <w:t>/</w:t>
            </w:r>
            <w:r w:rsidR="00306BF9" w:rsidRPr="00E67132">
              <w:rPr>
                <w:rFonts w:ascii="Calibri" w:hAnsi="Calibri" w:cs="Calibri"/>
                <w:noProof/>
                <w:sz w:val="22"/>
                <w:szCs w:val="22"/>
                <w:lang w:val="ro-RO"/>
              </w:rPr>
              <w:t>veterinar sau economie agrară</w:t>
            </w:r>
            <w:r w:rsidR="00D0207C" w:rsidRPr="00E67132">
              <w:rPr>
                <w:rFonts w:ascii="Calibri" w:eastAsia="Calibri" w:hAnsi="Calibri" w:cs="Calibri"/>
                <w:noProof/>
                <w:sz w:val="22"/>
                <w:szCs w:val="22"/>
                <w:lang w:val="ro-RO"/>
              </w:rPr>
              <w:t>;</w:t>
            </w:r>
          </w:p>
          <w:p w14:paraId="41979DBD" w14:textId="77777777" w:rsidR="00A006CA" w:rsidRPr="00E67132" w:rsidRDefault="00A006CA" w:rsidP="00156B48">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sau (adeverinţă de absolvire a studiilor respective, însoţită de </w:t>
            </w:r>
            <w:r w:rsidR="0042138D" w:rsidRPr="00E67132">
              <w:rPr>
                <w:rFonts w:ascii="Calibri" w:eastAsia="Calibri" w:hAnsi="Calibri" w:cs="Calibri"/>
                <w:bCs/>
                <w:noProof/>
                <w:sz w:val="22"/>
                <w:szCs w:val="22"/>
                <w:lang w:val="ro-RO"/>
              </w:rPr>
              <w:t>situația școlară</w:t>
            </w:r>
            <w:r w:rsidRPr="00E67132">
              <w:rPr>
                <w:rFonts w:ascii="Calibri" w:eastAsia="Calibri" w:hAnsi="Calibri" w:cs="Calibri"/>
                <w:noProof/>
                <w:sz w:val="22"/>
                <w:szCs w:val="22"/>
                <w:lang w:val="ro-RO"/>
              </w:rPr>
              <w:t>)</w:t>
            </w:r>
          </w:p>
          <w:p w14:paraId="708B3EB6" w14:textId="77777777" w:rsidR="000D5076" w:rsidRPr="00E67132" w:rsidRDefault="000D5076" w:rsidP="000D5076">
            <w:pPr>
              <w:pStyle w:val="ListParagraph"/>
              <w:tabs>
                <w:tab w:val="left" w:pos="321"/>
              </w:tabs>
              <w:ind w:left="0"/>
              <w:jc w:val="both"/>
              <w:rPr>
                <w:rFonts w:ascii="Calibri" w:hAnsi="Calibri" w:cs="Calibri"/>
                <w:b/>
                <w:noProof/>
                <w:sz w:val="22"/>
                <w:szCs w:val="22"/>
                <w:lang w:val="ro-RO"/>
              </w:rPr>
            </w:pPr>
          </w:p>
          <w:p w14:paraId="28F1D144" w14:textId="77777777" w:rsidR="00140E45" w:rsidRPr="00E67132" w:rsidRDefault="00140E45" w:rsidP="000D5076">
            <w:pPr>
              <w:pStyle w:val="ListParagraph"/>
              <w:tabs>
                <w:tab w:val="left" w:pos="321"/>
              </w:tabs>
              <w:ind w:left="0"/>
              <w:jc w:val="both"/>
              <w:rPr>
                <w:rFonts w:ascii="Calibri" w:hAnsi="Calibri" w:cs="Calibri"/>
                <w:b/>
                <w:noProof/>
                <w:sz w:val="22"/>
                <w:szCs w:val="22"/>
                <w:lang w:val="ro-RO"/>
              </w:rPr>
            </w:pPr>
          </w:p>
          <w:p w14:paraId="5FF5EF00" w14:textId="77777777" w:rsidR="00140E45" w:rsidRPr="00E67132" w:rsidRDefault="00140E45" w:rsidP="000D5076">
            <w:pPr>
              <w:pStyle w:val="ListParagraph"/>
              <w:tabs>
                <w:tab w:val="left" w:pos="321"/>
              </w:tabs>
              <w:ind w:left="0"/>
              <w:jc w:val="both"/>
              <w:rPr>
                <w:rFonts w:ascii="Calibri" w:hAnsi="Calibri" w:cs="Calibri"/>
                <w:b/>
                <w:noProof/>
                <w:sz w:val="22"/>
                <w:szCs w:val="22"/>
                <w:lang w:val="ro-RO"/>
              </w:rPr>
            </w:pPr>
          </w:p>
          <w:p w14:paraId="78DEAFE8" w14:textId="77777777" w:rsidR="00140E45" w:rsidRPr="00E67132" w:rsidRDefault="00140E45" w:rsidP="000D5076">
            <w:pPr>
              <w:pStyle w:val="ListParagraph"/>
              <w:tabs>
                <w:tab w:val="left" w:pos="321"/>
              </w:tabs>
              <w:ind w:left="0"/>
              <w:jc w:val="both"/>
              <w:rPr>
                <w:rFonts w:ascii="Calibri" w:hAnsi="Calibri" w:cs="Calibri"/>
                <w:b/>
                <w:noProof/>
                <w:sz w:val="22"/>
                <w:szCs w:val="22"/>
                <w:lang w:val="ro-RO"/>
              </w:rPr>
            </w:pPr>
          </w:p>
          <w:p w14:paraId="120F607A" w14:textId="77777777" w:rsidR="00140E45" w:rsidRPr="00E67132" w:rsidRDefault="00140E45" w:rsidP="000D5076">
            <w:pPr>
              <w:pStyle w:val="ListParagraph"/>
              <w:tabs>
                <w:tab w:val="left" w:pos="321"/>
              </w:tabs>
              <w:ind w:left="0"/>
              <w:jc w:val="both"/>
              <w:rPr>
                <w:rFonts w:ascii="Calibri" w:hAnsi="Calibri" w:cs="Calibri"/>
                <w:b/>
                <w:noProof/>
                <w:sz w:val="22"/>
                <w:szCs w:val="22"/>
                <w:lang w:val="ro-RO"/>
              </w:rPr>
            </w:pPr>
          </w:p>
          <w:p w14:paraId="72F4F246" w14:textId="77777777" w:rsidR="00140E45" w:rsidRPr="00E67132" w:rsidRDefault="00140E45" w:rsidP="000D5076">
            <w:pPr>
              <w:pStyle w:val="ListParagraph"/>
              <w:tabs>
                <w:tab w:val="left" w:pos="321"/>
              </w:tabs>
              <w:ind w:left="0"/>
              <w:jc w:val="both"/>
              <w:rPr>
                <w:rFonts w:ascii="Calibri" w:hAnsi="Calibri" w:cs="Calibri"/>
                <w:b/>
                <w:noProof/>
                <w:sz w:val="22"/>
                <w:szCs w:val="22"/>
                <w:lang w:val="ro-RO"/>
              </w:rPr>
            </w:pPr>
          </w:p>
          <w:p w14:paraId="39FF4BFC"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1212D366"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7744A327"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1F340ABA"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2A8C4947"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62E3FC1D" w14:textId="77777777" w:rsidR="002370A2" w:rsidRPr="00E67132" w:rsidRDefault="002370A2" w:rsidP="000D5076">
            <w:pPr>
              <w:pStyle w:val="ListParagraph"/>
              <w:tabs>
                <w:tab w:val="left" w:pos="321"/>
              </w:tabs>
              <w:ind w:left="0"/>
              <w:jc w:val="both"/>
              <w:rPr>
                <w:rFonts w:ascii="Calibri" w:hAnsi="Calibri" w:cs="Calibri"/>
                <w:b/>
                <w:noProof/>
                <w:sz w:val="22"/>
                <w:szCs w:val="22"/>
                <w:lang w:val="ro-RO"/>
              </w:rPr>
            </w:pPr>
          </w:p>
          <w:p w14:paraId="5F4BBDC6" w14:textId="77777777" w:rsidR="00913C61" w:rsidRPr="00E67132" w:rsidRDefault="00913C61" w:rsidP="000D5076">
            <w:pPr>
              <w:pStyle w:val="ListParagraph"/>
              <w:tabs>
                <w:tab w:val="left" w:pos="321"/>
              </w:tabs>
              <w:ind w:left="0"/>
              <w:jc w:val="both"/>
              <w:rPr>
                <w:rFonts w:ascii="Calibri" w:hAnsi="Calibri" w:cs="Calibri"/>
                <w:b/>
                <w:noProof/>
                <w:sz w:val="22"/>
                <w:szCs w:val="22"/>
                <w:lang w:val="ro-RO"/>
              </w:rPr>
            </w:pPr>
          </w:p>
          <w:p w14:paraId="2DBF7FFE" w14:textId="77777777" w:rsidR="00914B11" w:rsidRPr="00E67132" w:rsidRDefault="00914B11" w:rsidP="002370A2">
            <w:pPr>
              <w:pStyle w:val="ListParagraph"/>
              <w:tabs>
                <w:tab w:val="left" w:pos="321"/>
              </w:tabs>
              <w:ind w:left="0"/>
              <w:jc w:val="both"/>
              <w:rPr>
                <w:rFonts w:ascii="Calibri" w:hAnsi="Calibri" w:cs="Calibri"/>
                <w:b/>
                <w:noProof/>
                <w:sz w:val="22"/>
                <w:szCs w:val="22"/>
                <w:lang w:val="ro-RO"/>
              </w:rPr>
            </w:pPr>
          </w:p>
          <w:p w14:paraId="269E0685" w14:textId="77777777" w:rsidR="00D5441D" w:rsidRPr="00E67132" w:rsidRDefault="00940316" w:rsidP="00D219F9">
            <w:pPr>
              <w:pStyle w:val="NoSpacing"/>
              <w:tabs>
                <w:tab w:val="left" w:pos="709"/>
              </w:tabs>
              <w:jc w:val="both"/>
              <w:rPr>
                <w:rFonts w:cs="Calibri"/>
                <w:noProof/>
                <w:lang w:val="ro-RO"/>
              </w:rPr>
            </w:pPr>
            <w:r w:rsidRPr="00E67132">
              <w:rPr>
                <w:rFonts w:cs="Calibri"/>
                <w:noProof/>
                <w:lang w:val="ro-RO"/>
              </w:rPr>
              <w:t xml:space="preserve">8.2 </w:t>
            </w:r>
            <w:r w:rsidR="000177EE" w:rsidRPr="00E67132">
              <w:rPr>
                <w:rFonts w:cs="Calibri"/>
                <w:noProof/>
                <w:lang w:val="ro-RO"/>
              </w:rPr>
              <w:t xml:space="preserve"> Certificat/diplomă/atestat de absolvire </w:t>
            </w:r>
          </w:p>
          <w:p w14:paraId="176CEE97" w14:textId="77777777" w:rsidR="00C05272" w:rsidRPr="00E67132" w:rsidRDefault="00D5441D" w:rsidP="00D219F9">
            <w:pPr>
              <w:pStyle w:val="NoSpacing"/>
              <w:tabs>
                <w:tab w:val="left" w:pos="709"/>
              </w:tabs>
              <w:jc w:val="both"/>
              <w:rPr>
                <w:rFonts w:cs="Calibri"/>
                <w:noProof/>
                <w:lang w:val="ro-RO"/>
              </w:rPr>
            </w:pPr>
            <w:r w:rsidRPr="00E67132">
              <w:rPr>
                <w:rFonts w:cs="Calibri"/>
                <w:noProof/>
                <w:lang w:val="ro-RO"/>
              </w:rPr>
              <w:t>s</w:t>
            </w:r>
            <w:r w:rsidR="000177EE" w:rsidRPr="00E67132">
              <w:rPr>
                <w:rFonts w:cs="Calibri"/>
                <w:noProof/>
                <w:lang w:val="ro-RO"/>
              </w:rPr>
              <w:t>au document echivalent acestora</w:t>
            </w:r>
            <w:r w:rsidR="00795863" w:rsidRPr="00E67132">
              <w:rPr>
                <w:rFonts w:cs="Calibri"/>
                <w:noProof/>
                <w:lang w:val="ro-RO"/>
              </w:rPr>
              <w:t>/adeverinț</w:t>
            </w:r>
            <w:r w:rsidR="002D4711" w:rsidRPr="00E67132">
              <w:rPr>
                <w:rFonts w:cs="Calibri"/>
                <w:noProof/>
                <w:lang w:val="ro-RO"/>
              </w:rPr>
              <w:t xml:space="preserve">ă (sub condiția prezentării în original a unuia </w:t>
            </w:r>
          </w:p>
          <w:p w14:paraId="4909DB44" w14:textId="77777777" w:rsidR="00ED53F3" w:rsidRPr="00E67132" w:rsidRDefault="002D4711" w:rsidP="00ED53F3">
            <w:pPr>
              <w:pStyle w:val="NoSpacing"/>
              <w:tabs>
                <w:tab w:val="left" w:pos="709"/>
              </w:tabs>
              <w:jc w:val="both"/>
              <w:rPr>
                <w:rFonts w:cs="Calibri"/>
                <w:noProof/>
                <w:lang w:val="ro-RO"/>
              </w:rPr>
            </w:pPr>
            <w:r w:rsidRPr="00E67132">
              <w:rPr>
                <w:rFonts w:cs="Calibri"/>
                <w:noProof/>
                <w:lang w:val="ro-RO"/>
              </w:rPr>
              <w:t xml:space="preserve">din documente menționate la depunerea tranșei a doua de plată) </w:t>
            </w:r>
          </w:p>
          <w:p w14:paraId="1A2D9353" w14:textId="77777777" w:rsidR="00ED53F3" w:rsidRPr="00E67132" w:rsidRDefault="00ED53F3" w:rsidP="00ED53F3">
            <w:pPr>
              <w:pStyle w:val="NoSpacing"/>
              <w:tabs>
                <w:tab w:val="left" w:pos="709"/>
              </w:tabs>
              <w:jc w:val="both"/>
              <w:rPr>
                <w:rFonts w:cs="Calibri"/>
                <w:noProof/>
                <w:lang w:val="ro-RO"/>
              </w:rPr>
            </w:pPr>
          </w:p>
          <w:p w14:paraId="6179A5E6" w14:textId="77777777" w:rsidR="00ED53F3" w:rsidRPr="00E67132" w:rsidRDefault="00ED53F3" w:rsidP="00ED53F3">
            <w:pPr>
              <w:pStyle w:val="NoSpacing"/>
              <w:tabs>
                <w:tab w:val="left" w:pos="709"/>
              </w:tabs>
              <w:jc w:val="both"/>
              <w:rPr>
                <w:rFonts w:cs="Calibri"/>
                <w:noProof/>
                <w:lang w:val="ro-RO"/>
              </w:rPr>
            </w:pPr>
          </w:p>
          <w:p w14:paraId="12DE6517" w14:textId="77777777" w:rsidR="00ED53F3" w:rsidRPr="00E67132" w:rsidRDefault="00ED53F3" w:rsidP="00ED53F3">
            <w:pPr>
              <w:pStyle w:val="NoSpacing"/>
              <w:tabs>
                <w:tab w:val="left" w:pos="709"/>
              </w:tabs>
              <w:jc w:val="both"/>
              <w:rPr>
                <w:rFonts w:cs="Calibri"/>
                <w:noProof/>
                <w:lang w:val="ro-RO"/>
              </w:rPr>
            </w:pPr>
          </w:p>
          <w:p w14:paraId="78D8D27B" w14:textId="77777777" w:rsidR="00ED53F3" w:rsidRPr="00E67132" w:rsidRDefault="00ED53F3" w:rsidP="00ED53F3">
            <w:pPr>
              <w:pStyle w:val="NoSpacing"/>
              <w:tabs>
                <w:tab w:val="left" w:pos="709"/>
              </w:tabs>
              <w:jc w:val="both"/>
              <w:rPr>
                <w:rFonts w:cs="Calibri"/>
                <w:noProof/>
                <w:lang w:val="ro-RO"/>
              </w:rPr>
            </w:pPr>
          </w:p>
          <w:p w14:paraId="310FC28E" w14:textId="77777777" w:rsidR="00ED53F3" w:rsidRPr="00E67132" w:rsidRDefault="00ED53F3" w:rsidP="00ED53F3">
            <w:pPr>
              <w:pStyle w:val="NoSpacing"/>
              <w:tabs>
                <w:tab w:val="left" w:pos="709"/>
              </w:tabs>
              <w:jc w:val="both"/>
              <w:rPr>
                <w:rFonts w:cs="Calibri"/>
                <w:noProof/>
                <w:lang w:val="ro-RO"/>
              </w:rPr>
            </w:pPr>
          </w:p>
          <w:p w14:paraId="44A77D74" w14:textId="77777777" w:rsidR="00ED53F3" w:rsidRPr="00E67132" w:rsidRDefault="00ED53F3" w:rsidP="00ED53F3">
            <w:pPr>
              <w:pStyle w:val="NoSpacing"/>
              <w:tabs>
                <w:tab w:val="left" w:pos="709"/>
              </w:tabs>
              <w:jc w:val="both"/>
              <w:rPr>
                <w:rFonts w:cs="Calibri"/>
                <w:noProof/>
                <w:lang w:val="ro-RO"/>
              </w:rPr>
            </w:pPr>
          </w:p>
          <w:p w14:paraId="6884A9FF" w14:textId="77777777" w:rsidR="00ED53F3" w:rsidRPr="00E67132" w:rsidRDefault="00ED53F3" w:rsidP="00ED53F3">
            <w:pPr>
              <w:pStyle w:val="NoSpacing"/>
              <w:tabs>
                <w:tab w:val="left" w:pos="709"/>
              </w:tabs>
              <w:jc w:val="both"/>
              <w:rPr>
                <w:rFonts w:cs="Calibri"/>
                <w:noProof/>
                <w:lang w:val="ro-RO"/>
              </w:rPr>
            </w:pPr>
          </w:p>
          <w:p w14:paraId="447A9A31" w14:textId="77777777" w:rsidR="00ED53F3" w:rsidRPr="00E67132" w:rsidRDefault="00ED53F3" w:rsidP="00ED53F3">
            <w:pPr>
              <w:pStyle w:val="NoSpacing"/>
              <w:tabs>
                <w:tab w:val="left" w:pos="709"/>
              </w:tabs>
              <w:jc w:val="both"/>
              <w:rPr>
                <w:rFonts w:cs="Calibri"/>
                <w:noProof/>
                <w:lang w:val="ro-RO"/>
              </w:rPr>
            </w:pPr>
          </w:p>
          <w:p w14:paraId="2E7A1BA0" w14:textId="77777777" w:rsidR="00ED53F3" w:rsidRPr="00E67132" w:rsidRDefault="00ED53F3" w:rsidP="00ED53F3">
            <w:pPr>
              <w:pStyle w:val="NoSpacing"/>
              <w:tabs>
                <w:tab w:val="left" w:pos="709"/>
              </w:tabs>
              <w:jc w:val="both"/>
              <w:rPr>
                <w:rFonts w:cs="Calibri"/>
                <w:noProof/>
                <w:lang w:val="ro-RO"/>
              </w:rPr>
            </w:pPr>
          </w:p>
          <w:p w14:paraId="1D828A17" w14:textId="77777777" w:rsidR="00ED53F3" w:rsidRPr="00E67132" w:rsidRDefault="00ED53F3" w:rsidP="00ED53F3">
            <w:pPr>
              <w:pStyle w:val="NoSpacing"/>
              <w:tabs>
                <w:tab w:val="left" w:pos="709"/>
              </w:tabs>
              <w:jc w:val="both"/>
              <w:rPr>
                <w:rFonts w:cs="Calibri"/>
                <w:noProof/>
                <w:lang w:val="ro-RO"/>
              </w:rPr>
            </w:pPr>
          </w:p>
          <w:p w14:paraId="33F85A57" w14:textId="77777777" w:rsidR="00ED53F3" w:rsidRPr="00E67132" w:rsidRDefault="00ED53F3" w:rsidP="00ED53F3">
            <w:pPr>
              <w:pStyle w:val="NoSpacing"/>
              <w:tabs>
                <w:tab w:val="left" w:pos="709"/>
              </w:tabs>
              <w:jc w:val="both"/>
              <w:rPr>
                <w:rFonts w:cs="Calibri"/>
                <w:noProof/>
                <w:lang w:val="ro-RO"/>
              </w:rPr>
            </w:pPr>
          </w:p>
          <w:p w14:paraId="59AE881B" w14:textId="77777777" w:rsidR="00ED53F3" w:rsidRPr="00E67132" w:rsidRDefault="00ED53F3" w:rsidP="00ED53F3">
            <w:pPr>
              <w:pStyle w:val="NoSpacing"/>
              <w:tabs>
                <w:tab w:val="left" w:pos="709"/>
              </w:tabs>
              <w:jc w:val="both"/>
              <w:rPr>
                <w:rFonts w:cs="Calibri"/>
                <w:noProof/>
                <w:lang w:val="ro-RO"/>
              </w:rPr>
            </w:pPr>
          </w:p>
          <w:p w14:paraId="481D8232" w14:textId="77777777" w:rsidR="00913C61" w:rsidRPr="00E67132" w:rsidRDefault="00913C61" w:rsidP="00ED53F3">
            <w:pPr>
              <w:pStyle w:val="NoSpacing"/>
              <w:tabs>
                <w:tab w:val="left" w:pos="709"/>
              </w:tabs>
              <w:jc w:val="both"/>
              <w:rPr>
                <w:rFonts w:cs="Calibri"/>
                <w:noProof/>
                <w:lang w:val="ro-RO"/>
              </w:rPr>
            </w:pPr>
          </w:p>
          <w:p w14:paraId="15AAD0B8" w14:textId="77777777" w:rsidR="00BA7AAF" w:rsidRPr="00E67132" w:rsidRDefault="00BA7AAF" w:rsidP="00ED53F3">
            <w:pPr>
              <w:pStyle w:val="NoSpacing"/>
              <w:tabs>
                <w:tab w:val="left" w:pos="709"/>
              </w:tabs>
              <w:jc w:val="both"/>
              <w:rPr>
                <w:rFonts w:cs="Calibri"/>
                <w:noProof/>
                <w:lang w:val="ro-RO"/>
              </w:rPr>
            </w:pPr>
          </w:p>
          <w:p w14:paraId="0ACC4145" w14:textId="5411ADD5" w:rsidR="00306BF9" w:rsidRPr="00E67132" w:rsidRDefault="00D219F9" w:rsidP="002370A2">
            <w:pPr>
              <w:pStyle w:val="NoSpacing"/>
              <w:tabs>
                <w:tab w:val="left" w:pos="709"/>
              </w:tabs>
              <w:jc w:val="both"/>
              <w:rPr>
                <w:rFonts w:cs="Calibri"/>
                <w:noProof/>
                <w:lang w:val="ro-RO"/>
              </w:rPr>
            </w:pPr>
            <w:r w:rsidRPr="00E67132">
              <w:rPr>
                <w:rFonts w:cs="Calibri"/>
                <w:noProof/>
                <w:lang w:val="ro-RO"/>
              </w:rPr>
              <w:t xml:space="preserve">8.3 </w:t>
            </w:r>
            <w:r w:rsidRPr="00E67132">
              <w:rPr>
                <w:rFonts w:asciiTheme="minorHAnsi" w:hAnsiTheme="minorHAnsi" w:cs="Calibri"/>
                <w:noProof/>
                <w:sz w:val="24"/>
                <w:szCs w:val="24"/>
                <w:lang w:val="ro-RO"/>
              </w:rPr>
              <w:t>a) Competenţe în domeniul agricol</w:t>
            </w:r>
            <w:r w:rsidRPr="00E67132">
              <w:rPr>
                <w:rFonts w:asciiTheme="minorHAnsi" w:hAnsiTheme="minorHAnsi"/>
                <w:bCs/>
                <w:noProof/>
                <w:sz w:val="24"/>
                <w:szCs w:val="24"/>
                <w:lang w:val="ro-RO" w:eastAsia="fr-FR"/>
              </w:rPr>
              <w:t>/</w:t>
            </w:r>
            <w:r w:rsidRPr="00E67132">
              <w:rPr>
                <w:rFonts w:asciiTheme="minorHAnsi" w:hAnsiTheme="minorHAnsi"/>
                <w:noProof/>
                <w:sz w:val="24"/>
                <w:szCs w:val="24"/>
                <w:lang w:val="ro-RO"/>
              </w:rPr>
              <w:t>veterinar/economie agrară</w:t>
            </w:r>
            <w:r w:rsidRPr="00E67132">
              <w:rPr>
                <w:rFonts w:asciiTheme="minorHAnsi" w:hAnsiTheme="minorHAnsi" w:cs="Calibri"/>
                <w:noProof/>
                <w:sz w:val="24"/>
                <w:szCs w:val="24"/>
                <w:lang w:val="ro-RO"/>
              </w:rPr>
              <w:t xml:space="preserve"> dobândite prin participarea la programe de </w:t>
            </w:r>
            <w:r w:rsidRPr="00E67132">
              <w:rPr>
                <w:rFonts w:asciiTheme="minorHAnsi" w:hAnsiTheme="minorHAnsi"/>
                <w:bCs/>
                <w:noProof/>
                <w:sz w:val="24"/>
                <w:szCs w:val="24"/>
                <w:lang w:val="ro-RO" w:eastAsia="fr-FR"/>
              </w:rPr>
              <w:t>inițiere/</w:t>
            </w:r>
            <w:r w:rsidRPr="00E67132">
              <w:rPr>
                <w:rFonts w:asciiTheme="minorHAnsi" w:hAnsiTheme="minorHAnsi" w:cs="Calibri"/>
                <w:noProof/>
                <w:sz w:val="24"/>
                <w:szCs w:val="24"/>
                <w:lang w:val="ro-RO"/>
              </w:rPr>
              <w:t xml:space="preserve"> instruire/</w:t>
            </w:r>
            <w:r w:rsidRPr="00E67132">
              <w:rPr>
                <w:rFonts w:asciiTheme="minorHAnsi" w:hAnsiTheme="minorHAnsi"/>
                <w:bCs/>
                <w:noProof/>
                <w:sz w:val="24"/>
                <w:szCs w:val="24"/>
                <w:lang w:val="ro-RO" w:eastAsia="fr-FR"/>
              </w:rPr>
              <w:t>specializare</w:t>
            </w:r>
            <w:r w:rsidRPr="00E67132">
              <w:rPr>
                <w:rFonts w:asciiTheme="minorHAnsi" w:hAnsiTheme="minorHAnsi"/>
                <w:b/>
                <w:bCs/>
                <w:noProof/>
                <w:sz w:val="24"/>
                <w:szCs w:val="24"/>
                <w:lang w:val="ro-RO" w:eastAsia="fr-FR"/>
              </w:rPr>
              <w:t xml:space="preserve"> </w:t>
            </w:r>
            <w:r w:rsidRPr="00E67132">
              <w:rPr>
                <w:rFonts w:asciiTheme="minorHAnsi" w:hAnsiTheme="minorHAnsi"/>
                <w:b/>
                <w:bCs/>
                <w:noProof/>
                <w:sz w:val="24"/>
                <w:szCs w:val="24"/>
                <w:lang w:val="ro-RO"/>
              </w:rPr>
              <w:t>care nu necesită un document</w:t>
            </w:r>
            <w:r w:rsidRPr="00E67132">
              <w:rPr>
                <w:rFonts w:asciiTheme="minorHAnsi" w:hAnsiTheme="minorHAnsi"/>
                <w:noProof/>
                <w:sz w:val="24"/>
                <w:szCs w:val="24"/>
                <w:lang w:val="ro-RO"/>
              </w:rPr>
              <w:t xml:space="preserve"> </w:t>
            </w:r>
            <w:r w:rsidRPr="00E67132">
              <w:rPr>
                <w:rFonts w:asciiTheme="minorHAnsi" w:hAnsiTheme="minorHAnsi"/>
                <w:b/>
                <w:bCs/>
                <w:noProof/>
                <w:sz w:val="24"/>
                <w:szCs w:val="24"/>
                <w:lang w:val="ro-RO"/>
              </w:rPr>
              <w:t xml:space="preserve">eliberat de formatorii recunoscuţi de către ANC şi presupune un număr de ore sub numărul de ore aferent Nivelului I de calificare profesională </w:t>
            </w:r>
            <w:r w:rsidR="00D0529D" w:rsidRPr="00E67132">
              <w:rPr>
                <w:rFonts w:cs="Calibri"/>
                <w:noProof/>
                <w:lang w:val="ro-RO"/>
              </w:rPr>
              <w:t>(</w:t>
            </w:r>
            <w:r w:rsidR="00D0529D" w:rsidRPr="00E67132">
              <w:rPr>
                <w:noProof/>
                <w:lang w:val="ro-RO"/>
              </w:rPr>
              <w:t>Nivelul I de calificare presupune 360 de ore de curs pentru cei care au urmat cursuri până la 1 ianuarie 2016, şi 80 de ore de curs pentru cei care au urmat cursuri după 1 ianuarie 2016)</w:t>
            </w:r>
            <w:r w:rsidR="00BA5843" w:rsidRPr="00E67132">
              <w:rPr>
                <w:noProof/>
                <w:lang w:val="ro-RO"/>
              </w:rPr>
              <w:t>, se acceptă inclusiv certificatele de cal</w:t>
            </w:r>
            <w:r w:rsidR="00041C2C">
              <w:rPr>
                <w:noProof/>
                <w:lang w:val="ro-RO"/>
              </w:rPr>
              <w:t>ificare/absolvire emise de ANCA</w:t>
            </w:r>
            <w:r w:rsidR="00306BF9" w:rsidRPr="00E67132">
              <w:rPr>
                <w:rFonts w:cs="Calibri"/>
                <w:noProof/>
                <w:lang w:val="ro-RO"/>
              </w:rPr>
              <w:t>;</w:t>
            </w:r>
          </w:p>
          <w:p w14:paraId="58F0AF1C" w14:textId="77777777" w:rsidR="00A57E14" w:rsidRPr="00E67132" w:rsidRDefault="00A57E14" w:rsidP="002370A2">
            <w:pPr>
              <w:pStyle w:val="NoSpacing"/>
              <w:tabs>
                <w:tab w:val="left" w:pos="709"/>
              </w:tabs>
              <w:jc w:val="both"/>
              <w:rPr>
                <w:rFonts w:cs="Calibri"/>
                <w:b/>
                <w:noProof/>
                <w:lang w:val="ro-RO"/>
              </w:rPr>
            </w:pPr>
            <w:r w:rsidRPr="00E67132">
              <w:rPr>
                <w:rFonts w:cs="Calibri"/>
                <w:b/>
                <w:noProof/>
                <w:lang w:val="ro-RO"/>
              </w:rPr>
              <w:t>S</w:t>
            </w:r>
            <w:r w:rsidR="00D0207C" w:rsidRPr="00E67132">
              <w:rPr>
                <w:rFonts w:cs="Calibri"/>
                <w:b/>
                <w:noProof/>
                <w:lang w:val="ro-RO"/>
              </w:rPr>
              <w:t>au</w:t>
            </w:r>
          </w:p>
          <w:p w14:paraId="247AA41C" w14:textId="77777777" w:rsidR="00306BF9" w:rsidRPr="00E67132" w:rsidRDefault="00D219F9" w:rsidP="00156B48">
            <w:pPr>
              <w:pStyle w:val="NoSpacing"/>
              <w:tabs>
                <w:tab w:val="left" w:pos="709"/>
              </w:tabs>
              <w:jc w:val="both"/>
              <w:rPr>
                <w:rFonts w:cs="Calibri"/>
                <w:noProof/>
                <w:lang w:val="ro-RO"/>
              </w:rPr>
            </w:pPr>
            <w:r w:rsidRPr="00E67132">
              <w:rPr>
                <w:rFonts w:cs="Calibri"/>
                <w:noProof/>
                <w:lang w:val="ro-RO"/>
              </w:rPr>
              <w:t xml:space="preserve">b) </w:t>
            </w:r>
            <w:r w:rsidR="0042320E" w:rsidRPr="00E67132">
              <w:rPr>
                <w:rFonts w:cs="Calibri"/>
                <w:noProof/>
                <w:lang w:val="ro-RO"/>
              </w:rPr>
              <w:t>R</w:t>
            </w:r>
            <w:r w:rsidR="00306BF9" w:rsidRPr="00E67132">
              <w:rPr>
                <w:rFonts w:cs="Calibri"/>
                <w:noProof/>
                <w:lang w:val="ro-RO"/>
              </w:rPr>
              <w:t>ecunoaşterea de către un centru de evaluare si certificare a competențelor profesionale obținute pe alte căi decât cele formale autorizat ANC</w:t>
            </w:r>
            <w:r w:rsidR="001F4D32" w:rsidRPr="00E67132">
              <w:rPr>
                <w:rFonts w:cs="Calibri"/>
                <w:noProof/>
                <w:lang w:val="ro-RO"/>
              </w:rPr>
              <w:t>,</w:t>
            </w:r>
            <w:r w:rsidR="00306BF9" w:rsidRPr="00E67132">
              <w:rPr>
                <w:rFonts w:cs="Calibri"/>
                <w:noProof/>
                <w:lang w:val="ro-RO"/>
              </w:rPr>
              <w:t xml:space="preserve"> a competenţelor dobândite ca urmare a experienţei profesionale.</w:t>
            </w:r>
          </w:p>
          <w:p w14:paraId="0FF67EF9" w14:textId="77777777" w:rsidR="007F318E" w:rsidRPr="00E67132" w:rsidRDefault="009D002B" w:rsidP="002908EE">
            <w:pPr>
              <w:jc w:val="both"/>
              <w:rPr>
                <w:rFonts w:ascii="Calibri" w:hAnsi="Calibri" w:cs="Calibri"/>
                <w:noProof/>
                <w:sz w:val="22"/>
                <w:szCs w:val="22"/>
                <w:lang w:val="ro-RO"/>
              </w:rPr>
            </w:pPr>
            <w:r w:rsidRPr="00E67132">
              <w:rPr>
                <w:rFonts w:ascii="Calibri" w:hAnsi="Calibri" w:cs="Calibri"/>
                <w:bCs/>
                <w:noProof/>
                <w:sz w:val="22"/>
                <w:szCs w:val="22"/>
                <w:lang w:val="ro-RO"/>
              </w:rPr>
              <w:t>8.</w:t>
            </w:r>
            <w:r w:rsidR="00291257" w:rsidRPr="00E67132">
              <w:rPr>
                <w:rFonts w:ascii="Calibri" w:hAnsi="Calibri" w:cs="Calibri"/>
                <w:bCs/>
                <w:noProof/>
                <w:sz w:val="22"/>
                <w:szCs w:val="22"/>
                <w:lang w:val="ro-RO"/>
              </w:rPr>
              <w:t>4</w:t>
            </w:r>
            <w:r w:rsidRPr="00E67132">
              <w:rPr>
                <w:rFonts w:ascii="Calibri" w:hAnsi="Calibri" w:cs="Calibri"/>
                <w:bCs/>
                <w:noProof/>
                <w:sz w:val="22"/>
                <w:szCs w:val="22"/>
                <w:lang w:val="ro-RO"/>
              </w:rPr>
              <w:t xml:space="preserve"> </w:t>
            </w:r>
            <w:r w:rsidR="007F318E" w:rsidRPr="00E67132">
              <w:rPr>
                <w:rFonts w:ascii="Calibri" w:hAnsi="Calibri" w:cs="Calibri"/>
                <w:noProof/>
                <w:sz w:val="22"/>
                <w:szCs w:val="22"/>
                <w:lang w:val="ro-RO"/>
              </w:rPr>
              <w:t>Angajamentul de a dobândi competențele profesionale adecvate într-o perioadă de grație de maximum 33 de luni de la data adoptării deciziei individuale de acordare a ajutorului, dar nu mai mult de ultima tranşă de plată.</w:t>
            </w:r>
          </w:p>
          <w:p w14:paraId="7B395253" w14:textId="77777777" w:rsidR="008A17D6" w:rsidRDefault="001F4871" w:rsidP="005E1DF2">
            <w:pPr>
              <w:jc w:val="both"/>
              <w:rPr>
                <w:rFonts w:ascii="Calibri" w:hAnsi="Calibri" w:cs="Calibri"/>
                <w:noProof/>
                <w:sz w:val="22"/>
                <w:szCs w:val="22"/>
                <w:lang w:val="ro-RO"/>
              </w:rPr>
            </w:pPr>
            <w:r w:rsidRPr="00E67132">
              <w:rPr>
                <w:rFonts w:ascii="Calibri" w:hAnsi="Calibri" w:cs="Calibri"/>
                <w:noProof/>
                <w:sz w:val="22"/>
                <w:szCs w:val="22"/>
                <w:lang w:val="ro-RO"/>
              </w:rPr>
              <w:t xml:space="preserve"> </w:t>
            </w:r>
          </w:p>
          <w:p w14:paraId="7DE0A31C" w14:textId="77777777" w:rsidR="00077760" w:rsidRDefault="00077760" w:rsidP="005E1DF2">
            <w:pPr>
              <w:jc w:val="both"/>
              <w:rPr>
                <w:rFonts w:ascii="Calibri" w:hAnsi="Calibri" w:cs="Calibri"/>
                <w:noProof/>
                <w:sz w:val="22"/>
                <w:szCs w:val="22"/>
                <w:lang w:val="ro-RO"/>
              </w:rPr>
            </w:pPr>
          </w:p>
          <w:p w14:paraId="602959EB" w14:textId="77777777" w:rsidR="00077760" w:rsidRDefault="00077760" w:rsidP="005E1DF2">
            <w:pPr>
              <w:jc w:val="both"/>
              <w:rPr>
                <w:rFonts w:ascii="Calibri" w:hAnsi="Calibri" w:cs="Calibri"/>
                <w:noProof/>
                <w:sz w:val="22"/>
                <w:szCs w:val="22"/>
                <w:lang w:val="ro-RO"/>
              </w:rPr>
            </w:pPr>
          </w:p>
          <w:p w14:paraId="1302DBCB" w14:textId="77777777" w:rsidR="00077760" w:rsidRDefault="00077760" w:rsidP="005E1DF2">
            <w:pPr>
              <w:jc w:val="both"/>
              <w:rPr>
                <w:rFonts w:ascii="Calibri" w:hAnsi="Calibri" w:cs="Calibri"/>
                <w:noProof/>
                <w:sz w:val="22"/>
                <w:szCs w:val="22"/>
                <w:lang w:val="ro-RO"/>
              </w:rPr>
            </w:pPr>
          </w:p>
          <w:p w14:paraId="40790AB6" w14:textId="77777777" w:rsidR="00077760" w:rsidRDefault="00077760" w:rsidP="005E1DF2">
            <w:pPr>
              <w:jc w:val="both"/>
              <w:rPr>
                <w:rFonts w:ascii="Calibri" w:hAnsi="Calibri" w:cs="Calibri"/>
                <w:noProof/>
                <w:sz w:val="22"/>
                <w:szCs w:val="22"/>
                <w:lang w:val="ro-RO"/>
              </w:rPr>
            </w:pPr>
          </w:p>
          <w:p w14:paraId="014AA765" w14:textId="77777777" w:rsidR="00077760" w:rsidRDefault="00077760" w:rsidP="005E1DF2">
            <w:pPr>
              <w:jc w:val="both"/>
              <w:rPr>
                <w:rFonts w:ascii="Calibri" w:hAnsi="Calibri" w:cs="Calibri"/>
                <w:noProof/>
                <w:sz w:val="22"/>
                <w:szCs w:val="22"/>
                <w:lang w:val="ro-RO"/>
              </w:rPr>
            </w:pPr>
          </w:p>
          <w:p w14:paraId="470B07B4" w14:textId="77777777" w:rsidR="00077760" w:rsidRDefault="00077760" w:rsidP="005E1DF2">
            <w:pPr>
              <w:jc w:val="both"/>
              <w:rPr>
                <w:rFonts w:ascii="Calibri" w:hAnsi="Calibri" w:cs="Calibri"/>
                <w:noProof/>
                <w:sz w:val="22"/>
                <w:szCs w:val="22"/>
                <w:lang w:val="ro-RO"/>
              </w:rPr>
            </w:pPr>
          </w:p>
          <w:p w14:paraId="332478F5" w14:textId="77777777" w:rsidR="00077760" w:rsidRDefault="00077760" w:rsidP="005E1DF2">
            <w:pPr>
              <w:jc w:val="both"/>
              <w:rPr>
                <w:rFonts w:ascii="Calibri" w:hAnsi="Calibri" w:cs="Calibri"/>
                <w:noProof/>
                <w:sz w:val="22"/>
                <w:szCs w:val="22"/>
                <w:lang w:val="ro-RO"/>
              </w:rPr>
            </w:pPr>
          </w:p>
          <w:p w14:paraId="25A1FF2F" w14:textId="77777777" w:rsidR="00077760" w:rsidRDefault="00077760" w:rsidP="005E1DF2">
            <w:pPr>
              <w:jc w:val="both"/>
              <w:rPr>
                <w:rFonts w:ascii="Calibri" w:hAnsi="Calibri" w:cs="Calibri"/>
                <w:noProof/>
                <w:sz w:val="22"/>
                <w:szCs w:val="22"/>
                <w:lang w:val="ro-RO"/>
              </w:rPr>
            </w:pPr>
          </w:p>
          <w:p w14:paraId="1802E672" w14:textId="77777777" w:rsidR="00077760" w:rsidRDefault="00077760" w:rsidP="005E1DF2">
            <w:pPr>
              <w:jc w:val="both"/>
              <w:rPr>
                <w:rFonts w:ascii="Calibri" w:hAnsi="Calibri" w:cs="Calibri"/>
                <w:noProof/>
                <w:sz w:val="22"/>
                <w:szCs w:val="22"/>
                <w:lang w:val="ro-RO"/>
              </w:rPr>
            </w:pPr>
          </w:p>
          <w:p w14:paraId="74B20092" w14:textId="77777777" w:rsidR="00077760" w:rsidRDefault="00077760" w:rsidP="005E1DF2">
            <w:pPr>
              <w:jc w:val="both"/>
              <w:rPr>
                <w:rFonts w:ascii="Calibri" w:hAnsi="Calibri" w:cs="Calibri"/>
                <w:noProof/>
                <w:sz w:val="22"/>
                <w:szCs w:val="22"/>
                <w:lang w:val="ro-RO"/>
              </w:rPr>
            </w:pPr>
          </w:p>
          <w:p w14:paraId="28D2B587" w14:textId="77777777" w:rsidR="00077760" w:rsidRDefault="00077760" w:rsidP="005E1DF2">
            <w:pPr>
              <w:jc w:val="both"/>
              <w:rPr>
                <w:rFonts w:ascii="Calibri" w:hAnsi="Calibri" w:cs="Calibri"/>
                <w:noProof/>
                <w:sz w:val="22"/>
                <w:szCs w:val="22"/>
                <w:lang w:val="ro-RO"/>
              </w:rPr>
            </w:pPr>
          </w:p>
          <w:p w14:paraId="3CBD2E06" w14:textId="77777777" w:rsidR="00077760" w:rsidRDefault="00077760" w:rsidP="005E1DF2">
            <w:pPr>
              <w:jc w:val="both"/>
              <w:rPr>
                <w:rFonts w:ascii="Calibri" w:hAnsi="Calibri" w:cs="Calibri"/>
                <w:noProof/>
                <w:sz w:val="22"/>
                <w:szCs w:val="22"/>
                <w:lang w:val="ro-RO"/>
              </w:rPr>
            </w:pPr>
          </w:p>
          <w:p w14:paraId="0A79AB2D" w14:textId="77777777" w:rsidR="00077760" w:rsidRDefault="00077760" w:rsidP="005E1DF2">
            <w:pPr>
              <w:jc w:val="both"/>
              <w:rPr>
                <w:rFonts w:ascii="Calibri" w:hAnsi="Calibri" w:cs="Calibri"/>
                <w:noProof/>
                <w:sz w:val="22"/>
                <w:szCs w:val="22"/>
                <w:lang w:val="ro-RO"/>
              </w:rPr>
            </w:pPr>
          </w:p>
          <w:p w14:paraId="7E71BDCA" w14:textId="308C1E78" w:rsidR="000A7CEB" w:rsidRPr="00E67132" w:rsidRDefault="00015314" w:rsidP="005E1DF2">
            <w:pPr>
              <w:jc w:val="both"/>
              <w:rPr>
                <w:rFonts w:ascii="Calibri" w:hAnsi="Calibri" w:cs="Calibri"/>
                <w:noProof/>
                <w:sz w:val="22"/>
                <w:szCs w:val="22"/>
                <w:lang w:val="ro-RO"/>
              </w:rPr>
            </w:pPr>
            <w:r w:rsidRPr="00015314">
              <w:rPr>
                <w:rFonts w:ascii="Calibri" w:hAnsi="Calibri" w:cs="Calibri"/>
                <w:noProof/>
                <w:sz w:val="22"/>
                <w:szCs w:val="22"/>
                <w:lang w:val="ro-RO"/>
              </w:rPr>
              <w:t>Dacă solicitantul a absolvit un program de studiu în țări membre UE sau terțe UE, în ultimele 60 de luni înaintea depunerii cererii de finanţare, atunci documentul  (diplomă fără apostilă conform Convenției de la HAGA)  al formării profesionale, adecvate tipului activităţii agricole ce face obiectul proiectului, trebuie să fie echivalat, conform legislaţiei naţionale, fie la depunerea cererii de finanţare, fie până la depunerea dosarului pentru acordarea tranşei a doua de plată.</w:t>
            </w:r>
          </w:p>
          <w:p w14:paraId="1BCBE8D7" w14:textId="77777777" w:rsidR="00D30895" w:rsidRDefault="00D30895" w:rsidP="008A6B8B">
            <w:pPr>
              <w:jc w:val="both"/>
              <w:rPr>
                <w:rFonts w:ascii="Calibri" w:hAnsi="Calibri" w:cs="Calibri"/>
                <w:noProof/>
                <w:sz w:val="22"/>
                <w:szCs w:val="22"/>
                <w:lang w:val="ro-RO"/>
              </w:rPr>
            </w:pPr>
          </w:p>
          <w:p w14:paraId="1D191163" w14:textId="77777777" w:rsidR="00A8475F" w:rsidRDefault="00A8475F" w:rsidP="00A8475F">
            <w:pPr>
              <w:jc w:val="both"/>
              <w:rPr>
                <w:rFonts w:ascii="Calibri" w:hAnsi="Calibri" w:cs="Calibri"/>
                <w:b/>
                <w:sz w:val="22"/>
                <w:szCs w:val="22"/>
                <w:lang w:val="ro-RO"/>
              </w:rPr>
            </w:pPr>
          </w:p>
          <w:p w14:paraId="14F1D03E" w14:textId="305091F5" w:rsidR="009E0935" w:rsidRPr="009E0935" w:rsidRDefault="009E0935" w:rsidP="00A8475F">
            <w:pPr>
              <w:jc w:val="both"/>
              <w:rPr>
                <w:rFonts w:ascii="Calibri" w:hAnsi="Calibri" w:cs="Calibri"/>
                <w:noProof/>
                <w:sz w:val="22"/>
                <w:szCs w:val="22"/>
                <w:lang w:val="ro-RO"/>
              </w:rPr>
            </w:pPr>
          </w:p>
        </w:tc>
        <w:tc>
          <w:tcPr>
            <w:tcW w:w="5220" w:type="dxa"/>
          </w:tcPr>
          <w:p w14:paraId="1BCE8C5A" w14:textId="77777777" w:rsidR="007F318E" w:rsidRPr="00E67132" w:rsidRDefault="00A8475F" w:rsidP="00045142">
            <w:pPr>
              <w:jc w:val="both"/>
              <w:rPr>
                <w:rFonts w:ascii="Calibri" w:hAnsi="Calibri" w:cs="Calibri"/>
                <w:b/>
                <w:noProof/>
                <w:sz w:val="22"/>
                <w:szCs w:val="22"/>
                <w:lang w:val="ro-RO"/>
              </w:rPr>
            </w:pPr>
            <w:r>
              <w:rPr>
                <w:rFonts w:ascii="Calibri" w:hAnsi="Calibri" w:cs="Calibri"/>
                <w:noProof/>
                <w:color w:val="000000"/>
                <w:sz w:val="22"/>
                <w:szCs w:val="22"/>
                <w:lang w:val="ro-RO"/>
              </w:rPr>
              <w:t xml:space="preserve">Doc. </w:t>
            </w:r>
            <w:r w:rsidR="00140E45" w:rsidRPr="00E67132">
              <w:rPr>
                <w:rFonts w:ascii="Calibri" w:hAnsi="Calibri" w:cs="Calibri"/>
                <w:noProof/>
                <w:color w:val="000000"/>
                <w:sz w:val="22"/>
                <w:szCs w:val="22"/>
                <w:lang w:val="ro-RO"/>
              </w:rPr>
              <w:t xml:space="preserve">8.1 </w:t>
            </w:r>
            <w:r w:rsidR="007F318E" w:rsidRPr="00E67132">
              <w:rPr>
                <w:rFonts w:ascii="Calibri" w:hAnsi="Calibri" w:cs="Calibri"/>
                <w:noProof/>
                <w:color w:val="000000"/>
                <w:sz w:val="22"/>
                <w:szCs w:val="22"/>
                <w:lang w:val="ro-RO"/>
              </w:rPr>
              <w:t>C</w:t>
            </w:r>
            <w:r w:rsidR="007F318E" w:rsidRPr="00E67132">
              <w:rPr>
                <w:rFonts w:ascii="Calibri" w:hAnsi="Calibri" w:cs="Calibri"/>
                <w:noProof/>
                <w:sz w:val="22"/>
                <w:szCs w:val="22"/>
                <w:lang w:val="ro-RO"/>
              </w:rPr>
              <w:t>ontrolul  va consta in verificarea documentul</w:t>
            </w:r>
            <w:r w:rsidR="00D0207C" w:rsidRPr="00E67132">
              <w:rPr>
                <w:rFonts w:ascii="Calibri" w:hAnsi="Calibri" w:cs="Calibri"/>
                <w:noProof/>
                <w:sz w:val="22"/>
                <w:szCs w:val="22"/>
                <w:lang w:val="ro-RO"/>
              </w:rPr>
              <w:t xml:space="preserve">ui, daca acesta </w:t>
            </w:r>
            <w:r w:rsidR="007F318E" w:rsidRPr="00E67132">
              <w:rPr>
                <w:rFonts w:ascii="Calibri" w:hAnsi="Calibri" w:cs="Calibri"/>
                <w:noProof/>
                <w:sz w:val="22"/>
                <w:szCs w:val="22"/>
                <w:lang w:val="ro-RO"/>
              </w:rPr>
              <w:t xml:space="preserve"> este emis pe numele solicitantului  de catre o institutie recunoscuta de Ministerul Educatiei. </w:t>
            </w:r>
          </w:p>
          <w:p w14:paraId="5DEB2A84" w14:textId="77777777" w:rsidR="00C54C28" w:rsidRPr="00E67132" w:rsidRDefault="007F318E" w:rsidP="00045142">
            <w:pPr>
              <w:tabs>
                <w:tab w:val="left" w:pos="360"/>
                <w:tab w:val="left" w:pos="709"/>
              </w:tabs>
              <w:jc w:val="both"/>
              <w:rPr>
                <w:rFonts w:ascii="Calibri" w:hAnsi="Calibri" w:cs="Calibri"/>
                <w:noProof/>
                <w:sz w:val="22"/>
                <w:szCs w:val="22"/>
                <w:lang w:val="ro-RO"/>
              </w:rPr>
            </w:pPr>
            <w:r w:rsidRPr="00E67132">
              <w:rPr>
                <w:rFonts w:ascii="Calibri" w:hAnsi="Calibri" w:cs="Calibri"/>
                <w:noProof/>
                <w:sz w:val="22"/>
                <w:szCs w:val="22"/>
                <w:lang w:val="ro-RO"/>
              </w:rPr>
              <w:t>Se verifica daca tânărul fermier deţine sau se angajează că va dobandi competente profesionale adecvate in raport cu proiectul pe care doreste sa-l initieze conform certificatului de formare atasate.</w:t>
            </w:r>
            <w:r w:rsidR="00C54C28" w:rsidRPr="00E67132">
              <w:rPr>
                <w:rFonts w:ascii="Calibri" w:hAnsi="Calibri" w:cs="Calibri"/>
                <w:noProof/>
                <w:sz w:val="22"/>
                <w:szCs w:val="22"/>
                <w:lang w:val="ro-RO"/>
              </w:rPr>
              <w:t xml:space="preserve"> </w:t>
            </w:r>
          </w:p>
          <w:p w14:paraId="21CAF148" w14:textId="77777777" w:rsidR="00F8554A" w:rsidRPr="00E67132" w:rsidRDefault="00F8554A" w:rsidP="00045142">
            <w:pPr>
              <w:tabs>
                <w:tab w:val="left" w:pos="3120"/>
                <w:tab w:val="center" w:pos="4320"/>
                <w:tab w:val="right" w:pos="8640"/>
              </w:tabs>
              <w:jc w:val="both"/>
              <w:rPr>
                <w:rFonts w:ascii="Calibri" w:hAnsi="Calibri" w:cs="Calibri"/>
                <w:bCs/>
                <w:noProof/>
                <w:sz w:val="22"/>
                <w:szCs w:val="22"/>
                <w:lang w:val="ro-RO"/>
              </w:rPr>
            </w:pPr>
            <w:r w:rsidRPr="00E67132">
              <w:rPr>
                <w:rFonts w:ascii="Calibri" w:hAnsi="Calibri" w:cs="Calibri"/>
                <w:bCs/>
                <w:noProof/>
                <w:sz w:val="22"/>
                <w:szCs w:val="22"/>
                <w:lang w:val="ro-RO"/>
              </w:rPr>
              <w:t xml:space="preserve">În cazul în care solicitantul care a absolvit în ultimele 12 luni până la data depunerii Cererii de finanţare, nu poate prezenta la Cererea de finanțare copia diplomei de studii </w:t>
            </w:r>
            <w:r w:rsidRPr="00E67132">
              <w:rPr>
                <w:rFonts w:ascii="Calibri" w:eastAsia="Calibri" w:hAnsi="Calibri" w:cs="Calibri"/>
                <w:noProof/>
                <w:sz w:val="22"/>
                <w:szCs w:val="22"/>
                <w:lang w:val="ro-RO"/>
              </w:rPr>
              <w:t xml:space="preserve">superioare (diploma de doctor, diploma de </w:t>
            </w:r>
            <w:r w:rsidR="0007711E" w:rsidRPr="00E67132">
              <w:rPr>
                <w:rFonts w:ascii="Calibri" w:eastAsia="Calibri" w:hAnsi="Calibri" w:cs="Calibri"/>
                <w:noProof/>
                <w:sz w:val="22"/>
                <w:szCs w:val="22"/>
                <w:lang w:val="ro-RO"/>
              </w:rPr>
              <w:t>masterat</w:t>
            </w:r>
            <w:r w:rsidRPr="00E67132">
              <w:rPr>
                <w:rFonts w:ascii="Calibri" w:eastAsia="Calibri" w:hAnsi="Calibri" w:cs="Calibri"/>
                <w:noProof/>
                <w:sz w:val="22"/>
                <w:szCs w:val="22"/>
                <w:lang w:val="ro-RO"/>
              </w:rPr>
              <w:t>, diploma de licenţă)/ postliceale (diploma/ certificatul de absolvire)/ liceale (diploma de bacalaureat) sau a certific</w:t>
            </w:r>
            <w:r w:rsidR="00140E45" w:rsidRPr="00E67132">
              <w:rPr>
                <w:rFonts w:ascii="Calibri" w:eastAsia="Calibri" w:hAnsi="Calibri" w:cs="Calibri"/>
                <w:noProof/>
                <w:sz w:val="22"/>
                <w:szCs w:val="22"/>
                <w:lang w:val="ro-RO"/>
              </w:rPr>
              <w:t>atului de absolvire a cursului/</w:t>
            </w:r>
            <w:r w:rsidRPr="00E67132">
              <w:rPr>
                <w:rFonts w:ascii="Calibri" w:eastAsia="Calibri" w:hAnsi="Calibri" w:cs="Calibri"/>
                <w:noProof/>
                <w:sz w:val="22"/>
                <w:szCs w:val="22"/>
                <w:lang w:val="ro-RO"/>
              </w:rPr>
              <w:t>documentului echivalent în domeniul agricol/ agro-alimentar/ veterinar/economiei agrare</w:t>
            </w:r>
            <w:r w:rsidRPr="00E67132">
              <w:rPr>
                <w:rFonts w:ascii="Calibri" w:hAnsi="Calibri" w:cs="Calibri"/>
                <w:bCs/>
                <w:noProof/>
                <w:sz w:val="22"/>
                <w:szCs w:val="22"/>
                <w:lang w:val="ro-RO"/>
              </w:rPr>
              <w:t>, expertul va verifica existența copiei adeverinţei de absolvire a studiilor respective, însoţită de situația școlară (sau după caz foaia matricolă), emise de catre institutia de învățământ absolvită.</w:t>
            </w:r>
          </w:p>
          <w:p w14:paraId="01971D25" w14:textId="77777777" w:rsidR="00913C61" w:rsidRPr="00E67132" w:rsidRDefault="00062A3B" w:rsidP="00045142">
            <w:pPr>
              <w:tabs>
                <w:tab w:val="left" w:pos="360"/>
                <w:tab w:val="left" w:pos="709"/>
              </w:tabs>
              <w:jc w:val="both"/>
              <w:rPr>
                <w:rFonts w:asciiTheme="minorHAnsi" w:hAnsiTheme="minorHAnsi"/>
                <w:b/>
                <w:bCs/>
                <w:noProof/>
                <w:color w:val="C00000"/>
                <w:sz w:val="22"/>
                <w:szCs w:val="22"/>
                <w:lang w:val="ro-RO"/>
              </w:rPr>
            </w:pPr>
            <w:r w:rsidRPr="00E67132">
              <w:rPr>
                <w:rFonts w:ascii="Calibri" w:hAnsi="Calibri" w:cs="Calibri"/>
                <w:b/>
                <w:noProof/>
                <w:sz w:val="22"/>
                <w:szCs w:val="22"/>
                <w:lang w:val="ro-RO"/>
              </w:rPr>
              <w:t xml:space="preserve"> </w:t>
            </w:r>
            <w:r w:rsidR="00913C61" w:rsidRPr="00E67132">
              <w:rPr>
                <w:rFonts w:asciiTheme="minorHAnsi" w:hAnsiTheme="minorHAnsi" w:cs="Calibri"/>
                <w:noProof/>
                <w:sz w:val="22"/>
                <w:szCs w:val="22"/>
                <w:lang w:val="ro-RO"/>
              </w:rPr>
              <w:t xml:space="preserve">Pentru eligibilitatea solicitantului, este obligatoriu să se prezinte </w:t>
            </w:r>
            <w:r w:rsidR="00913C61" w:rsidRPr="00E67132">
              <w:rPr>
                <w:rFonts w:asciiTheme="minorHAnsi" w:hAnsiTheme="minorHAnsi" w:cs="Calibri"/>
                <w:noProof/>
                <w:sz w:val="22"/>
                <w:szCs w:val="22"/>
                <w:u w:val="single"/>
                <w:lang w:val="ro-RO"/>
              </w:rPr>
              <w:t>diploma</w:t>
            </w:r>
            <w:r w:rsidR="00913C61" w:rsidRPr="00E67132">
              <w:rPr>
                <w:rFonts w:asciiTheme="minorHAnsi" w:hAnsiTheme="minorHAnsi" w:cs="Calibri"/>
                <w:noProof/>
                <w:sz w:val="22"/>
                <w:szCs w:val="22"/>
                <w:lang w:val="ro-RO"/>
              </w:rPr>
              <w:t xml:space="preserve"> </w:t>
            </w:r>
            <w:r w:rsidR="00913C61" w:rsidRPr="00E67132">
              <w:rPr>
                <w:rFonts w:asciiTheme="minorHAnsi" w:hAnsiTheme="minorHAnsi" w:cs="Calibri"/>
                <w:b/>
                <w:noProof/>
                <w:sz w:val="22"/>
                <w:szCs w:val="22"/>
                <w:lang w:val="ro-RO"/>
              </w:rPr>
              <w:t>SAU</w:t>
            </w:r>
            <w:r w:rsidR="00913C61" w:rsidRPr="00E67132">
              <w:rPr>
                <w:rFonts w:asciiTheme="minorHAnsi" w:hAnsiTheme="minorHAnsi" w:cs="Calibri"/>
                <w:noProof/>
                <w:sz w:val="22"/>
                <w:szCs w:val="22"/>
                <w:lang w:val="ro-RO"/>
              </w:rPr>
              <w:t xml:space="preserve"> </w:t>
            </w:r>
            <w:r w:rsidR="00913C61" w:rsidRPr="00E67132">
              <w:rPr>
                <w:rFonts w:asciiTheme="minorHAnsi" w:hAnsiTheme="minorHAnsi" w:cs="Calibri"/>
                <w:noProof/>
                <w:sz w:val="22"/>
                <w:szCs w:val="22"/>
                <w:u w:val="single"/>
                <w:lang w:val="ro-RO"/>
              </w:rPr>
              <w:t>documentul justificativ</w:t>
            </w:r>
            <w:r w:rsidR="00913C61" w:rsidRPr="00E67132">
              <w:rPr>
                <w:rFonts w:asciiTheme="minorHAnsi" w:hAnsiTheme="minorHAnsi" w:cs="Calibri"/>
                <w:noProof/>
                <w:sz w:val="22"/>
                <w:szCs w:val="22"/>
                <w:lang w:val="ro-RO"/>
              </w:rPr>
              <w:t xml:space="preserve"> a ultimei forme de învățământ absolvite </w:t>
            </w:r>
            <w:r w:rsidR="00913C61" w:rsidRPr="00E67132">
              <w:rPr>
                <w:rFonts w:asciiTheme="minorHAnsi" w:hAnsiTheme="minorHAnsi" w:cs="Calibri"/>
                <w:b/>
                <w:noProof/>
                <w:sz w:val="22"/>
                <w:szCs w:val="22"/>
                <w:lang w:val="ro-RO"/>
              </w:rPr>
              <w:t>(minimum 8 clase)</w:t>
            </w:r>
            <w:r w:rsidR="00913C61" w:rsidRPr="00E67132">
              <w:rPr>
                <w:rFonts w:asciiTheme="minorHAnsi" w:hAnsiTheme="minorHAnsi" w:cs="Calibri"/>
                <w:noProof/>
                <w:sz w:val="22"/>
                <w:szCs w:val="22"/>
                <w:lang w:val="ro-RO"/>
              </w:rPr>
              <w:t xml:space="preserve">. Prin document justificativ se înţelege orice document legal valabil, inclusiv adeverinţă de absolvire sau suplimentul descriptiv al certificatelor de formare profesională autorizate de ANC care cuprinde această </w:t>
            </w:r>
            <w:r w:rsidR="00913C61" w:rsidRPr="00E67132">
              <w:rPr>
                <w:rFonts w:asciiTheme="minorHAnsi" w:hAnsiTheme="minorHAnsi" w:cs="Calibri"/>
                <w:noProof/>
                <w:color w:val="000000" w:themeColor="text1"/>
                <w:sz w:val="22"/>
                <w:szCs w:val="22"/>
                <w:lang w:val="ro-RO"/>
              </w:rPr>
              <w:t>informaţie</w:t>
            </w:r>
            <w:r w:rsidR="00913C61" w:rsidRPr="00E67132">
              <w:rPr>
                <w:rFonts w:asciiTheme="minorHAnsi" w:hAnsiTheme="minorHAnsi"/>
                <w:b/>
                <w:bCs/>
                <w:noProof/>
                <w:color w:val="000000" w:themeColor="text1"/>
                <w:sz w:val="22"/>
                <w:szCs w:val="22"/>
                <w:lang w:val="ro-RO"/>
              </w:rPr>
              <w:t xml:space="preserve">. </w:t>
            </w:r>
          </w:p>
          <w:p w14:paraId="1D45BA95" w14:textId="77777777" w:rsidR="007E74AE" w:rsidRPr="00E67132" w:rsidRDefault="00A8475F" w:rsidP="00045142">
            <w:pPr>
              <w:jc w:val="both"/>
              <w:rPr>
                <w:rFonts w:ascii="Calibri" w:hAnsi="Calibri" w:cs="Calibri"/>
                <w:noProof/>
                <w:sz w:val="22"/>
                <w:szCs w:val="22"/>
                <w:lang w:val="ro-RO"/>
              </w:rPr>
            </w:pPr>
            <w:r>
              <w:rPr>
                <w:rFonts w:ascii="Calibri" w:hAnsi="Calibri" w:cs="Calibri"/>
                <w:noProof/>
                <w:sz w:val="22"/>
                <w:szCs w:val="22"/>
                <w:lang w:val="ro-RO"/>
              </w:rPr>
              <w:t xml:space="preserve">Doc. </w:t>
            </w:r>
            <w:r w:rsidR="00B209B9" w:rsidRPr="00E67132">
              <w:rPr>
                <w:rFonts w:ascii="Calibri" w:hAnsi="Calibri" w:cs="Calibri"/>
                <w:noProof/>
                <w:sz w:val="22"/>
                <w:szCs w:val="22"/>
                <w:lang w:val="ro-RO"/>
              </w:rPr>
              <w:t xml:space="preserve">8.2 </w:t>
            </w:r>
            <w:r w:rsidR="00895F69" w:rsidRPr="00E67132">
              <w:rPr>
                <w:rFonts w:ascii="Calibri" w:hAnsi="Calibri" w:cs="Calibri"/>
                <w:noProof/>
                <w:sz w:val="22"/>
                <w:szCs w:val="22"/>
                <w:lang w:val="ro-RO"/>
              </w:rPr>
              <w:t xml:space="preserve">Expertul verifică dacă </w:t>
            </w:r>
            <w:r w:rsidR="00E31CC7" w:rsidRPr="00E67132">
              <w:rPr>
                <w:rFonts w:ascii="Calibri" w:hAnsi="Calibri" w:cs="Calibri"/>
                <w:noProof/>
                <w:sz w:val="22"/>
                <w:szCs w:val="22"/>
                <w:lang w:val="ro-RO"/>
              </w:rPr>
              <w:t>competențele</w:t>
            </w:r>
            <w:r w:rsidR="0041693C" w:rsidRPr="00E67132">
              <w:rPr>
                <w:rFonts w:ascii="Calibri" w:hAnsi="Calibri" w:cs="Calibri"/>
                <w:noProof/>
                <w:sz w:val="22"/>
                <w:szCs w:val="22"/>
                <w:lang w:val="ro-RO"/>
              </w:rPr>
              <w:t>/c</w:t>
            </w:r>
            <w:r w:rsidR="00534730" w:rsidRPr="00E67132">
              <w:rPr>
                <w:rFonts w:ascii="Calibri" w:hAnsi="Calibri" w:cs="Calibri"/>
                <w:noProof/>
                <w:sz w:val="22"/>
                <w:szCs w:val="22"/>
                <w:lang w:val="ro-RO"/>
              </w:rPr>
              <w:t>urs</w:t>
            </w:r>
            <w:r w:rsidR="0041693C" w:rsidRPr="00E67132">
              <w:rPr>
                <w:rFonts w:ascii="Calibri" w:hAnsi="Calibri" w:cs="Calibri"/>
                <w:noProof/>
                <w:sz w:val="22"/>
                <w:szCs w:val="22"/>
                <w:lang w:val="ro-RO"/>
              </w:rPr>
              <w:t>ul</w:t>
            </w:r>
            <w:r w:rsidR="00534730" w:rsidRPr="00E67132">
              <w:rPr>
                <w:rFonts w:ascii="Calibri" w:hAnsi="Calibri" w:cs="Calibri"/>
                <w:noProof/>
                <w:sz w:val="22"/>
                <w:szCs w:val="22"/>
                <w:lang w:val="ro-RO"/>
              </w:rPr>
              <w:t xml:space="preserve"> de </w:t>
            </w:r>
            <w:r w:rsidR="0041693C" w:rsidRPr="00E67132">
              <w:rPr>
                <w:rFonts w:ascii="Calibri" w:hAnsi="Calibri" w:cs="Calibri"/>
                <w:noProof/>
                <w:sz w:val="22"/>
                <w:szCs w:val="22"/>
                <w:lang w:val="ro-RO"/>
              </w:rPr>
              <w:t xml:space="preserve">iniţiere/ instruire/ specializare </w:t>
            </w:r>
            <w:r w:rsidR="00534730" w:rsidRPr="00E67132">
              <w:rPr>
                <w:rFonts w:ascii="Calibri" w:hAnsi="Calibri" w:cs="Calibri"/>
                <w:noProof/>
                <w:sz w:val="22"/>
                <w:szCs w:val="22"/>
                <w:lang w:val="ro-RO"/>
              </w:rPr>
              <w:t>profesională în domeniul agricol</w:t>
            </w:r>
            <w:r w:rsidR="0041693C" w:rsidRPr="00E67132">
              <w:rPr>
                <w:rFonts w:ascii="Calibri" w:hAnsi="Calibri" w:cs="Calibri"/>
                <w:noProof/>
                <w:sz w:val="22"/>
                <w:szCs w:val="22"/>
                <w:lang w:val="ro-RO"/>
              </w:rPr>
              <w:t xml:space="preserve">/ veterinar </w:t>
            </w:r>
          </w:p>
          <w:p w14:paraId="1713AB11" w14:textId="77777777" w:rsidR="00C54C28" w:rsidRPr="00E67132" w:rsidRDefault="0041693C" w:rsidP="00045142">
            <w:pPr>
              <w:jc w:val="both"/>
              <w:rPr>
                <w:rFonts w:ascii="Calibri" w:hAnsi="Calibri" w:cs="Calibri"/>
                <w:noProof/>
                <w:sz w:val="22"/>
                <w:szCs w:val="22"/>
                <w:lang w:val="ro-RO"/>
              </w:rPr>
            </w:pPr>
            <w:r w:rsidRPr="00E67132">
              <w:rPr>
                <w:rFonts w:ascii="Calibri" w:hAnsi="Calibri" w:cs="Calibri"/>
                <w:noProof/>
                <w:sz w:val="22"/>
                <w:szCs w:val="22"/>
                <w:lang w:val="ro-RO"/>
              </w:rPr>
              <w:t>sau economie agrară</w:t>
            </w:r>
            <w:r w:rsidR="00534730" w:rsidRPr="00E67132">
              <w:rPr>
                <w:rFonts w:ascii="Calibri" w:hAnsi="Calibri" w:cs="Calibri"/>
                <w:noProof/>
                <w:sz w:val="22"/>
                <w:szCs w:val="22"/>
                <w:lang w:val="ro-RO"/>
              </w:rPr>
              <w:t>,</w:t>
            </w:r>
            <w:r w:rsidRPr="00E67132">
              <w:rPr>
                <w:rFonts w:ascii="Calibri" w:hAnsi="Calibri" w:cs="Calibri"/>
                <w:noProof/>
                <w:sz w:val="22"/>
                <w:szCs w:val="22"/>
                <w:lang w:val="ro-RO"/>
              </w:rPr>
              <w:t xml:space="preserve"> </w:t>
            </w:r>
            <w:r w:rsidR="00895F69" w:rsidRPr="00E67132">
              <w:rPr>
                <w:rFonts w:ascii="Calibri" w:hAnsi="Calibri" w:cs="Calibri"/>
                <w:noProof/>
                <w:sz w:val="22"/>
                <w:szCs w:val="22"/>
                <w:lang w:val="ro-RO"/>
              </w:rPr>
              <w:t xml:space="preserve"> sunt </w:t>
            </w:r>
            <w:r w:rsidR="00534730" w:rsidRPr="00E67132">
              <w:rPr>
                <w:rFonts w:ascii="Calibri" w:hAnsi="Calibri" w:cs="Calibri"/>
                <w:noProof/>
                <w:sz w:val="22"/>
                <w:szCs w:val="22"/>
                <w:lang w:val="ro-RO"/>
              </w:rPr>
              <w:t>în acord cu tipul de activitate desfășurată prin proiectul pentru care se solicită sprijin</w:t>
            </w:r>
            <w:r w:rsidRPr="00E67132">
              <w:rPr>
                <w:rFonts w:ascii="Calibri" w:hAnsi="Calibri" w:cs="Calibri"/>
                <w:noProof/>
                <w:sz w:val="22"/>
                <w:szCs w:val="22"/>
                <w:lang w:val="ro-RO"/>
              </w:rPr>
              <w:t>.</w:t>
            </w:r>
          </w:p>
          <w:p w14:paraId="68966E59" w14:textId="77777777" w:rsidR="00D5441D" w:rsidRPr="00E67132" w:rsidRDefault="00895F69" w:rsidP="00045142">
            <w:pPr>
              <w:tabs>
                <w:tab w:val="left" w:pos="360"/>
                <w:tab w:val="left" w:pos="709"/>
              </w:tabs>
              <w:jc w:val="both"/>
              <w:rPr>
                <w:rFonts w:ascii="Calibri" w:hAnsi="Calibri" w:cs="Calibri"/>
                <w:b/>
                <w:noProof/>
                <w:sz w:val="22"/>
                <w:szCs w:val="22"/>
                <w:lang w:val="ro-RO"/>
              </w:rPr>
            </w:pPr>
            <w:r w:rsidRPr="00E67132">
              <w:rPr>
                <w:rFonts w:ascii="Calibri" w:hAnsi="Calibri" w:cs="Calibri"/>
                <w:noProof/>
                <w:sz w:val="22"/>
                <w:szCs w:val="22"/>
                <w:lang w:val="ro-RO"/>
              </w:rPr>
              <w:t>C</w:t>
            </w:r>
            <w:r w:rsidR="00D5441D" w:rsidRPr="00E67132">
              <w:rPr>
                <w:rFonts w:ascii="Calibri" w:hAnsi="Calibri" w:cs="Calibri"/>
                <w:noProof/>
                <w:sz w:val="22"/>
                <w:szCs w:val="22"/>
                <w:lang w:val="ro-RO"/>
              </w:rPr>
              <w:t>ompetențele în domeniile menționate vor fi dovedite prin prezentarea certificatului/diplomei/</w:t>
            </w:r>
            <w:r w:rsidRPr="00E67132">
              <w:rPr>
                <w:rFonts w:ascii="Calibri" w:hAnsi="Calibri" w:cs="Calibri"/>
                <w:noProof/>
                <w:sz w:val="22"/>
                <w:szCs w:val="22"/>
                <w:lang w:val="ro-RO"/>
              </w:rPr>
              <w:t xml:space="preserve"> </w:t>
            </w:r>
            <w:r w:rsidR="00D5441D" w:rsidRPr="00E67132">
              <w:rPr>
                <w:rFonts w:ascii="Calibri" w:hAnsi="Calibri" w:cs="Calibri"/>
                <w:noProof/>
                <w:sz w:val="22"/>
                <w:szCs w:val="22"/>
                <w:lang w:val="ro-RO"/>
              </w:rPr>
              <w:t>atestatului de absolvire a cursului sau a unui document echivalent acestora. In cazul în care, la depunerea Cererii de Finanțare nu este emis documentul de absolvire a cursului, va fi acceptată adeverința de absolvire a cursului</w:t>
            </w:r>
            <w:r w:rsidR="00D5441D" w:rsidRPr="00E67132">
              <w:rPr>
                <w:rFonts w:ascii="Calibri" w:hAnsi="Calibri" w:cs="Calibri"/>
                <w:b/>
                <w:noProof/>
                <w:sz w:val="22"/>
                <w:szCs w:val="22"/>
                <w:lang w:val="ro-RO"/>
              </w:rPr>
              <w:t xml:space="preserve"> sub condiţia prezentării </w:t>
            </w:r>
            <w:r w:rsidR="00D5441D" w:rsidRPr="00E67132">
              <w:rPr>
                <w:rFonts w:ascii="Calibri" w:hAnsi="Calibri" w:cs="Calibri"/>
                <w:b/>
                <w:bCs/>
                <w:noProof/>
                <w:sz w:val="22"/>
                <w:szCs w:val="22"/>
                <w:lang w:val="ro-RO"/>
              </w:rPr>
              <w:t>certificatului/</w:t>
            </w:r>
            <w:r w:rsidRPr="00E67132">
              <w:rPr>
                <w:rFonts w:ascii="Calibri" w:hAnsi="Calibri" w:cs="Calibri"/>
                <w:b/>
                <w:bCs/>
                <w:noProof/>
                <w:sz w:val="22"/>
                <w:szCs w:val="22"/>
                <w:lang w:val="ro-RO"/>
              </w:rPr>
              <w:t xml:space="preserve"> </w:t>
            </w:r>
            <w:r w:rsidR="00D5441D" w:rsidRPr="00E67132">
              <w:rPr>
                <w:rFonts w:ascii="Calibri" w:hAnsi="Calibri" w:cs="Calibri"/>
                <w:b/>
                <w:bCs/>
                <w:noProof/>
                <w:sz w:val="22"/>
                <w:szCs w:val="22"/>
                <w:lang w:val="ro-RO"/>
              </w:rPr>
              <w:t>diplomei/</w:t>
            </w:r>
            <w:r w:rsidRPr="00E67132">
              <w:rPr>
                <w:rFonts w:ascii="Calibri" w:hAnsi="Calibri" w:cs="Calibri"/>
                <w:b/>
                <w:bCs/>
                <w:noProof/>
                <w:sz w:val="22"/>
                <w:szCs w:val="22"/>
                <w:lang w:val="ro-RO"/>
              </w:rPr>
              <w:t xml:space="preserve"> </w:t>
            </w:r>
            <w:r w:rsidR="00D5441D" w:rsidRPr="00E67132">
              <w:rPr>
                <w:rFonts w:ascii="Calibri" w:hAnsi="Calibri" w:cs="Calibri"/>
                <w:b/>
                <w:bCs/>
                <w:noProof/>
                <w:sz w:val="22"/>
                <w:szCs w:val="22"/>
                <w:lang w:val="ro-RO"/>
              </w:rPr>
              <w:t>atestatului de absolvire a cursului sau a unui document echivalent acestora</w:t>
            </w:r>
            <w:r w:rsidR="00D5441D" w:rsidRPr="00E67132">
              <w:rPr>
                <w:rFonts w:ascii="Calibri" w:hAnsi="Calibri" w:cs="Calibri"/>
                <w:b/>
                <w:noProof/>
                <w:sz w:val="22"/>
                <w:szCs w:val="22"/>
                <w:lang w:val="ro-RO"/>
              </w:rPr>
              <w:t xml:space="preserve"> în original pentru acordarea celei de-a doua tranşe de sprijin; </w:t>
            </w:r>
          </w:p>
          <w:p w14:paraId="6E14333E" w14:textId="77777777" w:rsidR="00C54C28" w:rsidRPr="00E67132" w:rsidRDefault="00C54C28" w:rsidP="00045142">
            <w:pPr>
              <w:jc w:val="both"/>
              <w:rPr>
                <w:rFonts w:ascii="Calibri" w:hAnsi="Calibri" w:cs="Calibri"/>
                <w:i/>
                <w:noProof/>
                <w:color w:val="000000"/>
                <w:sz w:val="22"/>
                <w:szCs w:val="22"/>
                <w:lang w:val="ro-RO"/>
              </w:rPr>
            </w:pPr>
            <w:r w:rsidRPr="00E67132">
              <w:rPr>
                <w:rFonts w:ascii="Calibri" w:hAnsi="Calibri" w:cs="Calibri"/>
                <w:i/>
                <w:noProof/>
                <w:color w:val="000000"/>
                <w:sz w:val="22"/>
                <w:szCs w:val="22"/>
                <w:lang w:val="ro-RO"/>
              </w:rPr>
              <w:t xml:space="preserve">Sunt eligibili solicitanţii care au vârsta de cel puţin 18 ani împliniţi la data depunerii Cererii de finanţare. </w:t>
            </w:r>
          </w:p>
          <w:p w14:paraId="17FED10E" w14:textId="77777777" w:rsidR="00D0529D" w:rsidRPr="00E67132" w:rsidRDefault="00C54C28" w:rsidP="00045142">
            <w:pPr>
              <w:widowControl w:val="0"/>
              <w:shd w:val="clear" w:color="auto" w:fill="FFFFFF"/>
              <w:tabs>
                <w:tab w:val="left" w:pos="720"/>
              </w:tabs>
              <w:autoSpaceDE w:val="0"/>
              <w:autoSpaceDN w:val="0"/>
              <w:adjustRightInd w:val="0"/>
              <w:jc w:val="both"/>
              <w:rPr>
                <w:rFonts w:ascii="Calibri" w:hAnsi="Calibri" w:cs="Calibri"/>
                <w:noProof/>
                <w:sz w:val="22"/>
                <w:szCs w:val="22"/>
                <w:lang w:val="ro-RO"/>
              </w:rPr>
            </w:pPr>
            <w:r w:rsidRPr="00E67132">
              <w:rPr>
                <w:rFonts w:ascii="Calibri" w:hAnsi="Calibri" w:cs="Calibri"/>
                <w:i/>
                <w:noProof/>
                <w:color w:val="000000"/>
                <w:sz w:val="22"/>
                <w:szCs w:val="22"/>
                <w:lang w:val="ro-RO"/>
              </w:rPr>
              <w:t xml:space="preserve">Prin domeniul agricol se înţelege: pentru studii universitare, ramura de ştiinţe  „Ingineria resurselor vegetale şi animale” (conform HG nr. 580/2014 cu modificările şi completările ulterioare), </w:t>
            </w:r>
            <w:r w:rsidR="00CF0DFC" w:rsidRPr="00E67132">
              <w:rPr>
                <w:rFonts w:ascii="Calibri" w:hAnsi="Calibri" w:cs="Calibri"/>
                <w:i/>
                <w:noProof/>
                <w:color w:val="000000"/>
                <w:sz w:val="22"/>
                <w:szCs w:val="22"/>
                <w:lang w:val="ro-RO"/>
              </w:rPr>
              <w:t>iar conform HG nr. 844/2002 cu modificările şi completările ulterioare,pentru studii liceale, prin domeniul agricol se înţeleg profiluri încadrate la: agricultură, industrie alimentară, silvicultură, protecţia mediului, inclusiv toate calificările care fac referinţă în titulatură la domeniul agricol (ex. mecanică agricolă).</w:t>
            </w:r>
          </w:p>
          <w:p w14:paraId="25A6BF8F" w14:textId="77777777" w:rsidR="00BA7AAF" w:rsidRPr="00E67132" w:rsidRDefault="00812DF4" w:rsidP="00045142">
            <w:pPr>
              <w:widowControl w:val="0"/>
              <w:shd w:val="clear" w:color="auto" w:fill="FFFFFF"/>
              <w:tabs>
                <w:tab w:val="left" w:pos="720"/>
              </w:tabs>
              <w:autoSpaceDE w:val="0"/>
              <w:autoSpaceDN w:val="0"/>
              <w:adjustRightInd w:val="0"/>
              <w:jc w:val="both"/>
              <w:rPr>
                <w:rFonts w:asciiTheme="minorHAnsi" w:hAnsiTheme="minorHAnsi"/>
                <w:b/>
                <w:noProof/>
                <w:sz w:val="22"/>
                <w:szCs w:val="22"/>
                <w:lang w:val="ro-RO"/>
              </w:rPr>
            </w:pPr>
            <w:r>
              <w:rPr>
                <w:rFonts w:ascii="Calibri" w:hAnsi="Calibri" w:cs="Calibri"/>
                <w:noProof/>
                <w:sz w:val="22"/>
                <w:szCs w:val="22"/>
                <w:lang w:val="ro-RO"/>
              </w:rPr>
              <w:t>Doc.</w:t>
            </w:r>
            <w:r w:rsidR="0083209A" w:rsidRPr="00E67132">
              <w:rPr>
                <w:rFonts w:ascii="Calibri" w:hAnsi="Calibri" w:cs="Calibri"/>
                <w:noProof/>
                <w:sz w:val="22"/>
                <w:szCs w:val="22"/>
                <w:lang w:val="ro-RO"/>
              </w:rPr>
              <w:t xml:space="preserve">8.3 </w:t>
            </w:r>
            <w:r w:rsidR="00C54C28" w:rsidRPr="00E67132">
              <w:rPr>
                <w:rFonts w:ascii="Calibri" w:hAnsi="Calibri" w:cs="Calibri"/>
                <w:noProof/>
                <w:sz w:val="22"/>
                <w:szCs w:val="22"/>
                <w:lang w:val="ro-RO"/>
              </w:rPr>
              <w:t xml:space="preserve">In cazul in care nu sunt atasate documente, </w:t>
            </w:r>
            <w:r w:rsidR="00BA7AAF" w:rsidRPr="00E67132">
              <w:rPr>
                <w:rFonts w:ascii="Calibri" w:hAnsi="Calibri" w:cs="Calibri"/>
                <w:noProof/>
                <w:sz w:val="22"/>
                <w:szCs w:val="22"/>
                <w:lang w:val="ro-RO"/>
              </w:rPr>
              <w:t xml:space="preserve"> privind </w:t>
            </w:r>
            <w:r w:rsidR="00C54C28" w:rsidRPr="00E67132">
              <w:rPr>
                <w:rFonts w:ascii="Calibri" w:hAnsi="Calibri" w:cs="Calibri"/>
                <w:noProof/>
                <w:sz w:val="22"/>
                <w:szCs w:val="22"/>
                <w:lang w:val="ro-RO"/>
              </w:rPr>
              <w:t xml:space="preserve"> </w:t>
            </w:r>
            <w:r w:rsidR="00BA7AAF" w:rsidRPr="00E67132">
              <w:rPr>
                <w:rFonts w:asciiTheme="minorHAnsi" w:hAnsiTheme="minorHAnsi"/>
                <w:noProof/>
                <w:sz w:val="22"/>
                <w:szCs w:val="22"/>
                <w:lang w:val="ro-RO"/>
              </w:rPr>
              <w:t>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w:t>
            </w:r>
            <w:r w:rsidR="00BA7AAF" w:rsidRPr="00E67132">
              <w:rPr>
                <w:rFonts w:asciiTheme="minorHAnsi" w:hAnsiTheme="minorHAnsi"/>
                <w:b/>
                <w:noProof/>
                <w:sz w:val="22"/>
                <w:szCs w:val="22"/>
                <w:lang w:val="ro-RO"/>
              </w:rPr>
              <w:t xml:space="preserve"> sub condiţia prezentării </w:t>
            </w:r>
            <w:r w:rsidR="00BA7AAF" w:rsidRPr="00E67132">
              <w:rPr>
                <w:rFonts w:asciiTheme="minorHAnsi" w:hAnsiTheme="minorHAnsi"/>
                <w:b/>
                <w:bCs/>
                <w:noProof/>
                <w:sz w:val="22"/>
                <w:szCs w:val="22"/>
                <w:lang w:val="ro-RO"/>
              </w:rPr>
              <w:t>certificatului/diplomei/atestatului de absolvire a cursului sau a unui document echivalent acestora</w:t>
            </w:r>
            <w:r w:rsidR="00BA7AAF" w:rsidRPr="00E67132">
              <w:rPr>
                <w:rFonts w:asciiTheme="minorHAnsi" w:hAnsiTheme="minorHAnsi"/>
                <w:b/>
                <w:noProof/>
                <w:sz w:val="22"/>
                <w:szCs w:val="22"/>
                <w:lang w:val="ro-RO"/>
              </w:rPr>
              <w:t xml:space="preserve"> în original pentru acordarea celei de-a doua tranşe de plată; în caz contrar, acesta va fi declarat neeligibil.</w:t>
            </w:r>
          </w:p>
          <w:p w14:paraId="090F90A4" w14:textId="77777777" w:rsidR="00524EBB" w:rsidRPr="00E67132" w:rsidRDefault="00BA7AAF" w:rsidP="00045142">
            <w:pPr>
              <w:widowControl w:val="0"/>
              <w:shd w:val="clear" w:color="auto" w:fill="FFFFFF"/>
              <w:tabs>
                <w:tab w:val="left" w:pos="720"/>
              </w:tabs>
              <w:autoSpaceDE w:val="0"/>
              <w:autoSpaceDN w:val="0"/>
              <w:adjustRightInd w:val="0"/>
              <w:jc w:val="both"/>
              <w:rPr>
                <w:rFonts w:ascii="Calibri" w:hAnsi="Calibri" w:cs="Calibri"/>
                <w:bCs/>
                <w:noProof/>
                <w:sz w:val="22"/>
                <w:szCs w:val="22"/>
                <w:lang w:val="ro-RO"/>
              </w:rPr>
            </w:pPr>
            <w:r w:rsidRPr="00E67132">
              <w:rPr>
                <w:rFonts w:ascii="Calibri" w:hAnsi="Calibri" w:cs="Calibri"/>
                <w:noProof/>
                <w:sz w:val="22"/>
                <w:szCs w:val="22"/>
                <w:lang w:val="ro-RO"/>
              </w:rPr>
              <w:t xml:space="preserve">8.4 Expertul verifică </w:t>
            </w:r>
            <w:r w:rsidR="00C54C28" w:rsidRPr="00E67132">
              <w:rPr>
                <w:rFonts w:ascii="Calibri" w:hAnsi="Calibri" w:cs="Calibri"/>
                <w:noProof/>
                <w:sz w:val="22"/>
                <w:szCs w:val="22"/>
                <w:lang w:val="ro-RO"/>
              </w:rPr>
              <w:t>existenta bifei din Declaratia pe propria răspundere, din cererea de finantare in care trebuie sa se mentioneze ca va dobândi competențele profesionale adecvate</w:t>
            </w:r>
            <w:r w:rsidR="0098752E" w:rsidRPr="00E67132">
              <w:rPr>
                <w:rFonts w:ascii="Calibri" w:hAnsi="Calibri" w:cs="Calibri"/>
                <w:noProof/>
                <w:sz w:val="22"/>
                <w:szCs w:val="22"/>
                <w:lang w:val="ro-RO"/>
              </w:rPr>
              <w:t xml:space="preserve"> (</w:t>
            </w:r>
            <w:r w:rsidR="0098752E" w:rsidRPr="00E67132">
              <w:rPr>
                <w:rFonts w:ascii="Calibri" w:hAnsi="Calibri" w:cs="Calibri"/>
                <w:noProof/>
                <w:color w:val="000000"/>
                <w:sz w:val="22"/>
                <w:szCs w:val="22"/>
                <w:lang w:val="ro-RO"/>
              </w:rPr>
              <w:t>în raport cu tipul de activitate agricolă pe care urmează să o desfăşoare)</w:t>
            </w:r>
            <w:r w:rsidR="00C54C28" w:rsidRPr="00E67132">
              <w:rPr>
                <w:rFonts w:ascii="Calibri" w:hAnsi="Calibri" w:cs="Calibri"/>
                <w:noProof/>
                <w:sz w:val="22"/>
                <w:szCs w:val="22"/>
                <w:lang w:val="ro-RO"/>
              </w:rPr>
              <w:t xml:space="preserve"> într-o perioadă de grație de maximum 33 de luni de la data adoptării deciziei individuale de acordare a ajutorului, dar nu mai mult de ultima tranşă de plată.</w:t>
            </w:r>
          </w:p>
          <w:p w14:paraId="352CA631" w14:textId="77777777" w:rsidR="005922AC" w:rsidRPr="00E67132" w:rsidRDefault="005922AC" w:rsidP="00045142">
            <w:pPr>
              <w:widowControl w:val="0"/>
              <w:shd w:val="clear" w:color="auto" w:fill="FFFFFF"/>
              <w:tabs>
                <w:tab w:val="left" w:pos="720"/>
              </w:tabs>
              <w:autoSpaceDE w:val="0"/>
              <w:autoSpaceDN w:val="0"/>
              <w:adjustRightInd w:val="0"/>
              <w:jc w:val="both"/>
              <w:rPr>
                <w:rFonts w:ascii="Calibri" w:hAnsi="Calibri" w:cs="Calibri"/>
                <w:noProof/>
                <w:color w:val="000000"/>
                <w:sz w:val="22"/>
                <w:szCs w:val="22"/>
                <w:lang w:val="ro-RO"/>
              </w:rPr>
            </w:pPr>
            <w:r w:rsidRPr="00E67132">
              <w:rPr>
                <w:rFonts w:ascii="Calibri" w:hAnsi="Calibri" w:cs="Calibri"/>
                <w:noProof/>
                <w:color w:val="000000"/>
                <w:sz w:val="22"/>
                <w:szCs w:val="22"/>
                <w:lang w:val="ro-RO"/>
              </w:rPr>
              <w:t>În ceea ce priveşte pregătirea profesională liceală/universitară/postuniversitară în domeniul agricol, în cazul în care ramura de pregătire</w:t>
            </w:r>
            <w:r w:rsidR="00D02474" w:rsidRPr="00E67132">
              <w:rPr>
                <w:rFonts w:ascii="Calibri" w:hAnsi="Calibri" w:cs="Calibri"/>
                <w:noProof/>
                <w:color w:val="000000"/>
                <w:sz w:val="22"/>
                <w:szCs w:val="22"/>
                <w:lang w:val="ro-RO"/>
              </w:rPr>
              <w:t xml:space="preserve"> nu</w:t>
            </w:r>
            <w:r w:rsidRPr="00E67132">
              <w:rPr>
                <w:rFonts w:ascii="Calibri" w:hAnsi="Calibri" w:cs="Calibri"/>
                <w:noProof/>
                <w:color w:val="000000"/>
                <w:sz w:val="22"/>
                <w:szCs w:val="22"/>
                <w:lang w:val="ro-RO"/>
              </w:rPr>
              <w:t xml:space="preserve"> este în domeniul vizat de proiect, studiile se vor completa cu cel puțin</w:t>
            </w:r>
            <w:r w:rsidRPr="00E67132">
              <w:rPr>
                <w:rFonts w:ascii="Calibri" w:hAnsi="Calibri" w:cs="Calibri"/>
                <w:noProof/>
                <w:sz w:val="22"/>
                <w:szCs w:val="22"/>
                <w:lang w:val="ro-RO"/>
              </w:rPr>
              <w:t xml:space="preserve"> </w:t>
            </w:r>
            <w:r w:rsidRPr="00E67132">
              <w:rPr>
                <w:rFonts w:ascii="Calibri" w:hAnsi="Calibri" w:cs="Calibri"/>
                <w:noProof/>
                <w:color w:val="000000"/>
                <w:sz w:val="22"/>
                <w:szCs w:val="22"/>
                <w:lang w:val="ro-RO"/>
              </w:rPr>
              <w:t>un curs de instruire în domeniul vizat de proiect.</w:t>
            </w:r>
          </w:p>
          <w:p w14:paraId="0CF06BA3" w14:textId="77777777" w:rsidR="008326B2" w:rsidRPr="00E67132" w:rsidRDefault="004B3160" w:rsidP="00045142">
            <w:pPr>
              <w:pStyle w:val="NoSpacing"/>
              <w:jc w:val="both"/>
              <w:rPr>
                <w:rFonts w:asciiTheme="minorHAnsi" w:hAnsiTheme="minorHAnsi"/>
                <w:noProof/>
                <w:lang w:val="ro-RO"/>
              </w:rPr>
            </w:pPr>
            <w:r w:rsidRPr="00E67132">
              <w:rPr>
                <w:rFonts w:asciiTheme="minorHAnsi" w:hAnsiTheme="minorHAnsi"/>
                <w:noProof/>
                <w:lang w:val="ro-RO"/>
              </w:rPr>
              <w:t>Se acceptă angajamentul de a urma un curs de formare profesională/calificare/instruire, cu un număr de ore sub numărul de ore aferent Nivelului I de calificare eliberate atât de formatori recunoscuţi de către ANC, cât şi de formatori nerecunoscuţi. După 1 ianuarie 2016, Nivelul I de calificare este reprezentat de min 80 de ore de curs</w:t>
            </w:r>
            <w:r w:rsidR="00101395" w:rsidRPr="00E67132">
              <w:rPr>
                <w:rFonts w:asciiTheme="minorHAnsi" w:hAnsiTheme="minorHAnsi"/>
                <w:noProof/>
                <w:lang w:val="ro-RO"/>
              </w:rPr>
              <w:t xml:space="preserve">, conform </w:t>
            </w:r>
            <w:r w:rsidR="00DA00A7" w:rsidRPr="00E67132">
              <w:rPr>
                <w:rFonts w:asciiTheme="minorHAnsi" w:hAnsiTheme="minorHAnsi"/>
                <w:noProof/>
                <w:lang w:val="ro-RO"/>
              </w:rPr>
              <w:t>legislaţiei în vigoare</w:t>
            </w:r>
            <w:r w:rsidRPr="00E67132">
              <w:rPr>
                <w:rFonts w:asciiTheme="minorHAnsi" w:hAnsiTheme="minorHAnsi"/>
                <w:noProof/>
                <w:lang w:val="ro-RO"/>
              </w:rPr>
              <w:t xml:space="preserve">. </w:t>
            </w:r>
          </w:p>
          <w:p w14:paraId="7E5E0AC7" w14:textId="77777777" w:rsidR="0069671B" w:rsidRPr="00E67132" w:rsidRDefault="0069671B" w:rsidP="00045142">
            <w:pPr>
              <w:pStyle w:val="NoSpacing"/>
              <w:jc w:val="both"/>
              <w:rPr>
                <w:rFonts w:asciiTheme="minorHAnsi" w:hAnsiTheme="minorHAnsi"/>
                <w:noProof/>
                <w:lang w:val="ro-RO"/>
              </w:rPr>
            </w:pPr>
          </w:p>
          <w:p w14:paraId="78D067D4" w14:textId="77777777" w:rsidR="0069671B" w:rsidRPr="00E67132" w:rsidRDefault="0069671B" w:rsidP="00045142">
            <w:pPr>
              <w:pStyle w:val="NoSpacing"/>
              <w:jc w:val="both"/>
              <w:rPr>
                <w:rFonts w:asciiTheme="minorHAnsi" w:hAnsiTheme="minorHAnsi"/>
                <w:noProof/>
                <w:lang w:val="ro-RO"/>
              </w:rPr>
            </w:pPr>
            <w:r w:rsidRPr="00E67132">
              <w:rPr>
                <w:rFonts w:asciiTheme="minorHAnsi" w:hAnsiTheme="minorHAnsi"/>
                <w:noProof/>
                <w:lang w:val="ro-RO"/>
              </w:rPr>
              <w:t>Verificarea cerințelor de mai sus se va realiza și pentru tânărul fermier din afara granițelor țării.</w:t>
            </w:r>
          </w:p>
          <w:p w14:paraId="6E2C33D0" w14:textId="77777777" w:rsidR="00336B93" w:rsidRPr="00E67132" w:rsidRDefault="00336B93" w:rsidP="00045142">
            <w:pPr>
              <w:pStyle w:val="NoSpacing"/>
              <w:jc w:val="both"/>
              <w:rPr>
                <w:rFonts w:asciiTheme="minorHAnsi" w:hAnsiTheme="minorHAnsi"/>
                <w:noProof/>
                <w:lang w:val="ro-RO"/>
              </w:rPr>
            </w:pPr>
          </w:p>
          <w:p w14:paraId="30CC9FE2" w14:textId="77777777" w:rsidR="00336B93" w:rsidRPr="00E67132" w:rsidRDefault="00336B93" w:rsidP="00045142">
            <w:pPr>
              <w:pStyle w:val="NoSpacing"/>
              <w:jc w:val="both"/>
              <w:rPr>
                <w:rFonts w:asciiTheme="minorHAnsi" w:hAnsiTheme="minorHAnsi"/>
                <w:noProof/>
                <w:lang w:val="ro-RO"/>
              </w:rPr>
            </w:pPr>
            <w:r w:rsidRPr="00E67132">
              <w:rPr>
                <w:rFonts w:asciiTheme="minorHAnsi" w:hAnsiTheme="minorHAnsi"/>
                <w:noProof/>
                <w:lang w:val="ro-RO"/>
              </w:rPr>
              <w:t>În cazul tânărului fermier din afara granițelor țării care a absolvit programe de studii în domeniul agricol</w:t>
            </w:r>
            <w:r w:rsidR="00E4269D" w:rsidRPr="00184439">
              <w:rPr>
                <w:rFonts w:cs="Calibri"/>
                <w:noProof/>
              </w:rPr>
              <w:t xml:space="preserve">, </w:t>
            </w:r>
            <w:r w:rsidR="00E4269D" w:rsidRPr="009B18BC">
              <w:rPr>
                <w:rFonts w:cs="Calibri"/>
              </w:rPr>
              <w:t>agro-alimentar, veterinar sau economie agrară</w:t>
            </w:r>
            <w:r w:rsidRPr="00E67132">
              <w:rPr>
                <w:rFonts w:asciiTheme="minorHAnsi" w:hAnsiTheme="minorHAnsi"/>
                <w:noProof/>
                <w:lang w:val="ro-RO"/>
              </w:rPr>
              <w:t xml:space="preserve"> (postuniversitar, universitar, preuniversitar) se va verifica existența documentului 14.</w:t>
            </w:r>
            <w:r w:rsidR="007E7982">
              <w:rPr>
                <w:rFonts w:asciiTheme="minorHAnsi" w:hAnsiTheme="minorHAnsi"/>
                <w:noProof/>
                <w:lang w:val="ro-RO"/>
              </w:rPr>
              <w:t>2.</w:t>
            </w:r>
            <w:r w:rsidRPr="00E67132">
              <w:rPr>
                <w:rFonts w:asciiTheme="minorHAnsi" w:hAnsiTheme="minorHAnsi"/>
                <w:noProof/>
                <w:lang w:val="ro-RO"/>
              </w:rPr>
              <w:t xml:space="preserve"> </w:t>
            </w:r>
          </w:p>
          <w:p w14:paraId="351E7B8A" w14:textId="77777777" w:rsidR="00336B93" w:rsidRPr="00E67132" w:rsidRDefault="00336B93" w:rsidP="00045142">
            <w:pPr>
              <w:pStyle w:val="NoSpacing"/>
              <w:jc w:val="both"/>
              <w:rPr>
                <w:rFonts w:asciiTheme="minorHAnsi" w:hAnsiTheme="minorHAnsi"/>
                <w:noProof/>
                <w:lang w:val="ro-RO"/>
              </w:rPr>
            </w:pPr>
          </w:p>
          <w:p w14:paraId="6C895038" w14:textId="77777777" w:rsidR="00784E7F" w:rsidRPr="008A17D6" w:rsidRDefault="00784E7F" w:rsidP="00784E7F">
            <w:pPr>
              <w:jc w:val="both"/>
              <w:rPr>
                <w:rFonts w:asciiTheme="minorHAnsi" w:hAnsiTheme="minorHAnsi" w:cstheme="minorHAnsi"/>
                <w:noProof/>
                <w:sz w:val="22"/>
                <w:szCs w:val="22"/>
                <w:lang w:val="ro-RO"/>
              </w:rPr>
            </w:pPr>
            <w:r w:rsidRPr="008A17D6">
              <w:rPr>
                <w:rFonts w:asciiTheme="minorHAnsi" w:hAnsiTheme="minorHAnsi" w:cstheme="minorHAnsi"/>
                <w:noProof/>
                <w:sz w:val="22"/>
                <w:szCs w:val="22"/>
                <w:lang w:val="ro-RO"/>
              </w:rPr>
              <w:t>Documentul prezentat de absolvenţii de programe de studii</w:t>
            </w:r>
            <w:r w:rsidR="000A3C44">
              <w:rPr>
                <w:rFonts w:ascii="Calibri" w:hAnsi="Calibri" w:cs="Calibri"/>
                <w:noProof/>
                <w:lang w:val="ro-RO"/>
              </w:rPr>
              <w:t xml:space="preserve"> </w:t>
            </w:r>
            <w:r w:rsidR="000A3C44" w:rsidRPr="008A17D6">
              <w:rPr>
                <w:rFonts w:ascii="Calibri" w:hAnsi="Calibri" w:cs="Calibri"/>
                <w:bCs/>
                <w:noProof/>
              </w:rPr>
              <w:t>(</w:t>
            </w:r>
            <w:r w:rsidR="000A3C44" w:rsidRPr="008A17D6">
              <w:rPr>
                <w:rFonts w:ascii="Calibri" w:hAnsi="Calibri" w:cs="Calibri"/>
                <w:noProof/>
              </w:rPr>
              <w:t>postuniversitare, universitare,  preuniversitare)</w:t>
            </w:r>
            <w:r w:rsidR="000A3C44" w:rsidRPr="000A3C44">
              <w:rPr>
                <w:rFonts w:ascii="Calibri" w:hAnsi="Calibri" w:cs="Calibri"/>
                <w:noProof/>
                <w:lang w:val="ro-RO"/>
              </w:rPr>
              <w:t xml:space="preserve"> </w:t>
            </w:r>
            <w:r w:rsidR="000A3C44" w:rsidRPr="000A3C44">
              <w:rPr>
                <w:rFonts w:asciiTheme="minorHAnsi" w:hAnsiTheme="minorHAnsi" w:cstheme="minorHAnsi"/>
                <w:noProof/>
                <w:sz w:val="22"/>
                <w:szCs w:val="22"/>
                <w:lang w:val="ro-RO"/>
              </w:rPr>
              <w:t>în domeniul agricol, agro-alimentar, veterinar sau economie agrară</w:t>
            </w:r>
            <w:r w:rsidRPr="008A17D6">
              <w:rPr>
                <w:rFonts w:asciiTheme="minorHAnsi" w:hAnsiTheme="minorHAnsi" w:cstheme="minorHAnsi"/>
                <w:noProof/>
                <w:sz w:val="22"/>
                <w:szCs w:val="22"/>
                <w:lang w:val="ro-RO"/>
              </w:rPr>
              <w:t xml:space="preserve"> trebuie să fie însoţit de foaia matricolă corespunzătoare</w:t>
            </w:r>
            <w:r w:rsidR="000A3C44">
              <w:rPr>
                <w:rFonts w:asciiTheme="minorHAnsi" w:hAnsiTheme="minorHAnsi" w:cstheme="minorHAnsi"/>
                <w:noProof/>
                <w:sz w:val="22"/>
                <w:szCs w:val="22"/>
                <w:lang w:val="ro-RO"/>
              </w:rPr>
              <w:t>, după caz</w:t>
            </w:r>
            <w:r w:rsidRPr="008A17D6">
              <w:rPr>
                <w:rFonts w:asciiTheme="minorHAnsi" w:hAnsiTheme="minorHAnsi" w:cstheme="minorHAnsi"/>
                <w:noProof/>
                <w:sz w:val="22"/>
                <w:szCs w:val="22"/>
                <w:lang w:val="ro-RO"/>
              </w:rPr>
              <w:t>.</w:t>
            </w:r>
          </w:p>
          <w:p w14:paraId="6AD76C00" w14:textId="77777777" w:rsidR="00784E7F" w:rsidRDefault="00784E7F" w:rsidP="008A17D6">
            <w:pPr>
              <w:jc w:val="both"/>
              <w:rPr>
                <w:rFonts w:asciiTheme="minorHAnsi" w:hAnsiTheme="minorHAnsi" w:cstheme="minorHAnsi"/>
                <w:noProof/>
                <w:sz w:val="22"/>
                <w:szCs w:val="22"/>
              </w:rPr>
            </w:pPr>
          </w:p>
          <w:p w14:paraId="552174FB" w14:textId="2C713424" w:rsidR="0069671B" w:rsidRPr="00E67132" w:rsidRDefault="007E7982" w:rsidP="001F64D4">
            <w:pPr>
              <w:pStyle w:val="BodyText3"/>
              <w:jc w:val="both"/>
              <w:rPr>
                <w:rFonts w:cs="Calibri"/>
                <w:i/>
                <w:noProof/>
                <w:color w:val="000000"/>
                <w:lang w:val="ro-RO"/>
              </w:rPr>
            </w:pPr>
            <w:r w:rsidRPr="00567EBB">
              <w:rPr>
                <w:rFonts w:ascii="Calibri" w:hAnsi="Calibri" w:cs="Calibri"/>
                <w:b w:val="0"/>
                <w:sz w:val="22"/>
                <w:szCs w:val="22"/>
              </w:rPr>
              <w:t>Documentele enumerate anterior se depun cu traducere legalizată în limba română.</w:t>
            </w:r>
          </w:p>
        </w:tc>
      </w:tr>
    </w:tbl>
    <w:p w14:paraId="0FF506DB" w14:textId="77777777" w:rsidR="004428AA" w:rsidRPr="001F64D4" w:rsidRDefault="00A03012" w:rsidP="000A7CEB">
      <w:pPr>
        <w:tabs>
          <w:tab w:val="left" w:pos="3120"/>
          <w:tab w:val="center" w:pos="4320"/>
          <w:tab w:val="right" w:pos="8640"/>
        </w:tabs>
        <w:jc w:val="both"/>
        <w:rPr>
          <w:rFonts w:ascii="Calibri" w:hAnsi="Calibri" w:cs="Calibri"/>
          <w:noProof/>
          <w:sz w:val="22"/>
          <w:szCs w:val="22"/>
          <w:lang w:val="ro-RO"/>
        </w:rPr>
      </w:pPr>
      <w:r w:rsidRPr="001F64D4">
        <w:rPr>
          <w:rFonts w:ascii="Calibri" w:hAnsi="Calibri" w:cs="Calibri"/>
          <w:noProof/>
          <w:sz w:val="22"/>
          <w:szCs w:val="22"/>
          <w:lang w:val="ro-RO"/>
        </w:rPr>
        <w:t xml:space="preserve">Daca in urma verificării efectuate în conformitate cu precizările din coloana “puncte de verificat”, expertul constată ca </w:t>
      </w:r>
      <w:r w:rsidR="00EC7A7C" w:rsidRPr="001F64D4">
        <w:rPr>
          <w:rFonts w:ascii="Calibri" w:hAnsi="Calibri" w:cs="Calibri"/>
          <w:noProof/>
          <w:sz w:val="22"/>
          <w:szCs w:val="22"/>
          <w:lang w:val="ro-RO"/>
        </w:rPr>
        <w:t xml:space="preserve">solicitantul dovedeste o pregatire profesionala in raport cu proiectul conform specificarilor mentionate in rubrica ”puncte de verificat”, expertul bifează </w:t>
      </w:r>
      <w:r w:rsidR="004428AA" w:rsidRPr="001F64D4">
        <w:rPr>
          <w:rFonts w:ascii="Calibri" w:hAnsi="Calibri" w:cs="Calibri"/>
          <w:noProof/>
          <w:sz w:val="22"/>
          <w:szCs w:val="22"/>
          <w:lang w:val="ro-RO"/>
        </w:rPr>
        <w:t>casuţa corespunzatoare categoriei reprezentata de solicitant caseta “da” pentru verificare. In caz contrar se va bifa “nu”, cererea fiind declarată neeligibilă</w:t>
      </w:r>
      <w:r w:rsidR="0098752E" w:rsidRPr="001F64D4">
        <w:rPr>
          <w:rFonts w:ascii="Calibri" w:hAnsi="Calibri" w:cs="Calibri"/>
          <w:noProof/>
          <w:sz w:val="22"/>
          <w:szCs w:val="22"/>
          <w:lang w:val="ro-RO"/>
        </w:rPr>
        <w:t>, iar expertul va continua verificarea</w:t>
      </w:r>
      <w:r w:rsidR="004428AA" w:rsidRPr="001F64D4">
        <w:rPr>
          <w:rFonts w:ascii="Calibri" w:hAnsi="Calibri" w:cs="Calibri"/>
          <w:noProof/>
          <w:sz w:val="22"/>
          <w:szCs w:val="22"/>
          <w:lang w:val="ro-RO"/>
        </w:rPr>
        <w:t>.</w:t>
      </w:r>
    </w:p>
    <w:p w14:paraId="4614B2BC" w14:textId="77777777" w:rsidR="001F4871" w:rsidRPr="00E67132" w:rsidRDefault="001F4871" w:rsidP="000A7CEB">
      <w:pPr>
        <w:tabs>
          <w:tab w:val="left" w:pos="3120"/>
          <w:tab w:val="center" w:pos="4320"/>
          <w:tab w:val="right" w:pos="8640"/>
        </w:tabs>
        <w:jc w:val="both"/>
        <w:rPr>
          <w:rFonts w:ascii="Calibri" w:hAnsi="Calibri" w:cs="Calibri"/>
          <w:b/>
          <w:noProof/>
          <w:sz w:val="22"/>
          <w:szCs w:val="22"/>
          <w:lang w:val="ro-RO"/>
        </w:rPr>
      </w:pPr>
    </w:p>
    <w:p w14:paraId="2BE01C61" w14:textId="77777777" w:rsidR="006B37DA" w:rsidRPr="00E67132" w:rsidRDefault="006B37DA" w:rsidP="006B37DA">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EG5 Solicitantul prin  Planul  de afaceri trebuie să demonstreze îmbunătăţirea performanţei generale a exploataţiei agricole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325"/>
      </w:tblGrid>
      <w:tr w:rsidR="00B7153C" w:rsidRPr="00E67132" w14:paraId="18A9D382" w14:textId="77777777" w:rsidTr="00801A53">
        <w:tc>
          <w:tcPr>
            <w:tcW w:w="4465" w:type="dxa"/>
            <w:shd w:val="clear" w:color="auto" w:fill="C0C0C0"/>
          </w:tcPr>
          <w:p w14:paraId="4FAD81F7" w14:textId="77777777" w:rsidR="00B7153C" w:rsidRPr="00E67132" w:rsidRDefault="00B7153C" w:rsidP="00EE23D3">
            <w:pPr>
              <w:pStyle w:val="Heading1"/>
              <w:rPr>
                <w:rFonts w:ascii="Calibri" w:hAnsi="Calibri" w:cs="Calibri"/>
                <w:noProof/>
                <w:sz w:val="22"/>
                <w:szCs w:val="22"/>
              </w:rPr>
            </w:pPr>
            <w:r w:rsidRPr="00E67132">
              <w:rPr>
                <w:rFonts w:ascii="Calibri" w:hAnsi="Calibri" w:cs="Calibri"/>
                <w:noProof/>
                <w:sz w:val="22"/>
                <w:szCs w:val="22"/>
              </w:rPr>
              <w:t>DOCUMENTE PREZENTATE</w:t>
            </w:r>
          </w:p>
        </w:tc>
        <w:tc>
          <w:tcPr>
            <w:tcW w:w="5325" w:type="dxa"/>
            <w:shd w:val="clear" w:color="auto" w:fill="C0C0C0"/>
          </w:tcPr>
          <w:p w14:paraId="4E5FBA92" w14:textId="77777777" w:rsidR="00B7153C" w:rsidRPr="00E67132" w:rsidRDefault="00B7153C" w:rsidP="00EE23D3">
            <w:pPr>
              <w:jc w:val="both"/>
              <w:rPr>
                <w:rFonts w:ascii="Calibri" w:hAnsi="Calibri" w:cs="Calibri"/>
                <w:b/>
                <w:noProof/>
                <w:sz w:val="22"/>
                <w:szCs w:val="22"/>
                <w:lang w:val="ro-RO"/>
              </w:rPr>
            </w:pPr>
          </w:p>
          <w:p w14:paraId="498544B6" w14:textId="77777777" w:rsidR="00B7153C" w:rsidRPr="00E67132" w:rsidRDefault="00B7153C" w:rsidP="00EE23D3">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IN  DOCUMENTE</w:t>
            </w:r>
          </w:p>
        </w:tc>
      </w:tr>
      <w:tr w:rsidR="00B7153C" w:rsidRPr="00E67132" w14:paraId="7C01BEC0" w14:textId="77777777" w:rsidTr="00801A53">
        <w:trPr>
          <w:trHeight w:val="70"/>
        </w:trPr>
        <w:tc>
          <w:tcPr>
            <w:tcW w:w="4465" w:type="dxa"/>
          </w:tcPr>
          <w:p w14:paraId="4623F074" w14:textId="77777777" w:rsidR="00385034" w:rsidRPr="006D0996" w:rsidRDefault="00385034" w:rsidP="00385034">
            <w:pPr>
              <w:jc w:val="both"/>
              <w:rPr>
                <w:rFonts w:asciiTheme="minorHAnsi" w:hAnsiTheme="minorHAnsi" w:cstheme="minorHAnsi"/>
                <w:b/>
                <w:noProof/>
                <w:sz w:val="22"/>
                <w:szCs w:val="22"/>
                <w:lang w:val="ro-RO"/>
              </w:rPr>
            </w:pPr>
            <w:r w:rsidRPr="006D0996">
              <w:rPr>
                <w:rFonts w:asciiTheme="minorHAnsi" w:hAnsiTheme="minorHAnsi" w:cstheme="minorHAnsi"/>
                <w:b/>
                <w:noProof/>
                <w:sz w:val="22"/>
                <w:szCs w:val="22"/>
                <w:lang w:val="ro-RO"/>
              </w:rPr>
              <w:t>Doc.1. Planul de afaceri pentru dezvoltarea exploatatiei trebuie să respecte obligatoriu următoarele condiţii:</w:t>
            </w:r>
          </w:p>
          <w:p w14:paraId="6BCC5DE4" w14:textId="77777777" w:rsidR="00026627" w:rsidRPr="006D0996" w:rsidRDefault="00154256" w:rsidP="00A41E82">
            <w:pPr>
              <w:numPr>
                <w:ilvl w:val="0"/>
                <w:numId w:val="12"/>
              </w:numPr>
              <w:jc w:val="both"/>
              <w:rPr>
                <w:rFonts w:asciiTheme="minorHAnsi" w:hAnsiTheme="minorHAnsi" w:cstheme="minorHAnsi"/>
                <w:b/>
                <w:noProof/>
                <w:sz w:val="22"/>
                <w:szCs w:val="22"/>
                <w:lang w:val="ro-RO"/>
              </w:rPr>
            </w:pPr>
            <w:r w:rsidRPr="006D0996">
              <w:rPr>
                <w:rFonts w:asciiTheme="minorHAnsi" w:hAnsiTheme="minorHAnsi" w:cstheme="minorHAnsi"/>
                <w:b/>
                <w:noProof/>
                <w:sz w:val="22"/>
                <w:szCs w:val="22"/>
                <w:lang w:val="ro-RO"/>
              </w:rPr>
              <w:t>Implementarea corectă a planului de afaceri</w:t>
            </w:r>
          </w:p>
          <w:p w14:paraId="1A3AE62C" w14:textId="77777777" w:rsidR="00026627" w:rsidRPr="006D0996" w:rsidRDefault="00026627" w:rsidP="00A41E82">
            <w:pPr>
              <w:pStyle w:val="NoSpacing"/>
              <w:numPr>
                <w:ilvl w:val="0"/>
                <w:numId w:val="4"/>
              </w:numPr>
              <w:tabs>
                <w:tab w:val="left" w:pos="360"/>
              </w:tabs>
              <w:spacing w:line="276" w:lineRule="auto"/>
              <w:ind w:left="360"/>
              <w:jc w:val="both"/>
              <w:rPr>
                <w:rFonts w:asciiTheme="minorHAnsi" w:hAnsiTheme="minorHAnsi" w:cstheme="minorHAnsi"/>
                <w:noProof/>
                <w:lang w:val="ro-RO"/>
              </w:rPr>
            </w:pPr>
            <w:r w:rsidRPr="006D0996">
              <w:rPr>
                <w:rFonts w:asciiTheme="minorHAnsi" w:hAnsiTheme="minorHAnsi" w:cstheme="minorHAnsi"/>
                <w:noProof/>
                <w:lang w:val="ro-RO"/>
              </w:rPr>
              <w:t>creşterea performanţelor economice ale exploatației, prin comercializarea producției proprii în procent de minimum 20% din valoarea primei tranșe de plată (cerința va fi verificată în momentul finalizării implementării planului de afaceri);</w:t>
            </w:r>
          </w:p>
          <w:p w14:paraId="609CE0A7" w14:textId="77777777" w:rsidR="002D3DC6" w:rsidRPr="006D0996" w:rsidRDefault="00026627" w:rsidP="00A41E82">
            <w:pPr>
              <w:pStyle w:val="NoSpacing"/>
              <w:numPr>
                <w:ilvl w:val="0"/>
                <w:numId w:val="4"/>
              </w:numPr>
              <w:tabs>
                <w:tab w:val="left" w:pos="360"/>
              </w:tabs>
              <w:spacing w:line="276" w:lineRule="auto"/>
              <w:ind w:left="360"/>
              <w:jc w:val="both"/>
              <w:rPr>
                <w:rFonts w:asciiTheme="minorHAnsi" w:hAnsiTheme="minorHAnsi" w:cstheme="minorHAnsi"/>
                <w:noProof/>
                <w:lang w:val="ro-RO"/>
              </w:rPr>
            </w:pPr>
            <w:r w:rsidRPr="006D0996">
              <w:rPr>
                <w:rFonts w:asciiTheme="minorHAnsi" w:hAnsiTheme="minorHAnsi" w:cstheme="minorHAnsi"/>
                <w:noProof/>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14:paraId="7D63491F" w14:textId="77777777" w:rsidR="00726BB4" w:rsidRPr="006D0996" w:rsidRDefault="00026627" w:rsidP="00726BB4">
            <w:pPr>
              <w:pStyle w:val="NoSpacing"/>
              <w:numPr>
                <w:ilvl w:val="0"/>
                <w:numId w:val="4"/>
              </w:numPr>
              <w:tabs>
                <w:tab w:val="left" w:pos="360"/>
              </w:tabs>
              <w:spacing w:line="276" w:lineRule="auto"/>
              <w:ind w:left="360"/>
              <w:jc w:val="both"/>
              <w:rPr>
                <w:rFonts w:asciiTheme="minorHAnsi" w:hAnsiTheme="minorHAnsi" w:cstheme="minorHAnsi"/>
                <w:noProof/>
                <w:lang w:val="ro-RO"/>
              </w:rPr>
            </w:pPr>
            <w:r w:rsidRPr="006D0996">
              <w:rPr>
                <w:rFonts w:asciiTheme="minorHAnsi" w:hAnsiTheme="minorHAnsi" w:cstheme="minorHAnsi"/>
                <w:noProof/>
                <w:lang w:val="ro-RO"/>
              </w:rPr>
              <w:t>locul de muncă, în cazul în care este încadrat într-o activitate salarizată, în aceeaşi UAT sau zona limitrofă a UAT în care este înregistrată exploataţia vizată pentru sprijin, până la momentul demarării implementării planului de afaceri;</w:t>
            </w:r>
            <w:r w:rsidR="00726BB4" w:rsidRPr="006D0996">
              <w:rPr>
                <w:rFonts w:asciiTheme="minorHAnsi" w:hAnsiTheme="minorHAnsi" w:cstheme="minorHAnsi"/>
                <w:noProof/>
                <w:lang w:val="ro-RO"/>
              </w:rPr>
              <w:t xml:space="preserve"> 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p>
          <w:p w14:paraId="64F91E06" w14:textId="77777777" w:rsidR="00026627" w:rsidRPr="006D0996" w:rsidRDefault="00026627" w:rsidP="00A41E82">
            <w:pPr>
              <w:pStyle w:val="NoSpacing"/>
              <w:numPr>
                <w:ilvl w:val="0"/>
                <w:numId w:val="4"/>
              </w:numPr>
              <w:tabs>
                <w:tab w:val="left" w:pos="360"/>
              </w:tabs>
              <w:spacing w:line="276" w:lineRule="auto"/>
              <w:ind w:left="360"/>
              <w:jc w:val="both"/>
              <w:rPr>
                <w:rFonts w:asciiTheme="minorHAnsi" w:hAnsiTheme="minorHAnsi" w:cstheme="minorHAnsi"/>
                <w:noProof/>
                <w:lang w:val="ro-RO"/>
              </w:rPr>
            </w:pPr>
            <w:r w:rsidRPr="006D0996">
              <w:rPr>
                <w:rFonts w:asciiTheme="minorHAnsi" w:hAnsiTheme="minorHAnsi" w:cstheme="minorHAnsi"/>
                <w:noProof/>
                <w:lang w:val="ro-RO"/>
              </w:rPr>
              <w:t xml:space="preserve">vor fi propuse de către solicitant </w:t>
            </w:r>
            <w:r w:rsidRPr="006D0996">
              <w:rPr>
                <w:rFonts w:asciiTheme="minorHAnsi" w:hAnsiTheme="minorHAnsi" w:cstheme="minorHAnsi"/>
                <w:b/>
                <w:noProof/>
                <w:lang w:val="ro-RO"/>
              </w:rPr>
              <w:t>minim 3 obiective suplimentare</w:t>
            </w:r>
            <w:r w:rsidRPr="006D0996">
              <w:rPr>
                <w:rFonts w:asciiTheme="minorHAnsi" w:hAnsiTheme="minorHAnsi" w:cstheme="minorHAnsi"/>
                <w:noProof/>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14:paraId="4401BE72" w14:textId="77777777" w:rsidR="002D3DC6" w:rsidRPr="006D0996" w:rsidRDefault="00026627" w:rsidP="00A41E82">
            <w:pPr>
              <w:pStyle w:val="NoSpacing"/>
              <w:numPr>
                <w:ilvl w:val="0"/>
                <w:numId w:val="4"/>
              </w:numPr>
              <w:tabs>
                <w:tab w:val="left" w:pos="360"/>
              </w:tabs>
              <w:spacing w:line="276" w:lineRule="auto"/>
              <w:ind w:left="360"/>
              <w:jc w:val="both"/>
              <w:rPr>
                <w:rFonts w:asciiTheme="minorHAnsi" w:hAnsiTheme="minorHAnsi" w:cstheme="minorHAnsi"/>
                <w:noProof/>
                <w:lang w:val="ro-RO"/>
              </w:rPr>
            </w:pPr>
            <w:r w:rsidRPr="006D0996">
              <w:rPr>
                <w:rFonts w:asciiTheme="minorHAnsi" w:hAnsiTheme="minorHAnsi" w:cstheme="minorHAnsi"/>
                <w:noProof/>
                <w:lang w:val="ro-RO"/>
              </w:rPr>
              <w:t>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14:paraId="11F3F555" w14:textId="77777777" w:rsidR="002D3DC6" w:rsidRPr="006D0996" w:rsidRDefault="00026627" w:rsidP="00A41E82">
            <w:pPr>
              <w:pStyle w:val="NoSpacing"/>
              <w:numPr>
                <w:ilvl w:val="0"/>
                <w:numId w:val="4"/>
              </w:numPr>
              <w:tabs>
                <w:tab w:val="left" w:pos="360"/>
              </w:tabs>
              <w:spacing w:line="276" w:lineRule="auto"/>
              <w:jc w:val="both"/>
              <w:rPr>
                <w:rFonts w:asciiTheme="minorHAnsi" w:hAnsiTheme="minorHAnsi" w:cstheme="minorHAnsi"/>
                <w:noProof/>
                <w:lang w:val="ro-RO"/>
              </w:rPr>
            </w:pPr>
            <w:r w:rsidRPr="006D0996">
              <w:rPr>
                <w:rFonts w:asciiTheme="minorHAnsi" w:hAnsiTheme="minorHAnsi" w:cstheme="minorHAnsi"/>
                <w:noProof/>
                <w:lang w:val="ro-RO"/>
              </w:rPr>
              <w:t>demararea implementării Planului de Afaceri trebuie să înceapă în termen de cel mult 9 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14:paraId="57177028" w14:textId="77777777" w:rsidR="002D3DC6" w:rsidRPr="006D0996" w:rsidRDefault="002D3DC6" w:rsidP="00140E45">
            <w:pPr>
              <w:pStyle w:val="NoSpacing"/>
              <w:tabs>
                <w:tab w:val="left" w:pos="360"/>
              </w:tabs>
              <w:spacing w:line="276" w:lineRule="auto"/>
              <w:jc w:val="both"/>
              <w:rPr>
                <w:rFonts w:asciiTheme="minorHAnsi" w:hAnsiTheme="minorHAnsi" w:cstheme="minorHAnsi"/>
                <w:noProof/>
                <w:lang w:val="ro-RO"/>
              </w:rPr>
            </w:pPr>
          </w:p>
          <w:p w14:paraId="393683CD"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7B6B1E12"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576D8722"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1FE60117"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55C48BBF" w14:textId="77777777" w:rsidR="004F66D3" w:rsidRPr="006D0996" w:rsidRDefault="004F66D3" w:rsidP="004F66D3">
            <w:pPr>
              <w:pStyle w:val="NoSpacing"/>
              <w:tabs>
                <w:tab w:val="left" w:pos="360"/>
              </w:tabs>
              <w:spacing w:line="276" w:lineRule="auto"/>
              <w:jc w:val="both"/>
              <w:rPr>
                <w:rFonts w:asciiTheme="minorHAnsi" w:hAnsiTheme="minorHAnsi" w:cstheme="minorHAnsi"/>
                <w:noProof/>
                <w:lang w:val="ro-RO"/>
              </w:rPr>
            </w:pPr>
            <w:r w:rsidRPr="006D0996">
              <w:rPr>
                <w:rFonts w:asciiTheme="minorHAnsi" w:hAnsiTheme="minorHAnsi" w:cstheme="minorHAnsi"/>
                <w:noProof/>
                <w:lang w:val="ro-RO"/>
              </w:rPr>
              <w:t xml:space="preserve">Cererea de Finanţare: </w:t>
            </w:r>
          </w:p>
          <w:p w14:paraId="703207A9" w14:textId="77777777" w:rsidR="004F66D3" w:rsidRPr="006D0996" w:rsidRDefault="004F66D3" w:rsidP="004F66D3">
            <w:pPr>
              <w:pStyle w:val="NoSpacing"/>
              <w:tabs>
                <w:tab w:val="left" w:pos="360"/>
              </w:tabs>
              <w:spacing w:line="276" w:lineRule="auto"/>
              <w:jc w:val="both"/>
              <w:rPr>
                <w:rFonts w:asciiTheme="minorHAnsi" w:hAnsiTheme="minorHAnsi" w:cstheme="minorHAnsi"/>
                <w:noProof/>
                <w:lang w:val="ro-RO"/>
              </w:rPr>
            </w:pPr>
          </w:p>
          <w:p w14:paraId="4A5CC01A" w14:textId="77777777" w:rsidR="004F66D3" w:rsidRPr="006D0996" w:rsidRDefault="004F66D3" w:rsidP="004F66D3">
            <w:pPr>
              <w:pStyle w:val="NoSpacing"/>
              <w:tabs>
                <w:tab w:val="left" w:pos="360"/>
              </w:tabs>
              <w:spacing w:line="276" w:lineRule="auto"/>
              <w:jc w:val="both"/>
              <w:rPr>
                <w:rFonts w:asciiTheme="minorHAnsi" w:hAnsiTheme="minorHAnsi" w:cstheme="minorHAnsi"/>
                <w:noProof/>
                <w:lang w:val="ro-RO"/>
              </w:rPr>
            </w:pPr>
            <w:r w:rsidRPr="006D0996">
              <w:rPr>
                <w:rFonts w:asciiTheme="minorHAnsi" w:hAnsiTheme="minorHAnsi" w:cstheme="minorHAnsi"/>
                <w:noProof/>
                <w:lang w:val="ro-RO"/>
              </w:rPr>
              <w:t>Declaraţia F</w:t>
            </w:r>
          </w:p>
          <w:p w14:paraId="634279E3"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084AEE82"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3DAC9A10"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219F316E"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733805BA"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47409653"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13D3BB68"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CC942AC"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100F9BAD"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41D3F17F"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7AE47112"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28D2BADF"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757D641"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FC33BE7"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FDDE0EA"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E0A3C3C"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29B5B1B9"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3A6FDD93"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7094224C"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7DF4ABE6"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2E73A525"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25934965"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1E737013"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4D9F4E36"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73884821" w14:textId="77777777" w:rsidR="00A74877" w:rsidRPr="006D0996" w:rsidRDefault="00A74877" w:rsidP="00140E45">
            <w:pPr>
              <w:pStyle w:val="NoSpacing"/>
              <w:tabs>
                <w:tab w:val="left" w:pos="360"/>
              </w:tabs>
              <w:spacing w:line="276" w:lineRule="auto"/>
              <w:jc w:val="both"/>
              <w:rPr>
                <w:rFonts w:asciiTheme="minorHAnsi" w:hAnsiTheme="minorHAnsi" w:cstheme="minorHAnsi"/>
                <w:noProof/>
                <w:lang w:val="ro-RO"/>
              </w:rPr>
            </w:pPr>
          </w:p>
          <w:p w14:paraId="4E440403"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225AC1D5"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0ECABA96"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1264B46F"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3C6AB2AF"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6455AB6E"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459E7C38"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6C104157"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46A78E02"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24FFAFAE"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00036E99" w14:textId="77777777" w:rsidR="00AB06F4" w:rsidRPr="006D0996" w:rsidRDefault="00AB06F4" w:rsidP="00140E45">
            <w:pPr>
              <w:pStyle w:val="NoSpacing"/>
              <w:tabs>
                <w:tab w:val="left" w:pos="360"/>
              </w:tabs>
              <w:spacing w:line="276" w:lineRule="auto"/>
              <w:jc w:val="both"/>
              <w:rPr>
                <w:rFonts w:asciiTheme="minorHAnsi" w:hAnsiTheme="minorHAnsi" w:cstheme="minorHAnsi"/>
                <w:noProof/>
                <w:lang w:val="ro-RO"/>
              </w:rPr>
            </w:pPr>
          </w:p>
          <w:p w14:paraId="1EB68288" w14:textId="77777777" w:rsidR="00AB06F4" w:rsidRPr="006D0996" w:rsidRDefault="00AB06F4" w:rsidP="00140E45">
            <w:pPr>
              <w:pStyle w:val="NoSpacing"/>
              <w:tabs>
                <w:tab w:val="left" w:pos="360"/>
              </w:tabs>
              <w:spacing w:line="276" w:lineRule="auto"/>
              <w:jc w:val="both"/>
              <w:rPr>
                <w:rFonts w:asciiTheme="minorHAnsi" w:hAnsiTheme="minorHAnsi" w:cstheme="minorHAnsi"/>
                <w:noProof/>
                <w:lang w:val="ro-RO"/>
              </w:rPr>
            </w:pPr>
          </w:p>
          <w:p w14:paraId="5ABA4F8E"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388AF26F"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45836770"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5D2408BB" w14:textId="77777777" w:rsidR="00FE3D5A" w:rsidRPr="006D0996" w:rsidRDefault="00FE3D5A" w:rsidP="00140E45">
            <w:pPr>
              <w:pStyle w:val="NoSpacing"/>
              <w:tabs>
                <w:tab w:val="left" w:pos="360"/>
              </w:tabs>
              <w:spacing w:line="276" w:lineRule="auto"/>
              <w:jc w:val="both"/>
              <w:rPr>
                <w:rFonts w:asciiTheme="minorHAnsi" w:hAnsiTheme="minorHAnsi" w:cstheme="minorHAnsi"/>
                <w:noProof/>
                <w:lang w:val="ro-RO"/>
              </w:rPr>
            </w:pPr>
          </w:p>
          <w:p w14:paraId="4A6FCDFE"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3E3E5DDE"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79A3EA42"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205ED34D"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70DCE50C"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654BE06A"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2AED2172"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6628CB35"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4608A451" w14:textId="77777777" w:rsidR="00350DD7" w:rsidRPr="006D0996" w:rsidRDefault="00350DD7" w:rsidP="00140E45">
            <w:pPr>
              <w:pStyle w:val="NoSpacing"/>
              <w:tabs>
                <w:tab w:val="left" w:pos="360"/>
              </w:tabs>
              <w:spacing w:line="276" w:lineRule="auto"/>
              <w:jc w:val="both"/>
              <w:rPr>
                <w:rFonts w:asciiTheme="minorHAnsi" w:hAnsiTheme="minorHAnsi" w:cstheme="minorHAnsi"/>
                <w:noProof/>
                <w:lang w:val="ro-RO"/>
              </w:rPr>
            </w:pPr>
          </w:p>
          <w:p w14:paraId="54949F20"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64A97773"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54585509"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5BC32770"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68CCE67A"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17B2BAA7"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3EAF5476" w14:textId="77777777" w:rsidR="00F12620" w:rsidRPr="006D0996" w:rsidRDefault="00F12620" w:rsidP="00F12620">
            <w:pPr>
              <w:jc w:val="both"/>
              <w:rPr>
                <w:rFonts w:asciiTheme="minorHAnsi" w:hAnsiTheme="minorHAnsi" w:cstheme="minorHAnsi"/>
                <w:noProof/>
                <w:sz w:val="22"/>
                <w:szCs w:val="22"/>
                <w:lang w:val="ro-RO"/>
              </w:rPr>
            </w:pPr>
            <w:r w:rsidRPr="006D0996">
              <w:rPr>
                <w:rFonts w:asciiTheme="minorHAnsi" w:hAnsiTheme="minorHAnsi" w:cstheme="minorHAnsi"/>
                <w:noProof/>
                <w:sz w:val="22"/>
                <w:szCs w:val="22"/>
                <w:lang w:val="ro-RO"/>
              </w:rPr>
              <w:t>Cerere de finanţare Coduri ANSVSA (al solicitantului şi asociaţiei/cooperativei) în vederea verificării transferului animalelor.</w:t>
            </w:r>
          </w:p>
          <w:p w14:paraId="67480AC2" w14:textId="77777777" w:rsidR="00B43063" w:rsidRPr="006D0996" w:rsidRDefault="00B43063" w:rsidP="00140E45">
            <w:pPr>
              <w:pStyle w:val="NoSpacing"/>
              <w:tabs>
                <w:tab w:val="left" w:pos="360"/>
              </w:tabs>
              <w:spacing w:line="276" w:lineRule="auto"/>
              <w:jc w:val="both"/>
              <w:rPr>
                <w:rFonts w:asciiTheme="minorHAnsi" w:hAnsiTheme="minorHAnsi" w:cstheme="minorHAnsi"/>
                <w:noProof/>
                <w:lang w:val="ro-RO"/>
              </w:rPr>
            </w:pPr>
          </w:p>
          <w:p w14:paraId="51D190CA" w14:textId="77777777" w:rsidR="00885A39" w:rsidRPr="006D0996" w:rsidRDefault="004F66D3" w:rsidP="00140E45">
            <w:pPr>
              <w:pStyle w:val="NoSpacing"/>
              <w:tabs>
                <w:tab w:val="left" w:pos="360"/>
              </w:tabs>
              <w:spacing w:line="276" w:lineRule="auto"/>
              <w:jc w:val="both"/>
              <w:rPr>
                <w:rFonts w:asciiTheme="minorHAnsi" w:hAnsiTheme="minorHAnsi" w:cstheme="minorHAnsi"/>
                <w:noProof/>
                <w:lang w:val="ro-RO"/>
              </w:rPr>
            </w:pPr>
            <w:r w:rsidRPr="006D0996">
              <w:rPr>
                <w:rFonts w:asciiTheme="minorHAnsi" w:hAnsiTheme="minorHAnsi" w:cstheme="minorHAnsi"/>
                <w:noProof/>
                <w:lang w:val="ro-RO"/>
              </w:rPr>
              <w:t>Secţiune Cerere de Finanţare privind PNS/PNA</w:t>
            </w:r>
          </w:p>
          <w:p w14:paraId="6FAC66D4" w14:textId="77777777" w:rsidR="00521437" w:rsidRPr="006D0996" w:rsidRDefault="00521437" w:rsidP="00140E45">
            <w:pPr>
              <w:pStyle w:val="NoSpacing"/>
              <w:tabs>
                <w:tab w:val="left" w:pos="360"/>
              </w:tabs>
              <w:spacing w:line="276" w:lineRule="auto"/>
              <w:jc w:val="both"/>
              <w:rPr>
                <w:rFonts w:asciiTheme="minorHAnsi" w:hAnsiTheme="minorHAnsi" w:cstheme="minorHAnsi"/>
                <w:noProof/>
                <w:lang w:val="ro-RO"/>
              </w:rPr>
            </w:pPr>
            <w:r w:rsidRPr="006D0996">
              <w:rPr>
                <w:rFonts w:asciiTheme="minorHAnsi" w:hAnsiTheme="minorHAnsi" w:cstheme="minorHAnsi"/>
                <w:noProof/>
                <w:lang w:val="ro-RO"/>
              </w:rPr>
              <w:t>Plan de afaceri ţinând cont de lista cheltuielilor eligibile prin PNS în vigoare</w:t>
            </w:r>
          </w:p>
          <w:p w14:paraId="43F1BDDD" w14:textId="77777777" w:rsidR="00EE4349" w:rsidRPr="006D0996" w:rsidRDefault="00EE4349" w:rsidP="00140E45">
            <w:pPr>
              <w:pStyle w:val="NoSpacing"/>
              <w:tabs>
                <w:tab w:val="left" w:pos="360"/>
              </w:tabs>
              <w:spacing w:line="276" w:lineRule="auto"/>
              <w:jc w:val="both"/>
              <w:rPr>
                <w:rFonts w:asciiTheme="minorHAnsi" w:hAnsiTheme="minorHAnsi" w:cstheme="minorHAnsi"/>
                <w:noProof/>
                <w:lang w:val="ro-RO"/>
              </w:rPr>
            </w:pPr>
          </w:p>
          <w:p w14:paraId="2C0DA206" w14:textId="77777777" w:rsidR="00A17CD5" w:rsidRPr="006D0996" w:rsidRDefault="00885A39" w:rsidP="00A17CD5">
            <w:pPr>
              <w:pStyle w:val="NoSpacing"/>
              <w:spacing w:line="276" w:lineRule="auto"/>
              <w:jc w:val="both"/>
              <w:rPr>
                <w:rFonts w:asciiTheme="minorHAnsi" w:hAnsiTheme="minorHAnsi" w:cstheme="minorHAnsi"/>
                <w:noProof/>
                <w:lang w:val="ro-RO"/>
              </w:rPr>
            </w:pPr>
            <w:r w:rsidRPr="006D0996">
              <w:rPr>
                <w:rFonts w:asciiTheme="minorHAnsi" w:hAnsiTheme="minorHAnsi" w:cstheme="minorHAnsi"/>
                <w:b/>
                <w:noProof/>
                <w:lang w:val="ro-RO"/>
              </w:rPr>
              <w:t>A</w:t>
            </w:r>
            <w:r w:rsidR="00005377" w:rsidRPr="006D0996">
              <w:rPr>
                <w:rFonts w:asciiTheme="minorHAnsi" w:hAnsiTheme="minorHAnsi" w:cstheme="minorHAnsi"/>
                <w:b/>
                <w:noProof/>
                <w:lang w:val="ro-RO"/>
              </w:rPr>
              <w:t>)</w:t>
            </w:r>
            <w:r w:rsidR="00A17CD5" w:rsidRPr="006D0996">
              <w:rPr>
                <w:rFonts w:asciiTheme="minorHAnsi" w:hAnsiTheme="minorHAnsi" w:cstheme="minorHAnsi"/>
                <w:b/>
                <w:noProof/>
                <w:lang w:val="ro-RO"/>
              </w:rPr>
              <w:t xml:space="preserve"> </w:t>
            </w:r>
            <w:r w:rsidRPr="006D0996">
              <w:rPr>
                <w:rFonts w:asciiTheme="minorHAnsi" w:hAnsiTheme="minorHAnsi" w:cstheme="minorHAnsi"/>
                <w:b/>
                <w:noProof/>
                <w:lang w:val="ro-RO"/>
              </w:rPr>
              <w:t>Dacă s</w:t>
            </w:r>
            <w:r w:rsidR="00A17CD5" w:rsidRPr="006D0996">
              <w:rPr>
                <w:rFonts w:asciiTheme="minorHAnsi" w:hAnsiTheme="minorHAnsi" w:cstheme="minorHAnsi"/>
                <w:b/>
                <w:noProof/>
                <w:lang w:val="ro-RO"/>
              </w:rPr>
              <w:t>olicitantul</w:t>
            </w:r>
            <w:r w:rsidRPr="006D0996">
              <w:rPr>
                <w:rFonts w:asciiTheme="minorHAnsi" w:hAnsiTheme="minorHAnsi" w:cstheme="minorHAnsi"/>
                <w:b/>
                <w:noProof/>
                <w:lang w:val="ro-RO"/>
              </w:rPr>
              <w:t xml:space="preserve"> </w:t>
            </w:r>
            <w:r w:rsidR="00A17CD5" w:rsidRPr="006D0996">
              <w:rPr>
                <w:rFonts w:asciiTheme="minorHAnsi" w:hAnsiTheme="minorHAnsi" w:cstheme="minorHAnsi"/>
                <w:b/>
                <w:noProof/>
                <w:lang w:val="ro-RO"/>
              </w:rPr>
              <w:t>şi-a prevăzut prin planul de afaceri acţiuni eligibile prin PNS</w:t>
            </w:r>
            <w:r w:rsidRPr="006D0996">
              <w:rPr>
                <w:rFonts w:asciiTheme="minorHAnsi" w:hAnsiTheme="minorHAnsi" w:cstheme="minorHAnsi"/>
                <w:b/>
                <w:noProof/>
                <w:lang w:val="ro-RO"/>
              </w:rPr>
              <w:t>.</w:t>
            </w:r>
            <w:r w:rsidR="00A17CD5" w:rsidRPr="006D0996">
              <w:rPr>
                <w:rFonts w:asciiTheme="minorHAnsi" w:hAnsiTheme="minorHAnsi" w:cstheme="minorHAnsi"/>
                <w:b/>
                <w:noProof/>
                <w:lang w:val="ro-RO"/>
              </w:rPr>
              <w:t xml:space="preserve"> </w:t>
            </w:r>
          </w:p>
          <w:p w14:paraId="220D98BF" w14:textId="77777777" w:rsidR="00A17CD5" w:rsidRPr="006D0996" w:rsidRDefault="00A17CD5" w:rsidP="00A17CD5">
            <w:pPr>
              <w:pStyle w:val="NoSpacing"/>
              <w:jc w:val="both"/>
              <w:rPr>
                <w:rFonts w:asciiTheme="minorHAnsi" w:hAnsiTheme="minorHAnsi" w:cstheme="minorHAnsi"/>
                <w:noProof/>
                <w:lang w:val="ro-RO"/>
              </w:rPr>
            </w:pPr>
          </w:p>
          <w:p w14:paraId="7EA9A5AF" w14:textId="77777777" w:rsidR="00A17CD5" w:rsidRPr="006D0996" w:rsidRDefault="00A17CD5" w:rsidP="00A17CD5">
            <w:pPr>
              <w:pStyle w:val="NoSpacing"/>
              <w:jc w:val="both"/>
              <w:rPr>
                <w:rFonts w:asciiTheme="minorHAnsi" w:hAnsiTheme="minorHAnsi" w:cstheme="minorHAnsi"/>
                <w:noProof/>
                <w:lang w:val="ro-RO"/>
              </w:rPr>
            </w:pPr>
            <w:r w:rsidRPr="006D0996">
              <w:rPr>
                <w:rFonts w:asciiTheme="minorHAnsi" w:hAnsiTheme="minorHAnsi" w:cstheme="minorHAnsi"/>
                <w:noProof/>
                <w:lang w:val="ro-RO"/>
              </w:rPr>
              <w:t>În vederea evitării dublei finanţări, nu pot fi finanţate prin PNDR acţiunile eligibile prin PNS aprobat, în vigoare.</w:t>
            </w:r>
          </w:p>
          <w:p w14:paraId="4D4623A8" w14:textId="77777777" w:rsidR="00A17CD5" w:rsidRPr="006D0996" w:rsidRDefault="00A17CD5" w:rsidP="006270BA">
            <w:pPr>
              <w:pStyle w:val="NoSpacing"/>
              <w:jc w:val="both"/>
              <w:rPr>
                <w:rFonts w:asciiTheme="minorHAnsi" w:hAnsiTheme="minorHAnsi" w:cstheme="minorHAnsi"/>
                <w:noProof/>
                <w:lang w:val="ro-RO"/>
              </w:rPr>
            </w:pPr>
            <w:r w:rsidRPr="006D0996">
              <w:rPr>
                <w:rFonts w:asciiTheme="minorHAnsi" w:hAnsiTheme="minorHAnsi" w:cstheme="minorHAnsi"/>
                <w:noProof/>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16D2D241" w14:textId="77777777" w:rsidR="00EE4349" w:rsidRPr="006D0996" w:rsidRDefault="00EE4349" w:rsidP="00E3119B">
            <w:pPr>
              <w:pStyle w:val="NoSpacing"/>
              <w:jc w:val="both"/>
              <w:rPr>
                <w:rFonts w:asciiTheme="minorHAnsi" w:hAnsiTheme="minorHAnsi" w:cstheme="minorHAnsi"/>
                <w:noProof/>
                <w:lang w:val="ro-RO"/>
              </w:rPr>
            </w:pPr>
          </w:p>
          <w:p w14:paraId="30D8C282" w14:textId="77777777" w:rsidR="00EE4349" w:rsidRPr="006D0996" w:rsidRDefault="00EE4349" w:rsidP="007A279F">
            <w:pPr>
              <w:pStyle w:val="NoSpacing"/>
              <w:jc w:val="both"/>
              <w:rPr>
                <w:rFonts w:asciiTheme="minorHAnsi" w:hAnsiTheme="minorHAnsi" w:cstheme="minorHAnsi"/>
                <w:noProof/>
                <w:lang w:val="ro-RO"/>
              </w:rPr>
            </w:pPr>
          </w:p>
          <w:p w14:paraId="06AAC63A" w14:textId="77777777" w:rsidR="00EE4349" w:rsidRPr="006D0996" w:rsidRDefault="00EE4349" w:rsidP="007A279F">
            <w:pPr>
              <w:pStyle w:val="NoSpacing"/>
              <w:jc w:val="both"/>
              <w:rPr>
                <w:rFonts w:asciiTheme="minorHAnsi" w:hAnsiTheme="minorHAnsi" w:cstheme="minorHAnsi"/>
                <w:noProof/>
                <w:lang w:val="ro-RO"/>
              </w:rPr>
            </w:pPr>
          </w:p>
          <w:p w14:paraId="6083601B" w14:textId="77777777" w:rsidR="00EE4349" w:rsidRPr="006D0996" w:rsidRDefault="00EE4349" w:rsidP="004B572E">
            <w:pPr>
              <w:pStyle w:val="NoSpacing"/>
              <w:jc w:val="both"/>
              <w:rPr>
                <w:rFonts w:asciiTheme="minorHAnsi" w:hAnsiTheme="minorHAnsi" w:cstheme="minorHAnsi"/>
                <w:noProof/>
                <w:lang w:val="ro-RO"/>
              </w:rPr>
            </w:pPr>
          </w:p>
          <w:p w14:paraId="2B0ADF20" w14:textId="77777777" w:rsidR="00EE4349" w:rsidRPr="006D0996" w:rsidRDefault="00EE4349" w:rsidP="00396129">
            <w:pPr>
              <w:pStyle w:val="NoSpacing"/>
              <w:jc w:val="both"/>
              <w:rPr>
                <w:rFonts w:asciiTheme="minorHAnsi" w:hAnsiTheme="minorHAnsi" w:cstheme="minorHAnsi"/>
                <w:noProof/>
                <w:lang w:val="ro-RO"/>
              </w:rPr>
            </w:pPr>
          </w:p>
          <w:p w14:paraId="5B1E9701" w14:textId="77777777" w:rsidR="00EE4349" w:rsidRPr="006D0996" w:rsidRDefault="00EE4349" w:rsidP="004624C2">
            <w:pPr>
              <w:pStyle w:val="NoSpacing"/>
              <w:jc w:val="both"/>
              <w:rPr>
                <w:rFonts w:asciiTheme="minorHAnsi" w:hAnsiTheme="minorHAnsi" w:cstheme="minorHAnsi"/>
                <w:noProof/>
                <w:lang w:val="ro-RO"/>
              </w:rPr>
            </w:pPr>
          </w:p>
          <w:p w14:paraId="3F93ED09" w14:textId="77777777" w:rsidR="00EE4349" w:rsidRPr="006D0996" w:rsidRDefault="00EE4349" w:rsidP="005A244D">
            <w:pPr>
              <w:pStyle w:val="NoSpacing"/>
              <w:jc w:val="both"/>
              <w:rPr>
                <w:rFonts w:asciiTheme="minorHAnsi" w:hAnsiTheme="minorHAnsi" w:cstheme="minorHAnsi"/>
                <w:noProof/>
                <w:lang w:val="ro-RO"/>
              </w:rPr>
            </w:pPr>
          </w:p>
          <w:p w14:paraId="28F94CC9" w14:textId="77777777" w:rsidR="00EE4349" w:rsidRPr="006D0996" w:rsidRDefault="00EE4349">
            <w:pPr>
              <w:pStyle w:val="NoSpacing"/>
              <w:jc w:val="both"/>
              <w:rPr>
                <w:rFonts w:asciiTheme="minorHAnsi" w:hAnsiTheme="minorHAnsi" w:cstheme="minorHAnsi"/>
                <w:noProof/>
                <w:lang w:val="ro-RO"/>
              </w:rPr>
            </w:pPr>
          </w:p>
          <w:p w14:paraId="7F037EAD" w14:textId="77777777" w:rsidR="00EE4349" w:rsidRPr="006D0996" w:rsidRDefault="00EE4349">
            <w:pPr>
              <w:pStyle w:val="NoSpacing"/>
              <w:jc w:val="both"/>
              <w:rPr>
                <w:rFonts w:asciiTheme="minorHAnsi" w:hAnsiTheme="minorHAnsi" w:cstheme="minorHAnsi"/>
                <w:noProof/>
                <w:lang w:val="ro-RO"/>
              </w:rPr>
            </w:pPr>
          </w:p>
          <w:p w14:paraId="441FB3E0" w14:textId="77777777" w:rsidR="00EE4349" w:rsidRPr="006D0996" w:rsidRDefault="00EE4349">
            <w:pPr>
              <w:pStyle w:val="NoSpacing"/>
              <w:jc w:val="both"/>
              <w:rPr>
                <w:rFonts w:asciiTheme="minorHAnsi" w:hAnsiTheme="minorHAnsi" w:cstheme="minorHAnsi"/>
                <w:noProof/>
                <w:lang w:val="ro-RO"/>
              </w:rPr>
            </w:pPr>
          </w:p>
          <w:p w14:paraId="0F446A20" w14:textId="77777777" w:rsidR="00EE4349" w:rsidRPr="006D0996" w:rsidRDefault="00EE4349">
            <w:pPr>
              <w:pStyle w:val="NoSpacing"/>
              <w:jc w:val="both"/>
              <w:rPr>
                <w:rFonts w:asciiTheme="minorHAnsi" w:hAnsiTheme="minorHAnsi" w:cstheme="minorHAnsi"/>
                <w:noProof/>
                <w:lang w:val="ro-RO"/>
              </w:rPr>
            </w:pPr>
          </w:p>
          <w:p w14:paraId="4EA8079E" w14:textId="77777777" w:rsidR="00EE4349" w:rsidRPr="006D0996" w:rsidRDefault="00EE4349">
            <w:pPr>
              <w:pStyle w:val="NoSpacing"/>
              <w:jc w:val="both"/>
              <w:rPr>
                <w:rFonts w:asciiTheme="minorHAnsi" w:hAnsiTheme="minorHAnsi" w:cstheme="minorHAnsi"/>
                <w:noProof/>
                <w:lang w:val="ro-RO"/>
              </w:rPr>
            </w:pPr>
          </w:p>
          <w:p w14:paraId="1F3928DE" w14:textId="77777777" w:rsidR="00EE4349" w:rsidRPr="006D0996" w:rsidRDefault="00EE4349">
            <w:pPr>
              <w:pStyle w:val="NoSpacing"/>
              <w:jc w:val="both"/>
              <w:rPr>
                <w:rFonts w:asciiTheme="minorHAnsi" w:hAnsiTheme="minorHAnsi" w:cstheme="minorHAnsi"/>
                <w:noProof/>
                <w:lang w:val="ro-RO"/>
              </w:rPr>
            </w:pPr>
          </w:p>
          <w:p w14:paraId="6EE198C6" w14:textId="77777777" w:rsidR="00EE4349" w:rsidRPr="006D0996" w:rsidRDefault="00EE4349">
            <w:pPr>
              <w:pStyle w:val="NoSpacing"/>
              <w:jc w:val="both"/>
              <w:rPr>
                <w:rFonts w:asciiTheme="minorHAnsi" w:hAnsiTheme="minorHAnsi" w:cstheme="minorHAnsi"/>
                <w:noProof/>
                <w:lang w:val="ro-RO"/>
              </w:rPr>
            </w:pPr>
          </w:p>
          <w:p w14:paraId="5FAED2BF" w14:textId="77777777" w:rsidR="00EE4349" w:rsidRPr="006D0996" w:rsidRDefault="00EE4349">
            <w:pPr>
              <w:pStyle w:val="NoSpacing"/>
              <w:jc w:val="both"/>
              <w:rPr>
                <w:rFonts w:asciiTheme="minorHAnsi" w:hAnsiTheme="minorHAnsi" w:cstheme="minorHAnsi"/>
                <w:noProof/>
                <w:lang w:val="ro-RO"/>
              </w:rPr>
            </w:pPr>
          </w:p>
          <w:p w14:paraId="50D7DC1A" w14:textId="77777777" w:rsidR="00EE4349" w:rsidRPr="006D0996" w:rsidRDefault="00EE4349">
            <w:pPr>
              <w:pStyle w:val="NoSpacing"/>
              <w:jc w:val="both"/>
              <w:rPr>
                <w:rFonts w:asciiTheme="minorHAnsi" w:hAnsiTheme="minorHAnsi" w:cstheme="minorHAnsi"/>
                <w:noProof/>
                <w:lang w:val="ro-RO"/>
              </w:rPr>
            </w:pPr>
          </w:p>
          <w:p w14:paraId="0423AECF" w14:textId="77777777" w:rsidR="00EE4349" w:rsidRPr="006D0996" w:rsidRDefault="00EE4349">
            <w:pPr>
              <w:pStyle w:val="NoSpacing"/>
              <w:jc w:val="both"/>
              <w:rPr>
                <w:rFonts w:asciiTheme="minorHAnsi" w:hAnsiTheme="minorHAnsi" w:cstheme="minorHAnsi"/>
                <w:noProof/>
                <w:lang w:val="ro-RO"/>
              </w:rPr>
            </w:pPr>
          </w:p>
          <w:p w14:paraId="67F5FB1C" w14:textId="77777777" w:rsidR="00EE4349" w:rsidRPr="006D0996" w:rsidRDefault="00EE4349">
            <w:pPr>
              <w:pStyle w:val="NoSpacing"/>
              <w:jc w:val="both"/>
              <w:rPr>
                <w:rFonts w:asciiTheme="minorHAnsi" w:hAnsiTheme="minorHAnsi" w:cstheme="minorHAnsi"/>
                <w:noProof/>
                <w:lang w:val="ro-RO"/>
              </w:rPr>
            </w:pPr>
          </w:p>
          <w:p w14:paraId="62AF5F0D" w14:textId="77777777" w:rsidR="00EE4349" w:rsidRPr="006D0996" w:rsidRDefault="00EE4349">
            <w:pPr>
              <w:pStyle w:val="NoSpacing"/>
              <w:jc w:val="both"/>
              <w:rPr>
                <w:rFonts w:asciiTheme="minorHAnsi" w:hAnsiTheme="minorHAnsi" w:cstheme="minorHAnsi"/>
                <w:noProof/>
                <w:lang w:val="ro-RO"/>
              </w:rPr>
            </w:pPr>
          </w:p>
          <w:p w14:paraId="7CDE558D" w14:textId="77777777" w:rsidR="00EE4349" w:rsidRPr="006D0996" w:rsidRDefault="00EE4349">
            <w:pPr>
              <w:pStyle w:val="NoSpacing"/>
              <w:jc w:val="both"/>
              <w:rPr>
                <w:rFonts w:asciiTheme="minorHAnsi" w:hAnsiTheme="minorHAnsi" w:cstheme="minorHAnsi"/>
                <w:noProof/>
                <w:lang w:val="ro-RO"/>
              </w:rPr>
            </w:pPr>
          </w:p>
          <w:p w14:paraId="78850EA3" w14:textId="77777777" w:rsidR="00EE4349" w:rsidRPr="006D0996" w:rsidRDefault="00EE4349">
            <w:pPr>
              <w:pStyle w:val="NoSpacing"/>
              <w:jc w:val="both"/>
              <w:rPr>
                <w:rFonts w:asciiTheme="minorHAnsi" w:hAnsiTheme="minorHAnsi" w:cstheme="minorHAnsi"/>
                <w:noProof/>
                <w:lang w:val="ro-RO"/>
              </w:rPr>
            </w:pPr>
          </w:p>
          <w:p w14:paraId="238F6C57" w14:textId="77777777" w:rsidR="00A17CD5" w:rsidRPr="006D0996" w:rsidRDefault="00A17CD5" w:rsidP="00A17CD5">
            <w:pPr>
              <w:pStyle w:val="NoSpacing"/>
              <w:spacing w:line="276" w:lineRule="auto"/>
              <w:jc w:val="both"/>
              <w:rPr>
                <w:rFonts w:asciiTheme="minorHAnsi" w:hAnsiTheme="minorHAnsi" w:cstheme="minorHAnsi"/>
                <w:noProof/>
                <w:lang w:val="ro-RO"/>
              </w:rPr>
            </w:pPr>
          </w:p>
          <w:p w14:paraId="503C1973" w14:textId="77777777" w:rsidR="00A17CD5" w:rsidRPr="006D0996" w:rsidRDefault="00885A39" w:rsidP="00A17CD5">
            <w:pPr>
              <w:pStyle w:val="NoSpacing"/>
              <w:spacing w:line="276" w:lineRule="auto"/>
              <w:jc w:val="both"/>
              <w:rPr>
                <w:rFonts w:asciiTheme="minorHAnsi" w:hAnsiTheme="minorHAnsi" w:cstheme="minorHAnsi"/>
                <w:noProof/>
                <w:lang w:val="ro-RO"/>
              </w:rPr>
            </w:pPr>
            <w:r w:rsidRPr="006D0996">
              <w:rPr>
                <w:rFonts w:asciiTheme="minorHAnsi" w:hAnsiTheme="minorHAnsi" w:cstheme="minorHAnsi"/>
                <w:b/>
                <w:noProof/>
                <w:lang w:val="ro-RO"/>
              </w:rPr>
              <w:t>B</w:t>
            </w:r>
            <w:r w:rsidR="00005377" w:rsidRPr="006D0996">
              <w:rPr>
                <w:rFonts w:asciiTheme="minorHAnsi" w:hAnsiTheme="minorHAnsi" w:cstheme="minorHAnsi"/>
                <w:b/>
                <w:noProof/>
                <w:lang w:val="ro-RO"/>
              </w:rPr>
              <w:t>)</w:t>
            </w:r>
            <w:r w:rsidRPr="006D0996">
              <w:rPr>
                <w:rFonts w:asciiTheme="minorHAnsi" w:hAnsiTheme="minorHAnsi" w:cstheme="minorHAnsi"/>
                <w:b/>
                <w:noProof/>
                <w:lang w:val="ro-RO"/>
              </w:rPr>
              <w:t xml:space="preserve"> Dacă s</w:t>
            </w:r>
            <w:r w:rsidR="00A17CD5" w:rsidRPr="006D0996">
              <w:rPr>
                <w:rFonts w:asciiTheme="minorHAnsi" w:hAnsiTheme="minorHAnsi" w:cstheme="minorHAnsi"/>
                <w:b/>
                <w:noProof/>
                <w:lang w:val="ro-RO"/>
              </w:rPr>
              <w:t>olicitantul</w:t>
            </w:r>
            <w:r w:rsidRPr="006D0996">
              <w:rPr>
                <w:rFonts w:asciiTheme="minorHAnsi" w:hAnsiTheme="minorHAnsi" w:cstheme="minorHAnsi"/>
                <w:b/>
                <w:noProof/>
                <w:lang w:val="ro-RO"/>
              </w:rPr>
              <w:t xml:space="preserve"> a accesat/va accesa PNA şi</w:t>
            </w:r>
            <w:r w:rsidR="00A17CD5" w:rsidRPr="006D0996">
              <w:rPr>
                <w:rFonts w:asciiTheme="minorHAnsi" w:hAnsiTheme="minorHAnsi" w:cstheme="minorHAnsi"/>
                <w:b/>
                <w:noProof/>
                <w:lang w:val="ro-RO"/>
              </w:rPr>
              <w:t xml:space="preserve"> a prevăzut prin planul de afaceri acţiuni eligibile prin PNA</w:t>
            </w:r>
            <w:r w:rsidRPr="006D0996">
              <w:rPr>
                <w:rFonts w:asciiTheme="minorHAnsi" w:hAnsiTheme="minorHAnsi" w:cstheme="minorHAnsi"/>
                <w:b/>
                <w:noProof/>
                <w:lang w:val="ro-RO"/>
              </w:rPr>
              <w:t>.</w:t>
            </w:r>
          </w:p>
          <w:p w14:paraId="2CA9346F" w14:textId="77777777" w:rsidR="00A17CD5" w:rsidRPr="006D0996" w:rsidRDefault="00A17CD5" w:rsidP="00A17CD5">
            <w:pPr>
              <w:pStyle w:val="NoSpacing"/>
              <w:jc w:val="both"/>
              <w:rPr>
                <w:rFonts w:asciiTheme="minorHAnsi" w:hAnsiTheme="minorHAnsi" w:cstheme="minorHAnsi"/>
                <w:noProof/>
                <w:lang w:val="ro-RO"/>
              </w:rPr>
            </w:pPr>
          </w:p>
          <w:p w14:paraId="724D5020" w14:textId="77777777" w:rsidR="00A17CD5" w:rsidRPr="006D0996" w:rsidRDefault="00A17CD5" w:rsidP="00A17CD5">
            <w:pPr>
              <w:pStyle w:val="NoSpacing"/>
              <w:jc w:val="both"/>
              <w:rPr>
                <w:rFonts w:asciiTheme="minorHAnsi" w:hAnsiTheme="minorHAnsi" w:cstheme="minorHAnsi"/>
                <w:noProof/>
                <w:lang w:val="ro-RO"/>
              </w:rPr>
            </w:pPr>
            <w:r w:rsidRPr="006D0996">
              <w:rPr>
                <w:rFonts w:asciiTheme="minorHAnsi" w:hAnsiTheme="minorHAnsi" w:cstheme="minorHAnsi"/>
                <w:noProof/>
                <w:lang w:val="ro-RO"/>
              </w:rPr>
              <w:t xml:space="preserve">În vederea evitării dublei finanţări, nu este permisă achiziţionarea aceloraşi produse din PNA </w:t>
            </w:r>
            <w:r w:rsidR="00A6327B" w:rsidRPr="006D0996">
              <w:rPr>
                <w:rFonts w:asciiTheme="minorHAnsi" w:hAnsiTheme="minorHAnsi" w:cstheme="minorHAnsi"/>
                <w:noProof/>
                <w:lang w:val="ro-RO"/>
              </w:rPr>
              <w:t>2014-2016, PNA 2017-2019, PNA 2020-2022</w:t>
            </w:r>
            <w:r w:rsidRPr="006D0996">
              <w:rPr>
                <w:rFonts w:asciiTheme="minorHAnsi" w:hAnsiTheme="minorHAnsi" w:cstheme="minorHAnsi"/>
                <w:noProof/>
                <w:lang w:val="ro-RO"/>
              </w:rPr>
              <w:t xml:space="preserve">şi din PNDR 2014-2020 de către apicultorul care solicită sprijin prin PNDR. Aşadar, NU pot fi propuse în Planul de Afaceri acele cheltuieli decontate/care urmează a fi decontate prin </w:t>
            </w:r>
            <w:r w:rsidR="00A6327B" w:rsidRPr="006D0996">
              <w:rPr>
                <w:rFonts w:asciiTheme="minorHAnsi" w:hAnsiTheme="minorHAnsi" w:cstheme="minorHAnsi"/>
                <w:noProof/>
                <w:lang w:val="ro-RO"/>
              </w:rPr>
              <w:t>PNA 2014-2016, PNA 2017-2019</w:t>
            </w:r>
            <w:r w:rsidR="00AB5EC0" w:rsidRPr="006D0996">
              <w:rPr>
                <w:rFonts w:asciiTheme="minorHAnsi" w:hAnsiTheme="minorHAnsi" w:cstheme="minorHAnsi"/>
                <w:noProof/>
                <w:lang w:val="ro-RO"/>
              </w:rPr>
              <w:t xml:space="preserve">, </w:t>
            </w:r>
            <w:r w:rsidR="00A6327B" w:rsidRPr="006D0996">
              <w:rPr>
                <w:rFonts w:asciiTheme="minorHAnsi" w:hAnsiTheme="minorHAnsi" w:cstheme="minorHAnsi"/>
                <w:noProof/>
                <w:lang w:val="ro-RO"/>
              </w:rPr>
              <w:t>PNA 2020-2022</w:t>
            </w:r>
            <w:r w:rsidRPr="006D0996">
              <w:rPr>
                <w:rFonts w:asciiTheme="minorHAnsi" w:hAnsiTheme="minorHAnsi" w:cstheme="minorHAnsi"/>
                <w:noProof/>
                <w:lang w:val="ro-RO"/>
              </w:rPr>
              <w:t xml:space="preserve">, în conformitate cu legislaţia în vigoare care aplică cele două programe, respectiv stipulează lista de cheltuieli eligibile. </w:t>
            </w:r>
          </w:p>
          <w:p w14:paraId="1B07D89C" w14:textId="77777777" w:rsidR="00BD6F83" w:rsidRPr="006D0996" w:rsidRDefault="00BD6F83" w:rsidP="00A17CD5">
            <w:pPr>
              <w:pStyle w:val="NoSpacing"/>
              <w:jc w:val="both"/>
              <w:rPr>
                <w:rFonts w:asciiTheme="minorHAnsi" w:hAnsiTheme="minorHAnsi" w:cstheme="minorHAnsi"/>
                <w:noProof/>
                <w:lang w:val="ro-RO"/>
              </w:rPr>
            </w:pPr>
          </w:p>
          <w:p w14:paraId="170D8B40" w14:textId="77777777" w:rsidR="00BD6F83" w:rsidRPr="006D0996" w:rsidRDefault="00BD6F83" w:rsidP="00A17CD5">
            <w:pPr>
              <w:pStyle w:val="NoSpacing"/>
              <w:jc w:val="both"/>
              <w:rPr>
                <w:rFonts w:asciiTheme="minorHAnsi" w:hAnsiTheme="minorHAnsi" w:cstheme="minorHAnsi"/>
                <w:noProof/>
                <w:lang w:val="ro-RO"/>
              </w:rPr>
            </w:pPr>
            <w:r w:rsidRPr="006D0996">
              <w:rPr>
                <w:rFonts w:asciiTheme="minorHAnsi" w:hAnsiTheme="minorHAnsi" w:cstheme="minorHAnsi"/>
                <w:noProof/>
                <w:lang w:val="ro-RO"/>
              </w:rPr>
              <w:t>Documentele verificate sunt:</w:t>
            </w:r>
          </w:p>
          <w:p w14:paraId="7DA3E106" w14:textId="77777777" w:rsidR="00BD6F83" w:rsidRPr="006D0996" w:rsidRDefault="00BD6F83" w:rsidP="00A17CD5">
            <w:pPr>
              <w:pStyle w:val="NoSpacing"/>
              <w:jc w:val="both"/>
              <w:rPr>
                <w:rFonts w:asciiTheme="minorHAnsi" w:hAnsiTheme="minorHAnsi" w:cstheme="minorHAnsi"/>
                <w:noProof/>
                <w:lang w:val="ro-RO"/>
              </w:rPr>
            </w:pPr>
            <w:r w:rsidRPr="006D0996">
              <w:rPr>
                <w:rFonts w:asciiTheme="minorHAnsi" w:hAnsiTheme="minorHAnsi" w:cstheme="minorHAnsi"/>
                <w:noProof/>
                <w:lang w:val="ro-RO"/>
              </w:rPr>
              <w:t>Cerere de finanţare</w:t>
            </w:r>
          </w:p>
          <w:p w14:paraId="12FCAE06" w14:textId="77777777" w:rsidR="00BD6F83" w:rsidRPr="006D0996" w:rsidRDefault="00BD6F83" w:rsidP="00A17CD5">
            <w:pPr>
              <w:pStyle w:val="NoSpacing"/>
              <w:jc w:val="both"/>
              <w:rPr>
                <w:rFonts w:asciiTheme="minorHAnsi" w:hAnsiTheme="minorHAnsi" w:cstheme="minorHAnsi"/>
                <w:noProof/>
                <w:lang w:val="ro-RO"/>
              </w:rPr>
            </w:pPr>
            <w:r w:rsidRPr="006D0996">
              <w:rPr>
                <w:rFonts w:asciiTheme="minorHAnsi" w:hAnsiTheme="minorHAnsi" w:cstheme="minorHAnsi"/>
                <w:noProof/>
                <w:lang w:val="ro-RO"/>
              </w:rPr>
              <w:t>Bază de date APIA (conform protocol de demarcare încheiat între APIA şi AFIR)</w:t>
            </w:r>
          </w:p>
          <w:p w14:paraId="02ACE5FD" w14:textId="77777777" w:rsidR="00BA7AA8" w:rsidRPr="006D0996" w:rsidRDefault="00BD6F83" w:rsidP="00FE14F6">
            <w:pPr>
              <w:pStyle w:val="NoSpacing"/>
              <w:jc w:val="both"/>
              <w:rPr>
                <w:rFonts w:asciiTheme="minorHAnsi" w:eastAsia="Calibri" w:hAnsiTheme="minorHAnsi" w:cstheme="minorHAnsi"/>
                <w:noProof/>
                <w:lang w:val="ro-RO"/>
              </w:rPr>
            </w:pPr>
            <w:r w:rsidRPr="006D0996">
              <w:rPr>
                <w:rFonts w:asciiTheme="minorHAnsi" w:hAnsiTheme="minorHAnsi" w:cstheme="minorHAnsi"/>
                <w:noProof/>
                <w:lang w:val="ro-RO"/>
              </w:rPr>
              <w:t>Plan de Afaceri</w:t>
            </w:r>
          </w:p>
        </w:tc>
        <w:tc>
          <w:tcPr>
            <w:tcW w:w="5325" w:type="dxa"/>
          </w:tcPr>
          <w:p w14:paraId="3DFFCB2A" w14:textId="77777777" w:rsidR="00703F9A" w:rsidRPr="006D0996" w:rsidRDefault="00B7153C" w:rsidP="00350DD7">
            <w:pPr>
              <w:jc w:val="both"/>
              <w:rPr>
                <w:rFonts w:asciiTheme="minorHAnsi" w:hAnsiTheme="minorHAnsi" w:cs="Calibri"/>
                <w:b/>
                <w:noProof/>
                <w:color w:val="000000"/>
                <w:sz w:val="22"/>
                <w:szCs w:val="22"/>
                <w:lang w:val="ro-RO"/>
              </w:rPr>
            </w:pPr>
            <w:r w:rsidRPr="006D0996">
              <w:rPr>
                <w:rFonts w:asciiTheme="minorHAnsi" w:hAnsiTheme="minorHAnsi" w:cs="Calibri"/>
                <w:b/>
                <w:noProof/>
                <w:color w:val="000000"/>
                <w:sz w:val="22"/>
                <w:szCs w:val="22"/>
                <w:lang w:val="ro-RO"/>
              </w:rPr>
              <w:t xml:space="preserve">Doc.1. </w:t>
            </w:r>
          </w:p>
          <w:p w14:paraId="1921E334" w14:textId="77777777" w:rsidR="00B7153C" w:rsidRPr="006D0996" w:rsidRDefault="00350DD7" w:rsidP="00350DD7">
            <w:pPr>
              <w:jc w:val="both"/>
              <w:rPr>
                <w:rFonts w:asciiTheme="minorHAnsi" w:hAnsiTheme="minorHAnsi" w:cs="Calibri"/>
                <w:noProof/>
                <w:sz w:val="22"/>
                <w:szCs w:val="22"/>
                <w:lang w:val="ro-RO"/>
              </w:rPr>
            </w:pPr>
            <w:r w:rsidRPr="006D0996">
              <w:rPr>
                <w:rFonts w:asciiTheme="minorHAnsi" w:hAnsiTheme="minorHAnsi" w:cs="Calibri"/>
                <w:b/>
                <w:noProof/>
                <w:color w:val="000000"/>
                <w:sz w:val="22"/>
                <w:szCs w:val="22"/>
                <w:lang w:val="ro-RO"/>
              </w:rPr>
              <w:t xml:space="preserve">A) </w:t>
            </w:r>
            <w:r w:rsidR="00B7153C" w:rsidRPr="006D0996">
              <w:rPr>
                <w:rFonts w:asciiTheme="minorHAnsi" w:hAnsiTheme="minorHAnsi" w:cs="Calibri"/>
                <w:noProof/>
                <w:color w:val="000000"/>
                <w:sz w:val="22"/>
                <w:szCs w:val="22"/>
                <w:lang w:val="ro-RO"/>
              </w:rPr>
              <w:t xml:space="preserve">Expertul verifica daca planul de afaceri respecta structura cadru si daca solicitantul isi propune sa </w:t>
            </w:r>
            <w:r w:rsidR="00B7153C" w:rsidRPr="006D0996">
              <w:rPr>
                <w:rFonts w:asciiTheme="minorHAnsi" w:hAnsiTheme="minorHAnsi" w:cs="Calibri"/>
                <w:noProof/>
                <w:sz w:val="22"/>
                <w:szCs w:val="22"/>
                <w:lang w:val="ro-RO"/>
              </w:rPr>
              <w:t>demonstreze îmbunătăţirea performanţei generale a exploataţiei agricole</w:t>
            </w:r>
            <w:r w:rsidR="00B7153C" w:rsidRPr="006D0996">
              <w:rPr>
                <w:rFonts w:asciiTheme="minorHAnsi" w:hAnsiTheme="minorHAnsi" w:cs="Calibri"/>
                <w:b/>
                <w:noProof/>
                <w:sz w:val="22"/>
                <w:szCs w:val="22"/>
                <w:lang w:val="ro-RO"/>
              </w:rPr>
              <w:t xml:space="preserve"> </w:t>
            </w:r>
            <w:r w:rsidR="00B7153C" w:rsidRPr="006D0996">
              <w:rPr>
                <w:rFonts w:asciiTheme="minorHAnsi" w:hAnsiTheme="minorHAnsi" w:cs="Calibri"/>
                <w:noProof/>
                <w:sz w:val="22"/>
                <w:szCs w:val="22"/>
                <w:lang w:val="ro-RO"/>
              </w:rPr>
              <w:t>prin:</w:t>
            </w:r>
          </w:p>
          <w:p w14:paraId="4415FD4F" w14:textId="77777777" w:rsidR="00350DD7" w:rsidRPr="006D0996" w:rsidRDefault="00B7153C"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color w:val="000000"/>
                <w:lang w:val="ro-RO"/>
              </w:rPr>
              <w:t xml:space="preserve">daca sunt prezentate </w:t>
            </w:r>
            <w:r w:rsidR="00801A53" w:rsidRPr="006D0996">
              <w:rPr>
                <w:rFonts w:asciiTheme="minorHAnsi" w:hAnsiTheme="minorHAnsi" w:cs="Calibri"/>
                <w:noProof/>
                <w:color w:val="000000"/>
                <w:lang w:val="ro-RO"/>
              </w:rPr>
              <w:t xml:space="preserve">acțiunile și obiectivele </w:t>
            </w:r>
            <w:r w:rsidR="00801A53" w:rsidRPr="006D0996">
              <w:rPr>
                <w:rFonts w:asciiTheme="minorHAnsi" w:hAnsiTheme="minorHAnsi"/>
                <w:noProof/>
                <w:lang w:val="ro-RO" w:eastAsia="ja-JP"/>
              </w:rPr>
              <w:t xml:space="preserve">propuse pentru dezvoltarea exploatației agricole prin respectarea criteriilor de eligilitate si de selectie şi rezonabilitatea </w:t>
            </w:r>
            <w:r w:rsidR="00801A53" w:rsidRPr="006D0996">
              <w:rPr>
                <w:rFonts w:asciiTheme="minorHAnsi" w:hAnsiTheme="minorHAnsi"/>
                <w:noProof/>
                <w:lang w:val="ro-RO"/>
              </w:rPr>
              <w:t>planului de afaceri raportat la exploataţie şi cuantumul sprijinului</w:t>
            </w:r>
            <w:r w:rsidRPr="006D0996">
              <w:rPr>
                <w:rFonts w:asciiTheme="minorHAnsi" w:hAnsiTheme="minorHAnsi" w:cs="Calibri"/>
                <w:noProof/>
                <w:color w:val="000000"/>
                <w:lang w:val="ro-RO"/>
              </w:rPr>
              <w:t>;</w:t>
            </w:r>
          </w:p>
          <w:p w14:paraId="1AA39B1D" w14:textId="77777777" w:rsidR="00350DD7" w:rsidRPr="006D0996" w:rsidRDefault="00B7153C"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color w:val="000000"/>
                <w:lang w:val="ro-RO"/>
              </w:rPr>
              <w:t xml:space="preserve">daca au fost detaliate investitiile necesare pentru atingerea obiectivelor; </w:t>
            </w:r>
          </w:p>
          <w:p w14:paraId="11827218" w14:textId="77777777" w:rsidR="00350DD7" w:rsidRPr="006D0996" w:rsidRDefault="002B6102"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color w:val="000000"/>
                <w:lang w:val="ro-RO"/>
              </w:rPr>
              <w:t>dacă se demonstrează modul în care exploatația agricolă se va dezvolta/moderniza</w:t>
            </w:r>
            <w:r w:rsidR="00026627" w:rsidRPr="006D0996">
              <w:rPr>
                <w:rFonts w:asciiTheme="minorHAnsi" w:hAnsiTheme="minorHAnsi" w:cs="Calibri"/>
                <w:noProof/>
                <w:color w:val="000000"/>
                <w:lang w:val="ro-RO"/>
              </w:rPr>
              <w:t xml:space="preserve">, </w:t>
            </w:r>
            <w:r w:rsidR="00026627" w:rsidRPr="006D0996">
              <w:rPr>
                <w:rFonts w:asciiTheme="minorHAnsi" w:hAnsiTheme="minorHAnsi" w:cs="Calibri"/>
                <w:noProof/>
                <w:lang w:val="ro-RO"/>
              </w:rPr>
              <w:t>va asigura creșterea productivității și toate aspectele legate de realizarea obiectivelor obligatorii și suplimentare propuse prin proiect, în funcţie de tipul şi necesităţile exploataţiei vizate pentru sprijin</w:t>
            </w:r>
            <w:r w:rsidRPr="006D0996">
              <w:rPr>
                <w:rFonts w:asciiTheme="minorHAnsi" w:hAnsiTheme="minorHAnsi" w:cs="Calibri"/>
                <w:noProof/>
                <w:color w:val="000000"/>
                <w:lang w:val="ro-RO"/>
              </w:rPr>
              <w:t>;</w:t>
            </w:r>
          </w:p>
          <w:p w14:paraId="545FABEE" w14:textId="77777777" w:rsidR="00350DD7" w:rsidRPr="006D0996" w:rsidRDefault="00B7153C" w:rsidP="004A6AB1">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color w:val="000000"/>
                <w:lang w:val="ro-RO"/>
              </w:rPr>
              <w:t>daca se demonstreaza ca cel putin 20% din valoarea primei tranşe de plată va fi comercializat până la depunerea dosarului celei de-a doua cerere de plată</w:t>
            </w:r>
            <w:r w:rsidR="007F6D7E" w:rsidRPr="006D0996">
              <w:rPr>
                <w:rFonts w:asciiTheme="minorHAnsi" w:hAnsiTheme="minorHAnsi" w:cs="Calibri"/>
                <w:noProof/>
                <w:color w:val="000000"/>
                <w:lang w:val="ro-RO"/>
              </w:rPr>
              <w:t xml:space="preserve"> (6000/7500 euro)</w:t>
            </w:r>
            <w:r w:rsidR="00257349" w:rsidRPr="006D0996">
              <w:rPr>
                <w:rFonts w:asciiTheme="minorHAnsi" w:hAnsiTheme="minorHAnsi" w:cs="Calibri"/>
                <w:noProof/>
                <w:color w:val="000000"/>
                <w:lang w:val="ro-RO"/>
              </w:rPr>
              <w:t xml:space="preserve"> – </w:t>
            </w:r>
            <w:r w:rsidR="00A622EC" w:rsidRPr="006D0996">
              <w:rPr>
                <w:rFonts w:asciiTheme="minorHAnsi" w:hAnsiTheme="minorHAnsi" w:cs="Calibri"/>
                <w:noProof/>
                <w:color w:val="000000"/>
                <w:lang w:val="ro-RO"/>
              </w:rPr>
              <w:t xml:space="preserve">Îndeplinirea acestei condiții se </w:t>
            </w:r>
            <w:r w:rsidR="00A622EC" w:rsidRPr="006D0996">
              <w:rPr>
                <w:rFonts w:cs="Calibri"/>
                <w:noProof/>
                <w:lang w:val="ro-RO"/>
              </w:rPr>
              <w:t>va corela cu invstițiile propuse prin proiect</w:t>
            </w:r>
            <w:r w:rsidR="00A622EC" w:rsidRPr="006D0996">
              <w:rPr>
                <w:rFonts w:asciiTheme="minorHAnsi" w:hAnsiTheme="minorHAnsi" w:cs="Calibri"/>
                <w:noProof/>
                <w:color w:val="000000"/>
                <w:lang w:val="ro-RO"/>
              </w:rPr>
              <w:t xml:space="preserve"> deoarece </w:t>
            </w:r>
            <w:r w:rsidR="00041D55" w:rsidRPr="006D0996">
              <w:rPr>
                <w:rFonts w:asciiTheme="minorHAnsi" w:hAnsiTheme="minorHAnsi" w:cs="Calibri"/>
                <w:noProof/>
                <w:color w:val="000000"/>
                <w:lang w:val="ro-RO"/>
              </w:rPr>
              <w:t>aceast obiectiv obliga</w:t>
            </w:r>
            <w:r w:rsidR="00A622EC" w:rsidRPr="006D0996">
              <w:rPr>
                <w:rFonts w:asciiTheme="minorHAnsi" w:hAnsiTheme="minorHAnsi" w:cs="Calibri"/>
                <w:noProof/>
                <w:color w:val="000000"/>
                <w:lang w:val="ro-RO"/>
              </w:rPr>
              <w:t xml:space="preserve">toriu </w:t>
            </w:r>
            <w:r w:rsidR="00257349" w:rsidRPr="006D0996">
              <w:rPr>
                <w:rFonts w:cs="Calibri"/>
                <w:noProof/>
                <w:lang w:val="ro-RO"/>
              </w:rPr>
              <w:t xml:space="preserve">nu </w:t>
            </w:r>
            <w:r w:rsidR="004D134B" w:rsidRPr="006D0996">
              <w:rPr>
                <w:rFonts w:cs="Calibri"/>
                <w:noProof/>
                <w:lang w:val="ro-RO"/>
              </w:rPr>
              <w:t>va putea</w:t>
            </w:r>
            <w:r w:rsidR="00257349" w:rsidRPr="006D0996">
              <w:rPr>
                <w:rFonts w:cs="Calibri"/>
                <w:noProof/>
                <w:lang w:val="ro-RO"/>
              </w:rPr>
              <w:t xml:space="preserve"> </w:t>
            </w:r>
            <w:r w:rsidR="00A622EC" w:rsidRPr="006D0996">
              <w:rPr>
                <w:rFonts w:cs="Calibri"/>
                <w:noProof/>
                <w:lang w:val="ro-RO"/>
              </w:rPr>
              <w:t>fi respectat</w:t>
            </w:r>
            <w:r w:rsidR="00257349" w:rsidRPr="006D0996">
              <w:rPr>
                <w:rFonts w:cs="Calibri"/>
                <w:noProof/>
                <w:lang w:val="ro-RO"/>
              </w:rPr>
              <w:t xml:space="preserve"> dacă solicitantul propune înființare și/sau reconversie în procent de 100%, fără a avea și alte activități agricole productive care să îi permită comercializarea procentului minim de 20% din valoarea primei tranșe, întrucât nu mai este posibilă implementarea planului de afaceri până la termenul la care se poate depune dosarul cererii pentru acordarea celei de-a doua tranșe de plată</w:t>
            </w:r>
            <w:r w:rsidR="00A622EC" w:rsidRPr="006D0996">
              <w:rPr>
                <w:rFonts w:cs="Calibri"/>
                <w:noProof/>
                <w:lang w:val="ro-RO"/>
              </w:rPr>
              <w:t xml:space="preserve">. </w:t>
            </w:r>
            <w:r w:rsidR="00F713EB" w:rsidRPr="006D0996">
              <w:rPr>
                <w:rFonts w:asciiTheme="minorHAnsi" w:hAnsiTheme="minorHAnsi" w:cs="Calibri"/>
                <w:noProof/>
                <w:color w:val="000000"/>
                <w:lang w:val="ro-RO"/>
              </w:rPr>
              <w:t>dacă, prin Planul de Afaceri, sunt</w:t>
            </w:r>
            <w:r w:rsidR="00A36DE6" w:rsidRPr="006D0996">
              <w:rPr>
                <w:rFonts w:asciiTheme="minorHAnsi" w:hAnsiTheme="minorHAnsi" w:cs="Calibri"/>
                <w:noProof/>
                <w:color w:val="000000"/>
                <w:lang w:val="ro-RO"/>
              </w:rPr>
              <w:t xml:space="preserve"> prev</w:t>
            </w:r>
            <w:r w:rsidR="00F713EB" w:rsidRPr="006D0996">
              <w:rPr>
                <w:rFonts w:asciiTheme="minorHAnsi" w:hAnsiTheme="minorHAnsi" w:cs="Calibri"/>
                <w:noProof/>
                <w:color w:val="000000"/>
                <w:lang w:val="ro-RO"/>
              </w:rPr>
              <w:t>ăzute</w:t>
            </w:r>
            <w:r w:rsidR="00A36DE6" w:rsidRPr="006D0996">
              <w:rPr>
                <w:rFonts w:asciiTheme="minorHAnsi" w:hAnsiTheme="minorHAnsi" w:cs="Calibri"/>
                <w:noProof/>
                <w:color w:val="000000"/>
                <w:lang w:val="ro-RO"/>
              </w:rPr>
              <w:t xml:space="preserve"> cel </w:t>
            </w:r>
            <w:r w:rsidR="00F713EB" w:rsidRPr="006D0996">
              <w:rPr>
                <w:rFonts w:asciiTheme="minorHAnsi" w:hAnsiTheme="minorHAnsi" w:cs="Calibri"/>
                <w:noProof/>
                <w:color w:val="000000"/>
                <w:lang w:val="ro-RO"/>
              </w:rPr>
              <w:t xml:space="preserve">puţin 3 obiective suplimentare </w:t>
            </w:r>
            <w:r w:rsidR="00A36DE6" w:rsidRPr="006D0996">
              <w:rPr>
                <w:rFonts w:asciiTheme="minorHAnsi" w:hAnsiTheme="minorHAnsi" w:cs="Calibri"/>
                <w:noProof/>
                <w:color w:val="000000"/>
                <w:lang w:val="ro-RO"/>
              </w:rPr>
              <w:t xml:space="preserve">în vederea dezvoltării exploataţiei </w:t>
            </w:r>
            <w:r w:rsidR="009C3212" w:rsidRPr="006D0996">
              <w:rPr>
                <w:rFonts w:asciiTheme="minorHAnsi" w:hAnsiTheme="minorHAnsi" w:cs="Calibri"/>
                <w:noProof/>
                <w:color w:val="000000"/>
                <w:lang w:val="ro-RO"/>
              </w:rPr>
              <w:t>agricole</w:t>
            </w:r>
            <w:r w:rsidR="00A36DE6" w:rsidRPr="006D0996">
              <w:rPr>
                <w:rFonts w:asciiTheme="minorHAnsi" w:hAnsiTheme="minorHAnsi" w:cs="Calibri"/>
                <w:noProof/>
                <w:color w:val="000000"/>
                <w:lang w:val="ro-RO"/>
              </w:rPr>
              <w:t>.</w:t>
            </w:r>
          </w:p>
          <w:p w14:paraId="75539F8D" w14:textId="77777777" w:rsidR="00350DD7" w:rsidRPr="006D0996" w:rsidRDefault="00B7153C"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color w:val="000000"/>
                <w:lang w:val="ro-RO"/>
              </w:rPr>
              <w:t>declaratia solicitantului privind angajamentul</w:t>
            </w:r>
            <w:r w:rsidRPr="006D0996">
              <w:rPr>
                <w:rFonts w:asciiTheme="minorHAnsi" w:hAnsiTheme="minorHAnsi" w:cs="Calibri"/>
                <w:noProof/>
                <w:lang w:val="ro-RO"/>
              </w:rPr>
              <w:t xml:space="preserve"> ca toate activitatile prevazute prin planul de afaceri se vor face cu respectarea legislatiei nationale în vigoare si dupa caz sa obtina  toate avizele si autorizatiile necesare desfășurării activității;</w:t>
            </w:r>
          </w:p>
          <w:p w14:paraId="241CD91D" w14:textId="77777777" w:rsidR="00350DD7" w:rsidRPr="006D0996" w:rsidRDefault="00B7153C"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lang w:val="ro-RO"/>
              </w:rPr>
              <w:t xml:space="preserve">daca solicitantul nu şi-a creat în mod artificial condiţiile necesare pentru a beneficia de sprijin pe această masură.  </w:t>
            </w:r>
          </w:p>
          <w:p w14:paraId="01C1EECD" w14:textId="77777777" w:rsidR="00B7153C" w:rsidRPr="006D0996" w:rsidRDefault="00B7153C" w:rsidP="00A41E82">
            <w:pPr>
              <w:pStyle w:val="NoSpacing"/>
              <w:numPr>
                <w:ilvl w:val="0"/>
                <w:numId w:val="20"/>
              </w:numPr>
              <w:spacing w:line="276" w:lineRule="auto"/>
              <w:ind w:left="360"/>
              <w:jc w:val="both"/>
              <w:rPr>
                <w:rFonts w:asciiTheme="minorHAnsi" w:hAnsiTheme="minorHAnsi" w:cs="Calibri"/>
                <w:noProof/>
                <w:color w:val="000000"/>
                <w:lang w:val="ro-RO"/>
              </w:rPr>
            </w:pPr>
            <w:r w:rsidRPr="006D0996">
              <w:rPr>
                <w:rFonts w:asciiTheme="minorHAnsi" w:hAnsiTheme="minorHAnsi" w:cs="Calibri"/>
                <w:noProof/>
                <w:lang w:val="ro-RO"/>
              </w:rPr>
              <w:t>în cadrul fermelor care îsi formează calculul SO din animale se verifică modalitatea de asigurare a bazei furajere pentru hrana animalelor, dacă este cazul.</w:t>
            </w:r>
          </w:p>
          <w:p w14:paraId="07F2E9F8" w14:textId="77777777" w:rsidR="00A30F6E" w:rsidRPr="006D0996" w:rsidRDefault="00A30F6E" w:rsidP="00A30F6E">
            <w:pPr>
              <w:spacing w:before="240" w:after="240"/>
              <w:jc w:val="both"/>
              <w:rPr>
                <w:rFonts w:asciiTheme="minorHAnsi" w:hAnsiTheme="minorHAnsi"/>
                <w:noProof/>
                <w:sz w:val="22"/>
                <w:szCs w:val="22"/>
                <w:lang w:val="ro-RO"/>
              </w:rPr>
            </w:pPr>
            <w:r w:rsidRPr="006D0996">
              <w:rPr>
                <w:rFonts w:asciiTheme="minorHAnsi" w:hAnsiTheme="minorHAnsi"/>
                <w:b/>
                <w:bCs/>
                <w:noProof/>
                <w:sz w:val="22"/>
                <w:szCs w:val="22"/>
                <w:lang w:val="ro-RO"/>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12.000 SO stabilit prin condițiile de eligibilitate. </w:t>
            </w:r>
          </w:p>
          <w:p w14:paraId="0D068B1E" w14:textId="77777777" w:rsidR="00A30F6E" w:rsidRPr="006D0996" w:rsidRDefault="00A30F6E" w:rsidP="00A30F6E">
            <w:pPr>
              <w:pStyle w:val="NoSpacing"/>
              <w:spacing w:line="276" w:lineRule="auto"/>
              <w:jc w:val="both"/>
              <w:rPr>
                <w:rFonts w:asciiTheme="minorHAnsi" w:hAnsiTheme="minorHAnsi"/>
                <w:noProof/>
                <w:lang w:val="ro-RO"/>
              </w:rPr>
            </w:pPr>
            <w:r w:rsidRPr="006D0996">
              <w:rPr>
                <w:rFonts w:asciiTheme="minorHAnsi" w:hAnsiTheme="minorHAnsi"/>
                <w:bCs/>
                <w:noProof/>
                <w:lang w:val="ro-RO"/>
              </w:rPr>
              <w:t>Pe întreaga durată de execuție și monitorizare a proiectului</w:t>
            </w:r>
            <w:r w:rsidRPr="006D0996">
              <w:rPr>
                <w:rFonts w:asciiTheme="minorHAnsi" w:hAnsiTheme="minorHAnsi"/>
                <w:noProof/>
                <w:lang w:val="ro-RO"/>
              </w:rPr>
              <w:t xml:space="preserve"> se va păstra sectorul dominant pentru care proiectul a fost selectat şi contractat.</w:t>
            </w:r>
          </w:p>
          <w:p w14:paraId="4F13B4F6" w14:textId="77777777" w:rsidR="00703F9A" w:rsidRPr="006D0996" w:rsidRDefault="00703F9A" w:rsidP="00FE14F6">
            <w:pPr>
              <w:pStyle w:val="NoSpacing"/>
              <w:spacing w:line="276" w:lineRule="auto"/>
              <w:jc w:val="both"/>
              <w:rPr>
                <w:rFonts w:asciiTheme="minorHAnsi" w:hAnsiTheme="minorHAnsi"/>
                <w:b/>
                <w:bCs/>
                <w:noProof/>
                <w:lang w:val="ro-RO"/>
              </w:rPr>
            </w:pPr>
          </w:p>
          <w:p w14:paraId="42121F5B" w14:textId="77777777" w:rsidR="00A30F6E" w:rsidRPr="006D0996" w:rsidRDefault="00A30F6E" w:rsidP="00FE14F6">
            <w:pPr>
              <w:pStyle w:val="NoSpacing"/>
              <w:spacing w:line="276" w:lineRule="auto"/>
              <w:jc w:val="both"/>
              <w:rPr>
                <w:rFonts w:asciiTheme="minorHAnsi" w:hAnsiTheme="minorHAnsi"/>
                <w:b/>
                <w:noProof/>
                <w:color w:val="C00000"/>
                <w:lang w:val="ro-RO"/>
              </w:rPr>
            </w:pPr>
            <w:r w:rsidRPr="006D0996">
              <w:rPr>
                <w:rFonts w:asciiTheme="minorHAnsi" w:hAnsiTheme="minorHAnsi"/>
                <w:b/>
                <w:bCs/>
                <w:noProof/>
                <w:lang w:val="ro-RO"/>
              </w:rPr>
              <w:t xml:space="preserve">Dimensiunea economică a exploatației agricole prevăzută la depunerea cererii de finanțare poate crește pe durata de execuție </w:t>
            </w:r>
            <w:r w:rsidRPr="006D0996">
              <w:rPr>
                <w:rFonts w:asciiTheme="minorHAnsi" w:hAnsiTheme="minorHAnsi"/>
                <w:noProof/>
                <w:lang w:val="ro-RO"/>
              </w:rPr>
              <w:t>păstrându-se sectorul dominant pentru care proiectul a fost selectat şi contractat</w:t>
            </w:r>
            <w:r w:rsidRPr="006D0996">
              <w:rPr>
                <w:rFonts w:asciiTheme="minorHAnsi" w:hAnsiTheme="minorHAnsi"/>
                <w:b/>
                <w:bCs/>
                <w:noProof/>
                <w:lang w:val="ro-RO"/>
              </w:rPr>
              <w:t>.</w:t>
            </w:r>
          </w:p>
          <w:p w14:paraId="4C49BEC6" w14:textId="77777777" w:rsidR="00B7153C" w:rsidRPr="006D0996" w:rsidRDefault="00B7153C" w:rsidP="00EE23D3">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În cazul exploataţiilor agricole ce vizează creşterea animalelor, Planul de afaceri va prevede obligatoriu amenajări privind gestionarea gunoiului de grajd, conform normelor de mediu până la momentul depunerii celei de a doua tranşe de plată.</w:t>
            </w:r>
          </w:p>
          <w:p w14:paraId="44288E2B" w14:textId="77777777" w:rsidR="00703F9A" w:rsidRPr="006D0996" w:rsidRDefault="00703F9A" w:rsidP="00EE23D3">
            <w:pPr>
              <w:jc w:val="both"/>
              <w:rPr>
                <w:rFonts w:asciiTheme="minorHAnsi" w:hAnsiTheme="minorHAnsi" w:cs="Calibri"/>
                <w:noProof/>
                <w:sz w:val="22"/>
                <w:szCs w:val="22"/>
                <w:lang w:val="ro-RO"/>
              </w:rPr>
            </w:pPr>
          </w:p>
          <w:p w14:paraId="62E2D219" w14:textId="77777777" w:rsidR="00130F67" w:rsidRPr="006D0996" w:rsidRDefault="00B7153C" w:rsidP="00EE23D3">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Se va verifica dacă solicitantul  se angajează să implementeze</w:t>
            </w:r>
            <w:r w:rsidR="00DC6E83" w:rsidRPr="006D0996">
              <w:rPr>
                <w:rFonts w:asciiTheme="minorHAnsi" w:hAnsiTheme="minorHAnsi" w:cs="Calibri"/>
                <w:noProof/>
                <w:sz w:val="22"/>
                <w:szCs w:val="22"/>
                <w:lang w:val="ro-RO"/>
              </w:rPr>
              <w:t xml:space="preserve"> toate angajamentele </w:t>
            </w:r>
            <w:r w:rsidRPr="006D0996">
              <w:rPr>
                <w:rFonts w:asciiTheme="minorHAnsi" w:hAnsiTheme="minorHAnsi" w:cs="Calibri"/>
                <w:noProof/>
                <w:sz w:val="22"/>
                <w:szCs w:val="22"/>
                <w:lang w:val="ro-RO"/>
              </w:rPr>
              <w:t>asumate la nivel declarativ, cu privire la data instalării,</w:t>
            </w:r>
            <w:r w:rsidR="0054297E" w:rsidRPr="006D0996">
              <w:rPr>
                <w:rFonts w:asciiTheme="minorHAnsi" w:hAnsiTheme="minorHAnsi" w:cs="Calibri"/>
                <w:noProof/>
                <w:sz w:val="22"/>
                <w:szCs w:val="22"/>
                <w:lang w:val="ro-RO"/>
              </w:rPr>
              <w:t xml:space="preserve"> domiciuliul, sediul social, locul de muncă </w:t>
            </w:r>
            <w:r w:rsidR="00CB22C2" w:rsidRPr="006D0996">
              <w:rPr>
                <w:rFonts w:asciiTheme="minorHAnsi" w:hAnsiTheme="minorHAnsi" w:cs="Calibri"/>
                <w:noProof/>
                <w:sz w:val="22"/>
                <w:szCs w:val="22"/>
                <w:lang w:val="ro-RO"/>
              </w:rPr>
              <w:t>ca o</w:t>
            </w:r>
            <w:r w:rsidR="004E2078" w:rsidRPr="006D0996">
              <w:rPr>
                <w:rFonts w:asciiTheme="minorHAnsi" w:hAnsiTheme="minorHAnsi" w:cs="Calibri"/>
                <w:noProof/>
                <w:sz w:val="22"/>
                <w:szCs w:val="22"/>
                <w:lang w:val="ro-RO"/>
              </w:rPr>
              <w:t xml:space="preserve"> </w:t>
            </w:r>
            <w:r w:rsidR="0054297E" w:rsidRPr="006D0996">
              <w:rPr>
                <w:rFonts w:asciiTheme="minorHAnsi" w:hAnsiTheme="minorHAnsi" w:cs="Calibri"/>
                <w:noProof/>
                <w:sz w:val="22"/>
                <w:szCs w:val="22"/>
                <w:lang w:val="ro-RO"/>
              </w:rPr>
              <w:t>precondiţie a gestionării eficiente a</w:t>
            </w:r>
            <w:r w:rsidR="00CB22C2" w:rsidRPr="006D0996">
              <w:rPr>
                <w:rFonts w:asciiTheme="minorHAnsi" w:hAnsiTheme="minorHAnsi" w:cs="Calibri"/>
                <w:noProof/>
                <w:sz w:val="22"/>
                <w:szCs w:val="22"/>
                <w:lang w:val="ro-RO"/>
              </w:rPr>
              <w:t xml:space="preserve"> planului de afaceri</w:t>
            </w:r>
            <w:r w:rsidR="00A66FE1" w:rsidRPr="006D0996">
              <w:rPr>
                <w:rFonts w:asciiTheme="minorHAnsi" w:hAnsiTheme="minorHAnsi" w:cs="Calibri"/>
                <w:noProof/>
                <w:sz w:val="22"/>
                <w:szCs w:val="22"/>
                <w:lang w:val="ro-RO"/>
              </w:rPr>
              <w:t xml:space="preserve"> și ca fermier activ</w:t>
            </w:r>
            <w:r w:rsidR="008F1BB0" w:rsidRPr="006D0996">
              <w:rPr>
                <w:rFonts w:asciiTheme="minorHAnsi" w:hAnsiTheme="minorHAnsi" w:cs="Calibri"/>
                <w:noProof/>
                <w:sz w:val="22"/>
                <w:szCs w:val="22"/>
                <w:lang w:val="ro-RO"/>
              </w:rPr>
              <w:t xml:space="preserve"> </w:t>
            </w:r>
            <w:r w:rsidR="00CB22C2" w:rsidRPr="006D0996">
              <w:rPr>
                <w:rFonts w:asciiTheme="minorHAnsi" w:hAnsiTheme="minorHAnsi" w:cs="Calibri"/>
                <w:noProof/>
                <w:sz w:val="22"/>
                <w:szCs w:val="22"/>
                <w:lang w:val="ro-RO"/>
              </w:rPr>
              <w:t>conform  Fisei Submasurii</w:t>
            </w:r>
            <w:r w:rsidR="009B49F2" w:rsidRPr="006D0996">
              <w:rPr>
                <w:rFonts w:asciiTheme="minorHAnsi" w:hAnsiTheme="minorHAnsi" w:cs="Calibri"/>
                <w:noProof/>
                <w:sz w:val="22"/>
                <w:szCs w:val="22"/>
                <w:lang w:val="ro-RO"/>
              </w:rPr>
              <w:t>.</w:t>
            </w:r>
            <w:r w:rsidR="000557B8" w:rsidRPr="006D0996">
              <w:rPr>
                <w:rFonts w:asciiTheme="minorHAnsi" w:hAnsiTheme="minorHAnsi" w:cs="Calibri"/>
                <w:noProof/>
                <w:sz w:val="22"/>
                <w:szCs w:val="22"/>
                <w:lang w:val="ro-RO"/>
              </w:rPr>
              <w:t xml:space="preserve"> În vederea respectării condiției c</w:t>
            </w:r>
            <w:r w:rsidR="00130F67" w:rsidRPr="006D0996">
              <w:rPr>
                <w:rFonts w:asciiTheme="minorHAnsi" w:hAnsiTheme="minorHAnsi" w:cs="Calibri"/>
                <w:noProof/>
                <w:sz w:val="22"/>
                <w:szCs w:val="22"/>
                <w:lang w:val="ro-RO"/>
              </w:rPr>
              <w:t>alcul  distanței de la sediu social al exploatației la cel mai apropiat oraș poate fi făcută fie prin raportare la KM 0 al celui mai apropiat oraș, fie prin raportare la intrarea în orașul cel mai apropiat, conform hărții rutiere.</w:t>
            </w:r>
          </w:p>
          <w:p w14:paraId="32A2F80D" w14:textId="77777777" w:rsidR="00A74877" w:rsidRPr="006D0996" w:rsidRDefault="00161853" w:rsidP="00A74877">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 xml:space="preserve">Nu </w:t>
            </w:r>
            <w:r w:rsidR="00A74877" w:rsidRPr="006D0996">
              <w:rPr>
                <w:rFonts w:asciiTheme="minorHAnsi" w:hAnsiTheme="minorHAnsi" w:cs="Calibri"/>
                <w:noProof/>
                <w:sz w:val="22"/>
                <w:szCs w:val="22"/>
                <w:lang w:val="ro-RO"/>
              </w:rPr>
              <w:t>sunt permise acţiuni care să prevadă cheltuieli cu echipamente sau utilaje second- hand.</w:t>
            </w:r>
          </w:p>
          <w:p w14:paraId="3112E4F0" w14:textId="77777777" w:rsidR="004F66D3" w:rsidRPr="006D0996" w:rsidRDefault="004F66D3" w:rsidP="00A74877">
            <w:pPr>
              <w:jc w:val="both"/>
              <w:rPr>
                <w:rFonts w:asciiTheme="minorHAnsi" w:hAnsiTheme="minorHAnsi" w:cs="Calibri"/>
                <w:noProof/>
                <w:sz w:val="22"/>
                <w:szCs w:val="22"/>
                <w:lang w:val="ro-RO"/>
              </w:rPr>
            </w:pPr>
          </w:p>
          <w:p w14:paraId="3CE59957" w14:textId="77777777" w:rsidR="004F66D3" w:rsidRPr="006D0996" w:rsidRDefault="004F66D3" w:rsidP="00A74877">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 xml:space="preserve">Expertul verifică dacă solicitantul şi-a asumat angajamentul, prin declaraţia F, privind statutul de student respectând cerinţele:  </w:t>
            </w:r>
          </w:p>
          <w:p w14:paraId="4F386364" w14:textId="77777777" w:rsidR="00835F18" w:rsidRPr="006D0996" w:rsidRDefault="00835F18" w:rsidP="00835F18">
            <w:pPr>
              <w:widowControl w:val="0"/>
              <w:shd w:val="clear" w:color="auto" w:fill="FFFFFF"/>
              <w:tabs>
                <w:tab w:val="left" w:pos="720"/>
              </w:tabs>
              <w:autoSpaceDE w:val="0"/>
              <w:autoSpaceDN w:val="0"/>
              <w:adjustRightInd w:val="0"/>
              <w:spacing w:before="120"/>
              <w:jc w:val="both"/>
              <w:rPr>
                <w:rFonts w:asciiTheme="minorHAnsi" w:hAnsiTheme="minorHAnsi" w:cs="Calibri"/>
                <w:noProof/>
                <w:color w:val="000000"/>
                <w:sz w:val="22"/>
                <w:szCs w:val="22"/>
                <w:lang w:val="ro-RO"/>
              </w:rPr>
            </w:pPr>
            <w:r w:rsidRPr="006D0996">
              <w:rPr>
                <w:rFonts w:asciiTheme="minorHAnsi" w:hAnsiTheme="minorHAnsi" w:cs="Calibri"/>
                <w:noProof/>
                <w:color w:val="000000"/>
                <w:sz w:val="22"/>
                <w:szCs w:val="22"/>
                <w:lang w:val="ro-RO"/>
              </w:rPr>
              <w:t xml:space="preserve">Pentru studenţii care doresc să acceseze sprijin prin intermediul sM 6.1: în situaţia în care </w:t>
            </w:r>
            <w:r w:rsidR="00726BB4" w:rsidRPr="006D0996">
              <w:rPr>
                <w:rFonts w:asciiTheme="minorHAnsi" w:hAnsiTheme="minorHAnsi" w:cs="Calibri"/>
                <w:noProof/>
                <w:color w:val="000000"/>
                <w:sz w:val="22"/>
                <w:szCs w:val="22"/>
                <w:lang w:val="ro-RO"/>
              </w:rPr>
              <w:t>unitatea de învăţământ frecventată (facultatea)</w:t>
            </w:r>
            <w:r w:rsidRPr="006D0996">
              <w:rPr>
                <w:rFonts w:asciiTheme="minorHAnsi" w:hAnsiTheme="minorHAnsi" w:cs="Calibri"/>
                <w:noProof/>
                <w:color w:val="000000"/>
                <w:sz w:val="22"/>
                <w:szCs w:val="22"/>
                <w:lang w:val="ro-RO"/>
              </w:rPr>
              <w:t xml:space="preserve"> la care sunt înscrişi nu se afă în cel mai apropiat UAT faţă de UAT-ul în care este înregistrată exploataţia agricolă, aceştia sunt eligibili numai dacă urmează </w:t>
            </w:r>
            <w:r w:rsidR="00A0181C" w:rsidRPr="006D0996">
              <w:rPr>
                <w:rFonts w:asciiTheme="minorHAnsi" w:hAnsiTheme="minorHAnsi" w:cs="Calibri"/>
                <w:noProof/>
                <w:color w:val="000000"/>
                <w:sz w:val="22"/>
                <w:szCs w:val="22"/>
                <w:lang w:val="ro-RO"/>
              </w:rPr>
              <w:t>forma</w:t>
            </w:r>
            <w:r w:rsidRPr="006D0996">
              <w:rPr>
                <w:rFonts w:asciiTheme="minorHAnsi" w:hAnsiTheme="minorHAnsi" w:cs="Calibri"/>
                <w:noProof/>
                <w:color w:val="000000"/>
                <w:sz w:val="22"/>
                <w:szCs w:val="22"/>
                <w:lang w:val="ro-RO"/>
              </w:rPr>
              <w:t xml:space="preserve"> de învăţământ cu frecvenţă redusă (fără frecvenţă/prin corespondenţă</w:t>
            </w:r>
            <w:r w:rsidR="00726BB4" w:rsidRPr="006D0996">
              <w:rPr>
                <w:rFonts w:asciiTheme="minorHAnsi" w:hAnsiTheme="minorHAnsi" w:cs="Calibri"/>
                <w:noProof/>
                <w:color w:val="000000"/>
                <w:sz w:val="22"/>
                <w:szCs w:val="22"/>
                <w:lang w:val="ro-RO"/>
              </w:rPr>
              <w:t>, etc</w:t>
            </w:r>
            <w:r w:rsidRPr="006D0996">
              <w:rPr>
                <w:rFonts w:asciiTheme="minorHAnsi" w:hAnsiTheme="minorHAnsi" w:cs="Calibri"/>
                <w:noProof/>
                <w:color w:val="000000"/>
                <w:sz w:val="22"/>
                <w:szCs w:val="22"/>
                <w:lang w:val="ro-RO"/>
              </w:rPr>
              <w:t>).</w:t>
            </w:r>
          </w:p>
          <w:p w14:paraId="4149C36D" w14:textId="77777777" w:rsidR="00161853" w:rsidRPr="006D0996" w:rsidRDefault="0054270D" w:rsidP="00161853">
            <w:pPr>
              <w:jc w:val="both"/>
              <w:rPr>
                <w:rFonts w:asciiTheme="minorHAnsi" w:hAnsiTheme="minorHAnsi" w:cs="Calibri"/>
                <w:noProof/>
                <w:color w:val="000000"/>
                <w:sz w:val="22"/>
                <w:szCs w:val="22"/>
                <w:lang w:val="ro-RO"/>
              </w:rPr>
            </w:pPr>
            <w:r w:rsidRPr="006D0996">
              <w:rPr>
                <w:rFonts w:asciiTheme="minorHAnsi" w:hAnsiTheme="minorHAnsi" w:cs="Calibri"/>
                <w:noProof/>
                <w:color w:val="000000"/>
                <w:sz w:val="22"/>
                <w:szCs w:val="22"/>
                <w:lang w:val="ro-RO"/>
              </w:rPr>
              <w:t>Î</w:t>
            </w:r>
            <w:r w:rsidR="00161853" w:rsidRPr="006D0996">
              <w:rPr>
                <w:rFonts w:asciiTheme="minorHAnsi" w:hAnsiTheme="minorHAnsi" w:cs="Calibri"/>
                <w:noProof/>
                <w:color w:val="000000"/>
                <w:sz w:val="22"/>
                <w:szCs w:val="22"/>
                <w:lang w:val="ro-RO"/>
              </w:rPr>
              <w:t xml:space="preserve">n cazul studenţilor care urmează </w:t>
            </w:r>
            <w:r w:rsidR="00A0181C" w:rsidRPr="006D0996">
              <w:rPr>
                <w:rFonts w:asciiTheme="minorHAnsi" w:hAnsiTheme="minorHAnsi" w:cs="Calibri"/>
                <w:noProof/>
                <w:color w:val="000000"/>
                <w:sz w:val="22"/>
                <w:szCs w:val="22"/>
                <w:lang w:val="ro-RO"/>
              </w:rPr>
              <w:t>forma</w:t>
            </w:r>
            <w:r w:rsidR="00161853" w:rsidRPr="006D0996">
              <w:rPr>
                <w:rFonts w:asciiTheme="minorHAnsi" w:hAnsiTheme="minorHAnsi" w:cs="Calibri"/>
                <w:noProof/>
                <w:color w:val="000000"/>
                <w:sz w:val="22"/>
                <w:szCs w:val="22"/>
                <w:lang w:val="ro-RO"/>
              </w:rPr>
              <w:t xml:space="preserve"> de învăţământ „cu frecvenţă”</w:t>
            </w:r>
            <w:r w:rsidR="00A0181C" w:rsidRPr="006D0996">
              <w:rPr>
                <w:rFonts w:asciiTheme="minorHAnsi" w:hAnsiTheme="minorHAnsi" w:cs="Calibri"/>
                <w:noProof/>
                <w:color w:val="000000"/>
                <w:sz w:val="22"/>
                <w:szCs w:val="22"/>
                <w:lang w:val="ro-RO"/>
              </w:rPr>
              <w:t xml:space="preserve"> (la zi)</w:t>
            </w:r>
            <w:r w:rsidR="00161853" w:rsidRPr="006D0996">
              <w:rPr>
                <w:rFonts w:asciiTheme="minorHAnsi" w:hAnsiTheme="minorHAnsi" w:cs="Calibri"/>
                <w:noProof/>
                <w:color w:val="000000"/>
                <w:sz w:val="22"/>
                <w:szCs w:val="22"/>
                <w:lang w:val="ro-RO"/>
              </w:rPr>
              <w:t xml:space="preserve">, aceștia sunt eligibili indiferent de UAT în care se află </w:t>
            </w:r>
            <w:r w:rsidR="00726BB4" w:rsidRPr="006D0996">
              <w:rPr>
                <w:rFonts w:asciiTheme="minorHAnsi" w:hAnsiTheme="minorHAnsi" w:cs="Calibri"/>
                <w:noProof/>
                <w:color w:val="000000"/>
                <w:sz w:val="22"/>
                <w:szCs w:val="22"/>
                <w:lang w:val="ro-RO"/>
              </w:rPr>
              <w:t>unitatea de învăţământ frecventată</w:t>
            </w:r>
            <w:r w:rsidR="00161853" w:rsidRPr="006D0996">
              <w:rPr>
                <w:rFonts w:asciiTheme="minorHAnsi" w:hAnsiTheme="minorHAnsi" w:cs="Calibri"/>
                <w:noProof/>
                <w:color w:val="000000"/>
                <w:sz w:val="22"/>
                <w:szCs w:val="22"/>
                <w:lang w:val="ro-RO"/>
              </w:rPr>
              <w:t>, numai dacă frecventează o facultate cu specializare în domeniul proiectului (conform HG nr. 580/2014 cu modificările şi completările ulterioare, pentru studii universitare, ramura de ştiinţe</w:t>
            </w:r>
            <w:r w:rsidR="00D3705C" w:rsidRPr="006D0996">
              <w:rPr>
                <w:rFonts w:asciiTheme="minorHAnsi" w:hAnsiTheme="minorHAnsi" w:cs="Calibri"/>
                <w:noProof/>
                <w:color w:val="000000"/>
                <w:sz w:val="22"/>
                <w:szCs w:val="22"/>
                <w:lang w:val="ro-RO"/>
              </w:rPr>
              <w:t xml:space="preserve">: </w:t>
            </w:r>
            <w:r w:rsidR="00161853" w:rsidRPr="006D0996">
              <w:rPr>
                <w:rFonts w:asciiTheme="minorHAnsi" w:hAnsiTheme="minorHAnsi" w:cs="Calibri"/>
                <w:noProof/>
                <w:color w:val="000000"/>
                <w:sz w:val="22"/>
                <w:szCs w:val="22"/>
                <w:lang w:val="ro-RO"/>
              </w:rPr>
              <w:t>„Ingineria resurselor vegetale şi animale”</w:t>
            </w:r>
            <w:r w:rsidR="00D3705C" w:rsidRPr="006D0996">
              <w:rPr>
                <w:rFonts w:ascii="Calibri" w:hAnsi="Calibri" w:cs="Calibri"/>
                <w:i/>
                <w:noProof/>
                <w:sz w:val="22"/>
                <w:szCs w:val="22"/>
                <w:lang w:val="ro-RO"/>
              </w:rPr>
              <w:t>, „Medicină veterinară”, ramura „Științe economice” -  specializarea „Economie agroalimentară”</w:t>
            </w:r>
            <w:r w:rsidR="00161853" w:rsidRPr="006D0996">
              <w:rPr>
                <w:rFonts w:asciiTheme="minorHAnsi" w:hAnsiTheme="minorHAnsi" w:cs="Calibri"/>
                <w:noProof/>
                <w:color w:val="000000"/>
                <w:sz w:val="22"/>
                <w:szCs w:val="22"/>
                <w:lang w:val="ro-RO"/>
              </w:rPr>
              <w:t xml:space="preserve">). </w:t>
            </w:r>
          </w:p>
          <w:p w14:paraId="45DB0D1B" w14:textId="77777777" w:rsidR="00161853" w:rsidRPr="006D0996" w:rsidRDefault="00161853" w:rsidP="00161853">
            <w:pPr>
              <w:jc w:val="both"/>
              <w:rPr>
                <w:rFonts w:asciiTheme="minorHAnsi" w:hAnsiTheme="minorHAnsi" w:cs="Calibri"/>
                <w:noProof/>
                <w:color w:val="000000"/>
                <w:sz w:val="22"/>
                <w:szCs w:val="22"/>
                <w:lang w:val="ro-RO"/>
              </w:rPr>
            </w:pPr>
            <w:r w:rsidRPr="006D0996">
              <w:rPr>
                <w:rFonts w:asciiTheme="minorHAnsi" w:hAnsiTheme="minorHAnsi" w:cs="Calibri"/>
                <w:noProof/>
                <w:color w:val="000000"/>
                <w:sz w:val="22"/>
                <w:szCs w:val="22"/>
                <w:lang w:val="ro-RO"/>
              </w:rPr>
              <w:t xml:space="preserve"> Expertul verifică în planul de afaceri  dacă solicitantul a  prezentat modul de gestionare a exploataţiei de la distanţă, respectiv studentul trebuie să dovedească, în acord cu fluxul tehnologic de cultivare a produselor vegetale/creştere a animalelor, prezenţa sa activă în exploataţie şi modul de gestionare a afacerii în calitate de manager de exploataţie. Se va dovedi modul de evitare a riscu</w:t>
            </w:r>
            <w:r w:rsidR="00F105F2" w:rsidRPr="006D0996">
              <w:rPr>
                <w:rFonts w:asciiTheme="minorHAnsi" w:hAnsiTheme="minorHAnsi" w:cs="Calibri"/>
                <w:noProof/>
                <w:color w:val="000000"/>
                <w:sz w:val="22"/>
                <w:szCs w:val="22"/>
                <w:lang w:val="ro-RO"/>
              </w:rPr>
              <w:t>lui</w:t>
            </w:r>
            <w:r w:rsidRPr="006D0996">
              <w:rPr>
                <w:rFonts w:asciiTheme="minorHAnsi" w:hAnsiTheme="minorHAnsi" w:cs="Calibri"/>
                <w:noProof/>
                <w:color w:val="000000"/>
                <w:sz w:val="22"/>
                <w:szCs w:val="22"/>
                <w:lang w:val="ro-RO"/>
              </w:rPr>
              <w:t xml:space="preserve"> gestionării afacerii agricole dintr-o localitate aflată la distanţă faţă de exploataţie.</w:t>
            </w:r>
          </w:p>
          <w:p w14:paraId="7F929CD9" w14:textId="77777777" w:rsidR="005B402C" w:rsidRPr="006D0996" w:rsidRDefault="00161853" w:rsidP="00EE23D3">
            <w:pPr>
              <w:jc w:val="both"/>
              <w:rPr>
                <w:rFonts w:asciiTheme="minorHAnsi" w:hAnsiTheme="minorHAnsi" w:cs="Calibri"/>
                <w:noProof/>
                <w:sz w:val="22"/>
                <w:szCs w:val="22"/>
                <w:lang w:val="ro-RO"/>
              </w:rPr>
            </w:pPr>
            <w:r w:rsidRPr="006D0996">
              <w:rPr>
                <w:rFonts w:asciiTheme="minorHAnsi" w:hAnsiTheme="minorHAnsi" w:cs="Arial"/>
                <w:noProof/>
                <w:sz w:val="22"/>
                <w:szCs w:val="22"/>
                <w:lang w:val="ro-RO"/>
              </w:rPr>
              <w:t xml:space="preserve"> </w:t>
            </w:r>
            <w:r w:rsidR="009B49F2" w:rsidRPr="006D0996">
              <w:rPr>
                <w:rFonts w:asciiTheme="minorHAnsi" w:hAnsiTheme="minorHAnsi" w:cs="Calibri"/>
                <w:noProof/>
                <w:sz w:val="22"/>
                <w:szCs w:val="22"/>
                <w:lang w:val="ro-RO"/>
              </w:rPr>
              <w:t>Expertul procedează la verificarea viabilităţii planului de afaceri</w:t>
            </w:r>
            <w:r w:rsidR="007D6EF6" w:rsidRPr="006D0996">
              <w:rPr>
                <w:rFonts w:asciiTheme="minorHAnsi" w:hAnsiTheme="minorHAnsi" w:cs="Calibri"/>
                <w:noProof/>
                <w:sz w:val="22"/>
                <w:szCs w:val="22"/>
                <w:lang w:val="ro-RO"/>
              </w:rPr>
              <w:t>. Î</w:t>
            </w:r>
            <w:r w:rsidR="009B49F2" w:rsidRPr="006D0996">
              <w:rPr>
                <w:rFonts w:asciiTheme="minorHAnsi" w:hAnsiTheme="minorHAnsi" w:cs="Calibri"/>
                <w:noProof/>
                <w:sz w:val="22"/>
                <w:szCs w:val="22"/>
                <w:lang w:val="ro-RO"/>
              </w:rPr>
              <w:t>n cazul în care constată că exploataţia are unităţile de producţie (însumând dimensiunea minimă eligibilă de 12.000 SO) în afara UAT-ului sau zonei limitrofe a UAT-ului în care solicitantul are domiciliul</w:t>
            </w:r>
            <w:r w:rsidR="007D6EF6" w:rsidRPr="006D0996">
              <w:rPr>
                <w:rFonts w:asciiTheme="minorHAnsi" w:hAnsiTheme="minorHAnsi" w:cs="Calibri"/>
                <w:noProof/>
                <w:sz w:val="22"/>
                <w:szCs w:val="22"/>
                <w:lang w:val="ro-RO"/>
              </w:rPr>
              <w:t>, sau îşi va stabili domiciliul, e</w:t>
            </w:r>
            <w:r w:rsidR="009B49F2" w:rsidRPr="006D0996">
              <w:rPr>
                <w:rFonts w:asciiTheme="minorHAnsi" w:hAnsiTheme="minorHAnsi" w:cs="Calibri"/>
                <w:noProof/>
                <w:sz w:val="22"/>
                <w:szCs w:val="22"/>
                <w:lang w:val="ro-RO"/>
              </w:rPr>
              <w:t xml:space="preserve">xpertul </w:t>
            </w:r>
            <w:r w:rsidR="005B402C" w:rsidRPr="006D0996">
              <w:rPr>
                <w:rFonts w:asciiTheme="minorHAnsi" w:hAnsiTheme="minorHAnsi" w:cs="Calibri"/>
                <w:noProof/>
                <w:sz w:val="22"/>
                <w:szCs w:val="22"/>
                <w:lang w:val="ro-RO"/>
              </w:rPr>
              <w:t>verifică</w:t>
            </w:r>
            <w:r w:rsidR="009B49F2" w:rsidRPr="006D0996">
              <w:rPr>
                <w:rFonts w:asciiTheme="minorHAnsi" w:hAnsiTheme="minorHAnsi" w:cs="Calibri"/>
                <w:noProof/>
                <w:sz w:val="22"/>
                <w:szCs w:val="22"/>
                <w:lang w:val="ro-RO"/>
              </w:rPr>
              <w:t xml:space="preserve"> eficienţa economică a </w:t>
            </w:r>
            <w:r w:rsidR="00C945AF" w:rsidRPr="006D0996">
              <w:rPr>
                <w:rFonts w:asciiTheme="minorHAnsi" w:hAnsiTheme="minorHAnsi" w:cs="Calibri"/>
                <w:noProof/>
                <w:sz w:val="22"/>
                <w:szCs w:val="22"/>
                <w:lang w:val="ro-RO"/>
              </w:rPr>
              <w:t xml:space="preserve">proiectului </w:t>
            </w:r>
            <w:r w:rsidR="009B49F2" w:rsidRPr="006D0996">
              <w:rPr>
                <w:rFonts w:asciiTheme="minorHAnsi" w:hAnsiTheme="minorHAnsi" w:cs="Calibri"/>
                <w:noProof/>
                <w:sz w:val="22"/>
                <w:szCs w:val="22"/>
                <w:lang w:val="ro-RO"/>
              </w:rPr>
              <w:t>în condiţiile existenţei unei fragmentări excesive</w:t>
            </w:r>
            <w:r w:rsidR="005B402C" w:rsidRPr="006D0996">
              <w:rPr>
                <w:rFonts w:asciiTheme="minorHAnsi" w:hAnsiTheme="minorHAnsi" w:cs="Calibri"/>
                <w:noProof/>
                <w:sz w:val="22"/>
                <w:szCs w:val="22"/>
                <w:lang w:val="ro-RO"/>
              </w:rPr>
              <w:t xml:space="preserve">* </w:t>
            </w:r>
            <w:r w:rsidR="009B49F2" w:rsidRPr="006D0996">
              <w:rPr>
                <w:rFonts w:asciiTheme="minorHAnsi" w:hAnsiTheme="minorHAnsi" w:cs="Calibri"/>
                <w:noProof/>
                <w:sz w:val="22"/>
                <w:szCs w:val="22"/>
                <w:lang w:val="ro-RO"/>
              </w:rPr>
              <w:t>a exploataţiei</w:t>
            </w:r>
            <w:r w:rsidR="005B402C" w:rsidRPr="006D0996">
              <w:rPr>
                <w:rFonts w:asciiTheme="minorHAnsi" w:hAnsiTheme="minorHAnsi" w:cs="Calibri"/>
                <w:noProof/>
                <w:sz w:val="22"/>
                <w:szCs w:val="22"/>
                <w:lang w:val="ro-RO"/>
              </w:rPr>
              <w:t>.</w:t>
            </w:r>
            <w:r w:rsidR="009B49F2" w:rsidRPr="006D0996">
              <w:rPr>
                <w:rFonts w:asciiTheme="minorHAnsi" w:hAnsiTheme="minorHAnsi" w:cs="Calibri"/>
                <w:noProof/>
                <w:sz w:val="22"/>
                <w:szCs w:val="22"/>
                <w:lang w:val="ro-RO"/>
              </w:rPr>
              <w:t xml:space="preserve"> </w:t>
            </w:r>
          </w:p>
          <w:p w14:paraId="36981B15" w14:textId="77777777" w:rsidR="005B402C" w:rsidRPr="006D0996" w:rsidRDefault="005B402C" w:rsidP="005B402C">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 xml:space="preserve">În situația în care, în urma verificării efectuate, evaluatorul constată că distanţa dintre unităţile de producţie poate genera dificultăți în implementarea planului de afaceri ce pot determina ineficienţa economică a proiectului, acesta respinge planul de afaceri, considerându-l neviabil. </w:t>
            </w:r>
          </w:p>
          <w:p w14:paraId="0453BDFD" w14:textId="77777777" w:rsidR="005B402C" w:rsidRPr="006D0996" w:rsidRDefault="005B402C" w:rsidP="005B4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 Această prevedere se aplică în cazul în care exploataţia agricolă este amplasată pe teritoriile care aparțin de mai mult de 4 judeţe. Numărul judeţelor se verifică numai pentru solicitanții care au o exploataţie agricolă cu mai multe unităţi de producţie (însumând dimensiunea minimă eligibilă necomasată de 12.000 SO) amplasate în afara UAT-ului sau zonei limitrofe a UAT-ului în care solicitantul are domiciliul/urmează să își stabilească domiciliul, pentru a se evita fărâmiţarea excesivă a exploataţiilor.</w:t>
            </w:r>
          </w:p>
          <w:p w14:paraId="1BAC3FB8" w14:textId="77777777" w:rsidR="00BB3116" w:rsidRPr="006D0996" w:rsidRDefault="00B43063" w:rsidP="00BB3116">
            <w:pPr>
              <w:jc w:val="both"/>
              <w:rPr>
                <w:rFonts w:ascii="Calibri" w:hAnsi="Calibri" w:cs="Calibri"/>
                <w:noProof/>
                <w:sz w:val="22"/>
                <w:szCs w:val="22"/>
                <w:lang w:val="ro-RO"/>
              </w:rPr>
            </w:pPr>
            <w:r w:rsidRPr="006D0996">
              <w:rPr>
                <w:rFonts w:asciiTheme="minorHAnsi" w:hAnsiTheme="minorHAnsi" w:cs="Calibri"/>
                <w:noProof/>
                <w:sz w:val="22"/>
                <w:szCs w:val="22"/>
                <w:lang w:val="ro-RO"/>
              </w:rPr>
              <w:t>În cazul în care 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14:paraId="3A154126" w14:textId="77777777" w:rsidR="00BC29DD" w:rsidRPr="006D0996" w:rsidRDefault="00885A39" w:rsidP="00156B48">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A</w:t>
            </w:r>
            <w:r w:rsidR="004E6245" w:rsidRPr="006D0996">
              <w:rPr>
                <w:rFonts w:asciiTheme="minorHAnsi" w:hAnsiTheme="minorHAnsi" w:cs="Calibri"/>
                <w:noProof/>
                <w:sz w:val="22"/>
                <w:szCs w:val="22"/>
                <w:lang w:val="ro-RO"/>
              </w:rPr>
              <w:t xml:space="preserve">) </w:t>
            </w:r>
            <w:r w:rsidR="00CD1FC1" w:rsidRPr="006D0996">
              <w:rPr>
                <w:rFonts w:asciiTheme="minorHAnsi" w:hAnsiTheme="minorHAnsi" w:cs="Calibri"/>
                <w:noProof/>
                <w:sz w:val="22"/>
                <w:szCs w:val="22"/>
                <w:lang w:val="ro-RO"/>
              </w:rPr>
              <w:t xml:space="preserve">Se va urmări lista cheltuielilor eligibile prin PNS în vigoare. </w:t>
            </w:r>
            <w:r w:rsidR="004E6245" w:rsidRPr="006D0996">
              <w:rPr>
                <w:rFonts w:asciiTheme="minorHAnsi" w:hAnsiTheme="minorHAnsi" w:cs="Calibri"/>
                <w:noProof/>
                <w:sz w:val="22"/>
                <w:szCs w:val="22"/>
                <w:lang w:val="ro-RO"/>
              </w:rPr>
              <w:t>Expertul verific</w:t>
            </w:r>
            <w:r w:rsidR="00D140CD" w:rsidRPr="006D0996">
              <w:rPr>
                <w:rFonts w:asciiTheme="minorHAnsi" w:hAnsiTheme="minorHAnsi" w:cs="Calibri"/>
                <w:noProof/>
                <w:sz w:val="22"/>
                <w:szCs w:val="22"/>
                <w:lang w:val="ro-RO"/>
              </w:rPr>
              <w:t>ă</w:t>
            </w:r>
            <w:r w:rsidR="004E6245" w:rsidRPr="006D0996">
              <w:rPr>
                <w:rFonts w:asciiTheme="minorHAnsi" w:hAnsiTheme="minorHAnsi" w:cs="Calibri"/>
                <w:noProof/>
                <w:sz w:val="22"/>
                <w:szCs w:val="22"/>
                <w:lang w:val="ro-RO"/>
              </w:rPr>
              <w:t xml:space="preserve"> </w:t>
            </w:r>
            <w:r w:rsidR="00D140CD" w:rsidRPr="006D0996">
              <w:rPr>
                <w:rFonts w:asciiTheme="minorHAnsi" w:hAnsiTheme="minorHAnsi" w:cs="Calibri"/>
                <w:noProof/>
                <w:sz w:val="22"/>
                <w:szCs w:val="22"/>
                <w:lang w:val="ro-RO"/>
              </w:rPr>
              <w:t>în secţiunea C din cererea de finanţare</w:t>
            </w:r>
            <w:r w:rsidR="005F2B19" w:rsidRPr="006D0996">
              <w:rPr>
                <w:rFonts w:asciiTheme="minorHAnsi" w:hAnsiTheme="minorHAnsi" w:cs="Calibri"/>
                <w:noProof/>
                <w:sz w:val="22"/>
                <w:szCs w:val="22"/>
                <w:lang w:val="ro-RO"/>
              </w:rPr>
              <w:t>,</w:t>
            </w:r>
            <w:r w:rsidR="002F2078" w:rsidRPr="006D0996">
              <w:rPr>
                <w:rFonts w:asciiTheme="minorHAnsi" w:hAnsiTheme="minorHAnsi" w:cs="Calibri"/>
                <w:noProof/>
                <w:sz w:val="22"/>
                <w:szCs w:val="22"/>
                <w:lang w:val="ro-RO"/>
              </w:rPr>
              <w:t xml:space="preserve"> </w:t>
            </w:r>
            <w:r w:rsidR="00D140CD" w:rsidRPr="006D0996">
              <w:rPr>
                <w:rFonts w:asciiTheme="minorHAnsi" w:hAnsiTheme="minorHAnsi" w:cs="Calibri"/>
                <w:noProof/>
                <w:sz w:val="22"/>
                <w:szCs w:val="22"/>
                <w:lang w:val="ro-RO"/>
              </w:rPr>
              <w:t xml:space="preserve">dacă </w:t>
            </w:r>
            <w:r w:rsidR="005F2B19" w:rsidRPr="006D0996">
              <w:rPr>
                <w:rFonts w:asciiTheme="minorHAnsi" w:hAnsiTheme="minorHAnsi" w:cs="Calibri"/>
                <w:noProof/>
                <w:sz w:val="22"/>
                <w:szCs w:val="22"/>
                <w:lang w:val="ro-RO"/>
              </w:rPr>
              <w:t xml:space="preserve">sunt </w:t>
            </w:r>
            <w:r w:rsidR="00D140CD" w:rsidRPr="006D0996">
              <w:rPr>
                <w:rFonts w:asciiTheme="minorHAnsi" w:hAnsiTheme="minorHAnsi" w:cs="Calibri"/>
                <w:noProof/>
                <w:sz w:val="22"/>
                <w:szCs w:val="22"/>
                <w:lang w:val="ro-RO"/>
              </w:rPr>
              <w:t>solicitat</w:t>
            </w:r>
            <w:r w:rsidR="005F2B19" w:rsidRPr="006D0996">
              <w:rPr>
                <w:rFonts w:asciiTheme="minorHAnsi" w:hAnsiTheme="minorHAnsi" w:cs="Calibri"/>
                <w:noProof/>
                <w:sz w:val="22"/>
                <w:szCs w:val="22"/>
                <w:lang w:val="ro-RO"/>
              </w:rPr>
              <w:t>e</w:t>
            </w:r>
            <w:r w:rsidR="002F2078" w:rsidRPr="006D0996">
              <w:rPr>
                <w:rFonts w:asciiTheme="minorHAnsi" w:hAnsiTheme="minorHAnsi" w:cs="Calibri"/>
                <w:noProof/>
                <w:sz w:val="22"/>
                <w:szCs w:val="22"/>
                <w:lang w:val="ro-RO"/>
              </w:rPr>
              <w:t xml:space="preserve"> </w:t>
            </w:r>
            <w:r w:rsidR="00D140CD" w:rsidRPr="006D0996">
              <w:rPr>
                <w:rFonts w:asciiTheme="minorHAnsi" w:hAnsiTheme="minorHAnsi" w:cs="Calibri"/>
                <w:noProof/>
                <w:sz w:val="22"/>
                <w:szCs w:val="22"/>
                <w:lang w:val="ro-RO"/>
              </w:rPr>
              <w:t>şi/sau obţinut</w:t>
            </w:r>
            <w:r w:rsidR="005F2B19" w:rsidRPr="006D0996">
              <w:rPr>
                <w:rFonts w:asciiTheme="minorHAnsi" w:hAnsiTheme="minorHAnsi" w:cs="Calibri"/>
                <w:noProof/>
                <w:sz w:val="22"/>
                <w:szCs w:val="22"/>
                <w:lang w:val="ro-RO"/>
              </w:rPr>
              <w:t>e</w:t>
            </w:r>
            <w:r w:rsidR="00D140CD" w:rsidRPr="006D0996">
              <w:rPr>
                <w:rFonts w:asciiTheme="minorHAnsi" w:hAnsiTheme="minorHAnsi" w:cs="Calibri"/>
                <w:noProof/>
                <w:sz w:val="22"/>
                <w:szCs w:val="22"/>
                <w:lang w:val="ro-RO"/>
              </w:rPr>
              <w:t xml:space="preserve"> finanţări nerambursabile prin PN</w:t>
            </w:r>
            <w:r w:rsidR="005535DE" w:rsidRPr="006D0996">
              <w:rPr>
                <w:rFonts w:asciiTheme="minorHAnsi" w:hAnsiTheme="minorHAnsi" w:cs="Calibri"/>
                <w:noProof/>
                <w:sz w:val="22"/>
                <w:szCs w:val="22"/>
                <w:lang w:val="ro-RO"/>
              </w:rPr>
              <w:t>S</w:t>
            </w:r>
            <w:r w:rsidR="00411D18" w:rsidRPr="006D0996">
              <w:rPr>
                <w:rFonts w:asciiTheme="minorHAnsi" w:hAnsiTheme="minorHAnsi" w:cs="Calibri"/>
                <w:noProof/>
                <w:sz w:val="22"/>
                <w:szCs w:val="22"/>
                <w:lang w:val="ro-RO"/>
              </w:rPr>
              <w:t>;</w:t>
            </w:r>
            <w:r w:rsidR="002F2078" w:rsidRPr="006D0996">
              <w:rPr>
                <w:rFonts w:asciiTheme="minorHAnsi" w:hAnsiTheme="minorHAnsi" w:cs="Calibri"/>
                <w:noProof/>
                <w:sz w:val="22"/>
                <w:szCs w:val="22"/>
                <w:lang w:val="ro-RO"/>
              </w:rPr>
              <w:t xml:space="preserve"> </w:t>
            </w:r>
          </w:p>
          <w:p w14:paraId="5C711755" w14:textId="77777777" w:rsidR="00104541" w:rsidRPr="006D0996" w:rsidRDefault="00123E15" w:rsidP="00BF3AFD">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Se verifică</w:t>
            </w:r>
            <w:r w:rsidR="004E6245" w:rsidRPr="006D0996">
              <w:rPr>
                <w:rFonts w:asciiTheme="minorHAnsi" w:hAnsiTheme="minorHAnsi" w:cs="Calibri"/>
                <w:noProof/>
                <w:sz w:val="22"/>
                <w:szCs w:val="22"/>
                <w:lang w:val="ro-RO"/>
              </w:rPr>
              <w:t xml:space="preserve"> </w:t>
            </w:r>
            <w:r w:rsidR="00397D54" w:rsidRPr="006D0996">
              <w:rPr>
                <w:rFonts w:asciiTheme="minorHAnsi" w:hAnsiTheme="minorHAnsi" w:cs="Calibri"/>
                <w:noProof/>
                <w:sz w:val="22"/>
                <w:szCs w:val="22"/>
                <w:lang w:val="ro-RO"/>
              </w:rPr>
              <w:t xml:space="preserve">dacă în </w:t>
            </w:r>
            <w:r w:rsidR="004E6245" w:rsidRPr="006D0996">
              <w:rPr>
                <w:rFonts w:asciiTheme="minorHAnsi" w:hAnsiTheme="minorHAnsi" w:cs="Calibri"/>
                <w:noProof/>
                <w:sz w:val="22"/>
                <w:szCs w:val="22"/>
                <w:lang w:val="ro-RO"/>
              </w:rPr>
              <w:t xml:space="preserve">Planul de afaceri, solicitantul a prevăzut acțiuni eligibile prin PNS </w:t>
            </w:r>
            <w:r w:rsidR="008D7DAD" w:rsidRPr="006D0996">
              <w:rPr>
                <w:rFonts w:asciiTheme="minorHAnsi" w:hAnsiTheme="minorHAnsi" w:cs="Calibri"/>
                <w:noProof/>
                <w:sz w:val="22"/>
                <w:szCs w:val="22"/>
                <w:lang w:val="ro-RO"/>
              </w:rPr>
              <w:t>aprobat, în vigoare</w:t>
            </w:r>
            <w:r w:rsidR="00AA7860" w:rsidRPr="006D0996">
              <w:rPr>
                <w:rFonts w:asciiTheme="minorHAnsi" w:hAnsiTheme="minorHAnsi" w:cs="Calibri"/>
                <w:noProof/>
                <w:sz w:val="22"/>
                <w:szCs w:val="22"/>
                <w:lang w:val="ro-RO"/>
              </w:rPr>
              <w:t xml:space="preserve">. </w:t>
            </w:r>
          </w:p>
          <w:p w14:paraId="7999117C" w14:textId="77777777" w:rsidR="00104541" w:rsidRPr="006D0996" w:rsidRDefault="00104541" w:rsidP="00BF3AFD">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NU pot fi propuse ca cheltuieli în Planul de Afaceri, acele cheltuieli eligibile prin PNS. Pentru a demonstra viabilitatea planului de afaceri, vor fi incluse alte cheltuieli decât cele specifice PNS.</w:t>
            </w:r>
          </w:p>
          <w:p w14:paraId="0040BAB0" w14:textId="77777777" w:rsidR="00ED10A2" w:rsidRPr="006D0996" w:rsidRDefault="00ED10A2" w:rsidP="00BB3116">
            <w:pPr>
              <w:jc w:val="both"/>
              <w:rPr>
                <w:rFonts w:asciiTheme="minorHAnsi" w:hAnsiTheme="minorHAnsi" w:cs="Calibri"/>
                <w:noProof/>
                <w:sz w:val="22"/>
                <w:szCs w:val="22"/>
                <w:lang w:val="ro-RO"/>
              </w:rPr>
            </w:pPr>
            <w:r w:rsidRPr="006D0996">
              <w:rPr>
                <w:rFonts w:asciiTheme="minorHAnsi" w:hAnsiTheme="minorHAnsi" w:cs="Calibri"/>
                <w:noProof/>
                <w:sz w:val="22"/>
                <w:szCs w:val="22"/>
                <w:lang w:val="ro-RO"/>
              </w:rPr>
              <w:t xml:space="preserve">Acţiunile sprijinite </w:t>
            </w:r>
            <w:r w:rsidR="008D7DAD" w:rsidRPr="006D0996">
              <w:rPr>
                <w:rFonts w:asciiTheme="minorHAnsi" w:hAnsiTheme="minorHAnsi" w:cs="Calibri"/>
                <w:noProof/>
                <w:sz w:val="22"/>
                <w:szCs w:val="22"/>
                <w:lang w:val="ro-RO"/>
              </w:rPr>
              <w:t xml:space="preserve">prin </w:t>
            </w:r>
            <w:r w:rsidRPr="006D0996">
              <w:rPr>
                <w:rFonts w:asciiTheme="minorHAnsi" w:hAnsiTheme="minorHAnsi" w:cs="Calibri"/>
                <w:noProof/>
                <w:sz w:val="22"/>
                <w:szCs w:val="22"/>
                <w:lang w:val="ro-RO"/>
              </w:rPr>
              <w:t xml:space="preserve">PNS </w:t>
            </w:r>
            <w:r w:rsidR="005535DE" w:rsidRPr="006D0996">
              <w:rPr>
                <w:rFonts w:asciiTheme="minorHAnsi" w:hAnsiTheme="minorHAnsi" w:cs="Calibri"/>
                <w:noProof/>
                <w:sz w:val="22"/>
                <w:szCs w:val="22"/>
                <w:lang w:val="ro-RO"/>
              </w:rPr>
              <w:t xml:space="preserve"> sunt disponibile pe pagina oficială de internet a MADR.</w:t>
            </w:r>
          </w:p>
          <w:p w14:paraId="4E469022" w14:textId="77777777" w:rsidR="00F121E6" w:rsidRPr="006D0996" w:rsidRDefault="00F121E6" w:rsidP="00BB3116">
            <w:pPr>
              <w:pStyle w:val="NoSpacing"/>
              <w:jc w:val="both"/>
              <w:rPr>
                <w:rFonts w:asciiTheme="minorHAnsi" w:hAnsiTheme="minorHAnsi" w:cs="Calibri"/>
                <w:noProof/>
                <w:lang w:val="ro-RO"/>
              </w:rPr>
            </w:pPr>
            <w:r w:rsidRPr="006D0996">
              <w:rPr>
                <w:rFonts w:asciiTheme="minorHAnsi" w:hAnsiTheme="minorHAnsi" w:cs="Calibri"/>
                <w:noProof/>
                <w:lang w:val="ro-RO"/>
              </w:rPr>
              <w:t xml:space="preserve">Condiţia se aplică de la momentul solicitării sprijinului prin PNDR 2014-2020, iar lista cheltuielilor solicitate spre decontare de </w:t>
            </w:r>
            <w:r w:rsidR="008D7DAD" w:rsidRPr="006D0996">
              <w:rPr>
                <w:rFonts w:asciiTheme="minorHAnsi" w:hAnsiTheme="minorHAnsi" w:cs="Calibri"/>
                <w:noProof/>
                <w:lang w:val="ro-RO"/>
              </w:rPr>
              <w:t>viticultor</w:t>
            </w:r>
            <w:r w:rsidRPr="006D0996">
              <w:rPr>
                <w:rFonts w:asciiTheme="minorHAnsi" w:hAnsiTheme="minorHAnsi" w:cs="Calibri"/>
                <w:noProof/>
                <w:lang w:val="ro-RO"/>
              </w:rPr>
              <w:t xml:space="preserve"> prin </w:t>
            </w:r>
            <w:r w:rsidR="008D7DAD" w:rsidRPr="006D0996">
              <w:rPr>
                <w:rFonts w:asciiTheme="minorHAnsi" w:hAnsiTheme="minorHAnsi" w:cs="Calibri"/>
                <w:noProof/>
                <w:lang w:val="ro-RO"/>
              </w:rPr>
              <w:t>PNS, în vigoare,</w:t>
            </w:r>
            <w:r w:rsidRPr="006D0996">
              <w:rPr>
                <w:rFonts w:asciiTheme="minorHAnsi" w:hAnsiTheme="minorHAnsi" w:cs="Calibri"/>
                <w:noProof/>
                <w:lang w:val="ro-RO"/>
              </w:rPr>
              <w:t xml:space="preserve"> nu este eligibilă prin PNDR 2014-2020, prin urmare nu se poate regăsi </w:t>
            </w:r>
            <w:r w:rsidR="008D7DAD" w:rsidRPr="006D0996">
              <w:rPr>
                <w:rFonts w:asciiTheme="minorHAnsi" w:hAnsiTheme="minorHAnsi" w:cs="Calibri"/>
                <w:noProof/>
                <w:lang w:val="ro-RO"/>
              </w:rPr>
              <w:t>ca acţiune pentru îndeplinirea obiectivelor</w:t>
            </w:r>
            <w:r w:rsidRPr="006D0996">
              <w:rPr>
                <w:rFonts w:asciiTheme="minorHAnsi" w:hAnsiTheme="minorHAnsi" w:cs="Calibri"/>
                <w:noProof/>
                <w:lang w:val="ro-RO"/>
              </w:rPr>
              <w:t xml:space="preserve"> </w:t>
            </w:r>
            <w:r w:rsidR="008D7DAD" w:rsidRPr="006D0996">
              <w:rPr>
                <w:rFonts w:asciiTheme="minorHAnsi" w:hAnsiTheme="minorHAnsi" w:cs="Calibri"/>
                <w:noProof/>
                <w:lang w:val="ro-RO"/>
              </w:rPr>
              <w:t>din</w:t>
            </w:r>
            <w:r w:rsidRPr="006D0996">
              <w:rPr>
                <w:rFonts w:asciiTheme="minorHAnsi" w:hAnsiTheme="minorHAnsi" w:cs="Calibri"/>
                <w:noProof/>
                <w:lang w:val="ro-RO"/>
              </w:rPr>
              <w:t xml:space="preserve"> planul de afaceri </w:t>
            </w:r>
            <w:r w:rsidR="008D7DAD" w:rsidRPr="006D0996">
              <w:rPr>
                <w:rFonts w:asciiTheme="minorHAnsi" w:hAnsiTheme="minorHAnsi" w:cs="Calibri"/>
                <w:noProof/>
                <w:lang w:val="ro-RO"/>
              </w:rPr>
              <w:t>de</w:t>
            </w:r>
            <w:r w:rsidRPr="006D0996">
              <w:rPr>
                <w:rFonts w:asciiTheme="minorHAnsi" w:hAnsiTheme="minorHAnsi" w:cs="Calibri"/>
                <w:noProof/>
                <w:lang w:val="ro-RO"/>
              </w:rPr>
              <w:t xml:space="preserve"> la momentul </w:t>
            </w:r>
            <w:r w:rsidR="008D7DAD" w:rsidRPr="006D0996">
              <w:rPr>
                <w:rFonts w:asciiTheme="minorHAnsi" w:hAnsiTheme="minorHAnsi" w:cs="Calibri"/>
                <w:noProof/>
                <w:lang w:val="ro-RO"/>
              </w:rPr>
              <w:t xml:space="preserve">depunerii </w:t>
            </w:r>
            <w:r w:rsidRPr="006D0996">
              <w:rPr>
                <w:rFonts w:asciiTheme="minorHAnsi" w:hAnsiTheme="minorHAnsi" w:cs="Calibri"/>
                <w:noProof/>
                <w:lang w:val="ro-RO"/>
              </w:rPr>
              <w:t xml:space="preserve">cererii de finanţare.    </w:t>
            </w:r>
          </w:p>
          <w:p w14:paraId="041449EA" w14:textId="77777777" w:rsidR="00F121E6" w:rsidRPr="006D0996" w:rsidRDefault="00F121E6" w:rsidP="00BB3116">
            <w:pPr>
              <w:pStyle w:val="NoSpacing"/>
              <w:jc w:val="both"/>
              <w:rPr>
                <w:rFonts w:asciiTheme="minorHAnsi" w:hAnsiTheme="minorHAnsi" w:cs="Calibri"/>
                <w:noProof/>
                <w:lang w:val="ro-RO"/>
              </w:rPr>
            </w:pPr>
            <w:r w:rsidRPr="006D0996">
              <w:rPr>
                <w:rFonts w:asciiTheme="minorHAnsi" w:hAnsiTheme="minorHAnsi" w:cs="Calibri"/>
                <w:noProof/>
                <w:lang w:val="ro-RO"/>
              </w:rPr>
              <w:t>Restricția de mai sus nu se aplică solicitanților care accesează sM 6.1 din PNDR pentru cheltuieli care nu sunt eligibile prin PN</w:t>
            </w:r>
            <w:r w:rsidR="008D7DAD" w:rsidRPr="006D0996">
              <w:rPr>
                <w:rFonts w:asciiTheme="minorHAnsi" w:hAnsiTheme="minorHAnsi" w:cs="Calibri"/>
                <w:noProof/>
                <w:lang w:val="ro-RO"/>
              </w:rPr>
              <w:t>S.</w:t>
            </w:r>
          </w:p>
          <w:p w14:paraId="1964448A" w14:textId="77777777" w:rsidR="00DF3FF8" w:rsidRPr="006D0996" w:rsidRDefault="00DF3FF8" w:rsidP="00BB3116">
            <w:pPr>
              <w:pStyle w:val="NoSpacing"/>
              <w:jc w:val="both"/>
              <w:rPr>
                <w:rFonts w:asciiTheme="minorHAnsi" w:hAnsiTheme="minorHAnsi" w:cs="Calibri"/>
                <w:noProof/>
                <w:lang w:val="ro-RO"/>
              </w:rPr>
            </w:pPr>
            <w:r w:rsidRPr="006D0996">
              <w:rPr>
                <w:rFonts w:asciiTheme="minorHAnsi" w:hAnsiTheme="minorHAnsi" w:cs="Calibri"/>
                <w:noProof/>
                <w:lang w:val="ro-RO"/>
              </w:rPr>
              <w:t>În cazul în care cheltuielile propuse de viticultor</w:t>
            </w:r>
            <w:r w:rsidR="009F6BA5" w:rsidRPr="006D0996">
              <w:rPr>
                <w:rFonts w:asciiTheme="minorHAnsi" w:hAnsiTheme="minorHAnsi" w:cs="Calibri"/>
                <w:noProof/>
                <w:lang w:val="ro-RO"/>
              </w:rPr>
              <w:t xml:space="preserve"> prin Planul de Afaceri sunt dintre cele eligibile prin</w:t>
            </w:r>
            <w:r w:rsidRPr="006D0996">
              <w:rPr>
                <w:rFonts w:asciiTheme="minorHAnsi" w:hAnsiTheme="minorHAnsi" w:cs="Calibri"/>
                <w:noProof/>
                <w:lang w:val="ro-RO"/>
              </w:rPr>
              <w:t xml:space="preserve"> PNS</w:t>
            </w:r>
            <w:r w:rsidR="009F6BA5" w:rsidRPr="006D0996">
              <w:rPr>
                <w:rFonts w:asciiTheme="minorHAnsi" w:hAnsiTheme="minorHAnsi" w:cs="Calibri"/>
                <w:noProof/>
                <w:lang w:val="ro-RO"/>
              </w:rPr>
              <w:t xml:space="preserve"> aprobat, în vigoare</w:t>
            </w:r>
            <w:r w:rsidRPr="006D0996">
              <w:rPr>
                <w:rFonts w:asciiTheme="minorHAnsi" w:hAnsiTheme="minorHAnsi" w:cs="Calibri"/>
                <w:noProof/>
                <w:lang w:val="ro-RO"/>
              </w:rPr>
              <w:t xml:space="preserve">, </w:t>
            </w:r>
            <w:r w:rsidR="009F6BA5" w:rsidRPr="006D0996">
              <w:rPr>
                <w:rFonts w:asciiTheme="minorHAnsi" w:hAnsiTheme="minorHAnsi" w:cs="Calibri"/>
                <w:noProof/>
                <w:lang w:val="ro-RO"/>
              </w:rPr>
              <w:t>expertul va</w:t>
            </w:r>
            <w:r w:rsidRPr="006D0996">
              <w:rPr>
                <w:rFonts w:asciiTheme="minorHAnsi" w:hAnsiTheme="minorHAnsi" w:cs="Calibri"/>
                <w:noProof/>
                <w:lang w:val="ro-RO"/>
              </w:rPr>
              <w:t xml:space="preserve"> solicita informaţii suplimentare,</w:t>
            </w:r>
            <w:r w:rsidR="009F6BA5" w:rsidRPr="006D0996">
              <w:rPr>
                <w:rFonts w:asciiTheme="minorHAnsi" w:hAnsiTheme="minorHAnsi" w:cs="Calibri"/>
                <w:noProof/>
                <w:lang w:val="ro-RO"/>
              </w:rPr>
              <w:t xml:space="preserve"> iar</w:t>
            </w:r>
            <w:r w:rsidRPr="006D0996">
              <w:rPr>
                <w:rFonts w:asciiTheme="minorHAnsi" w:hAnsiTheme="minorHAnsi" w:cs="Calibri"/>
                <w:noProof/>
                <w:lang w:val="ro-RO"/>
              </w:rPr>
              <w:t xml:space="preserve"> în cazul în care </w:t>
            </w:r>
            <w:r w:rsidR="009F6BA5" w:rsidRPr="006D0996">
              <w:rPr>
                <w:rFonts w:asciiTheme="minorHAnsi" w:hAnsiTheme="minorHAnsi" w:cs="Calibri"/>
                <w:noProof/>
                <w:lang w:val="ro-RO"/>
              </w:rPr>
              <w:t>după solicitarea de informaţii suplimentare</w:t>
            </w:r>
            <w:r w:rsidRPr="006D0996">
              <w:rPr>
                <w:rFonts w:asciiTheme="minorHAnsi" w:hAnsiTheme="minorHAnsi" w:cs="Calibri"/>
                <w:noProof/>
                <w:lang w:val="ro-RO"/>
              </w:rPr>
              <w:t>:</w:t>
            </w:r>
          </w:p>
          <w:p w14:paraId="36A63441" w14:textId="77777777" w:rsidR="00BB3116" w:rsidRPr="006D0996" w:rsidRDefault="00DF3FF8" w:rsidP="00BB3116">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 xml:space="preserve">- </w:t>
            </w:r>
            <w:r w:rsidR="00295A9E" w:rsidRPr="006D0996">
              <w:rPr>
                <w:rFonts w:asciiTheme="minorHAnsi" w:eastAsia="Calibri" w:hAnsiTheme="minorHAnsi" w:cs="Calibri"/>
                <w:noProof/>
                <w:sz w:val="22"/>
                <w:szCs w:val="22"/>
                <w:lang w:val="ro-RO"/>
              </w:rPr>
              <w:t xml:space="preserve">solicitantul a prevăzut cel putin o acţiune prin PNS, expertul bifeaza casuta DA, caz in care proiectul este </w:t>
            </w:r>
          </w:p>
          <w:p w14:paraId="212F7E74" w14:textId="77777777" w:rsidR="00295A9E" w:rsidRPr="006D0996" w:rsidRDefault="00295A9E" w:rsidP="00BB3116">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neeligibil.</w:t>
            </w:r>
          </w:p>
          <w:p w14:paraId="3612DDA4" w14:textId="77777777" w:rsidR="00295A9E" w:rsidRPr="006D0996" w:rsidRDefault="00DF3FF8" w:rsidP="00295A9E">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 xml:space="preserve">- </w:t>
            </w:r>
            <w:r w:rsidR="00295A9E" w:rsidRPr="006D0996">
              <w:rPr>
                <w:rFonts w:asciiTheme="minorHAnsi" w:eastAsia="Calibri" w:hAnsiTheme="minorHAnsi" w:cs="Calibri"/>
                <w:noProof/>
                <w:sz w:val="22"/>
                <w:szCs w:val="22"/>
                <w:lang w:val="ro-RO"/>
              </w:rPr>
              <w:t>solicitantul nu a prevazut actiuni eligibile prin PNS, expertul bifeaza casuta NU</w:t>
            </w:r>
            <w:r w:rsidR="009F6BA5" w:rsidRPr="006D0996">
              <w:rPr>
                <w:rFonts w:asciiTheme="minorHAnsi" w:eastAsia="Calibri" w:hAnsiTheme="minorHAnsi" w:cs="Calibri"/>
                <w:noProof/>
                <w:sz w:val="22"/>
                <w:szCs w:val="22"/>
                <w:lang w:val="ro-RO"/>
              </w:rPr>
              <w:t>, şi cererea de finanţare este eligibilă</w:t>
            </w:r>
            <w:r w:rsidR="00295A9E" w:rsidRPr="006D0996">
              <w:rPr>
                <w:rFonts w:asciiTheme="minorHAnsi" w:eastAsia="Calibri" w:hAnsiTheme="minorHAnsi" w:cs="Calibri"/>
                <w:noProof/>
                <w:sz w:val="22"/>
                <w:szCs w:val="22"/>
                <w:lang w:val="ro-RO"/>
              </w:rPr>
              <w:t>.</w:t>
            </w:r>
          </w:p>
          <w:p w14:paraId="0CCDAA95" w14:textId="77777777" w:rsidR="00295A9E" w:rsidRPr="006D0996" w:rsidRDefault="00295A9E" w:rsidP="00F121E6">
            <w:pPr>
              <w:pStyle w:val="NoSpacing"/>
              <w:spacing w:line="276" w:lineRule="auto"/>
              <w:jc w:val="both"/>
              <w:rPr>
                <w:rFonts w:asciiTheme="minorHAnsi" w:hAnsiTheme="minorHAnsi" w:cs="Calibri"/>
                <w:noProof/>
                <w:lang w:val="ro-RO"/>
              </w:rPr>
            </w:pPr>
          </w:p>
          <w:p w14:paraId="4915CCFA" w14:textId="77777777" w:rsidR="00F14616" w:rsidRPr="006D0996" w:rsidRDefault="00D4510B" w:rsidP="006270BA">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B</w:t>
            </w:r>
            <w:r w:rsidR="009F6BA5" w:rsidRPr="006D0996">
              <w:rPr>
                <w:rFonts w:asciiTheme="minorHAnsi" w:eastAsia="Calibri" w:hAnsiTheme="minorHAnsi" w:cs="Calibri"/>
                <w:noProof/>
                <w:sz w:val="22"/>
                <w:szCs w:val="22"/>
                <w:lang w:val="ro-RO"/>
              </w:rPr>
              <w:t>)</w:t>
            </w:r>
            <w:r w:rsidR="00CD1FC1" w:rsidRPr="006D0996">
              <w:rPr>
                <w:rFonts w:asciiTheme="minorHAnsi" w:eastAsia="Calibri" w:hAnsiTheme="minorHAnsi" w:cs="Calibri"/>
                <w:noProof/>
                <w:sz w:val="22"/>
                <w:szCs w:val="22"/>
                <w:lang w:val="ro-RO"/>
              </w:rPr>
              <w:t xml:space="preserve"> Se va urmări lista cheltuielilor eligibile prin PNA 2014-2016</w:t>
            </w:r>
            <w:r w:rsidR="00E33339" w:rsidRPr="006D0996">
              <w:rPr>
                <w:rFonts w:asciiTheme="minorHAnsi" w:eastAsia="Calibri" w:hAnsiTheme="minorHAnsi" w:cs="Calibri"/>
                <w:noProof/>
                <w:sz w:val="22"/>
                <w:szCs w:val="22"/>
                <w:lang w:val="ro-RO"/>
              </w:rPr>
              <w:t>,</w:t>
            </w:r>
            <w:r w:rsidR="00CD1FC1" w:rsidRPr="006D0996">
              <w:rPr>
                <w:rFonts w:asciiTheme="minorHAnsi" w:eastAsia="Calibri" w:hAnsiTheme="minorHAnsi" w:cs="Calibri"/>
                <w:noProof/>
                <w:sz w:val="22"/>
                <w:szCs w:val="22"/>
                <w:lang w:val="ro-RO"/>
              </w:rPr>
              <w:t>2017-2019</w:t>
            </w:r>
            <w:r w:rsidR="00E33339" w:rsidRPr="006D0996">
              <w:rPr>
                <w:rFonts w:asciiTheme="minorHAnsi" w:eastAsia="Calibri" w:hAnsiTheme="minorHAnsi" w:cs="Calibri"/>
                <w:noProof/>
                <w:sz w:val="22"/>
                <w:szCs w:val="22"/>
                <w:lang w:val="ro-RO"/>
              </w:rPr>
              <w:t xml:space="preserve"> și 2020-2022</w:t>
            </w:r>
            <w:r w:rsidR="00CD1FC1" w:rsidRPr="006D0996">
              <w:rPr>
                <w:rFonts w:asciiTheme="minorHAnsi" w:eastAsia="Calibri" w:hAnsiTheme="minorHAnsi" w:cs="Calibri"/>
                <w:noProof/>
                <w:sz w:val="22"/>
                <w:szCs w:val="22"/>
                <w:lang w:val="ro-RO"/>
              </w:rPr>
              <w:t>.</w:t>
            </w:r>
            <w:r w:rsidR="009F6BA5" w:rsidRPr="006D0996">
              <w:rPr>
                <w:rFonts w:asciiTheme="minorHAnsi" w:eastAsia="Calibri" w:hAnsiTheme="minorHAnsi" w:cs="Calibri"/>
                <w:noProof/>
                <w:sz w:val="22"/>
                <w:szCs w:val="22"/>
                <w:lang w:val="ro-RO"/>
              </w:rPr>
              <w:t xml:space="preserve"> </w:t>
            </w:r>
            <w:r w:rsidR="00F14616" w:rsidRPr="006D0996">
              <w:rPr>
                <w:rFonts w:asciiTheme="minorHAnsi" w:eastAsia="Calibri" w:hAnsiTheme="minorHAnsi" w:cs="Calibri"/>
                <w:noProof/>
                <w:sz w:val="22"/>
                <w:szCs w:val="22"/>
                <w:lang w:val="ro-RO"/>
              </w:rPr>
              <w:t xml:space="preserve">Expertul verifică în secţiunea C din cererea de finanţare, dacă sunt solicitate şi/sau obţinute finanţări nerambursabile prin PNA şi angajamentele solicitantului privind PNA; </w:t>
            </w:r>
          </w:p>
          <w:p w14:paraId="64656B29" w14:textId="77777777" w:rsidR="00CD1FC1" w:rsidRPr="006D0996" w:rsidRDefault="00CD1FC1" w:rsidP="006270BA">
            <w:pPr>
              <w:jc w:val="both"/>
              <w:rPr>
                <w:rFonts w:asciiTheme="minorHAnsi" w:eastAsia="Calibri" w:hAnsiTheme="minorHAnsi" w:cs="Calibri"/>
                <w:noProof/>
                <w:sz w:val="22"/>
                <w:szCs w:val="22"/>
                <w:lang w:val="ro-RO"/>
              </w:rPr>
            </w:pPr>
          </w:p>
          <w:p w14:paraId="21CCE3A8" w14:textId="77777777" w:rsidR="00F14616" w:rsidRPr="006D0996" w:rsidRDefault="008D7DAD" w:rsidP="00FE14F6">
            <w:pPr>
              <w:pStyle w:val="NoSpacing"/>
              <w:spacing w:line="276" w:lineRule="auto"/>
              <w:jc w:val="both"/>
              <w:rPr>
                <w:rFonts w:asciiTheme="minorHAnsi" w:eastAsia="Calibri" w:hAnsiTheme="minorHAnsi" w:cs="Calibri"/>
                <w:noProof/>
                <w:lang w:val="ro-RO"/>
              </w:rPr>
            </w:pPr>
            <w:r w:rsidRPr="006D0996">
              <w:rPr>
                <w:rFonts w:asciiTheme="minorHAnsi" w:eastAsia="Calibri" w:hAnsiTheme="minorHAnsi" w:cs="Calibri"/>
                <w:noProof/>
                <w:lang w:val="ro-RO"/>
              </w:rPr>
              <w:t xml:space="preserve">În ceea ce priveşte demarcarea cu Programul Naţional Apicol </w:t>
            </w:r>
            <w:r w:rsidR="00295A9E" w:rsidRPr="006D0996">
              <w:rPr>
                <w:rFonts w:asciiTheme="minorHAnsi" w:hAnsiTheme="minorHAnsi" w:cs="Calibri"/>
                <w:noProof/>
                <w:lang w:val="ro-RO"/>
              </w:rPr>
              <w:t>2014-2016/2017-2019</w:t>
            </w:r>
            <w:r w:rsidR="00A6327B" w:rsidRPr="006D0996">
              <w:rPr>
                <w:rFonts w:asciiTheme="minorHAnsi" w:hAnsiTheme="minorHAnsi" w:cs="Calibri"/>
                <w:noProof/>
                <w:lang w:val="ro-RO"/>
              </w:rPr>
              <w:t>/2020-2022</w:t>
            </w:r>
            <w:r w:rsidRPr="006D0996">
              <w:rPr>
                <w:rFonts w:asciiTheme="minorHAnsi" w:eastAsia="Calibri" w:hAnsiTheme="minorHAnsi" w:cs="Calibri"/>
                <w:noProof/>
                <w:lang w:val="ro-RO"/>
              </w:rPr>
              <w:t>, solicitanţii PNDR şi PNA pot accesa simultan sprijin prin ambele programe cu condiţia ca acţiunile sprijinite şi/sau planificate şi propuse spre finanțare de apicultor prin PNA să nu fie solicitate de acesta şi prin PNDR 2014-2020 (</w:t>
            </w:r>
            <w:r w:rsidR="00295A9E" w:rsidRPr="006D0996">
              <w:rPr>
                <w:rFonts w:asciiTheme="minorHAnsi" w:eastAsia="Calibri" w:hAnsiTheme="minorHAnsi" w:cs="Calibri"/>
                <w:noProof/>
                <w:lang w:val="ro-RO"/>
              </w:rPr>
              <w:t>acţiunile pentru îndeplinirea obiectivelor</w:t>
            </w:r>
            <w:r w:rsidRPr="006D0996">
              <w:rPr>
                <w:rFonts w:asciiTheme="minorHAnsi" w:eastAsia="Calibri" w:hAnsiTheme="minorHAnsi" w:cs="Calibri"/>
                <w:noProof/>
                <w:lang w:val="ro-RO"/>
              </w:rPr>
              <w:t xml:space="preserve"> din Planul de Afaceri) şi viceversa. </w:t>
            </w:r>
          </w:p>
          <w:p w14:paraId="4C465CC0" w14:textId="77777777" w:rsidR="007845D1" w:rsidRPr="006D0996" w:rsidRDefault="00295A9E" w:rsidP="00295A9E">
            <w:pPr>
              <w:ind w:right="148"/>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14:paraId="42611ED9" w14:textId="77777777" w:rsidR="00295A9E" w:rsidRPr="006D0996" w:rsidRDefault="00295A9E" w:rsidP="00295A9E">
            <w:pPr>
              <w:jc w:val="both"/>
              <w:rPr>
                <w:rFonts w:asciiTheme="minorHAnsi" w:eastAsia="Calibri" w:hAnsiTheme="minorHAnsi" w:cs="Calibri"/>
                <w:noProof/>
                <w:sz w:val="22"/>
                <w:szCs w:val="22"/>
                <w:lang w:val="ro-RO"/>
              </w:rPr>
            </w:pPr>
          </w:p>
          <w:p w14:paraId="22E9304B" w14:textId="77777777" w:rsidR="00295A9E" w:rsidRPr="006D0996" w:rsidRDefault="00295A9E" w:rsidP="00295A9E">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Aceste verificări vor ţine cont de protocoalele privind demarcarea dintre FEADR şi FEGA, respectiv se vor consulta bazele de date APIA şi AFIR urmărind CNP-ul solicitantului</w:t>
            </w:r>
            <w:r w:rsidR="007845D1" w:rsidRPr="006D0996">
              <w:rPr>
                <w:rFonts w:asciiTheme="minorHAnsi" w:eastAsia="Calibri" w:hAnsiTheme="minorHAnsi" w:cs="Calibri"/>
                <w:noProof/>
                <w:sz w:val="22"/>
                <w:szCs w:val="22"/>
                <w:lang w:val="ro-RO"/>
              </w:rPr>
              <w:t xml:space="preserve"> care a accesat/accesează PNA 2014-2016/2017-2019</w:t>
            </w:r>
            <w:r w:rsidR="00701A8C" w:rsidRPr="006D0996">
              <w:rPr>
                <w:rFonts w:asciiTheme="minorHAnsi" w:eastAsia="Calibri" w:hAnsiTheme="minorHAnsi" w:cs="Calibri"/>
                <w:noProof/>
                <w:sz w:val="22"/>
                <w:szCs w:val="22"/>
                <w:lang w:val="ro-RO"/>
              </w:rPr>
              <w:t>/2020-2022</w:t>
            </w:r>
            <w:r w:rsidRPr="006D0996">
              <w:rPr>
                <w:rFonts w:asciiTheme="minorHAnsi" w:eastAsia="Calibri" w:hAnsiTheme="minorHAnsi" w:cs="Calibri"/>
                <w:noProof/>
                <w:sz w:val="22"/>
                <w:szCs w:val="22"/>
                <w:lang w:val="ro-RO"/>
              </w:rPr>
              <w:t>.</w:t>
            </w:r>
          </w:p>
          <w:p w14:paraId="66EE6F55" w14:textId="77777777" w:rsidR="007845D1" w:rsidRPr="006D0996" w:rsidRDefault="007845D1" w:rsidP="00295A9E">
            <w:pPr>
              <w:jc w:val="both"/>
              <w:rPr>
                <w:rFonts w:asciiTheme="minorHAnsi" w:eastAsia="Calibri" w:hAnsiTheme="minorHAnsi" w:cs="Calibri"/>
                <w:noProof/>
                <w:sz w:val="22"/>
                <w:szCs w:val="22"/>
                <w:lang w:val="ro-RO"/>
              </w:rPr>
            </w:pPr>
            <w:r w:rsidRPr="006D0996">
              <w:rPr>
                <w:rFonts w:asciiTheme="minorHAnsi" w:eastAsia="Calibri" w:hAnsiTheme="minorHAnsi" w:cs="Calibri"/>
                <w:noProof/>
                <w:sz w:val="22"/>
                <w:szCs w:val="22"/>
                <w:lang w:val="ro-RO"/>
              </w:rPr>
              <w:t xml:space="preserve">În cazul în care din Planul de afaceri şi din baza de date APIA reiese că solicitantul </w:t>
            </w:r>
            <w:r w:rsidR="00DF3FF8" w:rsidRPr="006D0996">
              <w:rPr>
                <w:rFonts w:asciiTheme="minorHAnsi" w:eastAsia="Calibri" w:hAnsiTheme="minorHAnsi" w:cs="Calibri"/>
                <w:noProof/>
                <w:sz w:val="22"/>
                <w:szCs w:val="22"/>
                <w:lang w:val="ro-RO"/>
              </w:rPr>
              <w:t xml:space="preserve">propune acelaşi tip de cheltuială din ambele programe, i se vor solicita informaţii suplimentare. În cazul în care acesta nu va modifica planul de afaceri astfel încât să nu solicite cheltuieli decontate/ce urmează a fi decontate prin PNA, acesta va fi declarat neeligibil. </w:t>
            </w:r>
          </w:p>
          <w:p w14:paraId="6431F1A9" w14:textId="77777777" w:rsidR="009F6BA5" w:rsidRPr="006D0996" w:rsidRDefault="009F6BA5" w:rsidP="00295A9E">
            <w:pPr>
              <w:jc w:val="both"/>
              <w:rPr>
                <w:rFonts w:asciiTheme="minorHAnsi" w:eastAsia="Calibri" w:hAnsiTheme="minorHAnsi" w:cs="Calibri"/>
                <w:noProof/>
                <w:sz w:val="22"/>
                <w:szCs w:val="22"/>
                <w:lang w:val="ro-RO"/>
              </w:rPr>
            </w:pPr>
          </w:p>
          <w:p w14:paraId="6B10BBCE" w14:textId="77777777" w:rsidR="00295A9E" w:rsidRPr="006D0996" w:rsidRDefault="009F6BA5" w:rsidP="00045142">
            <w:pPr>
              <w:pStyle w:val="NoSpacing"/>
              <w:tabs>
                <w:tab w:val="left" w:pos="360"/>
              </w:tabs>
              <w:jc w:val="both"/>
              <w:rPr>
                <w:rFonts w:asciiTheme="minorHAnsi" w:hAnsiTheme="minorHAnsi"/>
                <w:noProof/>
                <w:lang w:val="ro-RO"/>
              </w:rPr>
            </w:pPr>
            <w:r w:rsidRPr="006D0996">
              <w:rPr>
                <w:rFonts w:asciiTheme="minorHAnsi" w:hAnsiTheme="minorHAnsi" w:cs="Calibri"/>
                <w:b/>
                <w:noProof/>
                <w:lang w:val="ro-RO"/>
              </w:rPr>
              <w:t xml:space="preserve">Pentru punctele </w:t>
            </w:r>
            <w:r w:rsidR="00D4510B" w:rsidRPr="006D0996">
              <w:rPr>
                <w:rFonts w:asciiTheme="minorHAnsi" w:hAnsiTheme="minorHAnsi" w:cs="Calibri"/>
                <w:b/>
                <w:noProof/>
                <w:lang w:val="ro-RO"/>
              </w:rPr>
              <w:t>A</w:t>
            </w:r>
            <w:r w:rsidRPr="006D0996">
              <w:rPr>
                <w:rFonts w:asciiTheme="minorHAnsi" w:hAnsiTheme="minorHAnsi" w:cs="Calibri"/>
                <w:b/>
                <w:noProof/>
                <w:lang w:val="ro-RO"/>
              </w:rPr>
              <w:t xml:space="preserve"> şi </w:t>
            </w:r>
            <w:r w:rsidR="00D4510B" w:rsidRPr="006D0996">
              <w:rPr>
                <w:rFonts w:asciiTheme="minorHAnsi" w:hAnsiTheme="minorHAnsi" w:cs="Calibri"/>
                <w:b/>
                <w:noProof/>
                <w:lang w:val="ro-RO"/>
              </w:rPr>
              <w:t>B</w:t>
            </w:r>
            <w:r w:rsidRPr="006D0996">
              <w:rPr>
                <w:rFonts w:asciiTheme="minorHAnsi" w:hAnsiTheme="minorHAnsi" w:cs="Calibri"/>
                <w:b/>
                <w:noProof/>
                <w:lang w:val="ro-RO"/>
              </w:rPr>
              <w:t>: Nu pot fi finanțate atât din PNDR cât şi din PNS în vigoare, respectiv PNA 2014-2016/2017-2019</w:t>
            </w:r>
            <w:r w:rsidR="00D452F0" w:rsidRPr="006D0996">
              <w:rPr>
                <w:rFonts w:asciiTheme="minorHAnsi" w:hAnsiTheme="minorHAnsi" w:cs="Calibri"/>
                <w:b/>
                <w:noProof/>
                <w:lang w:val="ro-RO"/>
              </w:rPr>
              <w:t>/2020-2022</w:t>
            </w:r>
            <w:r w:rsidRPr="006D0996">
              <w:rPr>
                <w:rFonts w:asciiTheme="minorHAnsi" w:hAnsiTheme="minorHAnsi" w:cs="Calibri"/>
                <w:b/>
                <w:noProof/>
                <w:lang w:val="ro-RO"/>
              </w:rPr>
              <w:t xml:space="preserve"> aceleaşi acţiuni, însă este permisă accesarea simultană a proiectelor finanţate din PNDR 2014-2020 cu cele două programe.  Evaluarea viabilităţii planului de afaceri pentru apicultori şi viticultori va ţine cont de ansamblul cheltuielilor (inclusiv cele decontate prin PNA/PNS) şi de aria limitată de cheltuieli pentru aceştia prin PNDR. </w:t>
            </w:r>
          </w:p>
        </w:tc>
      </w:tr>
    </w:tbl>
    <w:p w14:paraId="69FFC1C3" w14:textId="77777777" w:rsidR="00B7153C" w:rsidRPr="00E67132" w:rsidRDefault="00B7153C" w:rsidP="00B7153C">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 xml:space="preserve">Dacă în urma verificării efectuate conform specificarilor de la “puncte de verificat” expertul constată că prin planul de afaceri se </w:t>
      </w:r>
      <w:r w:rsidRPr="00E67132">
        <w:rPr>
          <w:rFonts w:ascii="Calibri" w:hAnsi="Calibri" w:cs="Calibri"/>
          <w:b/>
          <w:noProof/>
          <w:sz w:val="22"/>
          <w:szCs w:val="22"/>
          <w:lang w:val="ro-RO"/>
        </w:rPr>
        <w:t xml:space="preserve">demonstreaza imbunatatirea performantei generale a exploatatiei agricole (se urmareste comercializarea a cel putin 20% din valoarea primei traşe de plată acordata) şi a celorlalte </w:t>
      </w:r>
      <w:r w:rsidR="0054297E" w:rsidRPr="00E67132">
        <w:rPr>
          <w:rFonts w:ascii="Calibri" w:hAnsi="Calibri" w:cs="Calibri"/>
          <w:b/>
          <w:noProof/>
          <w:sz w:val="22"/>
          <w:szCs w:val="22"/>
          <w:lang w:val="ro-RO"/>
        </w:rPr>
        <w:t xml:space="preserve">obiective </w:t>
      </w:r>
      <w:r w:rsidRPr="00E67132">
        <w:rPr>
          <w:rFonts w:ascii="Calibri" w:hAnsi="Calibri" w:cs="Calibri"/>
          <w:b/>
          <w:noProof/>
          <w:sz w:val="22"/>
          <w:szCs w:val="22"/>
          <w:lang w:val="ro-RO"/>
        </w:rPr>
        <w:t>asumate în cadrul planului de afaceri</w:t>
      </w:r>
      <w:r w:rsidRPr="00E67132">
        <w:rPr>
          <w:rFonts w:ascii="Calibri" w:hAnsi="Calibri" w:cs="Calibri"/>
          <w:noProof/>
          <w:sz w:val="22"/>
          <w:szCs w:val="22"/>
          <w:lang w:val="ro-RO"/>
        </w:rPr>
        <w:t>,</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expertul bifeaza caseta corespunzatoare din coloana </w:t>
      </w:r>
      <w:r w:rsidRPr="00E67132">
        <w:rPr>
          <w:rFonts w:ascii="Calibri" w:hAnsi="Calibri" w:cs="Calibri"/>
          <w:b/>
          <w:noProof/>
          <w:sz w:val="22"/>
          <w:szCs w:val="22"/>
          <w:lang w:val="ro-RO"/>
        </w:rPr>
        <w:t>DA</w:t>
      </w:r>
      <w:r w:rsidRPr="00E67132">
        <w:rPr>
          <w:rFonts w:ascii="Calibri" w:hAnsi="Calibri" w:cs="Calibri"/>
          <w:noProof/>
          <w:sz w:val="22"/>
          <w:szCs w:val="22"/>
          <w:lang w:val="ro-RO"/>
        </w:rPr>
        <w:t xml:space="preserve"> din fişa de verificare</w:t>
      </w:r>
      <w:r w:rsidRPr="00E67132">
        <w:rPr>
          <w:rFonts w:ascii="Calibri" w:hAnsi="Calibri" w:cs="Calibri"/>
          <w:i/>
          <w:noProof/>
          <w:sz w:val="22"/>
          <w:szCs w:val="22"/>
          <w:lang w:val="ro-RO"/>
        </w:rPr>
        <w:t>.</w:t>
      </w:r>
      <w:r w:rsidRPr="00E67132">
        <w:rPr>
          <w:rFonts w:ascii="Calibri" w:hAnsi="Calibri" w:cs="Calibri"/>
          <w:noProof/>
          <w:sz w:val="22"/>
          <w:szCs w:val="22"/>
          <w:lang w:val="ro-RO"/>
        </w:rPr>
        <w:t xml:space="preserve"> În caz contrar,</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expertul bifează in coloana </w:t>
      </w:r>
      <w:r w:rsidRPr="00E67132">
        <w:rPr>
          <w:rFonts w:ascii="Calibri" w:hAnsi="Calibri" w:cs="Calibri"/>
          <w:b/>
          <w:noProof/>
          <w:sz w:val="22"/>
          <w:szCs w:val="22"/>
          <w:lang w:val="ro-RO"/>
        </w:rPr>
        <w:t xml:space="preserve">NU </w:t>
      </w:r>
      <w:r w:rsidRPr="00E67132">
        <w:rPr>
          <w:rFonts w:ascii="Calibri" w:hAnsi="Calibri" w:cs="Calibri"/>
          <w:noProof/>
          <w:sz w:val="22"/>
          <w:szCs w:val="22"/>
          <w:lang w:val="ro-RO"/>
        </w:rPr>
        <w:t>şi motivează poziţia sa în liniile prevăzute în acest scop (sub tabelul cu criteriile generale de eligibilitate), iar cererea de finantare va fi declarata neeligibila</w:t>
      </w:r>
      <w:r w:rsidR="006270BA" w:rsidRPr="00E67132">
        <w:rPr>
          <w:rFonts w:ascii="Calibri" w:hAnsi="Calibri" w:cs="Calibri"/>
          <w:noProof/>
          <w:sz w:val="22"/>
          <w:szCs w:val="22"/>
          <w:lang w:val="ro-RO"/>
        </w:rPr>
        <w:t>, însă verificarea va fi efectuată în continuare</w:t>
      </w:r>
      <w:r w:rsidRPr="00E67132">
        <w:rPr>
          <w:rFonts w:ascii="Calibri" w:hAnsi="Calibri" w:cs="Calibri"/>
          <w:noProof/>
          <w:sz w:val="22"/>
          <w:szCs w:val="22"/>
          <w:lang w:val="ro-RO"/>
        </w:rPr>
        <w:t>.</w:t>
      </w:r>
    </w:p>
    <w:p w14:paraId="13B932FB"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42E57231" w14:textId="77777777" w:rsidR="00282C20" w:rsidRPr="00E67132" w:rsidRDefault="00282C20" w:rsidP="00282C20">
      <w:pPr>
        <w:pStyle w:val="BodyText3"/>
        <w:jc w:val="both"/>
        <w:rPr>
          <w:rFonts w:ascii="Calibri" w:hAnsi="Calibri" w:cs="Calibri"/>
          <w:noProof/>
          <w:sz w:val="22"/>
          <w:szCs w:val="22"/>
          <w:lang w:val="ro-RO"/>
        </w:rPr>
      </w:pPr>
      <w:r w:rsidRPr="00E67132">
        <w:rPr>
          <w:rFonts w:ascii="Calibri" w:hAnsi="Calibri" w:cs="Calibri"/>
          <w:noProof/>
          <w:sz w:val="22"/>
          <w:szCs w:val="22"/>
          <w:lang w:val="ro-RO"/>
        </w:rPr>
        <w:t xml:space="preserve">EG6 </w:t>
      </w:r>
      <w:r w:rsidR="0054297E" w:rsidRPr="00E67132">
        <w:rPr>
          <w:rFonts w:ascii="Calibri" w:hAnsi="Calibri" w:cs="Calibri"/>
          <w:noProof/>
          <w:sz w:val="22"/>
          <w:szCs w:val="22"/>
          <w:lang w:val="ro-RO"/>
        </w:rPr>
        <w:t xml:space="preserve"> Exploatația agricolă care vizează creșterea animalelor, prin Planul de Afaceri prevede în mod obligatoriu amenajări de gestionare a gunoiului de grajd, conform normelor de mediu ?</w:t>
      </w:r>
    </w:p>
    <w:p w14:paraId="775AA5AD"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282C20" w:rsidRPr="00E67132" w14:paraId="249FF6FB" w14:textId="77777777" w:rsidTr="00EE23D3">
        <w:tc>
          <w:tcPr>
            <w:tcW w:w="4465" w:type="dxa"/>
            <w:shd w:val="clear" w:color="auto" w:fill="C0C0C0"/>
          </w:tcPr>
          <w:p w14:paraId="6B92E2EB" w14:textId="77777777" w:rsidR="00282C20" w:rsidRPr="00E67132" w:rsidRDefault="00282C20" w:rsidP="00EE23D3">
            <w:pPr>
              <w:pStyle w:val="Heading1"/>
              <w:rPr>
                <w:rFonts w:ascii="Calibri" w:hAnsi="Calibri" w:cs="Calibri"/>
                <w:noProof/>
                <w:sz w:val="22"/>
                <w:szCs w:val="22"/>
              </w:rPr>
            </w:pPr>
            <w:r w:rsidRPr="00E67132">
              <w:rPr>
                <w:rFonts w:ascii="Calibri" w:hAnsi="Calibri" w:cs="Calibri"/>
                <w:noProof/>
                <w:sz w:val="22"/>
                <w:szCs w:val="22"/>
              </w:rPr>
              <w:t>DOCUMENTE PREZENTATE</w:t>
            </w:r>
          </w:p>
        </w:tc>
        <w:tc>
          <w:tcPr>
            <w:tcW w:w="5103" w:type="dxa"/>
            <w:shd w:val="clear" w:color="auto" w:fill="C0C0C0"/>
          </w:tcPr>
          <w:p w14:paraId="7D1841FC" w14:textId="77777777" w:rsidR="00282C20" w:rsidRPr="00E67132" w:rsidRDefault="00282C20" w:rsidP="00EE23D3">
            <w:pPr>
              <w:jc w:val="both"/>
              <w:rPr>
                <w:rFonts w:ascii="Calibri" w:hAnsi="Calibri" w:cs="Calibri"/>
                <w:b/>
                <w:noProof/>
                <w:sz w:val="22"/>
                <w:szCs w:val="22"/>
                <w:lang w:val="ro-RO"/>
              </w:rPr>
            </w:pPr>
          </w:p>
          <w:p w14:paraId="26A8610D" w14:textId="77777777" w:rsidR="00282C20" w:rsidRPr="00E67132" w:rsidRDefault="00282C20" w:rsidP="00EE23D3">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IN  DOCUMENTE</w:t>
            </w:r>
          </w:p>
        </w:tc>
      </w:tr>
      <w:tr w:rsidR="00282C20" w:rsidRPr="00E67132" w14:paraId="6358E232" w14:textId="77777777" w:rsidTr="002A7E80">
        <w:trPr>
          <w:trHeight w:val="70"/>
        </w:trPr>
        <w:tc>
          <w:tcPr>
            <w:tcW w:w="4465" w:type="dxa"/>
          </w:tcPr>
          <w:p w14:paraId="27D2CB0F" w14:textId="77777777" w:rsidR="00282C20" w:rsidRPr="00E67132" w:rsidRDefault="002D3DC6" w:rsidP="00EE23D3">
            <w:pPr>
              <w:jc w:val="both"/>
              <w:rPr>
                <w:rFonts w:ascii="Calibri" w:hAnsi="Calibri" w:cs="Calibri"/>
                <w:b/>
                <w:noProof/>
                <w:sz w:val="22"/>
                <w:szCs w:val="22"/>
                <w:lang w:val="ro-RO"/>
              </w:rPr>
            </w:pPr>
            <w:r w:rsidRPr="00E67132">
              <w:rPr>
                <w:rFonts w:ascii="Calibri" w:hAnsi="Calibri" w:cs="Calibri"/>
                <w:b/>
                <w:noProof/>
                <w:sz w:val="22"/>
                <w:szCs w:val="22"/>
                <w:lang w:val="ro-RO"/>
              </w:rPr>
              <w:t>Doc.1. Planul de afaceri pentru dezvoltarea exploatatiei</w:t>
            </w:r>
          </w:p>
          <w:p w14:paraId="5CC4CA0D" w14:textId="77777777" w:rsidR="002D3DC6" w:rsidRPr="00E67132" w:rsidRDefault="002D3DC6" w:rsidP="00EE23D3">
            <w:pPr>
              <w:jc w:val="both"/>
              <w:rPr>
                <w:rFonts w:ascii="Calibri" w:hAnsi="Calibri" w:cs="Calibri"/>
                <w:b/>
                <w:noProof/>
                <w:sz w:val="22"/>
                <w:szCs w:val="22"/>
                <w:lang w:val="ro-RO"/>
              </w:rPr>
            </w:pPr>
          </w:p>
          <w:p w14:paraId="04883921" w14:textId="77777777" w:rsidR="003558F6" w:rsidRPr="00E67132" w:rsidRDefault="003558F6" w:rsidP="00EE23D3">
            <w:pPr>
              <w:jc w:val="both"/>
              <w:rPr>
                <w:rFonts w:ascii="Calibri" w:hAnsi="Calibri" w:cs="Calibri"/>
                <w:b/>
                <w:noProof/>
                <w:sz w:val="22"/>
                <w:szCs w:val="22"/>
                <w:lang w:val="ro-RO"/>
              </w:rPr>
            </w:pPr>
          </w:p>
          <w:p w14:paraId="790469BF" w14:textId="77777777" w:rsidR="009D1FB9" w:rsidRPr="00E67132" w:rsidRDefault="00282C20" w:rsidP="009D1FB9">
            <w:pPr>
              <w:pStyle w:val="NoSpacing"/>
              <w:tabs>
                <w:tab w:val="left" w:pos="567"/>
                <w:tab w:val="left" w:pos="993"/>
                <w:tab w:val="right" w:pos="9639"/>
              </w:tabs>
              <w:jc w:val="both"/>
              <w:rPr>
                <w:rFonts w:cs="Calibri"/>
                <w:noProof/>
                <w:lang w:val="ro-RO"/>
              </w:rPr>
            </w:pPr>
            <w:r w:rsidRPr="00E67132">
              <w:rPr>
                <w:rFonts w:cs="Calibri"/>
                <w:b/>
                <w:noProof/>
                <w:lang w:val="ro-RO"/>
              </w:rPr>
              <w:t xml:space="preserve">Anexa 8 – </w:t>
            </w:r>
            <w:r w:rsidR="00BA4A21" w:rsidRPr="00E67132">
              <w:rPr>
                <w:rFonts w:cs="Calibri"/>
                <w:b/>
                <w:noProof/>
                <w:lang w:val="ro-RO"/>
              </w:rPr>
              <w:t>Conform Anexei 8 –</w:t>
            </w:r>
            <w:r w:rsidR="009D1FB9" w:rsidRPr="00E67132">
              <w:rPr>
                <w:rFonts w:cs="Calibri"/>
                <w:noProof/>
                <w:lang w:val="ro-RO"/>
              </w:rPr>
              <w:t xml:space="preserve"> Codul bunelor practici agricole, respectiv </w:t>
            </w:r>
            <w:r w:rsidR="009D1FB9" w:rsidRPr="00E67132">
              <w:rPr>
                <w:rFonts w:cs="Calibri"/>
                <w:bCs/>
                <w:iCs/>
                <w:noProof/>
                <w:lang w:val="ro-RO"/>
              </w:rPr>
              <w:t>”</w:t>
            </w:r>
            <w:r w:rsidR="009D1FB9" w:rsidRPr="00E67132">
              <w:rPr>
                <w:rFonts w:cs="Calibri"/>
                <w:noProof/>
                <w:lang w:val="ro-RO"/>
              </w:rPr>
              <w:t xml:space="preserve">Calculator </w:t>
            </w:r>
            <w:r w:rsidR="009D1FB9" w:rsidRPr="00E67132">
              <w:rPr>
                <w:rFonts w:cs="Calibri"/>
                <w:bCs/>
                <w:iCs/>
                <w:noProof/>
                <w:lang w:val="ro-RO"/>
              </w:rPr>
              <w:t xml:space="preserve">- </w:t>
            </w:r>
            <w:r w:rsidR="009D1FB9" w:rsidRPr="00E67132">
              <w:rPr>
                <w:rFonts w:cs="Calibri"/>
                <w:noProof/>
                <w:lang w:val="ro-RO"/>
              </w:rPr>
              <w:t>Cod Bune Practici Agricole</w:t>
            </w:r>
            <w:r w:rsidR="009D1FB9" w:rsidRPr="00E67132">
              <w:rPr>
                <w:rFonts w:cs="Calibri"/>
                <w:bCs/>
                <w:iCs/>
                <w:noProof/>
                <w:lang w:val="ro-RO"/>
              </w:rPr>
              <w:t>”</w:t>
            </w:r>
          </w:p>
          <w:p w14:paraId="3959BE85" w14:textId="77777777" w:rsidR="00282C20" w:rsidRPr="00E67132" w:rsidRDefault="00BA4A21" w:rsidP="00BA4A21">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 xml:space="preserve"> (documente care au la baza noua anexa a Ordinului  nr. 1.182/1.270/2005 privind aprobarea Codului de bune practici agricole pentru protecţia apelor împotriva poluării cu nitraţi din surse agricole)</w:t>
            </w:r>
          </w:p>
          <w:p w14:paraId="42EED127" w14:textId="77777777" w:rsidR="00282C20" w:rsidRPr="00E67132" w:rsidRDefault="00282C20" w:rsidP="00EE23D3">
            <w:pPr>
              <w:jc w:val="both"/>
              <w:rPr>
                <w:rFonts w:ascii="Calibri" w:hAnsi="Calibri" w:cs="Calibri"/>
                <w:b/>
                <w:noProof/>
                <w:sz w:val="22"/>
                <w:szCs w:val="22"/>
                <w:lang w:val="ro-RO"/>
              </w:rPr>
            </w:pPr>
          </w:p>
          <w:p w14:paraId="5EDAA107" w14:textId="77777777" w:rsidR="003558F6" w:rsidRPr="00E67132" w:rsidRDefault="003558F6" w:rsidP="00EE23D3">
            <w:pPr>
              <w:jc w:val="both"/>
              <w:rPr>
                <w:rFonts w:ascii="Calibri" w:hAnsi="Calibri" w:cs="Calibri"/>
                <w:b/>
                <w:noProof/>
                <w:sz w:val="22"/>
                <w:szCs w:val="22"/>
                <w:lang w:val="ro-RO"/>
              </w:rPr>
            </w:pPr>
          </w:p>
          <w:p w14:paraId="04607DE9" w14:textId="77777777" w:rsidR="003558F6" w:rsidRPr="00E67132" w:rsidRDefault="003558F6" w:rsidP="00EE23D3">
            <w:pPr>
              <w:jc w:val="both"/>
              <w:rPr>
                <w:rFonts w:ascii="Calibri" w:hAnsi="Calibri" w:cs="Calibri"/>
                <w:b/>
                <w:noProof/>
                <w:sz w:val="22"/>
                <w:szCs w:val="22"/>
                <w:lang w:val="ro-RO"/>
              </w:rPr>
            </w:pPr>
          </w:p>
          <w:p w14:paraId="04CB0A7F" w14:textId="77777777" w:rsidR="003558F6" w:rsidRPr="00E67132" w:rsidRDefault="003558F6" w:rsidP="00EE23D3">
            <w:pPr>
              <w:jc w:val="both"/>
              <w:rPr>
                <w:rFonts w:ascii="Calibri" w:hAnsi="Calibri" w:cs="Calibri"/>
                <w:b/>
                <w:noProof/>
                <w:sz w:val="22"/>
                <w:szCs w:val="22"/>
                <w:lang w:val="ro-RO"/>
              </w:rPr>
            </w:pPr>
          </w:p>
          <w:p w14:paraId="7C5E5C1C" w14:textId="77777777" w:rsidR="003558F6" w:rsidRPr="00E67132" w:rsidRDefault="003558F6" w:rsidP="00EE23D3">
            <w:pPr>
              <w:jc w:val="both"/>
              <w:rPr>
                <w:rFonts w:ascii="Calibri" w:hAnsi="Calibri" w:cs="Calibri"/>
                <w:b/>
                <w:noProof/>
                <w:sz w:val="22"/>
                <w:szCs w:val="22"/>
                <w:lang w:val="ro-RO"/>
              </w:rPr>
            </w:pPr>
          </w:p>
          <w:p w14:paraId="4B00A44B" w14:textId="77777777" w:rsidR="003558F6" w:rsidRPr="00E67132" w:rsidRDefault="003558F6" w:rsidP="00EE23D3">
            <w:pPr>
              <w:jc w:val="both"/>
              <w:rPr>
                <w:rFonts w:ascii="Calibri" w:hAnsi="Calibri" w:cs="Calibri"/>
                <w:b/>
                <w:noProof/>
                <w:sz w:val="22"/>
                <w:szCs w:val="22"/>
                <w:lang w:val="ro-RO"/>
              </w:rPr>
            </w:pPr>
          </w:p>
          <w:p w14:paraId="72ABB07A" w14:textId="77777777" w:rsidR="003558F6" w:rsidRPr="00E67132" w:rsidRDefault="003558F6" w:rsidP="00EE23D3">
            <w:pPr>
              <w:jc w:val="both"/>
              <w:rPr>
                <w:rFonts w:ascii="Calibri" w:hAnsi="Calibri" w:cs="Calibri"/>
                <w:b/>
                <w:noProof/>
                <w:sz w:val="22"/>
                <w:szCs w:val="22"/>
                <w:lang w:val="ro-RO"/>
              </w:rPr>
            </w:pPr>
          </w:p>
          <w:p w14:paraId="3F9E335A" w14:textId="77777777" w:rsidR="003558F6" w:rsidRPr="00E67132" w:rsidRDefault="003558F6" w:rsidP="00EE23D3">
            <w:pPr>
              <w:jc w:val="both"/>
              <w:rPr>
                <w:rFonts w:ascii="Calibri" w:hAnsi="Calibri" w:cs="Calibri"/>
                <w:b/>
                <w:noProof/>
                <w:sz w:val="22"/>
                <w:szCs w:val="22"/>
                <w:lang w:val="ro-RO"/>
              </w:rPr>
            </w:pPr>
          </w:p>
          <w:p w14:paraId="3324E76D" w14:textId="77777777" w:rsidR="003558F6" w:rsidRPr="00E67132" w:rsidRDefault="003558F6" w:rsidP="00EE23D3">
            <w:pPr>
              <w:jc w:val="both"/>
              <w:rPr>
                <w:rFonts w:ascii="Calibri" w:hAnsi="Calibri" w:cs="Calibri"/>
                <w:b/>
                <w:noProof/>
                <w:sz w:val="22"/>
                <w:szCs w:val="22"/>
                <w:lang w:val="ro-RO"/>
              </w:rPr>
            </w:pPr>
          </w:p>
          <w:p w14:paraId="29CF115F" w14:textId="77777777" w:rsidR="003558F6" w:rsidRPr="00E67132" w:rsidRDefault="003558F6" w:rsidP="00EE23D3">
            <w:pPr>
              <w:jc w:val="both"/>
              <w:rPr>
                <w:rFonts w:ascii="Calibri" w:hAnsi="Calibri" w:cs="Calibri"/>
                <w:b/>
                <w:noProof/>
                <w:sz w:val="22"/>
                <w:szCs w:val="22"/>
                <w:lang w:val="ro-RO"/>
              </w:rPr>
            </w:pPr>
          </w:p>
          <w:p w14:paraId="07DA3C03" w14:textId="77777777" w:rsidR="003558F6" w:rsidRPr="00E67132" w:rsidRDefault="003558F6" w:rsidP="00EE23D3">
            <w:pPr>
              <w:jc w:val="both"/>
              <w:rPr>
                <w:rFonts w:ascii="Calibri" w:hAnsi="Calibri" w:cs="Calibri"/>
                <w:b/>
                <w:noProof/>
                <w:sz w:val="22"/>
                <w:szCs w:val="22"/>
                <w:lang w:val="ro-RO"/>
              </w:rPr>
            </w:pPr>
          </w:p>
          <w:p w14:paraId="5A3CF20A" w14:textId="77777777" w:rsidR="003558F6" w:rsidRPr="00E67132" w:rsidRDefault="003558F6" w:rsidP="00EE23D3">
            <w:pPr>
              <w:jc w:val="both"/>
              <w:rPr>
                <w:rFonts w:ascii="Calibri" w:hAnsi="Calibri" w:cs="Calibri"/>
                <w:b/>
                <w:noProof/>
                <w:sz w:val="22"/>
                <w:szCs w:val="22"/>
                <w:lang w:val="ro-RO"/>
              </w:rPr>
            </w:pPr>
          </w:p>
          <w:p w14:paraId="6F1E5740" w14:textId="77777777" w:rsidR="003558F6" w:rsidRPr="00E67132" w:rsidRDefault="003558F6" w:rsidP="00EE23D3">
            <w:pPr>
              <w:jc w:val="both"/>
              <w:rPr>
                <w:rFonts w:ascii="Calibri" w:hAnsi="Calibri" w:cs="Calibri"/>
                <w:b/>
                <w:noProof/>
                <w:sz w:val="22"/>
                <w:szCs w:val="22"/>
                <w:lang w:val="ro-RO"/>
              </w:rPr>
            </w:pPr>
          </w:p>
          <w:p w14:paraId="7A06287C" w14:textId="77777777" w:rsidR="003558F6" w:rsidRPr="00E67132" w:rsidRDefault="003558F6" w:rsidP="00EE23D3">
            <w:pPr>
              <w:jc w:val="both"/>
              <w:rPr>
                <w:rFonts w:ascii="Calibri" w:hAnsi="Calibri" w:cs="Calibri"/>
                <w:b/>
                <w:noProof/>
                <w:sz w:val="22"/>
                <w:szCs w:val="22"/>
                <w:lang w:val="ro-RO"/>
              </w:rPr>
            </w:pPr>
          </w:p>
          <w:p w14:paraId="594C0F29" w14:textId="77777777" w:rsidR="003558F6" w:rsidRPr="00E67132" w:rsidRDefault="003558F6" w:rsidP="00EE23D3">
            <w:pPr>
              <w:jc w:val="both"/>
              <w:rPr>
                <w:rFonts w:ascii="Calibri" w:hAnsi="Calibri" w:cs="Calibri"/>
                <w:b/>
                <w:noProof/>
                <w:sz w:val="22"/>
                <w:szCs w:val="22"/>
                <w:lang w:val="ro-RO"/>
              </w:rPr>
            </w:pPr>
          </w:p>
          <w:p w14:paraId="55EE8A4F" w14:textId="77777777" w:rsidR="003558F6" w:rsidRPr="00E67132" w:rsidRDefault="003558F6" w:rsidP="00EE23D3">
            <w:pPr>
              <w:jc w:val="both"/>
              <w:rPr>
                <w:rFonts w:ascii="Calibri" w:hAnsi="Calibri" w:cs="Calibri"/>
                <w:b/>
                <w:noProof/>
                <w:sz w:val="22"/>
                <w:szCs w:val="22"/>
                <w:lang w:val="ro-RO"/>
              </w:rPr>
            </w:pPr>
          </w:p>
          <w:p w14:paraId="3B3CE08D" w14:textId="77777777" w:rsidR="003558F6" w:rsidRPr="00E67132" w:rsidRDefault="003558F6" w:rsidP="00EE23D3">
            <w:pPr>
              <w:jc w:val="both"/>
              <w:rPr>
                <w:rFonts w:ascii="Calibri" w:hAnsi="Calibri" w:cs="Calibri"/>
                <w:b/>
                <w:noProof/>
                <w:sz w:val="22"/>
                <w:szCs w:val="22"/>
                <w:lang w:val="ro-RO"/>
              </w:rPr>
            </w:pPr>
          </w:p>
          <w:p w14:paraId="297F519F" w14:textId="77777777" w:rsidR="003558F6" w:rsidRPr="00E67132" w:rsidRDefault="003558F6" w:rsidP="00EE23D3">
            <w:pPr>
              <w:jc w:val="both"/>
              <w:rPr>
                <w:rFonts w:ascii="Calibri" w:hAnsi="Calibri" w:cs="Calibri"/>
                <w:b/>
                <w:noProof/>
                <w:sz w:val="22"/>
                <w:szCs w:val="22"/>
                <w:lang w:val="ro-RO"/>
              </w:rPr>
            </w:pPr>
          </w:p>
          <w:p w14:paraId="146B16C8" w14:textId="77777777" w:rsidR="003558F6" w:rsidRPr="00E67132" w:rsidRDefault="003558F6" w:rsidP="00EE23D3">
            <w:pPr>
              <w:jc w:val="both"/>
              <w:rPr>
                <w:rFonts w:ascii="Calibri" w:hAnsi="Calibri" w:cs="Calibri"/>
                <w:b/>
                <w:noProof/>
                <w:sz w:val="22"/>
                <w:szCs w:val="22"/>
                <w:lang w:val="ro-RO"/>
              </w:rPr>
            </w:pPr>
          </w:p>
          <w:p w14:paraId="6B55BE36" w14:textId="77777777" w:rsidR="003558F6" w:rsidRPr="00E67132" w:rsidRDefault="003558F6" w:rsidP="00EE23D3">
            <w:pPr>
              <w:jc w:val="both"/>
              <w:rPr>
                <w:rFonts w:ascii="Calibri" w:hAnsi="Calibri" w:cs="Calibri"/>
                <w:b/>
                <w:noProof/>
                <w:sz w:val="22"/>
                <w:szCs w:val="22"/>
                <w:lang w:val="ro-RO"/>
              </w:rPr>
            </w:pPr>
          </w:p>
          <w:p w14:paraId="536F095D" w14:textId="77777777" w:rsidR="003558F6" w:rsidRPr="00E67132" w:rsidRDefault="003558F6" w:rsidP="00EE23D3">
            <w:pPr>
              <w:jc w:val="both"/>
              <w:rPr>
                <w:rFonts w:ascii="Calibri" w:hAnsi="Calibri" w:cs="Calibri"/>
                <w:b/>
                <w:noProof/>
                <w:sz w:val="22"/>
                <w:szCs w:val="22"/>
                <w:lang w:val="ro-RO"/>
              </w:rPr>
            </w:pPr>
          </w:p>
          <w:p w14:paraId="65C7166A" w14:textId="77777777" w:rsidR="003558F6" w:rsidRPr="00E67132" w:rsidRDefault="003558F6" w:rsidP="00EE23D3">
            <w:pPr>
              <w:jc w:val="both"/>
              <w:rPr>
                <w:rFonts w:ascii="Calibri" w:hAnsi="Calibri" w:cs="Calibri"/>
                <w:b/>
                <w:noProof/>
                <w:sz w:val="22"/>
                <w:szCs w:val="22"/>
                <w:lang w:val="ro-RO"/>
              </w:rPr>
            </w:pPr>
          </w:p>
          <w:p w14:paraId="21B3D459" w14:textId="77777777" w:rsidR="003558F6" w:rsidRPr="00E67132" w:rsidRDefault="003558F6" w:rsidP="00EE23D3">
            <w:pPr>
              <w:jc w:val="both"/>
              <w:rPr>
                <w:rFonts w:ascii="Calibri" w:hAnsi="Calibri" w:cs="Calibri"/>
                <w:b/>
                <w:noProof/>
                <w:sz w:val="22"/>
                <w:szCs w:val="22"/>
                <w:lang w:val="ro-RO"/>
              </w:rPr>
            </w:pPr>
          </w:p>
          <w:p w14:paraId="0AE62D22" w14:textId="77777777" w:rsidR="003558F6" w:rsidRPr="00E67132" w:rsidRDefault="003558F6" w:rsidP="00EE23D3">
            <w:pPr>
              <w:jc w:val="both"/>
              <w:rPr>
                <w:rFonts w:ascii="Calibri" w:hAnsi="Calibri" w:cs="Calibri"/>
                <w:b/>
                <w:noProof/>
                <w:sz w:val="22"/>
                <w:szCs w:val="22"/>
                <w:lang w:val="ro-RO"/>
              </w:rPr>
            </w:pPr>
          </w:p>
          <w:p w14:paraId="3B5E19D0" w14:textId="77777777" w:rsidR="003558F6" w:rsidRPr="00E67132" w:rsidRDefault="003558F6" w:rsidP="00EE23D3">
            <w:pPr>
              <w:jc w:val="both"/>
              <w:rPr>
                <w:rFonts w:ascii="Calibri" w:hAnsi="Calibri" w:cs="Calibri"/>
                <w:b/>
                <w:noProof/>
                <w:sz w:val="22"/>
                <w:szCs w:val="22"/>
                <w:lang w:val="ro-RO"/>
              </w:rPr>
            </w:pPr>
          </w:p>
          <w:p w14:paraId="24111DB3" w14:textId="77777777" w:rsidR="003558F6" w:rsidRPr="00E67132" w:rsidRDefault="003558F6" w:rsidP="00EE23D3">
            <w:pPr>
              <w:jc w:val="both"/>
              <w:rPr>
                <w:rFonts w:ascii="Calibri" w:hAnsi="Calibri" w:cs="Calibri"/>
                <w:b/>
                <w:noProof/>
                <w:sz w:val="22"/>
                <w:szCs w:val="22"/>
                <w:lang w:val="ro-RO"/>
              </w:rPr>
            </w:pPr>
          </w:p>
          <w:p w14:paraId="3FAD2D66" w14:textId="77777777" w:rsidR="003558F6" w:rsidRPr="00E67132" w:rsidRDefault="003558F6" w:rsidP="00EE23D3">
            <w:pPr>
              <w:jc w:val="both"/>
              <w:rPr>
                <w:rFonts w:ascii="Calibri" w:hAnsi="Calibri" w:cs="Calibri"/>
                <w:b/>
                <w:noProof/>
                <w:sz w:val="22"/>
                <w:szCs w:val="22"/>
                <w:lang w:val="ro-RO"/>
              </w:rPr>
            </w:pPr>
          </w:p>
          <w:p w14:paraId="71B385EE" w14:textId="77777777" w:rsidR="003558F6" w:rsidRPr="00E67132" w:rsidRDefault="003558F6" w:rsidP="00EE23D3">
            <w:pPr>
              <w:jc w:val="both"/>
              <w:rPr>
                <w:rFonts w:ascii="Calibri" w:hAnsi="Calibri" w:cs="Calibri"/>
                <w:b/>
                <w:noProof/>
                <w:sz w:val="22"/>
                <w:szCs w:val="22"/>
                <w:lang w:val="ro-RO"/>
              </w:rPr>
            </w:pPr>
          </w:p>
          <w:p w14:paraId="0F260089" w14:textId="77777777" w:rsidR="003558F6" w:rsidRPr="00E67132" w:rsidRDefault="003558F6" w:rsidP="00EE23D3">
            <w:pPr>
              <w:jc w:val="both"/>
              <w:rPr>
                <w:rFonts w:ascii="Calibri" w:hAnsi="Calibri" w:cs="Calibri"/>
                <w:b/>
                <w:noProof/>
                <w:sz w:val="22"/>
                <w:szCs w:val="22"/>
                <w:lang w:val="ro-RO"/>
              </w:rPr>
            </w:pPr>
          </w:p>
          <w:p w14:paraId="3FEF5206" w14:textId="77777777" w:rsidR="003558F6" w:rsidRPr="00E67132" w:rsidRDefault="003558F6" w:rsidP="00EE23D3">
            <w:pPr>
              <w:jc w:val="both"/>
              <w:rPr>
                <w:rFonts w:ascii="Calibri" w:hAnsi="Calibri" w:cs="Calibri"/>
                <w:b/>
                <w:noProof/>
                <w:sz w:val="22"/>
                <w:szCs w:val="22"/>
                <w:lang w:val="ro-RO"/>
              </w:rPr>
            </w:pPr>
          </w:p>
          <w:p w14:paraId="5B2A8A3E" w14:textId="77777777" w:rsidR="003558F6" w:rsidRPr="00E67132" w:rsidRDefault="003558F6" w:rsidP="00EE23D3">
            <w:pPr>
              <w:jc w:val="both"/>
              <w:rPr>
                <w:rFonts w:ascii="Calibri" w:hAnsi="Calibri" w:cs="Calibri"/>
                <w:b/>
                <w:noProof/>
                <w:sz w:val="22"/>
                <w:szCs w:val="22"/>
                <w:lang w:val="ro-RO"/>
              </w:rPr>
            </w:pPr>
          </w:p>
          <w:p w14:paraId="0A06531B" w14:textId="77777777" w:rsidR="003558F6" w:rsidRPr="00E67132" w:rsidRDefault="003558F6" w:rsidP="00EE23D3">
            <w:pPr>
              <w:jc w:val="both"/>
              <w:rPr>
                <w:rFonts w:ascii="Calibri" w:hAnsi="Calibri" w:cs="Calibri"/>
                <w:b/>
                <w:noProof/>
                <w:sz w:val="22"/>
                <w:szCs w:val="22"/>
                <w:lang w:val="ro-RO"/>
              </w:rPr>
            </w:pPr>
          </w:p>
          <w:p w14:paraId="2FAED979" w14:textId="77777777" w:rsidR="003558F6" w:rsidRPr="00E67132" w:rsidRDefault="003558F6" w:rsidP="00EE23D3">
            <w:pPr>
              <w:jc w:val="both"/>
              <w:rPr>
                <w:rFonts w:ascii="Calibri" w:hAnsi="Calibri" w:cs="Calibri"/>
                <w:b/>
                <w:noProof/>
                <w:sz w:val="22"/>
                <w:szCs w:val="22"/>
                <w:lang w:val="ro-RO"/>
              </w:rPr>
            </w:pPr>
          </w:p>
          <w:p w14:paraId="61D9C64E" w14:textId="77777777" w:rsidR="003558F6" w:rsidRPr="00E67132" w:rsidRDefault="003558F6" w:rsidP="00EE23D3">
            <w:pPr>
              <w:jc w:val="both"/>
              <w:rPr>
                <w:rFonts w:ascii="Calibri" w:hAnsi="Calibri" w:cs="Calibri"/>
                <w:b/>
                <w:noProof/>
                <w:sz w:val="22"/>
                <w:szCs w:val="22"/>
                <w:lang w:val="ro-RO"/>
              </w:rPr>
            </w:pPr>
          </w:p>
          <w:p w14:paraId="7A9985E2" w14:textId="77777777" w:rsidR="003558F6" w:rsidRPr="00E67132" w:rsidRDefault="003558F6" w:rsidP="00EE23D3">
            <w:pPr>
              <w:jc w:val="both"/>
              <w:rPr>
                <w:rFonts w:ascii="Calibri" w:hAnsi="Calibri" w:cs="Calibri"/>
                <w:b/>
                <w:noProof/>
                <w:sz w:val="22"/>
                <w:szCs w:val="22"/>
                <w:lang w:val="ro-RO"/>
              </w:rPr>
            </w:pPr>
          </w:p>
          <w:p w14:paraId="6EB2305A" w14:textId="77777777" w:rsidR="003558F6" w:rsidRPr="00E67132" w:rsidRDefault="003558F6" w:rsidP="00EE23D3">
            <w:pPr>
              <w:jc w:val="both"/>
              <w:rPr>
                <w:rFonts w:ascii="Calibri" w:hAnsi="Calibri" w:cs="Calibri"/>
                <w:b/>
                <w:noProof/>
                <w:sz w:val="22"/>
                <w:szCs w:val="22"/>
                <w:lang w:val="ro-RO"/>
              </w:rPr>
            </w:pPr>
          </w:p>
          <w:p w14:paraId="44F5D346" w14:textId="77777777" w:rsidR="003558F6" w:rsidRPr="00E67132" w:rsidRDefault="003558F6" w:rsidP="00EE23D3">
            <w:pPr>
              <w:jc w:val="both"/>
              <w:rPr>
                <w:rFonts w:ascii="Calibri" w:hAnsi="Calibri" w:cs="Calibri"/>
                <w:b/>
                <w:noProof/>
                <w:sz w:val="22"/>
                <w:szCs w:val="22"/>
                <w:lang w:val="ro-RO"/>
              </w:rPr>
            </w:pPr>
          </w:p>
          <w:p w14:paraId="25B6F188" w14:textId="77777777" w:rsidR="003558F6" w:rsidRPr="00E67132" w:rsidRDefault="003558F6" w:rsidP="00EE23D3">
            <w:pPr>
              <w:jc w:val="both"/>
              <w:rPr>
                <w:rFonts w:ascii="Calibri" w:hAnsi="Calibri" w:cs="Calibri"/>
                <w:b/>
                <w:noProof/>
                <w:sz w:val="22"/>
                <w:szCs w:val="22"/>
                <w:lang w:val="ro-RO"/>
              </w:rPr>
            </w:pPr>
          </w:p>
          <w:p w14:paraId="765CC4B8" w14:textId="77777777" w:rsidR="003558F6" w:rsidRPr="00E67132" w:rsidRDefault="003558F6" w:rsidP="00EE23D3">
            <w:pPr>
              <w:jc w:val="both"/>
              <w:rPr>
                <w:rFonts w:ascii="Calibri" w:hAnsi="Calibri" w:cs="Calibri"/>
                <w:b/>
                <w:noProof/>
                <w:sz w:val="22"/>
                <w:szCs w:val="22"/>
                <w:lang w:val="ro-RO"/>
              </w:rPr>
            </w:pPr>
          </w:p>
          <w:p w14:paraId="5FF3D0A3" w14:textId="77777777" w:rsidR="00E74334" w:rsidRPr="00E67132" w:rsidRDefault="00E74334" w:rsidP="00350DD7">
            <w:pPr>
              <w:pStyle w:val="NoSpacing"/>
              <w:tabs>
                <w:tab w:val="left" w:pos="1418"/>
              </w:tabs>
              <w:spacing w:line="276" w:lineRule="auto"/>
              <w:jc w:val="both"/>
              <w:rPr>
                <w:rFonts w:cs="Calibri"/>
                <w:noProof/>
                <w:lang w:val="ro-RO"/>
              </w:rPr>
            </w:pPr>
            <w:r w:rsidRPr="00E67132">
              <w:rPr>
                <w:rFonts w:cs="Calibri"/>
                <w:b/>
                <w:noProof/>
                <w:lang w:val="ro-RO"/>
              </w:rPr>
              <w:t xml:space="preserve">Doc. 4 - </w:t>
            </w:r>
            <w:r w:rsidRPr="00E67132">
              <w:rPr>
                <w:rFonts w:cs="Calibri"/>
                <w:noProof/>
                <w:lang w:val="ro-RO"/>
              </w:rPr>
              <w:t>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p w14:paraId="2797D88E" w14:textId="77777777" w:rsidR="00282C20" w:rsidRPr="00E67132" w:rsidRDefault="00282C20" w:rsidP="00EE23D3">
            <w:pPr>
              <w:jc w:val="both"/>
              <w:rPr>
                <w:rFonts w:ascii="Calibri" w:hAnsi="Calibri" w:cs="Calibri"/>
                <w:b/>
                <w:noProof/>
                <w:sz w:val="22"/>
                <w:szCs w:val="22"/>
                <w:lang w:val="ro-RO"/>
              </w:rPr>
            </w:pPr>
          </w:p>
          <w:p w14:paraId="075B832D" w14:textId="77777777" w:rsidR="00282C20" w:rsidRPr="00E67132" w:rsidRDefault="00282C20" w:rsidP="00EE23D3">
            <w:pPr>
              <w:jc w:val="both"/>
              <w:rPr>
                <w:rFonts w:ascii="Calibri" w:hAnsi="Calibri" w:cs="Calibri"/>
                <w:noProof/>
                <w:sz w:val="22"/>
                <w:szCs w:val="22"/>
                <w:lang w:val="ro-RO"/>
              </w:rPr>
            </w:pPr>
          </w:p>
        </w:tc>
        <w:tc>
          <w:tcPr>
            <w:tcW w:w="5103" w:type="dxa"/>
            <w:shd w:val="clear" w:color="auto" w:fill="auto"/>
          </w:tcPr>
          <w:p w14:paraId="5CC402AE" w14:textId="77777777" w:rsidR="009D1FB9" w:rsidRPr="00E67132" w:rsidRDefault="009D1FB9" w:rsidP="00DD1DF9">
            <w:pPr>
              <w:jc w:val="both"/>
              <w:rPr>
                <w:rFonts w:asciiTheme="minorHAnsi" w:hAnsiTheme="minorHAnsi" w:cstheme="minorHAnsi"/>
                <w:bCs/>
                <w:noProof/>
                <w:color w:val="000000"/>
                <w:sz w:val="22"/>
                <w:szCs w:val="22"/>
                <w:lang w:val="ro-RO"/>
              </w:rPr>
            </w:pPr>
            <w:r w:rsidRPr="00E67132">
              <w:rPr>
                <w:rFonts w:asciiTheme="minorHAnsi" w:hAnsiTheme="minorHAnsi" w:cstheme="minorHAnsi"/>
                <w:b/>
                <w:noProof/>
                <w:color w:val="000000"/>
                <w:sz w:val="22"/>
                <w:szCs w:val="22"/>
                <w:lang w:val="ro-RO"/>
              </w:rPr>
              <w:t>Doc.1.</w:t>
            </w:r>
            <w:r w:rsidR="00140E45" w:rsidRPr="00E67132">
              <w:rPr>
                <w:rFonts w:asciiTheme="minorHAnsi" w:hAnsiTheme="minorHAnsi" w:cstheme="minorHAnsi"/>
                <w:b/>
                <w:noProof/>
                <w:color w:val="000000"/>
                <w:sz w:val="22"/>
                <w:szCs w:val="22"/>
                <w:lang w:val="ro-RO"/>
              </w:rPr>
              <w:t xml:space="preserve"> </w:t>
            </w:r>
            <w:r w:rsidRPr="00E67132">
              <w:rPr>
                <w:rFonts w:asciiTheme="minorHAnsi" w:hAnsiTheme="minorHAnsi" w:cstheme="minorHAnsi"/>
                <w:bCs/>
                <w:noProof/>
                <w:color w:val="000000"/>
                <w:sz w:val="22"/>
                <w:szCs w:val="22"/>
                <w:lang w:val="ro-RO"/>
              </w:rPr>
              <w:t xml:space="preserve">În cuprinsul planului de afaceri se vor detalia elementele minime necesare asigurării conformităţii cu normele de mediu privind gestionarea platformelor de gunoi de grajd, iar calculele se vor efectua în baza metodologiei şi a legislaţiei aplicabile anexate (Anexa nr. 8), </w:t>
            </w:r>
            <w:r w:rsidRPr="00E67132">
              <w:rPr>
                <w:rFonts w:asciiTheme="minorHAnsi" w:hAnsiTheme="minorHAnsi" w:cstheme="minorHAnsi"/>
                <w:b/>
                <w:noProof/>
                <w:color w:val="000000"/>
                <w:sz w:val="22"/>
                <w:szCs w:val="22"/>
                <w:u w:val="single"/>
                <w:lang w:val="ro-RO"/>
              </w:rPr>
              <w:t>sau se va face dovada existenţei acestora, respectiv se vor detalia în Planul de Afaceri (secţiunea Descrierea situaţiei curente)</w:t>
            </w:r>
            <w:r w:rsidRPr="00E67132">
              <w:rPr>
                <w:rFonts w:asciiTheme="minorHAnsi" w:hAnsiTheme="minorHAnsi" w:cstheme="minorHAnsi"/>
                <w:b/>
                <w:noProof/>
                <w:color w:val="000000"/>
                <w:sz w:val="22"/>
                <w:szCs w:val="22"/>
                <w:lang w:val="ro-RO"/>
              </w:rPr>
              <w:t xml:space="preserve"> </w:t>
            </w:r>
            <w:r w:rsidRPr="00E67132">
              <w:rPr>
                <w:rFonts w:asciiTheme="minorHAnsi" w:hAnsiTheme="minorHAnsi" w:cstheme="minorHAnsi"/>
                <w:bCs/>
                <w:noProof/>
                <w:color w:val="000000"/>
                <w:sz w:val="22"/>
                <w:szCs w:val="22"/>
                <w:lang w:val="ro-RO"/>
              </w:rPr>
              <w:t>amenajările existente care să fie în conformitate cu cerinţele documentaţiei de implementare pentru sM 6.1. şi din cadrul Ghidului Solicitantului, având în vedere următoarele:</w:t>
            </w:r>
          </w:p>
          <w:p w14:paraId="66A7A2ED" w14:textId="77777777" w:rsidR="00A03012" w:rsidRPr="00E67132" w:rsidRDefault="00282C20" w:rsidP="000C53D4">
            <w:pPr>
              <w:jc w:val="both"/>
              <w:rPr>
                <w:rFonts w:asciiTheme="minorHAnsi" w:hAnsiTheme="minorHAnsi" w:cstheme="minorHAnsi"/>
                <w:noProof/>
                <w:sz w:val="22"/>
                <w:szCs w:val="22"/>
                <w:lang w:val="ro-RO"/>
              </w:rPr>
            </w:pPr>
            <w:r w:rsidRPr="00E67132">
              <w:rPr>
                <w:rFonts w:asciiTheme="minorHAnsi" w:hAnsiTheme="minorHAnsi" w:cstheme="minorHAnsi"/>
                <w:noProof/>
                <w:color w:val="000000"/>
                <w:sz w:val="22"/>
                <w:szCs w:val="22"/>
                <w:lang w:val="ro-RO"/>
              </w:rPr>
              <w:t xml:space="preserve">Expertul verifica </w:t>
            </w:r>
            <w:r w:rsidR="00A03012" w:rsidRPr="00E67132">
              <w:rPr>
                <w:rFonts w:asciiTheme="minorHAnsi" w:hAnsiTheme="minorHAnsi" w:cstheme="minorHAnsi"/>
                <w:noProof/>
                <w:color w:val="000000"/>
                <w:sz w:val="22"/>
                <w:szCs w:val="22"/>
                <w:lang w:val="ro-RO"/>
              </w:rPr>
              <w:t xml:space="preserve"> </w:t>
            </w:r>
            <w:r w:rsidR="00A35BCF" w:rsidRPr="00E67132">
              <w:rPr>
                <w:rFonts w:asciiTheme="minorHAnsi" w:hAnsiTheme="minorHAnsi" w:cstheme="minorHAnsi"/>
                <w:noProof/>
                <w:color w:val="000000"/>
                <w:sz w:val="22"/>
                <w:szCs w:val="22"/>
                <w:lang w:val="ro-RO"/>
              </w:rPr>
              <w:t>daca solicitantul si-a calculat si si-a prevazut amenajari privind gestionarea gunoiului de grajd prin proiect,</w:t>
            </w:r>
            <w:r w:rsidR="00A35BCF" w:rsidRPr="00E67132">
              <w:rPr>
                <w:rFonts w:asciiTheme="minorHAnsi" w:hAnsiTheme="minorHAnsi" w:cstheme="minorHAnsi"/>
                <w:noProof/>
                <w:sz w:val="22"/>
                <w:szCs w:val="22"/>
                <w:lang w:val="ro-RO"/>
              </w:rPr>
              <w:t xml:space="preserve"> respectiv capacitatea de stocare aferenta  a gunoiului de grajd si</w:t>
            </w:r>
            <w:r w:rsidR="00A35BCF" w:rsidRPr="00E67132">
              <w:rPr>
                <w:rFonts w:asciiTheme="minorHAnsi" w:hAnsiTheme="minorHAnsi" w:cstheme="minorHAnsi"/>
                <w:noProof/>
                <w:color w:val="000000"/>
                <w:sz w:val="22"/>
                <w:szCs w:val="22"/>
                <w:lang w:val="ro-RO"/>
              </w:rPr>
              <w:t xml:space="preserve"> daca acesta </w:t>
            </w:r>
            <w:r w:rsidR="00A03012" w:rsidRPr="00E67132">
              <w:rPr>
                <w:rFonts w:asciiTheme="minorHAnsi" w:hAnsiTheme="minorHAnsi" w:cstheme="minorHAnsi"/>
                <w:noProof/>
                <w:sz w:val="22"/>
                <w:szCs w:val="22"/>
                <w:lang w:val="ro-RO"/>
              </w:rPr>
              <w:t>respect</w:t>
            </w:r>
            <w:r w:rsidR="00A35BCF" w:rsidRPr="00E67132">
              <w:rPr>
                <w:rFonts w:asciiTheme="minorHAnsi" w:hAnsiTheme="minorHAnsi" w:cstheme="minorHAnsi"/>
                <w:noProof/>
                <w:sz w:val="22"/>
                <w:szCs w:val="22"/>
                <w:lang w:val="ro-RO"/>
              </w:rPr>
              <w:t>a</w:t>
            </w:r>
            <w:r w:rsidR="00A03012" w:rsidRPr="00E67132">
              <w:rPr>
                <w:rFonts w:asciiTheme="minorHAnsi" w:hAnsiTheme="minorHAnsi" w:cstheme="minorHAnsi"/>
                <w:noProof/>
                <w:sz w:val="22"/>
                <w:szCs w:val="22"/>
                <w:lang w:val="ro-RO"/>
              </w:rPr>
              <w:t xml:space="preserve"> </w:t>
            </w:r>
            <w:r w:rsidR="00A35BCF" w:rsidRPr="00E67132">
              <w:rPr>
                <w:rFonts w:asciiTheme="minorHAnsi" w:hAnsiTheme="minorHAnsi" w:cstheme="minorHAnsi"/>
                <w:noProof/>
                <w:sz w:val="22"/>
                <w:szCs w:val="22"/>
                <w:lang w:val="ro-RO"/>
              </w:rPr>
              <w:t xml:space="preserve"> condițiile</w:t>
            </w:r>
            <w:r w:rsidR="00A03012" w:rsidRPr="00E67132">
              <w:rPr>
                <w:rFonts w:asciiTheme="minorHAnsi" w:hAnsiTheme="minorHAnsi" w:cstheme="minorHAnsi"/>
                <w:noProof/>
                <w:sz w:val="22"/>
                <w:szCs w:val="22"/>
                <w:lang w:val="ro-RO"/>
              </w:rPr>
              <w:t xml:space="preserve"> de bune practici agricole</w:t>
            </w:r>
            <w:r w:rsidR="00A35BCF" w:rsidRPr="00E67132">
              <w:rPr>
                <w:rFonts w:asciiTheme="minorHAnsi" w:hAnsiTheme="minorHAnsi" w:cstheme="minorHAnsi"/>
                <w:noProof/>
                <w:sz w:val="22"/>
                <w:szCs w:val="22"/>
                <w:lang w:val="ro-RO"/>
              </w:rPr>
              <w:t xml:space="preserve">. </w:t>
            </w:r>
            <w:r w:rsidR="00A03012" w:rsidRPr="00E67132">
              <w:rPr>
                <w:rFonts w:asciiTheme="minorHAnsi" w:hAnsiTheme="minorHAnsi" w:cstheme="minorHAnsi"/>
                <w:noProof/>
                <w:sz w:val="22"/>
                <w:szCs w:val="22"/>
                <w:lang w:val="ro-RO"/>
              </w:rPr>
              <w:t xml:space="preserve">  </w:t>
            </w:r>
          </w:p>
          <w:p w14:paraId="48225682" w14:textId="77777777" w:rsidR="00FA28A1" w:rsidRPr="00E67132" w:rsidRDefault="00A03012" w:rsidP="000C53D4">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Acest calcul se va întocmi prin introducerea datelor specifice in calculatorul de capacitate a platformei de gunoi fila ”producție de gunoi”  Calculul standardului privind cantitatea maxima de ingrasaminte cu azot care pot fi aplicate pe terenul agricol</w:t>
            </w:r>
            <w:r w:rsidR="00A35BCF" w:rsidRPr="00E67132">
              <w:rPr>
                <w:rFonts w:asciiTheme="minorHAnsi" w:hAnsiTheme="minorHAnsi" w:cstheme="minorHAnsi"/>
                <w:noProof/>
                <w:sz w:val="22"/>
                <w:szCs w:val="22"/>
                <w:lang w:val="ro-RO"/>
              </w:rPr>
              <w:t>. I</w:t>
            </w:r>
            <w:r w:rsidRPr="00E67132">
              <w:rPr>
                <w:rFonts w:asciiTheme="minorHAnsi" w:hAnsiTheme="minorHAnsi" w:cstheme="minorHAnsi"/>
                <w:noProof/>
                <w:sz w:val="22"/>
                <w:szCs w:val="22"/>
                <w:lang w:val="ro-RO"/>
              </w:rPr>
              <w:t xml:space="preserve">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”AMN” </w:t>
            </w:r>
          </w:p>
          <w:p w14:paraId="685D8F18" w14:textId="77777777" w:rsidR="00C57A60" w:rsidRPr="00E67132" w:rsidRDefault="00C57A60" w:rsidP="00C57A60">
            <w:pPr>
              <w:spacing w:line="276" w:lineRule="auto"/>
              <w:jc w:val="both"/>
              <w:rPr>
                <w:rFonts w:asciiTheme="minorHAnsi" w:hAnsiTheme="minorHAnsi" w:cstheme="minorHAnsi"/>
                <w:b/>
                <w:bCs/>
                <w:noProof/>
                <w:sz w:val="22"/>
                <w:szCs w:val="22"/>
                <w:lang w:val="ro-RO"/>
              </w:rPr>
            </w:pPr>
            <w:r w:rsidRPr="00E67132">
              <w:rPr>
                <w:rFonts w:asciiTheme="minorHAnsi" w:hAnsiTheme="minorHAnsi" w:cstheme="minorHAnsi"/>
                <w:noProof/>
                <w:sz w:val="22"/>
                <w:szCs w:val="22"/>
                <w:lang w:val="ro-RO"/>
              </w:rPr>
              <w:t xml:space="preserve">Excepţie de la calculul privind </w:t>
            </w:r>
            <w:r w:rsidRPr="00E67132">
              <w:rPr>
                <w:rFonts w:asciiTheme="minorHAnsi" w:hAnsiTheme="minorHAnsi" w:cstheme="minorHAnsi"/>
                <w:b/>
                <w:noProof/>
                <w:sz w:val="22"/>
                <w:szCs w:val="22"/>
                <w:lang w:val="ro-RO"/>
              </w:rPr>
              <w:t>cantitatea maximă de îngrășăminte cu azot care pot fi aplicate pe terenul agricol</w:t>
            </w:r>
            <w:r w:rsidRPr="00E67132">
              <w:rPr>
                <w:rFonts w:asciiTheme="minorHAnsi" w:hAnsiTheme="minorHAnsi" w:cstheme="minorHAnsi"/>
                <w:noProof/>
                <w:sz w:val="22"/>
                <w:szCs w:val="22"/>
                <w:lang w:val="ro-RO"/>
              </w:rPr>
              <w:t>, fac tinerii fermieri c</w:t>
            </w:r>
            <w:r w:rsidRPr="00E67132">
              <w:rPr>
                <w:rFonts w:asciiTheme="minorHAnsi" w:hAnsiTheme="minorHAnsi" w:cstheme="minorHAnsi"/>
                <w:b/>
                <w:noProof/>
                <w:sz w:val="22"/>
                <w:szCs w:val="22"/>
                <w:lang w:val="ro-RO"/>
              </w:rPr>
              <w:t xml:space="preserve">are fac dovada încheierii unui contract cu o platformă </w:t>
            </w:r>
            <w:r w:rsidRPr="00E67132">
              <w:rPr>
                <w:rFonts w:asciiTheme="minorHAnsi" w:hAnsiTheme="minorHAnsi" w:cstheme="minorHAnsi"/>
                <w:b/>
                <w:bCs/>
                <w:noProof/>
                <w:sz w:val="22"/>
                <w:szCs w:val="22"/>
                <w:lang w:val="ro-RO"/>
              </w:rPr>
              <w:t>de gunoi de grajd autorizată</w:t>
            </w:r>
            <w:r w:rsidRPr="00E67132">
              <w:rPr>
                <w:rFonts w:asciiTheme="minorHAnsi" w:hAnsiTheme="minorHAnsi" w:cstheme="minorHAnsi"/>
                <w:noProof/>
                <w:sz w:val="22"/>
                <w:szCs w:val="22"/>
                <w:lang w:val="ro-RO"/>
              </w:rPr>
              <w:t xml:space="preserve">  </w:t>
            </w:r>
            <w:r w:rsidR="00140E45" w:rsidRPr="00E67132">
              <w:rPr>
                <w:rFonts w:asciiTheme="minorHAnsi" w:hAnsiTheme="minorHAnsi" w:cstheme="minorHAnsi"/>
                <w:b/>
                <w:bCs/>
                <w:noProof/>
                <w:sz w:val="22"/>
                <w:szCs w:val="22"/>
                <w:lang w:val="ro-RO"/>
              </w:rPr>
              <w:t>comunală/</w:t>
            </w:r>
            <w:r w:rsidRPr="00E67132">
              <w:rPr>
                <w:rFonts w:asciiTheme="minorHAnsi" w:hAnsiTheme="minorHAnsi" w:cstheme="minorHAnsi"/>
                <w:b/>
                <w:bCs/>
                <w:noProof/>
                <w:sz w:val="22"/>
                <w:szCs w:val="22"/>
                <w:lang w:val="ro-RO"/>
              </w:rPr>
              <w:t>a unui agent economic  sau cei care vor prezent</w:t>
            </w:r>
            <w:r w:rsidR="002370A2" w:rsidRPr="00E67132">
              <w:rPr>
                <w:rFonts w:asciiTheme="minorHAnsi" w:hAnsiTheme="minorHAnsi" w:cstheme="minorHAnsi"/>
                <w:b/>
                <w:bCs/>
                <w:noProof/>
                <w:sz w:val="22"/>
                <w:szCs w:val="22"/>
                <w:lang w:val="ro-RO"/>
              </w:rPr>
              <w:t>a adeverință emisă de Primăria Comunei pe teritoriul căreia se regăsește platforma comunală, din care să rezulte faptul că aceasta va prelua gunoiul de grajd din exploatația solicitantului.</w:t>
            </w:r>
          </w:p>
          <w:p w14:paraId="68476BB3" w14:textId="77777777" w:rsidR="00140E45" w:rsidRPr="00E67132" w:rsidRDefault="00C57A60" w:rsidP="00E67D96">
            <w:pPr>
              <w:spacing w:line="276" w:lineRule="auto"/>
              <w:jc w:val="both"/>
              <w:rPr>
                <w:rFonts w:asciiTheme="minorHAnsi" w:hAnsiTheme="minorHAnsi" w:cstheme="minorHAnsi"/>
                <w:b/>
                <w:bCs/>
                <w:noProof/>
                <w:sz w:val="22"/>
                <w:szCs w:val="22"/>
                <w:lang w:val="ro-RO"/>
              </w:rPr>
            </w:pPr>
            <w:r w:rsidRPr="00E67132">
              <w:rPr>
                <w:rFonts w:asciiTheme="minorHAnsi" w:hAnsiTheme="minorHAnsi" w:cstheme="minorHAnsi"/>
                <w:noProof/>
                <w:sz w:val="22"/>
                <w:szCs w:val="22"/>
                <w:lang w:val="ro-RO"/>
              </w:rPr>
              <w:t xml:space="preserve">În cazul tinerilor fermieri care au încheiat un contract cu o platformă comunală de grajd, </w:t>
            </w:r>
            <w:r w:rsidRPr="00E67132">
              <w:rPr>
                <w:rFonts w:asciiTheme="minorHAnsi" w:hAnsiTheme="minorHAnsi" w:cstheme="minorHAnsi"/>
                <w:b/>
                <w:bCs/>
                <w:noProof/>
                <w:sz w:val="22"/>
                <w:szCs w:val="22"/>
                <w:lang w:val="ro-RO"/>
              </w:rPr>
              <w:t xml:space="preserve">aceștia vor prezenta, în cadrul Planului de Afaceri, modul în care se asigură capacitatea de stocare temporară a gunoiul de grajd, în cadrul exploatației, până </w:t>
            </w:r>
            <w:r w:rsidR="00296AD9" w:rsidRPr="00E67132">
              <w:rPr>
                <w:rFonts w:asciiTheme="minorHAnsi" w:hAnsiTheme="minorHAnsi" w:cstheme="minorHAnsi"/>
                <w:b/>
                <w:bCs/>
                <w:noProof/>
                <w:sz w:val="22"/>
                <w:szCs w:val="22"/>
                <w:lang w:val="ro-RO"/>
              </w:rPr>
              <w:t>la momentul colectării acesteia:</w:t>
            </w:r>
          </w:p>
          <w:p w14:paraId="16FBA605" w14:textId="77777777" w:rsidR="00CF0FD5" w:rsidRPr="00E67132" w:rsidRDefault="00CF0FD5" w:rsidP="004256F2">
            <w:pPr>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Platformele</w:t>
            </w:r>
            <w:r w:rsidR="00FA00DD" w:rsidRPr="00E67132">
              <w:rPr>
                <w:rFonts w:asciiTheme="minorHAnsi" w:hAnsiTheme="minorHAnsi" w:cstheme="minorHAnsi"/>
                <w:noProof/>
                <w:sz w:val="22"/>
                <w:szCs w:val="22"/>
                <w:lang w:val="ro-RO"/>
              </w:rPr>
              <w:t>/amenajările</w:t>
            </w:r>
            <w:r w:rsidRPr="00E67132">
              <w:rPr>
                <w:rFonts w:asciiTheme="minorHAnsi" w:hAnsiTheme="minorHAnsi" w:cstheme="minorHAnsi"/>
                <w:noProof/>
                <w:sz w:val="22"/>
                <w:szCs w:val="22"/>
                <w:lang w:val="ro-RO"/>
              </w:rPr>
              <w:t xml:space="preserve"> pentru gestionarea gunoiului de grajd  se pot face în sistem:</w:t>
            </w:r>
          </w:p>
          <w:p w14:paraId="4F1CC82F" w14:textId="77777777" w:rsidR="002A7E80" w:rsidRPr="00E67132" w:rsidRDefault="00CF0FD5" w:rsidP="00E00706">
            <w:pPr>
              <w:numPr>
                <w:ilvl w:val="0"/>
                <w:numId w:val="4"/>
              </w:numPr>
              <w:ind w:left="125" w:hanging="125"/>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Individual (gospodăresc), caz în care solicitantul trebuie să aibă/prevadă </w:t>
            </w:r>
            <w:r w:rsidR="00BD269E" w:rsidRPr="00E67132">
              <w:rPr>
                <w:rFonts w:asciiTheme="minorHAnsi" w:hAnsiTheme="minorHAnsi" w:cstheme="minorHAnsi"/>
                <w:noProof/>
                <w:sz w:val="22"/>
                <w:szCs w:val="22"/>
                <w:lang w:val="ro-RO"/>
              </w:rPr>
              <w:t>amenajări/</w:t>
            </w:r>
            <w:r w:rsidRPr="00E67132">
              <w:rPr>
                <w:rFonts w:asciiTheme="minorHAnsi" w:hAnsiTheme="minorHAnsi" w:cstheme="minorHAnsi"/>
                <w:noProof/>
                <w:sz w:val="22"/>
                <w:szCs w:val="22"/>
                <w:lang w:val="ro-RO"/>
              </w:rPr>
              <w:t>platforme individuale conform prevederilor Codului de bune practici agricole</w:t>
            </w:r>
          </w:p>
          <w:p w14:paraId="1E38A006" w14:textId="77777777" w:rsidR="00E00706" w:rsidRPr="00E67132" w:rsidRDefault="00CF0FD5" w:rsidP="00E00706">
            <w:pPr>
              <w:numPr>
                <w:ilvl w:val="0"/>
                <w:numId w:val="4"/>
              </w:numPr>
              <w:ind w:left="125" w:hanging="90"/>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pentru protecția apelor împotriva poluării cu nitrați din surse agricole, cu mențiunea că sunt acceptate și platforme</w:t>
            </w:r>
            <w:r w:rsidR="00241E4E" w:rsidRPr="00E67132">
              <w:rPr>
                <w:rFonts w:asciiTheme="minorHAnsi" w:hAnsiTheme="minorHAnsi" w:cstheme="minorHAnsi"/>
                <w:noProof/>
                <w:sz w:val="22"/>
                <w:szCs w:val="22"/>
                <w:lang w:val="ro-RO"/>
              </w:rPr>
              <w:t>le</w:t>
            </w:r>
            <w:r w:rsidRPr="00E67132">
              <w:rPr>
                <w:rFonts w:asciiTheme="minorHAnsi" w:hAnsiTheme="minorHAnsi" w:cstheme="minorHAnsi"/>
                <w:noProof/>
                <w:sz w:val="22"/>
                <w:szCs w:val="22"/>
                <w:lang w:val="ro-RO"/>
              </w:rPr>
              <w:t xml:space="preserve"> individuale</w:t>
            </w:r>
            <w:r w:rsidR="000222F0" w:rsidRPr="00E67132">
              <w:rPr>
                <w:rFonts w:asciiTheme="minorHAnsi" w:hAnsiTheme="minorHAnsi" w:cstheme="minorHAnsi"/>
                <w:noProof/>
                <w:sz w:val="22"/>
                <w:szCs w:val="22"/>
                <w:lang w:val="ro-RO"/>
              </w:rPr>
              <w:t xml:space="preserve"> conforme cu CBPA,</w:t>
            </w:r>
            <w:r w:rsidR="00241E4E" w:rsidRPr="00E67132">
              <w:rPr>
                <w:rFonts w:asciiTheme="minorHAnsi" w:hAnsiTheme="minorHAnsi" w:cstheme="minorHAnsi"/>
                <w:noProof/>
                <w:sz w:val="22"/>
                <w:szCs w:val="22"/>
                <w:lang w:val="ro-RO"/>
              </w:rPr>
              <w:t xml:space="preserve"> </w:t>
            </w:r>
            <w:r w:rsidR="006C0969" w:rsidRPr="00E67132">
              <w:rPr>
                <w:rFonts w:asciiTheme="minorHAnsi" w:hAnsiTheme="minorHAnsi" w:cstheme="minorHAnsi"/>
                <w:noProof/>
                <w:sz w:val="22"/>
                <w:szCs w:val="22"/>
                <w:lang w:val="ro-RO"/>
              </w:rPr>
              <w:t>fără obligativitatea încheierii unui contract cu o Platformă Comunală dacă sunt dimensionate adecvat numărului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w:t>
            </w:r>
            <w:r w:rsidRPr="00E67132">
              <w:rPr>
                <w:rFonts w:asciiTheme="minorHAnsi" w:hAnsiTheme="minorHAnsi" w:cstheme="minorHAnsi"/>
                <w:noProof/>
                <w:sz w:val="22"/>
                <w:szCs w:val="22"/>
                <w:lang w:val="ro-RO"/>
              </w:rPr>
              <w:t xml:space="preserve">. </w:t>
            </w:r>
          </w:p>
          <w:p w14:paraId="7D5FBDB3" w14:textId="77777777" w:rsidR="00E00706" w:rsidRPr="00E67132" w:rsidRDefault="00E00706" w:rsidP="00E00706">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De asemenea, pentru fermele zootehnice mici şi medii pot fi folosite ca sistem individual (gospodăresc) pentru depozitarea gunoiului de grajd, modelele tehnice prezentate în </w:t>
            </w:r>
            <w:r w:rsidRPr="00E67132">
              <w:rPr>
                <w:rFonts w:asciiTheme="minorHAnsi" w:hAnsiTheme="minorHAnsi" w:cstheme="minorHAnsi"/>
                <w:i/>
                <w:noProof/>
                <w:sz w:val="22"/>
                <w:szCs w:val="22"/>
                <w:lang w:val="ro-RO"/>
              </w:rPr>
              <w:t>Ghidul depozitării gunoiului de grajd în fermele individuale</w:t>
            </w:r>
            <w:r w:rsidRPr="00E67132">
              <w:rPr>
                <w:rFonts w:asciiTheme="minorHAnsi" w:hAnsiTheme="minorHAnsi" w:cstheme="minorHAnsi"/>
                <w:noProof/>
                <w:sz w:val="22"/>
                <w:szCs w:val="22"/>
                <w:lang w:val="ro-RO"/>
              </w:rPr>
              <w:t xml:space="preserve"> - Anexa 9a la Ghidul solicitantului.</w:t>
            </w:r>
          </w:p>
          <w:p w14:paraId="5CFD6CB8" w14:textId="77777777" w:rsidR="00CF0FD5" w:rsidRPr="00E67132" w:rsidRDefault="00CF0FD5" w:rsidP="00CF0FD5">
            <w:pPr>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și/ sau </w:t>
            </w:r>
          </w:p>
          <w:p w14:paraId="0140AFE1" w14:textId="77777777" w:rsidR="00CF0FD5" w:rsidRPr="00E67132" w:rsidRDefault="00CF0FD5" w:rsidP="00A41E82">
            <w:pPr>
              <w:pStyle w:val="ListParagraph"/>
              <w:numPr>
                <w:ilvl w:val="0"/>
                <w:numId w:val="4"/>
              </w:num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Comunal – adaptate ţinând cont de existenţa unei platforme comunale.</w:t>
            </w:r>
          </w:p>
          <w:p w14:paraId="29A806D5" w14:textId="77777777" w:rsidR="00F201E8" w:rsidRPr="00E67132" w:rsidRDefault="00F201E8" w:rsidP="002D3DC6">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în care în UAT-ul respectiv sau în zonele limitrofe</w:t>
            </w:r>
            <w:r w:rsidR="00922B77" w:rsidRPr="00E67132">
              <w:rPr>
                <w:rFonts w:asciiTheme="minorHAnsi" w:hAnsiTheme="minorHAnsi" w:cstheme="minorHAnsi"/>
                <w:noProof/>
                <w:sz w:val="22"/>
                <w:szCs w:val="22"/>
                <w:lang w:val="ro-RO"/>
              </w:rPr>
              <w:t>*</w:t>
            </w:r>
            <w:r w:rsidRPr="00E67132">
              <w:rPr>
                <w:rFonts w:asciiTheme="minorHAnsi" w:hAnsiTheme="minorHAnsi" w:cstheme="minorHAnsi"/>
                <w:noProof/>
                <w:sz w:val="22"/>
                <w:szCs w:val="22"/>
                <w:lang w:val="ro-RO"/>
              </w:rPr>
              <w:t xml:space="preserve"> </w:t>
            </w:r>
            <w:r w:rsidRPr="00E67132">
              <w:rPr>
                <w:rFonts w:asciiTheme="minorHAnsi" w:hAnsiTheme="minorHAnsi" w:cstheme="minorHAnsi"/>
                <w:b/>
                <w:noProof/>
                <w:sz w:val="22"/>
                <w:szCs w:val="22"/>
                <w:lang w:val="ro-RO"/>
              </w:rPr>
              <w:t>există o platformă autorizată de gunoi de grajd comunală/ a unui agent economic</w:t>
            </w:r>
            <w:r w:rsidRPr="00E67132">
              <w:rPr>
                <w:rFonts w:asciiTheme="minorHAnsi" w:hAnsiTheme="minorHAnsi" w:cstheme="minorHAnsi"/>
                <w:noProof/>
                <w:sz w:val="22"/>
                <w:szCs w:val="22"/>
                <w:lang w:val="ro-RO"/>
              </w:rPr>
              <w:t>, solicitanții au obligația de a construi o amenajare minimă pentru depozitarea gunoiului de grajd, până la preluarea acesteia de către Platforma Comunală/agentul economic autorizat.</w:t>
            </w:r>
          </w:p>
          <w:p w14:paraId="2E1AE6C8" w14:textId="77777777" w:rsidR="00922B77" w:rsidRPr="00E67132" w:rsidRDefault="00922B77" w:rsidP="002A7E80">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Sintagma ”zone limitrofe” utilizată în acest context, este una generică în sensul aplicării prevederilor ce derivă din aplicarea Codului de bune practici agricole pentru protecția apelor împotriva poluării cu nitrați din surse agricole</w:t>
            </w:r>
          </w:p>
          <w:p w14:paraId="59145DFC" w14:textId="77777777" w:rsidR="003D725E" w:rsidRPr="00E67132" w:rsidRDefault="00350DD7" w:rsidP="002D3DC6">
            <w:pPr>
              <w:jc w:val="both"/>
              <w:rPr>
                <w:rFonts w:asciiTheme="minorHAnsi" w:hAnsiTheme="minorHAnsi" w:cstheme="minorHAnsi"/>
                <w:noProof/>
                <w:sz w:val="22"/>
                <w:szCs w:val="22"/>
                <w:lang w:val="ro-RO"/>
              </w:rPr>
            </w:pPr>
            <w:r w:rsidRPr="00E67132">
              <w:rPr>
                <w:rFonts w:asciiTheme="minorHAnsi" w:hAnsiTheme="minorHAnsi" w:cstheme="minorHAnsi"/>
                <w:b/>
                <w:noProof/>
                <w:sz w:val="22"/>
                <w:szCs w:val="22"/>
                <w:lang w:val="ro-RO"/>
              </w:rPr>
              <w:t>Doc. 4</w:t>
            </w:r>
            <w:r w:rsidR="00E00706" w:rsidRPr="00E67132">
              <w:rPr>
                <w:rFonts w:asciiTheme="minorHAnsi" w:hAnsiTheme="minorHAnsi" w:cstheme="minorHAnsi"/>
                <w:b/>
                <w:noProof/>
                <w:sz w:val="22"/>
                <w:szCs w:val="22"/>
                <w:lang w:val="ro-RO"/>
              </w:rPr>
              <w:t xml:space="preserve"> </w:t>
            </w:r>
            <w:r w:rsidR="003D725E" w:rsidRPr="00E67132">
              <w:rPr>
                <w:rFonts w:asciiTheme="minorHAnsi" w:hAnsiTheme="minorHAnsi" w:cstheme="minorHAnsi"/>
                <w:noProof/>
                <w:sz w:val="22"/>
                <w:szCs w:val="22"/>
                <w:lang w:val="ro-RO"/>
              </w:rPr>
              <w:t>După caz, se verifică următoarele documente:</w:t>
            </w:r>
          </w:p>
          <w:p w14:paraId="7D666E23" w14:textId="77777777" w:rsidR="00140E45" w:rsidRPr="00E67132" w:rsidRDefault="004256F2" w:rsidP="00A41E82">
            <w:pPr>
              <w:pStyle w:val="ListParagraph"/>
              <w:numPr>
                <w:ilvl w:val="0"/>
                <w:numId w:val="4"/>
              </w:num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Contractul de colectare a gunoiului de grajd încheiat între solicitant și deținătorul platformei </w:t>
            </w:r>
          </w:p>
          <w:p w14:paraId="5D9C384A" w14:textId="77777777" w:rsidR="002D3DC6" w:rsidRPr="00E67132" w:rsidRDefault="004256F2" w:rsidP="00140E45">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sau </w:t>
            </w:r>
          </w:p>
          <w:p w14:paraId="4D284739" w14:textId="77777777" w:rsidR="00140E45" w:rsidRPr="00E67132" w:rsidRDefault="00140E45" w:rsidP="00A41E82">
            <w:pPr>
              <w:pStyle w:val="ListParagraph"/>
              <w:numPr>
                <w:ilvl w:val="0"/>
                <w:numId w:val="4"/>
              </w:num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Adeverință emisă de Primăria comunei în rază căreia se regăsește platforma comunală din care să rezulte că aceasta va prelua gunoiul de grajd din exploatația solicitantului.</w:t>
            </w:r>
          </w:p>
          <w:p w14:paraId="1D413578" w14:textId="0EB76B9E" w:rsidR="00495360" w:rsidRPr="00E67132" w:rsidRDefault="00495360" w:rsidP="004256F2">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Amenajarea minimă pentru gestionarea gunoiului de grajd poate fi reprezentată de sistemele de depozitare conforme cu Codul de bune practici (anexa 8 la Ghidul Solicitantului),  dar care pot fi de dimensiuni mai mici în corelare cu perioada de depozitare până la momentul preluării de către platforma comunală/agentul economic autorizat</w:t>
            </w:r>
            <w:r w:rsidR="00972C6A">
              <w:rPr>
                <w:rFonts w:asciiTheme="minorHAnsi" w:hAnsiTheme="minorHAnsi" w:cstheme="minorHAnsi"/>
                <w:noProof/>
                <w:sz w:val="22"/>
                <w:szCs w:val="22"/>
                <w:lang w:val="ro-RO"/>
              </w:rPr>
              <w:t>.</w:t>
            </w:r>
          </w:p>
          <w:p w14:paraId="69ACF550" w14:textId="77777777" w:rsidR="00495360" w:rsidRPr="00E67132" w:rsidRDefault="00495360" w:rsidP="004256F2">
            <w:pPr>
              <w:jc w:val="both"/>
              <w:rPr>
                <w:rFonts w:asciiTheme="minorHAnsi" w:hAnsiTheme="minorHAnsi" w:cstheme="minorHAnsi"/>
                <w:noProof/>
                <w:sz w:val="22"/>
                <w:szCs w:val="22"/>
                <w:lang w:val="ro-RO"/>
              </w:rPr>
            </w:pPr>
          </w:p>
          <w:p w14:paraId="1A89495B" w14:textId="5316F326" w:rsidR="008231D0" w:rsidRPr="00E67132" w:rsidRDefault="00A03012" w:rsidP="008231D0">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Nota: Zonele in care pot fi introduse datele specifice sunt marcate cu gri din anexa numit </w:t>
            </w:r>
            <w:r w:rsidRPr="00E67132">
              <w:rPr>
                <w:rFonts w:asciiTheme="minorHAnsi" w:hAnsiTheme="minorHAnsi" w:cstheme="minorHAnsi"/>
                <w:i/>
                <w:noProof/>
                <w:sz w:val="22"/>
                <w:szCs w:val="22"/>
                <w:lang w:val="ro-RO"/>
              </w:rPr>
              <w:t>„Calculator Cod Bune Practici Agricole”.</w:t>
            </w:r>
            <w:r w:rsidR="0051162B" w:rsidRPr="00E67132">
              <w:rPr>
                <w:rFonts w:asciiTheme="minorHAnsi" w:hAnsiTheme="minorHAnsi" w:cstheme="minorHAnsi"/>
                <w:noProof/>
                <w:sz w:val="22"/>
                <w:szCs w:val="22"/>
                <w:lang w:val="ro-RO"/>
              </w:rPr>
              <w:t xml:space="preserve"> Cerința </w:t>
            </w:r>
            <w:r w:rsidR="00F063AC" w:rsidRPr="00E67132">
              <w:rPr>
                <w:rFonts w:asciiTheme="minorHAnsi" w:hAnsiTheme="minorHAnsi" w:cstheme="minorHAnsi"/>
                <w:noProof/>
                <w:sz w:val="22"/>
                <w:szCs w:val="22"/>
                <w:lang w:val="ro-RO"/>
              </w:rPr>
              <w:t xml:space="preserve">se </w:t>
            </w:r>
            <w:r w:rsidR="0051162B" w:rsidRPr="00E67132">
              <w:rPr>
                <w:rFonts w:asciiTheme="minorHAnsi" w:hAnsiTheme="minorHAnsi" w:cstheme="minorHAnsi"/>
                <w:noProof/>
                <w:sz w:val="22"/>
                <w:szCs w:val="22"/>
                <w:lang w:val="ro-RO"/>
              </w:rPr>
              <w:t xml:space="preserve">va </w:t>
            </w:r>
            <w:r w:rsidR="00F063AC" w:rsidRPr="00E67132">
              <w:rPr>
                <w:rFonts w:asciiTheme="minorHAnsi" w:hAnsiTheme="minorHAnsi" w:cstheme="minorHAnsi"/>
                <w:noProof/>
                <w:sz w:val="22"/>
                <w:szCs w:val="22"/>
                <w:lang w:val="ro-RO"/>
              </w:rPr>
              <w:t>verifica</w:t>
            </w:r>
            <w:r w:rsidR="0051162B" w:rsidRPr="00E67132">
              <w:rPr>
                <w:rFonts w:asciiTheme="minorHAnsi" w:hAnsiTheme="minorHAnsi" w:cstheme="minorHAnsi"/>
                <w:noProof/>
                <w:sz w:val="22"/>
                <w:szCs w:val="22"/>
                <w:lang w:val="ro-RO"/>
              </w:rPr>
              <w:t xml:space="preserve"> </w:t>
            </w:r>
            <w:r w:rsidR="00F063AC" w:rsidRPr="00E67132">
              <w:rPr>
                <w:rFonts w:asciiTheme="minorHAnsi" w:hAnsiTheme="minorHAnsi" w:cstheme="minorHAnsi"/>
                <w:noProof/>
                <w:sz w:val="22"/>
                <w:szCs w:val="22"/>
                <w:lang w:val="ro-RO"/>
              </w:rPr>
              <w:t>la</w:t>
            </w:r>
            <w:r w:rsidR="0051162B" w:rsidRPr="00E67132">
              <w:rPr>
                <w:rFonts w:asciiTheme="minorHAnsi" w:hAnsiTheme="minorHAnsi" w:cstheme="minorHAnsi"/>
                <w:noProof/>
                <w:sz w:val="22"/>
                <w:szCs w:val="22"/>
                <w:lang w:val="ro-RO"/>
              </w:rPr>
              <w:t xml:space="preserve"> momentul finalizării implementării planului de afaceri prin prezentarea</w:t>
            </w:r>
            <w:r w:rsidR="0051162B" w:rsidRPr="00E67132">
              <w:rPr>
                <w:rFonts w:asciiTheme="minorHAnsi" w:hAnsiTheme="minorHAnsi" w:cstheme="minorHAnsi"/>
                <w:b/>
                <w:noProof/>
                <w:sz w:val="22"/>
                <w:szCs w:val="22"/>
                <w:lang w:val="ro-RO"/>
              </w:rPr>
              <w:t xml:space="preserve"> NOTEI DE CONSTATARE PRIVIND CONDIŢIILE DE MEDIU emisa de Garda Nationala de Mediu</w:t>
            </w:r>
            <w:r w:rsidR="0051162B" w:rsidRPr="00E67132">
              <w:rPr>
                <w:rFonts w:asciiTheme="minorHAnsi" w:hAnsiTheme="minorHAnsi" w:cstheme="minorHAnsi"/>
                <w:noProof/>
                <w:sz w:val="22"/>
                <w:szCs w:val="22"/>
                <w:lang w:val="ro-RO"/>
              </w:rPr>
              <w:t>. Nerealizarea acestei condiţii majore va atrage după sine recuperarea întregului sprijin acordat.</w:t>
            </w:r>
          </w:p>
          <w:p w14:paraId="1FCFEA26" w14:textId="77777777" w:rsidR="00023EF8" w:rsidRPr="00E67132" w:rsidRDefault="00AE58E2" w:rsidP="008231D0">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 xml:space="preserve">Pentru </w:t>
            </w:r>
            <w:r w:rsidR="003F177D" w:rsidRPr="00E67132">
              <w:rPr>
                <w:rFonts w:asciiTheme="minorHAnsi" w:hAnsiTheme="minorHAnsi" w:cstheme="minorHAnsi"/>
                <w:noProof/>
                <w:sz w:val="22"/>
                <w:szCs w:val="22"/>
                <w:lang w:val="ro-RO"/>
              </w:rPr>
              <w:t>solicitant</w:t>
            </w:r>
            <w:r w:rsidRPr="00E67132">
              <w:rPr>
                <w:rFonts w:asciiTheme="minorHAnsi" w:hAnsiTheme="minorHAnsi" w:cstheme="minorHAnsi"/>
                <w:noProof/>
                <w:sz w:val="22"/>
                <w:szCs w:val="22"/>
                <w:lang w:val="ro-RO"/>
              </w:rPr>
              <w:t xml:space="preserve">ii care </w:t>
            </w:r>
            <w:r w:rsidR="003F177D" w:rsidRPr="00E67132">
              <w:rPr>
                <w:rFonts w:asciiTheme="minorHAnsi" w:hAnsiTheme="minorHAnsi" w:cstheme="minorHAnsi"/>
                <w:noProof/>
                <w:sz w:val="22"/>
                <w:szCs w:val="22"/>
                <w:lang w:val="ro-RO"/>
              </w:rPr>
              <w:t>dețin suprafețe de teren agricol, iar prin planul de afaceri îș</w:t>
            </w:r>
            <w:r w:rsidR="008231D0" w:rsidRPr="00E67132">
              <w:rPr>
                <w:rFonts w:asciiTheme="minorHAnsi" w:hAnsiTheme="minorHAnsi" w:cstheme="minorHAnsi"/>
                <w:noProof/>
                <w:sz w:val="22"/>
                <w:szCs w:val="22"/>
                <w:lang w:val="ro-RO"/>
              </w:rPr>
              <w:t>i</w:t>
            </w:r>
            <w:r w:rsidR="003F177D" w:rsidRPr="00E67132">
              <w:rPr>
                <w:rFonts w:asciiTheme="minorHAnsi" w:hAnsiTheme="minorHAnsi" w:cstheme="minorHAnsi"/>
                <w:noProof/>
                <w:sz w:val="22"/>
                <w:szCs w:val="22"/>
                <w:lang w:val="ro-RO"/>
              </w:rPr>
              <w:t xml:space="preserve"> propun să utilizeze gunoiul de grajd ca îngrășământ natural, </w:t>
            </w:r>
            <w:r w:rsidRPr="00E67132">
              <w:rPr>
                <w:rFonts w:asciiTheme="minorHAnsi" w:hAnsiTheme="minorHAnsi" w:cstheme="minorHAnsi"/>
                <w:noProof/>
                <w:sz w:val="22"/>
                <w:szCs w:val="22"/>
                <w:lang w:val="ro-RO"/>
              </w:rPr>
              <w:t xml:space="preserve">expertul nu verifică existența </w:t>
            </w:r>
            <w:r w:rsidR="003F177D" w:rsidRPr="00E67132">
              <w:rPr>
                <w:rFonts w:asciiTheme="minorHAnsi" w:hAnsiTheme="minorHAnsi" w:cstheme="minorHAnsi"/>
                <w:bCs/>
                <w:noProof/>
                <w:sz w:val="22"/>
                <w:szCs w:val="22"/>
                <w:lang w:val="ro-RO"/>
              </w:rPr>
              <w:t>contract</w:t>
            </w:r>
            <w:r w:rsidRPr="00E67132">
              <w:rPr>
                <w:rFonts w:asciiTheme="minorHAnsi" w:hAnsiTheme="minorHAnsi" w:cstheme="minorHAnsi"/>
                <w:bCs/>
                <w:noProof/>
                <w:sz w:val="22"/>
                <w:szCs w:val="22"/>
                <w:lang w:val="ro-RO"/>
              </w:rPr>
              <w:t>ului</w:t>
            </w:r>
            <w:r w:rsidR="003F177D" w:rsidRPr="00E67132">
              <w:rPr>
                <w:rFonts w:asciiTheme="minorHAnsi" w:hAnsiTheme="minorHAnsi" w:cstheme="minorHAnsi"/>
                <w:bCs/>
                <w:noProof/>
                <w:sz w:val="22"/>
                <w:szCs w:val="22"/>
                <w:lang w:val="ro-RO"/>
              </w:rPr>
              <w:t xml:space="preserve"> cu o platformă</w:t>
            </w:r>
            <w:r w:rsidRPr="00E67132">
              <w:rPr>
                <w:rFonts w:asciiTheme="minorHAnsi" w:hAnsiTheme="minorHAnsi" w:cstheme="minorHAnsi"/>
                <w:bCs/>
                <w:noProof/>
                <w:sz w:val="22"/>
                <w:szCs w:val="22"/>
                <w:lang w:val="ro-RO"/>
              </w:rPr>
              <w:t xml:space="preserve"> autorizată</w:t>
            </w:r>
            <w:r w:rsidR="003F177D" w:rsidRPr="00E67132">
              <w:rPr>
                <w:rFonts w:asciiTheme="minorHAnsi" w:hAnsiTheme="minorHAnsi" w:cstheme="minorHAnsi"/>
                <w:bCs/>
                <w:noProof/>
                <w:sz w:val="22"/>
                <w:szCs w:val="22"/>
                <w:lang w:val="ro-RO"/>
              </w:rPr>
              <w:t xml:space="preserve"> de gunoi de grajd comunală, dacă dimensionarea</w:t>
            </w:r>
            <w:r w:rsidRPr="00E67132">
              <w:rPr>
                <w:rFonts w:asciiTheme="minorHAnsi" w:hAnsiTheme="minorHAnsi" w:cstheme="minorHAnsi"/>
                <w:bCs/>
                <w:noProof/>
                <w:sz w:val="22"/>
                <w:szCs w:val="22"/>
                <w:lang w:val="ro-RO"/>
              </w:rPr>
              <w:t xml:space="preserve"> </w:t>
            </w:r>
            <w:r w:rsidR="003F177D" w:rsidRPr="00E67132">
              <w:rPr>
                <w:rFonts w:asciiTheme="minorHAnsi" w:hAnsiTheme="minorHAnsi" w:cstheme="minorHAnsi"/>
                <w:bCs/>
                <w:noProof/>
                <w:sz w:val="22"/>
                <w:szCs w:val="22"/>
                <w:lang w:val="ro-RO"/>
              </w:rPr>
              <w:t>platformei temporare respectă</w:t>
            </w:r>
            <w:r w:rsidR="006C0969" w:rsidRPr="00E67132">
              <w:rPr>
                <w:rFonts w:asciiTheme="minorHAnsi" w:hAnsiTheme="minorHAnsi" w:cstheme="minorHAnsi"/>
                <w:bCs/>
                <w:noProof/>
                <w:sz w:val="22"/>
                <w:szCs w:val="22"/>
                <w:lang w:val="ro-RO"/>
              </w:rPr>
              <w:t xml:space="preserve"> dimensiunile care rezultă din utilizarea anexei </w:t>
            </w:r>
            <w:r w:rsidR="006C0969" w:rsidRPr="00E67132">
              <w:rPr>
                <w:rFonts w:asciiTheme="minorHAnsi" w:hAnsiTheme="minorHAnsi" w:cstheme="minorHAnsi"/>
                <w:i/>
                <w:noProof/>
                <w:sz w:val="22"/>
                <w:szCs w:val="22"/>
                <w:lang w:val="ro-RO"/>
              </w:rPr>
              <w:t>„Calculator Cod Bune Practici Agricole” în acord cu numărul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 precum şi</w:t>
            </w:r>
            <w:r w:rsidR="003F177D" w:rsidRPr="00E67132">
              <w:rPr>
                <w:rFonts w:asciiTheme="minorHAnsi" w:hAnsiTheme="minorHAnsi" w:cstheme="minorHAnsi"/>
                <w:noProof/>
                <w:sz w:val="22"/>
                <w:szCs w:val="22"/>
                <w:lang w:val="ro-RO"/>
              </w:rPr>
              <w:t>prevederile Codului de bune practici agricole pentru protecția apelor împotriva poluării cu nitrați din surse agricole aprobat prin Ordinul nr. 1270/ 2005</w:t>
            </w:r>
            <w:r w:rsidRPr="00E67132">
              <w:rPr>
                <w:rFonts w:asciiTheme="minorHAnsi" w:hAnsiTheme="minorHAnsi" w:cstheme="minorHAnsi"/>
                <w:noProof/>
                <w:sz w:val="22"/>
                <w:szCs w:val="22"/>
                <w:lang w:val="ro-RO"/>
              </w:rPr>
              <w:t xml:space="preserve">, </w:t>
            </w:r>
            <w:r w:rsidR="003F177D" w:rsidRPr="00E67132">
              <w:rPr>
                <w:rFonts w:asciiTheme="minorHAnsi" w:hAnsiTheme="minorHAnsi" w:cstheme="minorHAnsi"/>
                <w:noProof/>
                <w:sz w:val="22"/>
                <w:szCs w:val="22"/>
                <w:lang w:val="ro-RO"/>
              </w:rPr>
              <w:t>cu modificările și completările ulterioare.</w:t>
            </w:r>
          </w:p>
          <w:p w14:paraId="06566F3A" w14:textId="77777777" w:rsidR="00241E4E" w:rsidRPr="00E67132" w:rsidRDefault="00241E4E" w:rsidP="00241E4E">
            <w:pPr>
              <w:pStyle w:val="NoSpacing"/>
              <w:widowControl w:val="0"/>
              <w:autoSpaceDE w:val="0"/>
              <w:autoSpaceDN w:val="0"/>
              <w:adjustRightInd w:val="0"/>
              <w:spacing w:line="276" w:lineRule="auto"/>
              <w:jc w:val="both"/>
              <w:rPr>
                <w:rFonts w:asciiTheme="minorHAnsi" w:hAnsiTheme="minorHAnsi" w:cstheme="minorHAnsi"/>
                <w:noProof/>
                <w:lang w:val="ro-RO"/>
              </w:rPr>
            </w:pPr>
          </w:p>
          <w:p w14:paraId="3CF5B91F" w14:textId="77777777" w:rsidR="00241E4E" w:rsidRPr="00E67132" w:rsidRDefault="003F177D" w:rsidP="00FA3611">
            <w:pPr>
              <w:pStyle w:val="NoSpacing"/>
              <w:widowControl w:val="0"/>
              <w:autoSpaceDE w:val="0"/>
              <w:autoSpaceDN w:val="0"/>
              <w:adjustRightInd w:val="0"/>
              <w:jc w:val="both"/>
              <w:rPr>
                <w:rFonts w:asciiTheme="minorHAnsi" w:hAnsiTheme="minorHAnsi" w:cstheme="minorHAnsi"/>
                <w:noProof/>
                <w:lang w:val="ro-RO"/>
              </w:rPr>
            </w:pPr>
            <w:r w:rsidRPr="00E67132">
              <w:rPr>
                <w:rFonts w:asciiTheme="minorHAnsi" w:hAnsiTheme="minorHAnsi" w:cstheme="minorHAnsi"/>
                <w:noProof/>
                <w:lang w:val="ro-RO"/>
              </w:rPr>
              <w:t>În cazul amenajărilor de gestionare a gunoiului de grajd care nu necesită emiterea autorizației de construire, la a doua tranșă de plată se v</w:t>
            </w:r>
            <w:r w:rsidR="00AE58E2" w:rsidRPr="00E67132">
              <w:rPr>
                <w:rFonts w:asciiTheme="minorHAnsi" w:hAnsiTheme="minorHAnsi" w:cstheme="minorHAnsi"/>
                <w:noProof/>
                <w:lang w:val="ro-RO"/>
              </w:rPr>
              <w:t xml:space="preserve">erifică </w:t>
            </w:r>
            <w:r w:rsidRPr="00E67132">
              <w:rPr>
                <w:rFonts w:asciiTheme="minorHAnsi" w:hAnsiTheme="minorHAnsi" w:cstheme="minorHAnsi"/>
                <w:noProof/>
                <w:lang w:val="ro-RO"/>
              </w:rPr>
              <w:t xml:space="preserve"> adeverință emisă de Primăria Comunei care să ateste că,  amenajarea de gestionare a gunoiului de grajd se</w:t>
            </w:r>
            <w:r w:rsidR="00241E4E" w:rsidRPr="00E67132">
              <w:rPr>
                <w:rFonts w:asciiTheme="minorHAnsi" w:hAnsiTheme="minorHAnsi" w:cstheme="minorHAnsi"/>
                <w:noProof/>
                <w:lang w:val="ro-RO"/>
              </w:rPr>
              <w:t xml:space="preserve"> realizează în conformitate cu legislația în vigoare.</w:t>
            </w:r>
          </w:p>
          <w:p w14:paraId="39CBA4D1" w14:textId="77777777" w:rsidR="00B07F70" w:rsidRPr="00E67132" w:rsidRDefault="00B07F70" w:rsidP="001511B5">
            <w:pPr>
              <w:jc w:val="both"/>
              <w:rPr>
                <w:rFonts w:asciiTheme="minorHAnsi" w:hAnsiTheme="minorHAnsi" w:cstheme="minorHAnsi"/>
                <w:noProof/>
                <w:sz w:val="22"/>
                <w:szCs w:val="22"/>
                <w:lang w:val="ro-RO"/>
              </w:rPr>
            </w:pPr>
          </w:p>
          <w:p w14:paraId="547EB580" w14:textId="77777777" w:rsidR="00F66E13" w:rsidRPr="00E67132" w:rsidRDefault="00241E4E" w:rsidP="00C57A60">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w:t>
            </w:r>
            <w:r w:rsidR="004804AC" w:rsidRPr="00E67132">
              <w:rPr>
                <w:rFonts w:asciiTheme="minorHAnsi" w:hAnsiTheme="minorHAnsi" w:cstheme="minorHAnsi"/>
                <w:noProof/>
                <w:sz w:val="22"/>
                <w:szCs w:val="22"/>
                <w:lang w:val="ro-RO"/>
              </w:rPr>
              <w:t>n cazul cererilor de finanțare care prevăd în cadrul planului de afaceri amenajări de gestionare a gunoiului de grajd, expertul va verifica existența</w:t>
            </w:r>
            <w:r w:rsidR="00C57A60" w:rsidRPr="00E67132">
              <w:rPr>
                <w:rFonts w:asciiTheme="minorHAnsi" w:hAnsiTheme="minorHAnsi" w:cstheme="minorHAnsi"/>
                <w:noProof/>
                <w:sz w:val="22"/>
                <w:szCs w:val="22"/>
                <w:lang w:val="ro-RO"/>
              </w:rPr>
              <w:t xml:space="preserve"> </w:t>
            </w:r>
            <w:r w:rsidR="00AE58E2" w:rsidRPr="00E67132">
              <w:rPr>
                <w:rFonts w:asciiTheme="minorHAnsi" w:hAnsiTheme="minorHAnsi" w:cstheme="minorHAnsi"/>
                <w:noProof/>
                <w:sz w:val="22"/>
                <w:szCs w:val="22"/>
                <w:lang w:val="ro-RO"/>
              </w:rPr>
              <w:t>l</w:t>
            </w:r>
            <w:r w:rsidR="00F66E13" w:rsidRPr="00E67132">
              <w:rPr>
                <w:rFonts w:asciiTheme="minorHAnsi" w:hAnsiTheme="minorHAnsi" w:cstheme="minorHAnsi"/>
                <w:noProof/>
                <w:sz w:val="22"/>
                <w:szCs w:val="22"/>
                <w:lang w:val="ro-RO"/>
              </w:rPr>
              <w:t>a depunerea tranșe</w:t>
            </w:r>
            <w:r w:rsidR="007144D9" w:rsidRPr="00E67132">
              <w:rPr>
                <w:rFonts w:asciiTheme="minorHAnsi" w:hAnsiTheme="minorHAnsi" w:cstheme="minorHAnsi"/>
                <w:noProof/>
                <w:sz w:val="22"/>
                <w:szCs w:val="22"/>
                <w:lang w:val="ro-RO"/>
              </w:rPr>
              <w:t>i a</w:t>
            </w:r>
            <w:r w:rsidR="00AE58E2" w:rsidRPr="00E67132">
              <w:rPr>
                <w:rFonts w:asciiTheme="minorHAnsi" w:hAnsiTheme="minorHAnsi" w:cstheme="minorHAnsi"/>
                <w:noProof/>
                <w:sz w:val="22"/>
                <w:szCs w:val="22"/>
                <w:lang w:val="ro-RO"/>
              </w:rPr>
              <w:t xml:space="preserve"> </w:t>
            </w:r>
            <w:r w:rsidR="007144D9" w:rsidRPr="00E67132">
              <w:rPr>
                <w:rFonts w:asciiTheme="minorHAnsi" w:hAnsiTheme="minorHAnsi" w:cstheme="minorHAnsi"/>
                <w:noProof/>
                <w:sz w:val="22"/>
                <w:szCs w:val="22"/>
                <w:lang w:val="ro-RO"/>
              </w:rPr>
              <w:t>2-a de plată Autorizația de C</w:t>
            </w:r>
            <w:r w:rsidR="00F66E13" w:rsidRPr="00E67132">
              <w:rPr>
                <w:rFonts w:asciiTheme="minorHAnsi" w:hAnsiTheme="minorHAnsi" w:cstheme="minorHAnsi"/>
                <w:noProof/>
                <w:sz w:val="22"/>
                <w:szCs w:val="22"/>
                <w:lang w:val="ro-RO"/>
              </w:rPr>
              <w:t>onstruire.</w:t>
            </w:r>
          </w:p>
          <w:p w14:paraId="1C05C598" w14:textId="77777777" w:rsidR="00AE58E2" w:rsidRPr="00E67132" w:rsidRDefault="00AE58E2" w:rsidP="00C57A60">
            <w:pPr>
              <w:jc w:val="both"/>
              <w:rPr>
                <w:rFonts w:asciiTheme="minorHAnsi" w:hAnsiTheme="minorHAnsi" w:cstheme="minorHAnsi"/>
                <w:noProof/>
                <w:sz w:val="22"/>
                <w:szCs w:val="22"/>
                <w:lang w:val="ro-RO"/>
              </w:rPr>
            </w:pPr>
          </w:p>
          <w:p w14:paraId="247A26BF" w14:textId="77777777" w:rsidR="009E198A" w:rsidRPr="00E67132" w:rsidRDefault="009E198A" w:rsidP="00BF796B">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cazul în care la momentul depunerii Cererii de Finanțare se face dovada existenței platformei de gunoi de grajd, la depunerea Dosarului Cererii de Plată – tranșa a2-a, nu mai este necesară prezentarea Autorizația de Construire (excepție fac cazurile în care a fost necesară extinderea acesteia pentru a acoperi capacitatea ca urmare a creșterii numărului de animale).</w:t>
            </w:r>
          </w:p>
          <w:p w14:paraId="7D2D2EA5" w14:textId="77777777" w:rsidR="00707201" w:rsidRPr="00E67132" w:rsidRDefault="00707201" w:rsidP="007978C0">
            <w:pPr>
              <w:jc w:val="both"/>
              <w:rPr>
                <w:rFonts w:asciiTheme="minorHAnsi" w:hAnsiTheme="minorHAnsi" w:cstheme="minorHAnsi"/>
                <w:noProof/>
                <w:sz w:val="22"/>
                <w:szCs w:val="22"/>
                <w:lang w:val="ro-RO"/>
              </w:rPr>
            </w:pPr>
          </w:p>
          <w:p w14:paraId="49637829" w14:textId="77777777" w:rsidR="00013E67" w:rsidRPr="00E67132" w:rsidRDefault="00707201" w:rsidP="00940316">
            <w:pPr>
              <w:jc w:val="both"/>
              <w:rPr>
                <w:rFonts w:asciiTheme="minorHAnsi" w:hAnsiTheme="minorHAnsi" w:cstheme="minorHAnsi"/>
                <w:noProof/>
                <w:sz w:val="22"/>
                <w:szCs w:val="22"/>
                <w:lang w:val="ro-RO"/>
              </w:rPr>
            </w:pPr>
            <w:r w:rsidRPr="00E67132">
              <w:rPr>
                <w:rFonts w:asciiTheme="minorHAnsi" w:hAnsiTheme="minorHAnsi" w:cstheme="minorHAnsi"/>
                <w:b/>
                <w:bCs/>
                <w:noProof/>
                <w:sz w:val="22"/>
                <w:szCs w:val="22"/>
                <w:lang w:val="ro-RO"/>
              </w:rPr>
              <w:t>ATENȚIE:</w:t>
            </w:r>
            <w:r w:rsidR="00AF5428" w:rsidRPr="00E67132">
              <w:rPr>
                <w:rFonts w:asciiTheme="minorHAnsi" w:hAnsiTheme="minorHAnsi" w:cstheme="minorHAnsi"/>
                <w:noProof/>
                <w:sz w:val="22"/>
                <w:szCs w:val="22"/>
                <w:lang w:val="ro-RO"/>
              </w:rPr>
              <w:t xml:space="preserve"> </w:t>
            </w:r>
            <w:r w:rsidRPr="00E67132">
              <w:rPr>
                <w:rFonts w:asciiTheme="minorHAnsi" w:hAnsiTheme="minorHAnsi" w:cstheme="minorHAnsi"/>
                <w:noProof/>
                <w:sz w:val="22"/>
                <w:szCs w:val="22"/>
                <w:lang w:val="ro-RO"/>
              </w:rPr>
              <w:t>Construcțiile cu amenajarea platformelor de gestionare a gunoiului de grajd vor respecta prevederile legii 50/1991 privind autorizarea executării lucrărilor de construcții.</w:t>
            </w:r>
          </w:p>
          <w:p w14:paraId="08059F6E" w14:textId="77777777" w:rsidR="00310809" w:rsidRPr="00E67132" w:rsidRDefault="00013E67" w:rsidP="00940316">
            <w:pPr>
              <w:jc w:val="both"/>
              <w:rPr>
                <w:rFonts w:asciiTheme="minorHAnsi" w:hAnsiTheme="minorHAnsi" w:cstheme="minorHAnsi"/>
                <w:noProof/>
                <w:sz w:val="22"/>
                <w:szCs w:val="22"/>
                <w:lang w:val="ro-RO"/>
              </w:rPr>
            </w:pPr>
            <w:r w:rsidRPr="00E67132">
              <w:rPr>
                <w:rFonts w:asciiTheme="minorHAnsi" w:hAnsiTheme="minorHAnsi" w:cstheme="minorHAnsi"/>
                <w:noProof/>
                <w:sz w:val="22"/>
                <w:szCs w:val="22"/>
                <w:lang w:val="ro-RO"/>
              </w:rPr>
              <w:t>În funcţie de tipul de platformă ales, respectiv, construcţie provizorie sau permanentă, conform legii 50/1991, terenul</w:t>
            </w:r>
            <w:r w:rsidR="00DE6F2B" w:rsidRPr="00E67132">
              <w:rPr>
                <w:rFonts w:asciiTheme="minorHAnsi" w:hAnsiTheme="minorHAnsi" w:cstheme="minorHAnsi"/>
                <w:noProof/>
                <w:sz w:val="22"/>
                <w:szCs w:val="22"/>
                <w:lang w:val="ro-RO"/>
              </w:rPr>
              <w:t xml:space="preserve"> pe care se va amenaja platforma de gunoi de grajd</w:t>
            </w:r>
            <w:r w:rsidRPr="00E67132">
              <w:rPr>
                <w:rFonts w:asciiTheme="minorHAnsi" w:hAnsiTheme="minorHAnsi" w:cstheme="minorHAnsi"/>
                <w:noProof/>
                <w:sz w:val="22"/>
                <w:szCs w:val="22"/>
                <w:lang w:val="ro-RO"/>
              </w:rPr>
              <w:t xml:space="preserve"> se poate afla în proprietatea solicitantului sau se poate prezenta documentul care atestă dreptul de folosinţă al acestuia.</w:t>
            </w:r>
          </w:p>
          <w:p w14:paraId="5AC1ECF7" w14:textId="77777777" w:rsidR="00913C61" w:rsidRPr="00E67132" w:rsidRDefault="00913C61" w:rsidP="00FE14F6">
            <w:pPr>
              <w:pStyle w:val="NoSpacing"/>
              <w:tabs>
                <w:tab w:val="left" w:pos="720"/>
              </w:tabs>
              <w:jc w:val="both"/>
              <w:rPr>
                <w:rFonts w:asciiTheme="minorHAnsi" w:hAnsiTheme="minorHAnsi" w:cstheme="minorHAnsi"/>
                <w:noProof/>
                <w:lang w:val="ro-RO"/>
              </w:rPr>
            </w:pPr>
            <w:r w:rsidRPr="00E67132">
              <w:rPr>
                <w:rFonts w:asciiTheme="minorHAnsi" w:hAnsiTheme="minorHAnsi" w:cstheme="minorHAnsi"/>
                <w:noProof/>
                <w:lang w:val="ro-RO"/>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14:paraId="5CACADCC" w14:textId="77777777" w:rsidR="00913C61" w:rsidRPr="00E67132" w:rsidRDefault="00913C61" w:rsidP="00FE14F6">
            <w:pPr>
              <w:pStyle w:val="NoSpacing"/>
              <w:tabs>
                <w:tab w:val="left" w:pos="720"/>
              </w:tabs>
              <w:jc w:val="both"/>
              <w:rPr>
                <w:rFonts w:asciiTheme="minorHAnsi" w:hAnsiTheme="minorHAnsi" w:cstheme="minorHAnsi"/>
                <w:noProof/>
                <w:lang w:val="ro-RO"/>
              </w:rPr>
            </w:pPr>
            <w:r w:rsidRPr="00E67132">
              <w:rPr>
                <w:rFonts w:asciiTheme="minorHAnsi" w:hAnsiTheme="minorHAnsi" w:cstheme="minorHAnsi"/>
                <w:noProof/>
                <w:lang w:val="ro-RO"/>
              </w:rPr>
              <w:t>Expertul verifică existența copiei documentului care să certifice dreptul real principal (proprietate, uz, uzufruct, superficie, servitute)/dreptul de creanță asupra construcției, dacă solicitantul are deja terenul pe care se va construi/există platforma;</w:t>
            </w:r>
          </w:p>
          <w:p w14:paraId="679464CA" w14:textId="77777777" w:rsidR="00310809" w:rsidRPr="00E67132" w:rsidRDefault="00310809" w:rsidP="00940316">
            <w:pPr>
              <w:jc w:val="both"/>
              <w:rPr>
                <w:rFonts w:asciiTheme="minorHAnsi" w:hAnsiTheme="minorHAnsi" w:cstheme="minorHAnsi"/>
                <w:b/>
                <w:noProof/>
                <w:sz w:val="22"/>
                <w:szCs w:val="22"/>
                <w:lang w:val="ro-RO"/>
              </w:rPr>
            </w:pPr>
            <w:r w:rsidRPr="00E67132">
              <w:rPr>
                <w:rFonts w:asciiTheme="minorHAnsi" w:hAnsiTheme="minorHAnsi" w:cstheme="minorHAnsi"/>
                <w:noProof/>
                <w:sz w:val="22"/>
                <w:szCs w:val="22"/>
                <w:lang w:val="ro-RO"/>
              </w:rPr>
              <w:t xml:space="preserve">Atenție! Pentru exploatațiile care </w:t>
            </w:r>
            <w:r w:rsidRPr="00E67132">
              <w:rPr>
                <w:rFonts w:asciiTheme="minorHAnsi" w:hAnsiTheme="minorHAnsi" w:cstheme="minorHAnsi"/>
                <w:b/>
                <w:noProof/>
                <w:sz w:val="22"/>
                <w:szCs w:val="22"/>
                <w:lang w:val="ro-RO"/>
              </w:rPr>
              <w:t>vizează creşterea animalelor</w:t>
            </w:r>
            <w:r w:rsidRPr="00E67132">
              <w:rPr>
                <w:rFonts w:asciiTheme="minorHAnsi" w:hAnsiTheme="minorHAnsi" w:cstheme="minorHAnsi"/>
                <w:noProof/>
                <w:sz w:val="22"/>
                <w:szCs w:val="22"/>
                <w:lang w:val="ro-RO"/>
              </w:rPr>
              <w:t xml:space="preserve">, solicitanții trebuie să dețină în exploatația agricolă </w:t>
            </w:r>
            <w:r w:rsidRPr="00E67132">
              <w:rPr>
                <w:rFonts w:asciiTheme="minorHAnsi" w:hAnsiTheme="minorHAnsi" w:cstheme="minorHAnsi"/>
                <w:b/>
                <w:noProof/>
                <w:sz w:val="22"/>
                <w:szCs w:val="22"/>
                <w:lang w:val="ro-RO"/>
              </w:rPr>
              <w:t xml:space="preserve">construcții zootehnice adaptate </w:t>
            </w:r>
            <w:r w:rsidRPr="00E67132">
              <w:rPr>
                <w:rFonts w:asciiTheme="minorHAnsi" w:hAnsiTheme="minorHAnsi" w:cstheme="minorHAnsi"/>
                <w:noProof/>
                <w:sz w:val="22"/>
                <w:szCs w:val="22"/>
                <w:lang w:val="ro-RO"/>
              </w:rPr>
              <w:t>pentru creșterea animalelor și a pasărilor însoţite</w:t>
            </w:r>
            <w:r w:rsidRPr="00E67132">
              <w:rPr>
                <w:rFonts w:asciiTheme="minorHAnsi" w:hAnsiTheme="minorHAnsi" w:cstheme="minorHAnsi"/>
                <w:b/>
                <w:noProof/>
                <w:sz w:val="22"/>
                <w:szCs w:val="22"/>
                <w:lang w:val="ro-RO"/>
              </w:rPr>
              <w:t xml:space="preserve"> de documentaţia doveditoare.</w:t>
            </w:r>
          </w:p>
          <w:p w14:paraId="42EB98FC" w14:textId="77777777" w:rsidR="004A4209" w:rsidRPr="00E67132" w:rsidRDefault="004A4209" w:rsidP="00FE14F6">
            <w:pPr>
              <w:pStyle w:val="NoSpacing"/>
              <w:jc w:val="both"/>
              <w:rPr>
                <w:rFonts w:asciiTheme="minorHAnsi" w:hAnsiTheme="minorHAnsi" w:cstheme="minorHAnsi"/>
                <w:noProof/>
                <w:lang w:val="ro-RO"/>
              </w:rPr>
            </w:pPr>
            <w:r w:rsidRPr="00E67132">
              <w:rPr>
                <w:rFonts w:asciiTheme="minorHAnsi" w:hAnsiTheme="minorHAnsi" w:cstheme="minorHAnsi"/>
                <w:noProof/>
                <w:lang w:val="ro-RO"/>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tc>
      </w:tr>
    </w:tbl>
    <w:p w14:paraId="63EA9285" w14:textId="77777777" w:rsidR="00350DD7" w:rsidRPr="00343741" w:rsidRDefault="00A03012" w:rsidP="00A47617">
      <w:pPr>
        <w:pStyle w:val="NoSpacing"/>
        <w:jc w:val="both"/>
        <w:rPr>
          <w:rFonts w:cs="Calibri"/>
          <w:noProof/>
          <w:lang w:val="ro-RO"/>
        </w:rPr>
      </w:pPr>
      <w:r w:rsidRPr="00343741">
        <w:rPr>
          <w:rFonts w:cs="Calibri"/>
          <w:noProof/>
          <w:lang w:val="ro-RO"/>
        </w:rPr>
        <w:t>Daca in urma verificării efectuate în conformitate cu precizările din coloana “puncte de verificat”, expertul constată ca solicitantul</w:t>
      </w:r>
      <w:r w:rsidR="00FA28A1" w:rsidRPr="00343741">
        <w:rPr>
          <w:rFonts w:cs="Calibri"/>
          <w:noProof/>
          <w:lang w:val="ro-RO"/>
        </w:rPr>
        <w:t xml:space="preserve">, în Planul de Afaceri sunt  prevăzute în mod obligatoriu amenajări de depozitare şi gestionare a gunoiului de grajd destinate evitării infiltrării în pânza freatică a compuşilor pe bază de nitriţi şi nitraţi, </w:t>
      </w:r>
      <w:r w:rsidRPr="00343741">
        <w:rPr>
          <w:rFonts w:cs="Calibri"/>
          <w:noProof/>
          <w:lang w:val="ro-RO"/>
        </w:rPr>
        <w:t>va bifa casuţa corespunzatoare categoriei repr</w:t>
      </w:r>
      <w:r w:rsidR="00FA28A1" w:rsidRPr="00343741">
        <w:rPr>
          <w:rFonts w:cs="Calibri"/>
          <w:noProof/>
          <w:lang w:val="ro-RO"/>
        </w:rPr>
        <w:t>ezentata de solicitant caseta “da</w:t>
      </w:r>
      <w:r w:rsidRPr="00343741">
        <w:rPr>
          <w:rFonts w:cs="Calibri"/>
          <w:noProof/>
          <w:lang w:val="ro-RO"/>
        </w:rPr>
        <w:t>” pentru verificare. In caz contrar se va bifa “nu”, cererea fiind declarată neeligibilă.</w:t>
      </w:r>
    </w:p>
    <w:p w14:paraId="3903E9E9" w14:textId="77777777" w:rsidR="002D3DC6" w:rsidRPr="00E67132" w:rsidRDefault="002D3DC6" w:rsidP="00342928">
      <w:pPr>
        <w:pStyle w:val="ListParagraph"/>
        <w:spacing w:line="276" w:lineRule="auto"/>
        <w:ind w:left="0"/>
        <w:contextualSpacing w:val="0"/>
        <w:jc w:val="both"/>
        <w:rPr>
          <w:rFonts w:ascii="Calibri" w:hAnsi="Calibri" w:cs="Calibri"/>
          <w:b/>
          <w:noProof/>
          <w:sz w:val="22"/>
          <w:szCs w:val="22"/>
          <w:lang w:val="ro-RO"/>
        </w:rPr>
      </w:pPr>
    </w:p>
    <w:p w14:paraId="66315134" w14:textId="77777777" w:rsidR="00574253" w:rsidRPr="00E67132" w:rsidRDefault="00601460" w:rsidP="00342928">
      <w:pPr>
        <w:pStyle w:val="ListParagraph"/>
        <w:spacing w:line="276" w:lineRule="auto"/>
        <w:ind w:left="0"/>
        <w:contextualSpacing w:val="0"/>
        <w:jc w:val="both"/>
        <w:rPr>
          <w:rFonts w:ascii="Calibri" w:hAnsi="Calibri" w:cs="Calibri"/>
          <w:b/>
          <w:noProof/>
          <w:sz w:val="22"/>
          <w:szCs w:val="22"/>
          <w:lang w:val="ro-RO"/>
        </w:rPr>
      </w:pPr>
      <w:r w:rsidRPr="00E67132">
        <w:rPr>
          <w:rFonts w:ascii="Calibri" w:hAnsi="Calibri" w:cs="Calibri"/>
          <w:b/>
          <w:noProof/>
          <w:sz w:val="22"/>
          <w:szCs w:val="22"/>
          <w:lang w:val="ro-RO"/>
        </w:rPr>
        <w:t>EG7</w:t>
      </w:r>
      <w:r w:rsidRPr="00E67132">
        <w:rPr>
          <w:rFonts w:ascii="Calibri" w:hAnsi="Calibri" w:cs="Calibri"/>
          <w:noProof/>
          <w:sz w:val="22"/>
          <w:szCs w:val="22"/>
          <w:lang w:val="ro-RO"/>
        </w:rPr>
        <w:t xml:space="preserve"> </w:t>
      </w:r>
      <w:r w:rsidR="0054297E" w:rsidRPr="00E67132">
        <w:rPr>
          <w:rFonts w:ascii="Calibri" w:hAnsi="Calibri" w:cs="Calibri"/>
          <w:b/>
          <w:noProof/>
          <w:sz w:val="22"/>
          <w:szCs w:val="22"/>
          <w:lang w:val="ro-RO"/>
        </w:rPr>
        <w:t>Exploatația agricolă vizează înfiinţarea şi reconversia plantaţiilor pomicole în planul de afaceri</w:t>
      </w:r>
      <w:r w:rsidR="00CB22C2" w:rsidRPr="00E67132">
        <w:rPr>
          <w:rFonts w:ascii="Calibri" w:hAnsi="Calibri" w:cs="Calibri"/>
          <w:b/>
          <w:noProof/>
          <w:sz w:val="22"/>
          <w:szCs w:val="22"/>
          <w:lang w:val="ro-RO"/>
        </w:rPr>
        <w: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01460" w:rsidRPr="00E67132" w14:paraId="1A0BBD61" w14:textId="77777777" w:rsidTr="00EE23D3">
        <w:tc>
          <w:tcPr>
            <w:tcW w:w="4465" w:type="dxa"/>
            <w:shd w:val="clear" w:color="auto" w:fill="C0C0C0"/>
          </w:tcPr>
          <w:p w14:paraId="0D0535A0" w14:textId="77777777" w:rsidR="00601460" w:rsidRPr="00E67132" w:rsidRDefault="00601460" w:rsidP="00EE23D3">
            <w:pPr>
              <w:pStyle w:val="Heading1"/>
              <w:rPr>
                <w:rFonts w:ascii="Calibri" w:hAnsi="Calibri" w:cs="Calibri"/>
                <w:noProof/>
                <w:sz w:val="22"/>
                <w:szCs w:val="22"/>
              </w:rPr>
            </w:pPr>
            <w:r w:rsidRPr="00E67132">
              <w:rPr>
                <w:rFonts w:ascii="Calibri" w:hAnsi="Calibri" w:cs="Calibri"/>
                <w:noProof/>
                <w:sz w:val="22"/>
                <w:szCs w:val="22"/>
              </w:rPr>
              <w:t>DOCUMENTE PREZENTATE</w:t>
            </w:r>
          </w:p>
        </w:tc>
        <w:tc>
          <w:tcPr>
            <w:tcW w:w="5103" w:type="dxa"/>
            <w:shd w:val="clear" w:color="auto" w:fill="C0C0C0"/>
          </w:tcPr>
          <w:p w14:paraId="1BE6E6A9" w14:textId="77777777" w:rsidR="00601460" w:rsidRPr="00E67132" w:rsidRDefault="00601460" w:rsidP="00EE23D3">
            <w:pPr>
              <w:jc w:val="both"/>
              <w:rPr>
                <w:rFonts w:ascii="Calibri" w:hAnsi="Calibri" w:cs="Calibri"/>
                <w:b/>
                <w:noProof/>
                <w:sz w:val="22"/>
                <w:szCs w:val="22"/>
                <w:lang w:val="ro-RO"/>
              </w:rPr>
            </w:pPr>
          </w:p>
          <w:p w14:paraId="042BA954" w14:textId="77777777" w:rsidR="00601460" w:rsidRPr="00E67132" w:rsidRDefault="00601460" w:rsidP="00EE23D3">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IN  DOCUMENTE</w:t>
            </w:r>
          </w:p>
        </w:tc>
      </w:tr>
      <w:tr w:rsidR="00601460" w:rsidRPr="00E67132" w14:paraId="7767183F" w14:textId="77777777" w:rsidTr="008417DB">
        <w:trPr>
          <w:trHeight w:val="1448"/>
        </w:trPr>
        <w:tc>
          <w:tcPr>
            <w:tcW w:w="4465" w:type="dxa"/>
          </w:tcPr>
          <w:p w14:paraId="4F6CFF1D" w14:textId="77777777" w:rsidR="00601460" w:rsidRPr="00E67132" w:rsidRDefault="00601460" w:rsidP="00EE23D3">
            <w:pPr>
              <w:jc w:val="both"/>
              <w:rPr>
                <w:rFonts w:ascii="Calibri" w:hAnsi="Calibri" w:cs="Calibri"/>
                <w:b/>
                <w:noProof/>
                <w:sz w:val="22"/>
                <w:szCs w:val="22"/>
                <w:lang w:val="ro-RO"/>
              </w:rPr>
            </w:pPr>
            <w:r w:rsidRPr="00E67132">
              <w:rPr>
                <w:rFonts w:ascii="Calibri" w:hAnsi="Calibri" w:cs="Calibri"/>
                <w:b/>
                <w:noProof/>
                <w:sz w:val="22"/>
                <w:szCs w:val="22"/>
                <w:lang w:val="ro-RO"/>
              </w:rPr>
              <w:t xml:space="preserve">Doc.1. Planul de afaceri pentru dezvoltarea exploatatiei </w:t>
            </w:r>
          </w:p>
          <w:p w14:paraId="2383E350" w14:textId="77777777" w:rsidR="00601460" w:rsidRPr="00E67132" w:rsidRDefault="00601460" w:rsidP="00EE23D3">
            <w:pPr>
              <w:jc w:val="both"/>
              <w:rPr>
                <w:rFonts w:ascii="Calibri" w:hAnsi="Calibri" w:cs="Calibri"/>
                <w:b/>
                <w:noProof/>
                <w:sz w:val="22"/>
                <w:szCs w:val="22"/>
                <w:lang w:val="ro-RO"/>
              </w:rPr>
            </w:pPr>
          </w:p>
          <w:p w14:paraId="15B43D7F" w14:textId="77777777" w:rsidR="00601460" w:rsidRPr="00E67132" w:rsidRDefault="00601460" w:rsidP="00EE23D3">
            <w:pPr>
              <w:jc w:val="both"/>
              <w:rPr>
                <w:rFonts w:ascii="Calibri" w:hAnsi="Calibri" w:cs="Calibri"/>
                <w:b/>
                <w:noProof/>
                <w:sz w:val="22"/>
                <w:szCs w:val="22"/>
                <w:lang w:val="ro-RO"/>
              </w:rPr>
            </w:pPr>
          </w:p>
          <w:p w14:paraId="3EA7E4EA" w14:textId="77777777" w:rsidR="00800DD6" w:rsidRPr="00E67132" w:rsidRDefault="00800DD6" w:rsidP="00EE23D3">
            <w:pPr>
              <w:jc w:val="both"/>
              <w:rPr>
                <w:rFonts w:ascii="Calibri" w:hAnsi="Calibri" w:cs="Calibri"/>
                <w:b/>
                <w:noProof/>
                <w:sz w:val="22"/>
                <w:szCs w:val="22"/>
                <w:lang w:val="ro-RO"/>
              </w:rPr>
            </w:pPr>
          </w:p>
          <w:p w14:paraId="4A05AC30" w14:textId="77777777" w:rsidR="001D096B" w:rsidRPr="00E67132" w:rsidRDefault="001D096B" w:rsidP="00EE23D3">
            <w:pPr>
              <w:jc w:val="both"/>
              <w:rPr>
                <w:rFonts w:ascii="Calibri" w:hAnsi="Calibri" w:cs="Calibri"/>
                <w:b/>
                <w:noProof/>
                <w:sz w:val="22"/>
                <w:szCs w:val="22"/>
                <w:lang w:val="ro-RO"/>
              </w:rPr>
            </w:pPr>
          </w:p>
          <w:p w14:paraId="56AB9CB4" w14:textId="77777777" w:rsidR="001D096B" w:rsidRPr="00E67132" w:rsidRDefault="001D096B" w:rsidP="00EE23D3">
            <w:pPr>
              <w:jc w:val="both"/>
              <w:rPr>
                <w:rFonts w:ascii="Calibri" w:hAnsi="Calibri" w:cs="Calibri"/>
                <w:b/>
                <w:noProof/>
                <w:sz w:val="22"/>
                <w:szCs w:val="22"/>
                <w:lang w:val="ro-RO"/>
              </w:rPr>
            </w:pPr>
          </w:p>
          <w:p w14:paraId="10A79B7B" w14:textId="77777777" w:rsidR="001D096B" w:rsidRPr="00E67132" w:rsidRDefault="001D096B" w:rsidP="00EE23D3">
            <w:pPr>
              <w:jc w:val="both"/>
              <w:rPr>
                <w:rFonts w:ascii="Calibri" w:hAnsi="Calibri" w:cs="Calibri"/>
                <w:b/>
                <w:noProof/>
                <w:sz w:val="22"/>
                <w:szCs w:val="22"/>
                <w:lang w:val="ro-RO"/>
              </w:rPr>
            </w:pPr>
          </w:p>
          <w:p w14:paraId="09047B5A" w14:textId="77777777" w:rsidR="00800DD6" w:rsidRPr="00E67132" w:rsidRDefault="00800DD6" w:rsidP="00EE23D3">
            <w:pPr>
              <w:jc w:val="both"/>
              <w:rPr>
                <w:rFonts w:ascii="Calibri" w:hAnsi="Calibri" w:cs="Calibri"/>
                <w:b/>
                <w:noProof/>
                <w:sz w:val="22"/>
                <w:szCs w:val="22"/>
                <w:lang w:val="ro-RO"/>
              </w:rPr>
            </w:pPr>
          </w:p>
          <w:p w14:paraId="0BFCF1FB" w14:textId="77777777" w:rsidR="00800DD6" w:rsidRPr="00E67132" w:rsidRDefault="00800DD6" w:rsidP="00EE23D3">
            <w:pPr>
              <w:jc w:val="both"/>
              <w:rPr>
                <w:rFonts w:ascii="Calibri" w:hAnsi="Calibri" w:cs="Calibri"/>
                <w:b/>
                <w:noProof/>
                <w:sz w:val="22"/>
                <w:szCs w:val="22"/>
                <w:lang w:val="ro-RO"/>
              </w:rPr>
            </w:pPr>
          </w:p>
          <w:p w14:paraId="01DBEC33" w14:textId="77777777" w:rsidR="00601460" w:rsidRPr="00E67132" w:rsidRDefault="001939C4" w:rsidP="00EE23D3">
            <w:pPr>
              <w:jc w:val="both"/>
              <w:rPr>
                <w:rFonts w:ascii="Calibri" w:hAnsi="Calibri" w:cs="Calibri"/>
                <w:b/>
                <w:noProof/>
                <w:sz w:val="22"/>
                <w:szCs w:val="22"/>
                <w:lang w:val="ro-RO"/>
              </w:rPr>
            </w:pPr>
            <w:r w:rsidRPr="00E67132">
              <w:rPr>
                <w:rFonts w:ascii="Calibri" w:hAnsi="Calibri" w:cs="Calibri"/>
                <w:b/>
                <w:noProof/>
                <w:sz w:val="22"/>
                <w:szCs w:val="22"/>
                <w:lang w:val="ro-RO"/>
              </w:rPr>
              <w:t xml:space="preserve">Anexa 10 - Anexa </w:t>
            </w:r>
            <w:r w:rsidR="0051162B" w:rsidRPr="00E67132">
              <w:rPr>
                <w:rFonts w:ascii="Calibri" w:hAnsi="Calibri" w:cs="Calibri"/>
                <w:b/>
                <w:noProof/>
                <w:sz w:val="22"/>
                <w:szCs w:val="22"/>
                <w:lang w:val="ro-RO"/>
              </w:rPr>
              <w:t>aferentă</w:t>
            </w:r>
            <w:r w:rsidRPr="00E67132">
              <w:rPr>
                <w:rFonts w:ascii="Calibri" w:hAnsi="Calibri" w:cs="Calibri"/>
                <w:b/>
                <w:noProof/>
                <w:sz w:val="22"/>
                <w:szCs w:val="22"/>
                <w:lang w:val="ro-RO"/>
              </w:rPr>
              <w:t xml:space="preserve"> Subprogramului Tematic Pomicol</w:t>
            </w:r>
            <w:r w:rsidR="0051162B" w:rsidRPr="00E67132">
              <w:rPr>
                <w:rFonts w:ascii="Calibri" w:hAnsi="Calibri" w:cs="Calibri"/>
                <w:b/>
                <w:noProof/>
                <w:sz w:val="22"/>
                <w:szCs w:val="22"/>
                <w:lang w:val="ro-RO"/>
              </w:rPr>
              <w:t xml:space="preserve"> din cadrul național legislativ de implementare.</w:t>
            </w:r>
          </w:p>
          <w:p w14:paraId="6D0114FA" w14:textId="77777777" w:rsidR="00073CDE" w:rsidRPr="00E67132" w:rsidRDefault="00073CDE" w:rsidP="00EE23D3">
            <w:pPr>
              <w:jc w:val="both"/>
              <w:rPr>
                <w:rFonts w:ascii="Calibri" w:hAnsi="Calibri" w:cs="Calibri"/>
                <w:b/>
                <w:noProof/>
                <w:sz w:val="22"/>
                <w:szCs w:val="22"/>
                <w:lang w:val="ro-RO"/>
              </w:rPr>
            </w:pPr>
          </w:p>
          <w:p w14:paraId="5D8E9A5B" w14:textId="77777777" w:rsidR="002A519F" w:rsidRPr="00E67132" w:rsidRDefault="002A519F" w:rsidP="00EE23D3">
            <w:pPr>
              <w:jc w:val="both"/>
              <w:rPr>
                <w:rFonts w:ascii="Calibri" w:hAnsi="Calibri" w:cs="Calibri"/>
                <w:b/>
                <w:noProof/>
                <w:sz w:val="22"/>
                <w:szCs w:val="22"/>
                <w:lang w:val="ro-RO"/>
              </w:rPr>
            </w:pPr>
          </w:p>
          <w:p w14:paraId="42C4763E" w14:textId="77777777" w:rsidR="002A519F" w:rsidRPr="00E67132" w:rsidRDefault="002A519F" w:rsidP="00EE23D3">
            <w:pPr>
              <w:jc w:val="both"/>
              <w:rPr>
                <w:rFonts w:ascii="Calibri" w:hAnsi="Calibri" w:cs="Calibri"/>
                <w:b/>
                <w:noProof/>
                <w:sz w:val="22"/>
                <w:szCs w:val="22"/>
                <w:lang w:val="ro-RO"/>
              </w:rPr>
            </w:pPr>
          </w:p>
          <w:p w14:paraId="05F8F28E" w14:textId="77777777" w:rsidR="002A519F" w:rsidRPr="00E67132" w:rsidRDefault="002A519F" w:rsidP="00EE23D3">
            <w:pPr>
              <w:jc w:val="both"/>
              <w:rPr>
                <w:rFonts w:ascii="Calibri" w:hAnsi="Calibri" w:cs="Calibri"/>
                <w:b/>
                <w:noProof/>
                <w:sz w:val="22"/>
                <w:szCs w:val="22"/>
                <w:lang w:val="ro-RO"/>
              </w:rPr>
            </w:pPr>
          </w:p>
          <w:p w14:paraId="3A7DF6BF" w14:textId="77777777" w:rsidR="002A519F" w:rsidRPr="00E67132" w:rsidRDefault="002A519F" w:rsidP="00EE23D3">
            <w:pPr>
              <w:jc w:val="both"/>
              <w:rPr>
                <w:rFonts w:ascii="Calibri" w:hAnsi="Calibri" w:cs="Calibri"/>
                <w:b/>
                <w:noProof/>
                <w:sz w:val="22"/>
                <w:szCs w:val="22"/>
                <w:lang w:val="ro-RO"/>
              </w:rPr>
            </w:pPr>
          </w:p>
          <w:p w14:paraId="0D6FC9F8" w14:textId="77777777" w:rsidR="002A519F" w:rsidRPr="00E67132" w:rsidRDefault="002A519F" w:rsidP="00EE23D3">
            <w:pPr>
              <w:jc w:val="both"/>
              <w:rPr>
                <w:rFonts w:ascii="Calibri" w:hAnsi="Calibri" w:cs="Calibri"/>
                <w:b/>
                <w:noProof/>
                <w:sz w:val="22"/>
                <w:szCs w:val="22"/>
                <w:lang w:val="ro-RO"/>
              </w:rPr>
            </w:pPr>
          </w:p>
          <w:p w14:paraId="14A3D4A3" w14:textId="77777777" w:rsidR="002A519F" w:rsidRPr="00E67132" w:rsidRDefault="002A519F" w:rsidP="00EE23D3">
            <w:pPr>
              <w:jc w:val="both"/>
              <w:rPr>
                <w:rFonts w:ascii="Calibri" w:hAnsi="Calibri" w:cs="Calibri"/>
                <w:b/>
                <w:noProof/>
                <w:sz w:val="22"/>
                <w:szCs w:val="22"/>
                <w:lang w:val="ro-RO"/>
              </w:rPr>
            </w:pPr>
          </w:p>
          <w:p w14:paraId="6C2124C3" w14:textId="77777777" w:rsidR="002A519F" w:rsidRPr="00E67132" w:rsidRDefault="002A519F" w:rsidP="00EE23D3">
            <w:pPr>
              <w:jc w:val="both"/>
              <w:rPr>
                <w:rFonts w:ascii="Calibri" w:hAnsi="Calibri" w:cs="Calibri"/>
                <w:b/>
                <w:noProof/>
                <w:sz w:val="22"/>
                <w:szCs w:val="22"/>
                <w:lang w:val="ro-RO"/>
              </w:rPr>
            </w:pPr>
          </w:p>
          <w:p w14:paraId="4E8C4BD8" w14:textId="77777777" w:rsidR="002A519F" w:rsidRPr="00E67132" w:rsidRDefault="002A519F" w:rsidP="00EE23D3">
            <w:pPr>
              <w:jc w:val="both"/>
              <w:rPr>
                <w:rFonts w:ascii="Calibri" w:hAnsi="Calibri" w:cs="Calibri"/>
                <w:b/>
                <w:noProof/>
                <w:sz w:val="22"/>
                <w:szCs w:val="22"/>
                <w:lang w:val="ro-RO"/>
              </w:rPr>
            </w:pPr>
          </w:p>
          <w:p w14:paraId="774672CF" w14:textId="77777777" w:rsidR="002A519F" w:rsidRPr="00E67132" w:rsidRDefault="002A519F" w:rsidP="00EE23D3">
            <w:pPr>
              <w:jc w:val="both"/>
              <w:rPr>
                <w:rFonts w:ascii="Calibri" w:hAnsi="Calibri" w:cs="Calibri"/>
                <w:b/>
                <w:noProof/>
                <w:sz w:val="22"/>
                <w:szCs w:val="22"/>
                <w:lang w:val="ro-RO"/>
              </w:rPr>
            </w:pPr>
          </w:p>
          <w:p w14:paraId="64AF6B21" w14:textId="77777777" w:rsidR="002A519F" w:rsidRPr="00E67132" w:rsidRDefault="002A519F" w:rsidP="00EE23D3">
            <w:pPr>
              <w:jc w:val="both"/>
              <w:rPr>
                <w:rFonts w:ascii="Calibri" w:hAnsi="Calibri" w:cs="Calibri"/>
                <w:b/>
                <w:noProof/>
                <w:sz w:val="22"/>
                <w:szCs w:val="22"/>
                <w:lang w:val="ro-RO"/>
              </w:rPr>
            </w:pPr>
          </w:p>
          <w:p w14:paraId="38ADBB9D" w14:textId="77777777" w:rsidR="002A519F" w:rsidRPr="00E67132" w:rsidRDefault="002A519F" w:rsidP="00EE23D3">
            <w:pPr>
              <w:jc w:val="both"/>
              <w:rPr>
                <w:rFonts w:ascii="Calibri" w:hAnsi="Calibri" w:cs="Calibri"/>
                <w:b/>
                <w:noProof/>
                <w:sz w:val="22"/>
                <w:szCs w:val="22"/>
                <w:lang w:val="ro-RO"/>
              </w:rPr>
            </w:pPr>
          </w:p>
          <w:p w14:paraId="7C033BB7" w14:textId="77777777" w:rsidR="002A519F" w:rsidRPr="00E67132" w:rsidRDefault="002A519F" w:rsidP="00EE23D3">
            <w:pPr>
              <w:jc w:val="both"/>
              <w:rPr>
                <w:rFonts w:ascii="Calibri" w:hAnsi="Calibri" w:cs="Calibri"/>
                <w:b/>
                <w:noProof/>
                <w:sz w:val="22"/>
                <w:szCs w:val="22"/>
                <w:lang w:val="ro-RO"/>
              </w:rPr>
            </w:pPr>
          </w:p>
          <w:p w14:paraId="2316D8D6" w14:textId="77777777" w:rsidR="002A519F" w:rsidRPr="00E67132" w:rsidRDefault="002A519F" w:rsidP="00EE23D3">
            <w:pPr>
              <w:jc w:val="both"/>
              <w:rPr>
                <w:rFonts w:ascii="Calibri" w:hAnsi="Calibri" w:cs="Calibri"/>
                <w:b/>
                <w:noProof/>
                <w:sz w:val="22"/>
                <w:szCs w:val="22"/>
                <w:lang w:val="ro-RO"/>
              </w:rPr>
            </w:pPr>
          </w:p>
          <w:p w14:paraId="3E895F3C" w14:textId="77777777" w:rsidR="002A519F" w:rsidRPr="00E67132" w:rsidRDefault="002A519F" w:rsidP="00EE23D3">
            <w:pPr>
              <w:jc w:val="both"/>
              <w:rPr>
                <w:rFonts w:ascii="Calibri" w:hAnsi="Calibri" w:cs="Calibri"/>
                <w:b/>
                <w:noProof/>
                <w:sz w:val="22"/>
                <w:szCs w:val="22"/>
                <w:lang w:val="ro-RO"/>
              </w:rPr>
            </w:pPr>
          </w:p>
          <w:p w14:paraId="3717644D" w14:textId="77777777" w:rsidR="002A519F" w:rsidRPr="00E67132" w:rsidRDefault="002A519F" w:rsidP="00EE23D3">
            <w:pPr>
              <w:jc w:val="both"/>
              <w:rPr>
                <w:rFonts w:ascii="Calibri" w:hAnsi="Calibri" w:cs="Calibri"/>
                <w:b/>
                <w:noProof/>
                <w:sz w:val="22"/>
                <w:szCs w:val="22"/>
                <w:lang w:val="ro-RO"/>
              </w:rPr>
            </w:pPr>
          </w:p>
          <w:p w14:paraId="176FC035" w14:textId="77777777" w:rsidR="002A519F" w:rsidRPr="00E67132" w:rsidRDefault="002A519F" w:rsidP="00EE23D3">
            <w:pPr>
              <w:jc w:val="both"/>
              <w:rPr>
                <w:rFonts w:ascii="Calibri" w:hAnsi="Calibri" w:cs="Calibri"/>
                <w:b/>
                <w:noProof/>
                <w:sz w:val="22"/>
                <w:szCs w:val="22"/>
                <w:lang w:val="ro-RO"/>
              </w:rPr>
            </w:pPr>
          </w:p>
          <w:p w14:paraId="352D69C0" w14:textId="77777777" w:rsidR="002A519F" w:rsidRPr="00E67132" w:rsidRDefault="002A519F" w:rsidP="00EE23D3">
            <w:pPr>
              <w:jc w:val="both"/>
              <w:rPr>
                <w:rFonts w:ascii="Calibri" w:hAnsi="Calibri" w:cs="Calibri"/>
                <w:b/>
                <w:noProof/>
                <w:sz w:val="22"/>
                <w:szCs w:val="22"/>
                <w:lang w:val="ro-RO"/>
              </w:rPr>
            </w:pPr>
          </w:p>
          <w:p w14:paraId="2A3EC2F1" w14:textId="77777777" w:rsidR="002A519F" w:rsidRPr="00E67132" w:rsidRDefault="002A519F" w:rsidP="00EE23D3">
            <w:pPr>
              <w:jc w:val="both"/>
              <w:rPr>
                <w:rFonts w:ascii="Calibri" w:hAnsi="Calibri" w:cs="Calibri"/>
                <w:b/>
                <w:noProof/>
                <w:sz w:val="22"/>
                <w:szCs w:val="22"/>
                <w:lang w:val="ro-RO"/>
              </w:rPr>
            </w:pPr>
          </w:p>
          <w:p w14:paraId="44C9695F" w14:textId="77777777" w:rsidR="002A519F" w:rsidRPr="00E67132" w:rsidRDefault="002A519F" w:rsidP="00EE23D3">
            <w:pPr>
              <w:jc w:val="both"/>
              <w:rPr>
                <w:rFonts w:ascii="Calibri" w:hAnsi="Calibri" w:cs="Calibri"/>
                <w:b/>
                <w:noProof/>
                <w:sz w:val="22"/>
                <w:szCs w:val="22"/>
                <w:lang w:val="ro-RO"/>
              </w:rPr>
            </w:pPr>
          </w:p>
          <w:p w14:paraId="7DDC48D6" w14:textId="77777777" w:rsidR="002A519F" w:rsidRPr="00E67132" w:rsidRDefault="002A519F" w:rsidP="00EE23D3">
            <w:pPr>
              <w:jc w:val="both"/>
              <w:rPr>
                <w:rFonts w:ascii="Calibri" w:hAnsi="Calibri" w:cs="Calibri"/>
                <w:b/>
                <w:noProof/>
                <w:sz w:val="22"/>
                <w:szCs w:val="22"/>
                <w:lang w:val="ro-RO"/>
              </w:rPr>
            </w:pPr>
          </w:p>
          <w:p w14:paraId="06E32618" w14:textId="77777777" w:rsidR="002A519F" w:rsidRPr="00E67132" w:rsidRDefault="002A519F" w:rsidP="00EE23D3">
            <w:pPr>
              <w:jc w:val="both"/>
              <w:rPr>
                <w:rFonts w:ascii="Calibri" w:hAnsi="Calibri" w:cs="Calibri"/>
                <w:b/>
                <w:noProof/>
                <w:sz w:val="22"/>
                <w:szCs w:val="22"/>
                <w:lang w:val="ro-RO"/>
              </w:rPr>
            </w:pPr>
          </w:p>
          <w:p w14:paraId="53390D02" w14:textId="77777777" w:rsidR="002A519F" w:rsidRPr="00E67132" w:rsidRDefault="002A519F" w:rsidP="00EE23D3">
            <w:pPr>
              <w:jc w:val="both"/>
              <w:rPr>
                <w:rFonts w:ascii="Calibri" w:hAnsi="Calibri" w:cs="Calibri"/>
                <w:b/>
                <w:noProof/>
                <w:sz w:val="22"/>
                <w:szCs w:val="22"/>
                <w:lang w:val="ro-RO"/>
              </w:rPr>
            </w:pPr>
          </w:p>
          <w:p w14:paraId="4EB4D899" w14:textId="77777777" w:rsidR="002A519F" w:rsidRPr="00E67132" w:rsidRDefault="002A519F" w:rsidP="00EE23D3">
            <w:pPr>
              <w:jc w:val="both"/>
              <w:rPr>
                <w:rFonts w:ascii="Calibri" w:hAnsi="Calibri" w:cs="Calibri"/>
                <w:b/>
                <w:noProof/>
                <w:sz w:val="22"/>
                <w:szCs w:val="22"/>
                <w:lang w:val="ro-RO"/>
              </w:rPr>
            </w:pPr>
          </w:p>
          <w:p w14:paraId="0AE63B61" w14:textId="77777777" w:rsidR="002A519F" w:rsidRPr="00E67132" w:rsidRDefault="002A519F" w:rsidP="00EE23D3">
            <w:pPr>
              <w:jc w:val="both"/>
              <w:rPr>
                <w:rFonts w:ascii="Calibri" w:hAnsi="Calibri" w:cs="Calibri"/>
                <w:b/>
                <w:noProof/>
                <w:sz w:val="22"/>
                <w:szCs w:val="22"/>
                <w:lang w:val="ro-RO"/>
              </w:rPr>
            </w:pPr>
          </w:p>
          <w:p w14:paraId="3D80AAE4" w14:textId="77777777" w:rsidR="002A519F" w:rsidRPr="00E67132" w:rsidRDefault="002A519F" w:rsidP="00EE23D3">
            <w:pPr>
              <w:jc w:val="both"/>
              <w:rPr>
                <w:rFonts w:ascii="Calibri" w:hAnsi="Calibri" w:cs="Calibri"/>
                <w:b/>
                <w:noProof/>
                <w:sz w:val="22"/>
                <w:szCs w:val="22"/>
                <w:lang w:val="ro-RO"/>
              </w:rPr>
            </w:pPr>
          </w:p>
          <w:p w14:paraId="0C28BE94" w14:textId="77777777" w:rsidR="002A519F" w:rsidRPr="00E67132" w:rsidRDefault="002A519F" w:rsidP="00EE23D3">
            <w:pPr>
              <w:jc w:val="both"/>
              <w:rPr>
                <w:rFonts w:ascii="Calibri" w:hAnsi="Calibri" w:cs="Calibri"/>
                <w:b/>
                <w:noProof/>
                <w:sz w:val="22"/>
                <w:szCs w:val="22"/>
                <w:lang w:val="ro-RO"/>
              </w:rPr>
            </w:pPr>
          </w:p>
          <w:p w14:paraId="1223EDC3" w14:textId="77777777" w:rsidR="002A519F" w:rsidRPr="00E67132" w:rsidRDefault="002A519F" w:rsidP="00EE23D3">
            <w:pPr>
              <w:jc w:val="both"/>
              <w:rPr>
                <w:rFonts w:ascii="Calibri" w:hAnsi="Calibri" w:cs="Calibri"/>
                <w:b/>
                <w:noProof/>
                <w:sz w:val="22"/>
                <w:szCs w:val="22"/>
                <w:lang w:val="ro-RO"/>
              </w:rPr>
            </w:pPr>
          </w:p>
          <w:p w14:paraId="07651BF3" w14:textId="77777777" w:rsidR="002A519F" w:rsidRPr="00E67132" w:rsidRDefault="002A519F" w:rsidP="00EE23D3">
            <w:pPr>
              <w:jc w:val="both"/>
              <w:rPr>
                <w:rFonts w:ascii="Calibri" w:hAnsi="Calibri" w:cs="Calibri"/>
                <w:b/>
                <w:noProof/>
                <w:sz w:val="22"/>
                <w:szCs w:val="22"/>
                <w:lang w:val="ro-RO"/>
              </w:rPr>
            </w:pPr>
          </w:p>
          <w:p w14:paraId="4CEDDF0A" w14:textId="77777777" w:rsidR="002A519F" w:rsidRPr="00E67132" w:rsidRDefault="002A519F" w:rsidP="00EE23D3">
            <w:pPr>
              <w:jc w:val="both"/>
              <w:rPr>
                <w:rFonts w:ascii="Calibri" w:hAnsi="Calibri" w:cs="Calibri"/>
                <w:b/>
                <w:noProof/>
                <w:sz w:val="22"/>
                <w:szCs w:val="22"/>
                <w:lang w:val="ro-RO"/>
              </w:rPr>
            </w:pPr>
          </w:p>
          <w:p w14:paraId="5C927173" w14:textId="77777777" w:rsidR="002A519F" w:rsidRPr="00E67132" w:rsidRDefault="002A519F" w:rsidP="00EE23D3">
            <w:pPr>
              <w:jc w:val="both"/>
              <w:rPr>
                <w:rFonts w:ascii="Calibri" w:hAnsi="Calibri" w:cs="Calibri"/>
                <w:b/>
                <w:noProof/>
                <w:sz w:val="22"/>
                <w:szCs w:val="22"/>
                <w:lang w:val="ro-RO"/>
              </w:rPr>
            </w:pPr>
          </w:p>
          <w:p w14:paraId="79173B6A" w14:textId="77777777" w:rsidR="002A519F" w:rsidRPr="00E67132" w:rsidRDefault="002A519F" w:rsidP="00EE23D3">
            <w:pPr>
              <w:jc w:val="both"/>
              <w:rPr>
                <w:rFonts w:ascii="Calibri" w:hAnsi="Calibri" w:cs="Calibri"/>
                <w:b/>
                <w:noProof/>
                <w:sz w:val="22"/>
                <w:szCs w:val="22"/>
                <w:lang w:val="ro-RO"/>
              </w:rPr>
            </w:pPr>
          </w:p>
          <w:p w14:paraId="0B4F4E44" w14:textId="77777777" w:rsidR="002A519F" w:rsidRPr="00E67132" w:rsidRDefault="002A519F" w:rsidP="00EE23D3">
            <w:pPr>
              <w:jc w:val="both"/>
              <w:rPr>
                <w:rFonts w:ascii="Calibri" w:hAnsi="Calibri" w:cs="Calibri"/>
                <w:b/>
                <w:noProof/>
                <w:sz w:val="22"/>
                <w:szCs w:val="22"/>
                <w:lang w:val="ro-RO"/>
              </w:rPr>
            </w:pPr>
          </w:p>
          <w:p w14:paraId="7C7A4ACF" w14:textId="77777777" w:rsidR="002A519F" w:rsidRPr="00E67132" w:rsidRDefault="002A519F" w:rsidP="00EE23D3">
            <w:pPr>
              <w:jc w:val="both"/>
              <w:rPr>
                <w:rFonts w:ascii="Calibri" w:hAnsi="Calibri" w:cs="Calibri"/>
                <w:b/>
                <w:noProof/>
                <w:sz w:val="22"/>
                <w:szCs w:val="22"/>
                <w:lang w:val="ro-RO"/>
              </w:rPr>
            </w:pPr>
          </w:p>
          <w:p w14:paraId="7A94EBAB" w14:textId="77777777" w:rsidR="002A519F" w:rsidRPr="00E67132" w:rsidRDefault="002A519F" w:rsidP="00EE23D3">
            <w:pPr>
              <w:jc w:val="both"/>
              <w:rPr>
                <w:rFonts w:ascii="Calibri" w:hAnsi="Calibri" w:cs="Calibri"/>
                <w:b/>
                <w:noProof/>
                <w:sz w:val="22"/>
                <w:szCs w:val="22"/>
                <w:lang w:val="ro-RO"/>
              </w:rPr>
            </w:pPr>
          </w:p>
          <w:p w14:paraId="3E2204B8" w14:textId="77777777" w:rsidR="002A519F" w:rsidRPr="00E67132" w:rsidRDefault="002A519F" w:rsidP="00EE23D3">
            <w:pPr>
              <w:jc w:val="both"/>
              <w:rPr>
                <w:rFonts w:ascii="Calibri" w:hAnsi="Calibri" w:cs="Calibri"/>
                <w:b/>
                <w:noProof/>
                <w:sz w:val="22"/>
                <w:szCs w:val="22"/>
                <w:lang w:val="ro-RO"/>
              </w:rPr>
            </w:pPr>
          </w:p>
          <w:p w14:paraId="3A1BDB97" w14:textId="77777777" w:rsidR="002A519F" w:rsidRPr="00E67132" w:rsidRDefault="002A519F" w:rsidP="00EE23D3">
            <w:pPr>
              <w:jc w:val="both"/>
              <w:rPr>
                <w:rFonts w:ascii="Calibri" w:hAnsi="Calibri" w:cs="Calibri"/>
                <w:b/>
                <w:noProof/>
                <w:sz w:val="22"/>
                <w:szCs w:val="22"/>
                <w:lang w:val="ro-RO"/>
              </w:rPr>
            </w:pPr>
          </w:p>
          <w:p w14:paraId="59C3F40A" w14:textId="77777777" w:rsidR="002A519F" w:rsidRPr="00E67132" w:rsidRDefault="002A519F" w:rsidP="00EE23D3">
            <w:pPr>
              <w:jc w:val="both"/>
              <w:rPr>
                <w:rFonts w:ascii="Calibri" w:hAnsi="Calibri" w:cs="Calibri"/>
                <w:b/>
                <w:noProof/>
                <w:sz w:val="22"/>
                <w:szCs w:val="22"/>
                <w:lang w:val="ro-RO"/>
              </w:rPr>
            </w:pPr>
          </w:p>
          <w:p w14:paraId="4D7608B6" w14:textId="77777777" w:rsidR="002A519F" w:rsidRPr="00E67132" w:rsidRDefault="002A519F" w:rsidP="00EE23D3">
            <w:pPr>
              <w:jc w:val="both"/>
              <w:rPr>
                <w:rFonts w:ascii="Calibri" w:hAnsi="Calibri" w:cs="Calibri"/>
                <w:b/>
                <w:noProof/>
                <w:sz w:val="22"/>
                <w:szCs w:val="22"/>
                <w:lang w:val="ro-RO"/>
              </w:rPr>
            </w:pPr>
          </w:p>
          <w:p w14:paraId="4439093B" w14:textId="77777777" w:rsidR="002A519F" w:rsidRPr="00E67132" w:rsidRDefault="002A519F" w:rsidP="00EE23D3">
            <w:pPr>
              <w:jc w:val="both"/>
              <w:rPr>
                <w:rFonts w:ascii="Calibri" w:hAnsi="Calibri" w:cs="Calibri"/>
                <w:b/>
                <w:noProof/>
                <w:sz w:val="22"/>
                <w:szCs w:val="22"/>
                <w:lang w:val="ro-RO"/>
              </w:rPr>
            </w:pPr>
          </w:p>
          <w:p w14:paraId="5B23F17A" w14:textId="77777777" w:rsidR="002A519F" w:rsidRPr="00E67132" w:rsidRDefault="002A519F" w:rsidP="00EE23D3">
            <w:pPr>
              <w:jc w:val="both"/>
              <w:rPr>
                <w:rFonts w:ascii="Calibri" w:hAnsi="Calibri" w:cs="Calibri"/>
                <w:b/>
                <w:noProof/>
                <w:sz w:val="22"/>
                <w:szCs w:val="22"/>
                <w:lang w:val="ro-RO"/>
              </w:rPr>
            </w:pPr>
          </w:p>
          <w:p w14:paraId="0CF3B562" w14:textId="77777777" w:rsidR="002A519F" w:rsidRPr="00E67132" w:rsidRDefault="002A519F" w:rsidP="00EE23D3">
            <w:pPr>
              <w:jc w:val="both"/>
              <w:rPr>
                <w:rFonts w:ascii="Calibri" w:hAnsi="Calibri" w:cs="Calibri"/>
                <w:b/>
                <w:noProof/>
                <w:sz w:val="22"/>
                <w:szCs w:val="22"/>
                <w:lang w:val="ro-RO"/>
              </w:rPr>
            </w:pPr>
          </w:p>
          <w:p w14:paraId="7C821ED4" w14:textId="77777777" w:rsidR="00360053" w:rsidRPr="00E67132" w:rsidRDefault="00360053" w:rsidP="00EE23D3">
            <w:pPr>
              <w:jc w:val="both"/>
              <w:rPr>
                <w:rFonts w:ascii="Calibri" w:hAnsi="Calibri" w:cs="Calibri"/>
                <w:b/>
                <w:noProof/>
                <w:sz w:val="22"/>
                <w:szCs w:val="22"/>
                <w:lang w:val="ro-RO"/>
              </w:rPr>
            </w:pPr>
          </w:p>
          <w:p w14:paraId="26E5ADFE" w14:textId="77777777" w:rsidR="00360053" w:rsidRPr="00E67132" w:rsidRDefault="00360053" w:rsidP="00EE23D3">
            <w:pPr>
              <w:jc w:val="both"/>
              <w:rPr>
                <w:rFonts w:ascii="Calibri" w:hAnsi="Calibri" w:cs="Calibri"/>
                <w:b/>
                <w:noProof/>
                <w:sz w:val="22"/>
                <w:szCs w:val="22"/>
                <w:lang w:val="ro-RO"/>
              </w:rPr>
            </w:pPr>
          </w:p>
          <w:p w14:paraId="5450B03B" w14:textId="77777777" w:rsidR="00360053" w:rsidRPr="00E67132" w:rsidRDefault="00360053" w:rsidP="00EE23D3">
            <w:pPr>
              <w:jc w:val="both"/>
              <w:rPr>
                <w:rFonts w:ascii="Calibri" w:hAnsi="Calibri" w:cs="Calibri"/>
                <w:b/>
                <w:noProof/>
                <w:sz w:val="22"/>
                <w:szCs w:val="22"/>
                <w:lang w:val="ro-RO"/>
              </w:rPr>
            </w:pPr>
          </w:p>
          <w:p w14:paraId="3685A1CC" w14:textId="77777777" w:rsidR="00360053" w:rsidRPr="00E67132" w:rsidRDefault="00360053" w:rsidP="00EE23D3">
            <w:pPr>
              <w:jc w:val="both"/>
              <w:rPr>
                <w:rFonts w:ascii="Calibri" w:hAnsi="Calibri" w:cs="Calibri"/>
                <w:b/>
                <w:noProof/>
                <w:sz w:val="22"/>
                <w:szCs w:val="22"/>
                <w:lang w:val="ro-RO"/>
              </w:rPr>
            </w:pPr>
          </w:p>
          <w:p w14:paraId="3F9CEB32" w14:textId="77777777" w:rsidR="002A519F" w:rsidRPr="00E67132" w:rsidRDefault="002A519F" w:rsidP="00EE23D3">
            <w:pPr>
              <w:jc w:val="both"/>
              <w:rPr>
                <w:rFonts w:ascii="Calibri" w:hAnsi="Calibri" w:cs="Calibri"/>
                <w:b/>
                <w:noProof/>
                <w:sz w:val="22"/>
                <w:szCs w:val="22"/>
                <w:lang w:val="ro-RO"/>
              </w:rPr>
            </w:pPr>
          </w:p>
          <w:p w14:paraId="01F7C013" w14:textId="77777777" w:rsidR="00073CDE" w:rsidRPr="00E67132" w:rsidRDefault="00130D5B" w:rsidP="00342928">
            <w:pPr>
              <w:spacing w:line="276" w:lineRule="auto"/>
              <w:jc w:val="both"/>
              <w:rPr>
                <w:rFonts w:ascii="Calibri" w:hAnsi="Calibri" w:cs="Calibri"/>
                <w:b/>
                <w:noProof/>
                <w:sz w:val="22"/>
                <w:szCs w:val="22"/>
                <w:lang w:val="ro-RO"/>
              </w:rPr>
            </w:pPr>
            <w:r w:rsidRPr="00E67132">
              <w:rPr>
                <w:rFonts w:ascii="Calibri" w:hAnsi="Calibri" w:cs="Calibri"/>
                <w:b/>
                <w:noProof/>
                <w:sz w:val="22"/>
                <w:szCs w:val="22"/>
                <w:lang w:val="ro-RO"/>
              </w:rPr>
              <w:t xml:space="preserve">Doc. 10 - </w:t>
            </w:r>
            <w:r w:rsidR="00581936" w:rsidRPr="00E67132">
              <w:rPr>
                <w:rFonts w:ascii="Calibri" w:hAnsi="Calibri" w:cs="Calibri"/>
                <w:b/>
                <w:noProof/>
                <w:sz w:val="22"/>
                <w:szCs w:val="22"/>
                <w:lang w:val="ro-RO"/>
              </w:rPr>
              <w:t>Autorizația pentru producerea, prelucrarea și comercializarea semințelor certificate și a materialului săditor, documente conform legislaţiei în vigoare</w:t>
            </w:r>
            <w:r w:rsidR="00606BBC" w:rsidRPr="00E67132">
              <w:rPr>
                <w:rFonts w:ascii="Calibri" w:hAnsi="Calibri" w:cs="Calibri"/>
                <w:b/>
                <w:noProof/>
                <w:sz w:val="22"/>
                <w:szCs w:val="22"/>
                <w:lang w:val="ro-RO"/>
              </w:rPr>
              <w:t xml:space="preserve"> - în cazul producătorilor de seminţe şi material săditor</w:t>
            </w:r>
          </w:p>
        </w:tc>
        <w:tc>
          <w:tcPr>
            <w:tcW w:w="5103" w:type="dxa"/>
          </w:tcPr>
          <w:p w14:paraId="18904364" w14:textId="77777777" w:rsidR="001D096B" w:rsidRPr="00E67132" w:rsidRDefault="00601460" w:rsidP="00342928">
            <w:pPr>
              <w:pStyle w:val="ListParagraph"/>
              <w:spacing w:line="276" w:lineRule="auto"/>
              <w:ind w:left="0"/>
              <w:contextualSpacing w:val="0"/>
              <w:jc w:val="both"/>
              <w:rPr>
                <w:rFonts w:ascii="Calibri" w:hAnsi="Calibri" w:cs="Calibri"/>
                <w:i/>
                <w:noProof/>
                <w:sz w:val="22"/>
                <w:szCs w:val="22"/>
                <w:lang w:val="ro-RO"/>
              </w:rPr>
            </w:pPr>
            <w:r w:rsidRPr="00E67132">
              <w:rPr>
                <w:rFonts w:ascii="Calibri" w:hAnsi="Calibri" w:cs="Calibri"/>
                <w:b/>
                <w:noProof/>
                <w:color w:val="000000"/>
                <w:sz w:val="22"/>
                <w:szCs w:val="22"/>
                <w:lang w:val="ro-RO"/>
              </w:rPr>
              <w:t>Doc.1. Expertul verifica i</w:t>
            </w:r>
            <w:r w:rsidRPr="00E67132">
              <w:rPr>
                <w:rFonts w:ascii="Calibri" w:hAnsi="Calibri" w:cs="Calibri"/>
                <w:noProof/>
                <w:sz w:val="22"/>
                <w:szCs w:val="22"/>
                <w:lang w:val="ro-RO"/>
              </w:rPr>
              <w:t xml:space="preserve">n planul de afaceri  </w:t>
            </w:r>
            <w:r w:rsidR="009C6880" w:rsidRPr="00E67132">
              <w:rPr>
                <w:rFonts w:ascii="Calibri" w:hAnsi="Calibri" w:cs="Calibri"/>
                <w:noProof/>
                <w:sz w:val="22"/>
                <w:szCs w:val="22"/>
                <w:lang w:val="ro-RO"/>
              </w:rPr>
              <w:t xml:space="preserve"> in cazul exploataţiilor</w:t>
            </w:r>
            <w:r w:rsidRPr="00E67132">
              <w:rPr>
                <w:rFonts w:ascii="Calibri" w:hAnsi="Calibri" w:cs="Calibri"/>
                <w:noProof/>
                <w:sz w:val="22"/>
                <w:szCs w:val="22"/>
                <w:lang w:val="ro-RO"/>
              </w:rPr>
              <w:t xml:space="preserve"> care presupun </w:t>
            </w:r>
            <w:r w:rsidRPr="00E67132">
              <w:rPr>
                <w:rFonts w:ascii="Calibri" w:hAnsi="Calibri" w:cs="Calibri"/>
                <w:b/>
                <w:noProof/>
                <w:sz w:val="22"/>
                <w:szCs w:val="22"/>
                <w:lang w:val="ro-RO"/>
              </w:rPr>
              <w:t>înfiinţare şi/sau reconversia plantaţiilor pomicole</w:t>
            </w:r>
            <w:r w:rsidR="009C6880" w:rsidRPr="00E67132">
              <w:rPr>
                <w:rFonts w:ascii="Calibri" w:hAnsi="Calibri" w:cs="Calibri"/>
                <w:b/>
                <w:noProof/>
                <w:sz w:val="22"/>
                <w:szCs w:val="22"/>
                <w:lang w:val="ro-RO"/>
              </w:rPr>
              <w:t>,</w:t>
            </w:r>
            <w:r w:rsidRPr="00E67132">
              <w:rPr>
                <w:rFonts w:ascii="Calibri" w:hAnsi="Calibri" w:cs="Calibri"/>
                <w:noProof/>
                <w:sz w:val="22"/>
                <w:szCs w:val="22"/>
                <w:lang w:val="ro-RO"/>
              </w:rPr>
              <w:t xml:space="preserve"> </w:t>
            </w:r>
            <w:r w:rsidR="001D096B" w:rsidRPr="00E67132">
              <w:rPr>
                <w:rFonts w:ascii="Calibri" w:hAnsi="Calibri" w:cs="Calibri"/>
                <w:noProof/>
                <w:sz w:val="22"/>
                <w:szCs w:val="22"/>
                <w:lang w:val="ro-RO"/>
              </w:rPr>
              <w:t xml:space="preserve">daca acestea se regăsesc în Anexa </w:t>
            </w:r>
            <w:r w:rsidR="0051162B" w:rsidRPr="00E67132">
              <w:rPr>
                <w:rFonts w:ascii="Calibri" w:hAnsi="Calibri" w:cs="Calibri"/>
                <w:noProof/>
                <w:sz w:val="22"/>
                <w:szCs w:val="22"/>
                <w:lang w:val="ro-RO"/>
              </w:rPr>
              <w:t>aferentă</w:t>
            </w:r>
            <w:r w:rsidR="001D096B" w:rsidRPr="00E67132">
              <w:rPr>
                <w:rFonts w:ascii="Calibri" w:hAnsi="Calibri" w:cs="Calibri"/>
                <w:noProof/>
                <w:sz w:val="22"/>
                <w:szCs w:val="22"/>
                <w:lang w:val="ro-RO"/>
              </w:rPr>
              <w:t xml:space="preserve"> Subprogramul</w:t>
            </w:r>
            <w:r w:rsidR="0051162B" w:rsidRPr="00E67132">
              <w:rPr>
                <w:rFonts w:ascii="Calibri" w:hAnsi="Calibri" w:cs="Calibri"/>
                <w:noProof/>
                <w:sz w:val="22"/>
                <w:szCs w:val="22"/>
                <w:lang w:val="ro-RO"/>
              </w:rPr>
              <w:t>ui</w:t>
            </w:r>
            <w:r w:rsidR="001D096B" w:rsidRPr="00E67132">
              <w:rPr>
                <w:rFonts w:ascii="Calibri" w:hAnsi="Calibri" w:cs="Calibri"/>
                <w:noProof/>
                <w:sz w:val="22"/>
                <w:szCs w:val="22"/>
                <w:lang w:val="ro-RO"/>
              </w:rPr>
              <w:t xml:space="preserve"> Tematic Pomicol</w:t>
            </w:r>
            <w:r w:rsidR="0051162B" w:rsidRPr="00E67132">
              <w:rPr>
                <w:rFonts w:ascii="Calibri" w:hAnsi="Calibri" w:cs="Calibri"/>
                <w:noProof/>
                <w:sz w:val="22"/>
                <w:szCs w:val="22"/>
                <w:lang w:val="ro-RO"/>
              </w:rPr>
              <w:t xml:space="preserve"> din cadrul național legislativ de implementare</w:t>
            </w:r>
            <w:r w:rsidR="001D096B" w:rsidRPr="00E67132">
              <w:rPr>
                <w:rFonts w:ascii="Calibri" w:hAnsi="Calibri" w:cs="Calibri"/>
                <w:noProof/>
                <w:sz w:val="22"/>
                <w:szCs w:val="22"/>
                <w:lang w:val="ro-RO"/>
              </w:rPr>
              <w:t xml:space="preserve"> (STP), exceptând </w:t>
            </w:r>
            <w:r w:rsidR="00493719" w:rsidRPr="00E67132">
              <w:rPr>
                <w:rFonts w:asciiTheme="minorHAnsi" w:hAnsiTheme="minorHAnsi"/>
                <w:bCs/>
                <w:noProof/>
                <w:lang w:val="ro-RO"/>
              </w:rPr>
              <w:t>culturile</w:t>
            </w:r>
            <w:r w:rsidR="00493719" w:rsidRPr="00E67132">
              <w:rPr>
                <w:rFonts w:asciiTheme="minorHAnsi" w:hAnsiTheme="minorHAnsi"/>
                <w:noProof/>
                <w:lang w:val="ro-RO"/>
              </w:rPr>
              <w:t xml:space="preserve"> din sectorul pomicol </w:t>
            </w:r>
            <w:r w:rsidR="001D096B" w:rsidRPr="00E67132">
              <w:rPr>
                <w:rFonts w:ascii="Calibri" w:hAnsi="Calibri" w:cs="Calibri"/>
                <w:noProof/>
                <w:lang w:val="ro-RO"/>
              </w:rPr>
              <w:t xml:space="preserve">în sere și solarii </w:t>
            </w:r>
            <w:r w:rsidR="00493719" w:rsidRPr="00E67132">
              <w:rPr>
                <w:rFonts w:asciiTheme="minorHAnsi" w:hAnsiTheme="minorHAnsi"/>
                <w:noProof/>
                <w:lang w:val="ro-RO"/>
              </w:rPr>
              <w:t xml:space="preserve">și pepinierele </w:t>
            </w:r>
            <w:r w:rsidR="001D096B" w:rsidRPr="00E67132">
              <w:rPr>
                <w:rFonts w:ascii="Calibri" w:hAnsi="Calibri" w:cs="Calibri"/>
                <w:noProof/>
                <w:sz w:val="22"/>
                <w:szCs w:val="22"/>
                <w:lang w:val="ro-RO"/>
              </w:rPr>
              <w:t>care</w:t>
            </w:r>
            <w:r w:rsidR="001D096B" w:rsidRPr="00E67132">
              <w:rPr>
                <w:rFonts w:ascii="Calibri" w:hAnsi="Calibri" w:cs="Calibri"/>
                <w:i/>
                <w:noProof/>
                <w:sz w:val="22"/>
                <w:szCs w:val="22"/>
                <w:lang w:val="ro-RO"/>
              </w:rPr>
              <w:t xml:space="preserve"> pot fi inființată pe tot teritoriul național. Se aplică nota de favorabilitate, conform </w:t>
            </w:r>
            <w:r w:rsidR="001D096B" w:rsidRPr="00E67132">
              <w:rPr>
                <w:rFonts w:ascii="Calibri" w:hAnsi="Calibri" w:cs="Calibri"/>
                <w:b/>
                <w:i/>
                <w:noProof/>
                <w:sz w:val="22"/>
                <w:szCs w:val="22"/>
                <w:lang w:val="ro-RO"/>
              </w:rPr>
              <w:t>metodologiei de calcul din cadrul Anexei (Anexa 10</w:t>
            </w:r>
            <w:r w:rsidR="001D096B" w:rsidRPr="00E67132">
              <w:rPr>
                <w:rFonts w:ascii="Calibri" w:hAnsi="Calibri" w:cs="Calibri"/>
                <w:i/>
                <w:noProof/>
                <w:sz w:val="22"/>
                <w:szCs w:val="22"/>
                <w:lang w:val="ro-RO"/>
              </w:rPr>
              <w:t>)</w:t>
            </w:r>
            <w:r w:rsidR="0051162B" w:rsidRPr="00E67132">
              <w:rPr>
                <w:rFonts w:ascii="Calibri" w:hAnsi="Calibri" w:cs="Calibri"/>
                <w:i/>
                <w:noProof/>
                <w:sz w:val="22"/>
                <w:szCs w:val="22"/>
                <w:lang w:val="ro-RO"/>
              </w:rPr>
              <w:t xml:space="preserve"> </w:t>
            </w:r>
            <w:r w:rsidR="0051162B" w:rsidRPr="00E67132">
              <w:rPr>
                <w:rFonts w:ascii="Calibri" w:hAnsi="Calibri" w:cs="Calibri"/>
                <w:b/>
                <w:i/>
                <w:noProof/>
                <w:sz w:val="22"/>
                <w:szCs w:val="22"/>
                <w:lang w:val="ro-RO"/>
              </w:rPr>
              <w:t>aferentă</w:t>
            </w:r>
            <w:r w:rsidR="001D096B" w:rsidRPr="00E67132">
              <w:rPr>
                <w:rFonts w:ascii="Calibri" w:hAnsi="Calibri" w:cs="Calibri"/>
                <w:i/>
                <w:noProof/>
                <w:sz w:val="22"/>
                <w:szCs w:val="22"/>
                <w:lang w:val="ro-RO"/>
              </w:rPr>
              <w:t xml:space="preserve"> Subprogramul Tematic Pomicol</w:t>
            </w:r>
            <w:r w:rsidR="0051162B" w:rsidRPr="00E67132">
              <w:rPr>
                <w:rFonts w:ascii="Calibri" w:hAnsi="Calibri" w:cs="Calibri"/>
                <w:i/>
                <w:noProof/>
                <w:sz w:val="22"/>
                <w:szCs w:val="22"/>
                <w:lang w:val="ro-RO"/>
              </w:rPr>
              <w:t xml:space="preserve"> din cadrul național legislativ de implementare</w:t>
            </w:r>
            <w:r w:rsidR="001D096B" w:rsidRPr="00E67132">
              <w:rPr>
                <w:rFonts w:ascii="Calibri" w:hAnsi="Calibri" w:cs="Calibri"/>
                <w:i/>
                <w:noProof/>
                <w:sz w:val="22"/>
                <w:szCs w:val="22"/>
                <w:lang w:val="ro-RO"/>
              </w:rPr>
              <w:t xml:space="preserve"> (STP). Aceasta nu se aplică în cazul achiziţiilor simple. </w:t>
            </w:r>
          </w:p>
          <w:p w14:paraId="7176066E" w14:textId="77777777" w:rsidR="001D096B" w:rsidRPr="00E67132" w:rsidRDefault="00800DD6" w:rsidP="00EE7F1E">
            <w:pPr>
              <w:autoSpaceDE w:val="0"/>
              <w:autoSpaceDN w:val="0"/>
              <w:adjustRightInd w:val="0"/>
              <w:jc w:val="both"/>
              <w:rPr>
                <w:rFonts w:ascii="Calibri" w:eastAsia="SimSun" w:hAnsi="Calibri" w:cs="Calibri"/>
                <w:b/>
                <w:noProof/>
                <w:sz w:val="22"/>
                <w:szCs w:val="22"/>
                <w:lang w:val="ro-RO"/>
              </w:rPr>
            </w:pPr>
            <w:r w:rsidRPr="00E67132">
              <w:rPr>
                <w:rFonts w:ascii="Calibri" w:hAnsi="Calibri" w:cs="Calibri"/>
                <w:noProof/>
                <w:sz w:val="22"/>
                <w:szCs w:val="22"/>
                <w:lang w:val="ro-RO"/>
              </w:rPr>
              <w:t xml:space="preserve">Sunt cheltuieli  eligibile pentru sprijin doar speciile eligibile și suprafeţele incluse în Anexa </w:t>
            </w:r>
            <w:r w:rsidR="00FE5014" w:rsidRPr="00E67132">
              <w:rPr>
                <w:rFonts w:ascii="Calibri" w:hAnsi="Calibri" w:cs="Calibri"/>
                <w:noProof/>
                <w:sz w:val="22"/>
                <w:szCs w:val="22"/>
                <w:lang w:val="ro-RO"/>
              </w:rPr>
              <w:t xml:space="preserve">aferentă </w:t>
            </w:r>
            <w:r w:rsidRPr="00E67132">
              <w:rPr>
                <w:rFonts w:ascii="Calibri" w:hAnsi="Calibri" w:cs="Calibri"/>
                <w:noProof/>
                <w:sz w:val="22"/>
                <w:szCs w:val="22"/>
                <w:lang w:val="ro-RO"/>
              </w:rPr>
              <w:t xml:space="preserve">din Subprogramul Tematic Pomicol </w:t>
            </w:r>
            <w:r w:rsidR="00FE5014" w:rsidRPr="00E67132">
              <w:rPr>
                <w:rFonts w:ascii="Calibri" w:hAnsi="Calibri" w:cs="Calibri"/>
                <w:noProof/>
                <w:sz w:val="22"/>
                <w:szCs w:val="22"/>
                <w:lang w:val="ro-RO"/>
              </w:rPr>
              <w:t xml:space="preserve">din cadrul national legislativ de implementare </w:t>
            </w:r>
            <w:r w:rsidRPr="00E67132">
              <w:rPr>
                <w:rFonts w:ascii="Calibri" w:hAnsi="Calibri" w:cs="Calibri"/>
                <w:noProof/>
                <w:sz w:val="22"/>
                <w:szCs w:val="22"/>
                <w:lang w:val="ro-RO"/>
              </w:rPr>
              <w:t xml:space="preserve">(STP), </w:t>
            </w:r>
            <w:r w:rsidR="007A18EB" w:rsidRPr="00E67132">
              <w:rPr>
                <w:rFonts w:ascii="Calibri" w:hAnsi="Calibri" w:cs="Calibri"/>
                <w:noProof/>
                <w:sz w:val="22"/>
                <w:szCs w:val="22"/>
                <w:lang w:val="ro-RO"/>
              </w:rPr>
              <w:t xml:space="preserve">a căror Nota de favorabilitate este </w:t>
            </w:r>
            <w:r w:rsidR="00EE7F1E" w:rsidRPr="00E67132">
              <w:rPr>
                <w:rFonts w:ascii="Calibri" w:hAnsi="Calibri" w:cs="Calibri"/>
                <w:noProof/>
                <w:sz w:val="22"/>
                <w:szCs w:val="22"/>
                <w:lang w:val="ro-RO"/>
              </w:rPr>
              <w:t xml:space="preserve"> </w:t>
            </w:r>
            <w:r w:rsidR="00EE7F1E" w:rsidRPr="00E67132">
              <w:rPr>
                <w:rFonts w:ascii="Calibri" w:eastAsia="SimSun" w:hAnsi="Calibri" w:cs="Calibri"/>
                <w:noProof/>
                <w:sz w:val="22"/>
                <w:szCs w:val="22"/>
                <w:lang w:val="ro-RO"/>
              </w:rPr>
              <w:t>≥</w:t>
            </w:r>
            <w:r w:rsidR="00EE7F1E" w:rsidRPr="00E67132">
              <w:rPr>
                <w:rFonts w:ascii="Calibri" w:hAnsi="Calibri" w:cs="Calibri"/>
                <w:noProof/>
                <w:sz w:val="22"/>
                <w:szCs w:val="22"/>
                <w:lang w:val="ro-RO"/>
              </w:rPr>
              <w:t xml:space="preserve"> </w:t>
            </w:r>
            <w:r w:rsidR="0044349F" w:rsidRPr="00E67132">
              <w:rPr>
                <w:rFonts w:ascii="Calibri" w:hAnsi="Calibri" w:cs="Calibri"/>
                <w:noProof/>
                <w:sz w:val="22"/>
                <w:szCs w:val="22"/>
                <w:lang w:val="ro-RO"/>
              </w:rPr>
              <w:t>2</w:t>
            </w:r>
            <w:r w:rsidR="00EE7F1E" w:rsidRPr="00E67132">
              <w:rPr>
                <w:rFonts w:ascii="Calibri" w:hAnsi="Calibri" w:cs="Calibri"/>
                <w:noProof/>
                <w:sz w:val="22"/>
                <w:szCs w:val="22"/>
                <w:lang w:val="ro-RO"/>
              </w:rPr>
              <w:t>,</w:t>
            </w:r>
            <w:r w:rsidR="00140E45" w:rsidRPr="00E67132">
              <w:rPr>
                <w:rFonts w:ascii="Calibri" w:hAnsi="Calibri" w:cs="Calibri"/>
                <w:noProof/>
                <w:sz w:val="22"/>
                <w:szCs w:val="22"/>
                <w:lang w:val="ro-RO"/>
              </w:rPr>
              <w:t>00</w:t>
            </w:r>
            <w:r w:rsidR="00EE7F1E" w:rsidRPr="00E67132">
              <w:rPr>
                <w:rFonts w:ascii="Calibri" w:hAnsi="Calibri" w:cs="Calibri"/>
                <w:noProof/>
                <w:sz w:val="22"/>
                <w:szCs w:val="22"/>
                <w:lang w:val="ro-RO"/>
              </w:rPr>
              <w:t xml:space="preserve"> conform </w:t>
            </w:r>
            <w:r w:rsidR="0044349F" w:rsidRPr="00E67132">
              <w:rPr>
                <w:rFonts w:ascii="Calibri" w:eastAsia="SimSun" w:hAnsi="Calibri" w:cs="Calibri"/>
                <w:noProof/>
                <w:sz w:val="22"/>
                <w:szCs w:val="22"/>
                <w:lang w:val="ro-RO"/>
              </w:rPr>
              <w:t>metodologiei estimării resurselor pedoclimatice ale terenurilor și pretabilitatea lor pentru culturile pomicole</w:t>
            </w:r>
            <w:r w:rsidR="00EE7F1E" w:rsidRPr="00E67132">
              <w:rPr>
                <w:rFonts w:ascii="Calibri" w:eastAsia="SimSun" w:hAnsi="Calibri" w:cs="Calibri"/>
                <w:noProof/>
                <w:sz w:val="22"/>
                <w:szCs w:val="22"/>
                <w:lang w:val="ro-RO"/>
              </w:rPr>
              <w:t>.</w:t>
            </w:r>
          </w:p>
          <w:p w14:paraId="57E19628" w14:textId="77777777" w:rsidR="001D096B" w:rsidRPr="00E67132" w:rsidRDefault="009C6880" w:rsidP="00342928">
            <w:pPr>
              <w:pStyle w:val="ListParagraph"/>
              <w:spacing w:line="276" w:lineRule="auto"/>
              <w:ind w:left="0"/>
              <w:contextualSpacing w:val="0"/>
              <w:jc w:val="both"/>
              <w:rPr>
                <w:rFonts w:ascii="Calibri" w:hAnsi="Calibri" w:cs="Calibri"/>
                <w:noProof/>
                <w:sz w:val="22"/>
                <w:szCs w:val="22"/>
                <w:lang w:val="ro-RO"/>
              </w:rPr>
            </w:pPr>
            <w:r w:rsidRPr="00E67132">
              <w:rPr>
                <w:rFonts w:ascii="Calibri" w:hAnsi="Calibri" w:cs="Calibri"/>
                <w:noProof/>
                <w:sz w:val="22"/>
                <w:szCs w:val="22"/>
                <w:lang w:val="ro-RO"/>
              </w:rPr>
              <w:t>Se verifica daca s</w:t>
            </w:r>
            <w:r w:rsidR="00601460" w:rsidRPr="00E67132">
              <w:rPr>
                <w:rFonts w:ascii="Calibri" w:hAnsi="Calibri" w:cs="Calibri"/>
                <w:noProof/>
                <w:sz w:val="22"/>
                <w:szCs w:val="22"/>
                <w:lang w:val="ro-RO"/>
              </w:rPr>
              <w:t xml:space="preserve">olicitantul indica în planul de afaceri </w:t>
            </w:r>
            <w:r w:rsidRPr="00E67132">
              <w:rPr>
                <w:rFonts w:ascii="Calibri" w:hAnsi="Calibri" w:cs="Calibri"/>
                <w:noProof/>
                <w:sz w:val="22"/>
                <w:szCs w:val="22"/>
                <w:lang w:val="ro-RO"/>
              </w:rPr>
              <w:t>furnizorul care i-a</w:t>
            </w:r>
            <w:r w:rsidR="00601460" w:rsidRPr="00E67132">
              <w:rPr>
                <w:rFonts w:ascii="Calibri" w:hAnsi="Calibri" w:cs="Calibri"/>
                <w:noProof/>
                <w:sz w:val="22"/>
                <w:szCs w:val="22"/>
                <w:lang w:val="ro-RO"/>
              </w:rPr>
              <w:t xml:space="preserve"> emi</w:t>
            </w:r>
            <w:r w:rsidRPr="00E67132">
              <w:rPr>
                <w:rFonts w:ascii="Calibri" w:hAnsi="Calibri" w:cs="Calibri"/>
                <w:noProof/>
                <w:sz w:val="22"/>
                <w:szCs w:val="22"/>
                <w:lang w:val="ro-RO"/>
              </w:rPr>
              <w:t>s</w:t>
            </w:r>
            <w:r w:rsidR="00601460" w:rsidRPr="00E67132">
              <w:rPr>
                <w:rFonts w:ascii="Calibri" w:hAnsi="Calibri" w:cs="Calibri"/>
                <w:noProof/>
                <w:sz w:val="22"/>
                <w:szCs w:val="22"/>
                <w:lang w:val="ro-RO"/>
              </w:rPr>
              <w:t xml:space="preserve"> materialul săditor certificat </w:t>
            </w:r>
            <w:r w:rsidR="001D096B" w:rsidRPr="00E67132">
              <w:rPr>
                <w:rFonts w:ascii="Calibri" w:hAnsi="Calibri" w:cs="Calibri"/>
                <w:noProof/>
                <w:sz w:val="22"/>
                <w:szCs w:val="22"/>
                <w:lang w:val="ro-RO"/>
              </w:rPr>
              <w:t xml:space="preserve">dacă materialul fructifer utilizat este din </w:t>
            </w:r>
            <w:r w:rsidR="00630186" w:rsidRPr="00E67132">
              <w:rPr>
                <w:rFonts w:ascii="Calibri" w:hAnsi="Calibri" w:cs="Calibri"/>
                <w:noProof/>
                <w:sz w:val="22"/>
                <w:szCs w:val="22"/>
                <w:lang w:val="ro-RO"/>
              </w:rPr>
              <w:t>categoria biologică certificat  sau dintr-o categorie  sau superioară</w:t>
            </w:r>
            <w:r w:rsidR="0085739B" w:rsidRPr="00E67132">
              <w:rPr>
                <w:rFonts w:asciiTheme="minorHAnsi" w:hAnsiTheme="minorHAnsi"/>
                <w:noProof/>
                <w:sz w:val="22"/>
                <w:szCs w:val="22"/>
                <w:lang w:val="ro-RO"/>
              </w:rPr>
              <w:t>, cu excepția nucului și alunului, care poate fi material de plantare CAC (conformitas agraria  communitatis)</w:t>
            </w:r>
            <w:r w:rsidR="0085739B" w:rsidRPr="00E67132">
              <w:rPr>
                <w:rFonts w:ascii="Calibri" w:hAnsi="Calibri" w:cs="Calibri"/>
                <w:noProof/>
                <w:sz w:val="22"/>
                <w:szCs w:val="22"/>
                <w:lang w:val="ro-RO"/>
              </w:rPr>
              <w:t xml:space="preserve"> </w:t>
            </w:r>
            <w:r w:rsidR="001D096B" w:rsidRPr="00E67132">
              <w:rPr>
                <w:rFonts w:ascii="Calibri" w:hAnsi="Calibri" w:cs="Calibri"/>
                <w:noProof/>
                <w:sz w:val="22"/>
                <w:szCs w:val="22"/>
                <w:lang w:val="ro-RO"/>
              </w:rPr>
              <w:t xml:space="preserve">(acest document va fi prezentat obligatoriu la solicitarea celei de-a doua cereri de plată) </w:t>
            </w:r>
            <w:r w:rsidR="001D096B" w:rsidRPr="00E67132">
              <w:rPr>
                <w:rFonts w:ascii="Calibri" w:hAnsi="Calibri" w:cs="Calibri"/>
                <w:noProof/>
                <w:color w:val="000000"/>
                <w:sz w:val="22"/>
                <w:szCs w:val="22"/>
                <w:lang w:val="ro-RO"/>
              </w:rPr>
              <w:t xml:space="preserve">şi daca respecta condiţiile </w:t>
            </w:r>
            <w:r w:rsidR="001D096B" w:rsidRPr="00E67132">
              <w:rPr>
                <w:rFonts w:ascii="Calibri" w:hAnsi="Calibri" w:cs="Calibri"/>
                <w:noProof/>
                <w:sz w:val="22"/>
                <w:szCs w:val="22"/>
                <w:lang w:val="ro-RO"/>
              </w:rPr>
              <w:t>prevăzute in Fişa tehnică a submăsurii 6.1.</w:t>
            </w:r>
          </w:p>
          <w:p w14:paraId="044A6177" w14:textId="77777777" w:rsidR="0082698C" w:rsidRPr="00E67132" w:rsidRDefault="001D096B" w:rsidP="00342928">
            <w:pPr>
              <w:autoSpaceDE w:val="0"/>
              <w:autoSpaceDN w:val="0"/>
              <w:adjustRightInd w:val="0"/>
              <w:spacing w:line="276" w:lineRule="auto"/>
              <w:jc w:val="both"/>
              <w:rPr>
                <w:rFonts w:ascii="Calibri" w:hAnsi="Calibri" w:cs="Calibri"/>
                <w:noProof/>
                <w:sz w:val="22"/>
                <w:szCs w:val="22"/>
                <w:lang w:val="ro-RO"/>
              </w:rPr>
            </w:pPr>
            <w:r w:rsidRPr="00E67132">
              <w:rPr>
                <w:rFonts w:ascii="Calibri" w:hAnsi="Calibri" w:cs="Calibri"/>
                <w:noProof/>
                <w:sz w:val="22"/>
                <w:szCs w:val="22"/>
                <w:lang w:val="ro-RO"/>
              </w:rPr>
              <w:t>De aceasta verificare se va tine cont la doar la evaluarea criteriului de selectie.</w:t>
            </w:r>
            <w:r w:rsidR="00002126" w:rsidRPr="00E67132">
              <w:rPr>
                <w:rFonts w:ascii="Calibri" w:hAnsi="Calibri" w:cs="Calibri"/>
                <w:noProof/>
                <w:sz w:val="22"/>
                <w:szCs w:val="22"/>
                <w:lang w:val="ro-RO"/>
              </w:rPr>
              <w:t xml:space="preserve"> </w:t>
            </w:r>
            <w:r w:rsidR="0082698C" w:rsidRPr="00E67132">
              <w:rPr>
                <w:rFonts w:ascii="Calibri" w:hAnsi="Calibri" w:cs="Calibri"/>
                <w:noProof/>
                <w:sz w:val="22"/>
                <w:szCs w:val="22"/>
                <w:lang w:val="ro-RO"/>
              </w:rPr>
              <w:t>În cadrul acestei Submăsuri sunt eligibile pentru sprijin proiectele implementate în UAT-urile care au nota de favorabilitate potenţată ≥2</w:t>
            </w:r>
            <w:r w:rsidR="00FB2661" w:rsidRPr="00E67132">
              <w:rPr>
                <w:rFonts w:ascii="Calibri" w:hAnsi="Calibri" w:cs="Calibri"/>
                <w:noProof/>
                <w:sz w:val="22"/>
                <w:szCs w:val="22"/>
                <w:lang w:val="ro-RO"/>
              </w:rPr>
              <w:t>,00</w:t>
            </w:r>
            <w:r w:rsidR="0082698C" w:rsidRPr="00E67132">
              <w:rPr>
                <w:rFonts w:ascii="Calibri" w:hAnsi="Calibri" w:cs="Calibri"/>
                <w:noProof/>
                <w:sz w:val="22"/>
                <w:szCs w:val="22"/>
                <w:lang w:val="ro-RO"/>
              </w:rPr>
              <w:t>.</w:t>
            </w:r>
          </w:p>
          <w:p w14:paraId="3489B90B" w14:textId="77777777" w:rsidR="0082698C" w:rsidRPr="00E67132" w:rsidRDefault="0082698C" w:rsidP="00342928">
            <w:pPr>
              <w:autoSpaceDE w:val="0"/>
              <w:autoSpaceDN w:val="0"/>
              <w:adjustRightInd w:val="0"/>
              <w:spacing w:line="276" w:lineRule="auto"/>
              <w:jc w:val="both"/>
              <w:rPr>
                <w:rFonts w:ascii="Calibri" w:hAnsi="Calibri" w:cs="Calibri"/>
                <w:noProof/>
                <w:sz w:val="22"/>
                <w:szCs w:val="22"/>
                <w:lang w:val="ro-RO"/>
              </w:rPr>
            </w:pPr>
            <w:r w:rsidRPr="00E67132">
              <w:rPr>
                <w:rFonts w:ascii="Calibri" w:hAnsi="Calibri" w:cs="Calibri"/>
                <w:noProof/>
                <w:sz w:val="22"/>
                <w:szCs w:val="22"/>
                <w:lang w:val="ro-RO"/>
              </w:rPr>
              <w:t>În cazul UAT-urilor care au nota de favorabilitate potenţată &lt;2</w:t>
            </w:r>
            <w:r w:rsidR="00FB2661" w:rsidRPr="00E67132">
              <w:rPr>
                <w:rFonts w:ascii="Calibri" w:hAnsi="Calibri" w:cs="Calibri"/>
                <w:noProof/>
                <w:sz w:val="22"/>
                <w:szCs w:val="22"/>
                <w:lang w:val="ro-RO"/>
              </w:rPr>
              <w:t>,00</w:t>
            </w:r>
            <w:r w:rsidR="00350DD7" w:rsidRPr="00E67132">
              <w:rPr>
                <w:rFonts w:ascii="Calibri" w:hAnsi="Calibri" w:cs="Calibri"/>
                <w:noProof/>
                <w:sz w:val="22"/>
                <w:szCs w:val="22"/>
                <w:lang w:val="ro-RO"/>
              </w:rPr>
              <w:t xml:space="preserve"> </w:t>
            </w:r>
            <w:r w:rsidRPr="00E67132">
              <w:rPr>
                <w:rFonts w:ascii="Calibri" w:hAnsi="Calibri" w:cs="Calibri"/>
                <w:noProof/>
                <w:sz w:val="22"/>
                <w:szCs w:val="22"/>
                <w:lang w:val="ro-RO"/>
              </w:rPr>
              <w:t>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w:t>
            </w:r>
            <w:r w:rsidR="00FB2661" w:rsidRPr="00E67132">
              <w:rPr>
                <w:rFonts w:ascii="Calibri" w:hAnsi="Calibri" w:cs="Calibri"/>
                <w:noProof/>
                <w:sz w:val="22"/>
                <w:szCs w:val="22"/>
                <w:lang w:val="ro-RO"/>
              </w:rPr>
              <w:t>,00</w:t>
            </w:r>
            <w:r w:rsidRPr="00E67132">
              <w:rPr>
                <w:rFonts w:ascii="Calibri" w:hAnsi="Calibri" w:cs="Calibri"/>
                <w:noProof/>
                <w:sz w:val="22"/>
                <w:szCs w:val="22"/>
                <w:lang w:val="ro-RO"/>
              </w:rPr>
              <w:t>.</w:t>
            </w:r>
          </w:p>
          <w:p w14:paraId="228CB849" w14:textId="77777777" w:rsidR="0082698C" w:rsidRPr="00E67132" w:rsidRDefault="0082698C" w:rsidP="00342928">
            <w:pPr>
              <w:tabs>
                <w:tab w:val="left" w:pos="284"/>
              </w:tabs>
              <w:autoSpaceDE w:val="0"/>
              <w:autoSpaceDN w:val="0"/>
              <w:adjustRightInd w:val="0"/>
              <w:spacing w:line="276" w:lineRule="auto"/>
              <w:jc w:val="both"/>
              <w:rPr>
                <w:rFonts w:ascii="Calibri" w:eastAsia="Calibri" w:hAnsi="Calibri" w:cs="Calibri"/>
                <w:noProof/>
                <w:sz w:val="22"/>
                <w:szCs w:val="22"/>
                <w:lang w:val="ro-RO"/>
              </w:rPr>
            </w:pPr>
            <w:r w:rsidRPr="00E67132">
              <w:rPr>
                <w:rFonts w:ascii="Calibri" w:hAnsi="Calibri" w:cs="Calibri"/>
                <w:noProof/>
                <w:sz w:val="22"/>
                <w:szCs w:val="22"/>
                <w:lang w:val="ro-RO"/>
              </w:rPr>
              <w:t xml:space="preserve">Informațiile privind </w:t>
            </w:r>
            <w:r w:rsidRPr="00E67132">
              <w:rPr>
                <w:rFonts w:ascii="Calibri" w:eastAsia="Calibri" w:hAnsi="Calibri" w:cs="Calibri"/>
                <w:noProof/>
                <w:sz w:val="22"/>
                <w:szCs w:val="22"/>
                <w:lang w:val="ro-RO"/>
              </w:rPr>
              <w:t>obținerea studiului necesar recalculării notelor de favorabilitate pe amplasamentele din cadrul UAT-urilor care au o notă de favorabilitate potențată &lt;2</w:t>
            </w:r>
            <w:r w:rsidR="00FB2661" w:rsidRPr="00E67132">
              <w:rPr>
                <w:rFonts w:ascii="Calibri" w:eastAsia="Calibri" w:hAnsi="Calibri" w:cs="Calibri"/>
                <w:noProof/>
                <w:sz w:val="22"/>
                <w:szCs w:val="22"/>
                <w:lang w:val="ro-RO"/>
              </w:rPr>
              <w:t>,00</w:t>
            </w:r>
            <w:r w:rsidR="00140E45" w:rsidRPr="00E67132">
              <w:rPr>
                <w:rFonts w:ascii="Calibri" w:eastAsia="Calibri" w:hAnsi="Calibri" w:cs="Calibri"/>
                <w:noProof/>
                <w:sz w:val="22"/>
                <w:szCs w:val="22"/>
                <w:lang w:val="ro-RO"/>
              </w:rPr>
              <w:t xml:space="preserve"> </w:t>
            </w:r>
            <w:r w:rsidRPr="00E67132">
              <w:rPr>
                <w:rFonts w:ascii="Calibri" w:eastAsia="Calibri" w:hAnsi="Calibri" w:cs="Calibri"/>
                <w:noProof/>
                <w:sz w:val="22"/>
                <w:szCs w:val="22"/>
                <w:lang w:val="ro-RO"/>
              </w:rPr>
              <w:t xml:space="preserve">se regasesc pe pagina web a Institutului de Cercetare - Dezvoltare pentru Pomicultura Pitești –Maracineni la urmatoarea adresa web: </w:t>
            </w:r>
            <w:r w:rsidRPr="00E67132">
              <w:rPr>
                <w:rFonts w:ascii="Calibri" w:eastAsia="Calibri" w:hAnsi="Calibri" w:cs="Calibri"/>
                <w:noProof/>
                <w:color w:val="0070C0"/>
                <w:sz w:val="22"/>
                <w:szCs w:val="22"/>
                <w:lang w:val="ro-RO"/>
              </w:rPr>
              <w:t>http://icdp.ro/anunturi/Pasi%20recalculare.pdf</w:t>
            </w:r>
          </w:p>
          <w:p w14:paraId="0B868178" w14:textId="77777777" w:rsidR="00601460" w:rsidRPr="00E67132" w:rsidRDefault="0082698C" w:rsidP="00BC29DD">
            <w:pPr>
              <w:autoSpaceDE w:val="0"/>
              <w:autoSpaceDN w:val="0"/>
              <w:adjustRightInd w:val="0"/>
              <w:spacing w:line="276" w:lineRule="auto"/>
              <w:jc w:val="both"/>
              <w:rPr>
                <w:rFonts w:ascii="Calibri" w:hAnsi="Calibri" w:cs="Calibri"/>
                <w:noProof/>
                <w:sz w:val="22"/>
                <w:szCs w:val="22"/>
                <w:lang w:val="ro-RO"/>
              </w:rPr>
            </w:pPr>
            <w:r w:rsidRPr="00E67132">
              <w:rPr>
                <w:rFonts w:ascii="Calibri" w:hAnsi="Calibri" w:cs="Calibri"/>
                <w:noProof/>
                <w:sz w:val="22"/>
                <w:szCs w:val="22"/>
                <w:lang w:val="ro-RO"/>
              </w:rPr>
              <w:t xml:space="preserve">Semnificaţia notelor din tabelul privind gradul de favorabilitate al unui amplasament pentru o specie pomicolă se regăsește în Anexa nr. 6 la Ghidul solicitantului.  </w:t>
            </w:r>
          </w:p>
          <w:p w14:paraId="42218DDE" w14:textId="77777777" w:rsidR="003670B4" w:rsidRPr="00E67132" w:rsidRDefault="00350DD7" w:rsidP="00140E45">
            <w:pPr>
              <w:autoSpaceDE w:val="0"/>
              <w:autoSpaceDN w:val="0"/>
              <w:adjustRightInd w:val="0"/>
              <w:spacing w:line="276" w:lineRule="auto"/>
              <w:jc w:val="both"/>
              <w:rPr>
                <w:rFonts w:ascii="Calibri" w:hAnsi="Calibri" w:cs="Calibri"/>
                <w:b/>
                <w:noProof/>
                <w:sz w:val="22"/>
                <w:szCs w:val="22"/>
                <w:lang w:val="ro-RO"/>
              </w:rPr>
            </w:pPr>
            <w:r w:rsidRPr="00E67132">
              <w:rPr>
                <w:rFonts w:ascii="Calibri" w:hAnsi="Calibri" w:cs="Calibri"/>
                <w:b/>
                <w:noProof/>
                <w:sz w:val="22"/>
                <w:szCs w:val="22"/>
                <w:lang w:val="ro-RO"/>
              </w:rPr>
              <w:t>Doc. 10</w:t>
            </w:r>
          </w:p>
          <w:p w14:paraId="1C4C5D1C" w14:textId="77777777" w:rsidR="003670B4" w:rsidRPr="00E67132" w:rsidRDefault="003670B4" w:rsidP="00140E45">
            <w:pPr>
              <w:autoSpaceDE w:val="0"/>
              <w:autoSpaceDN w:val="0"/>
              <w:adjustRightInd w:val="0"/>
              <w:spacing w:line="276" w:lineRule="auto"/>
              <w:jc w:val="both"/>
              <w:rPr>
                <w:rFonts w:ascii="Calibri" w:hAnsi="Calibri" w:cs="Calibri"/>
                <w:b/>
                <w:bCs/>
                <w:noProof/>
                <w:sz w:val="22"/>
                <w:szCs w:val="22"/>
                <w:lang w:val="ro-RO"/>
              </w:rPr>
            </w:pPr>
            <w:r w:rsidRPr="00E67132">
              <w:rPr>
                <w:rFonts w:ascii="Calibri" w:hAnsi="Calibri" w:cs="Calibri"/>
                <w:b/>
                <w:bCs/>
                <w:noProof/>
                <w:sz w:val="22"/>
                <w:szCs w:val="22"/>
                <w:lang w:val="ro-RO"/>
              </w:rPr>
              <w:t>ATENȚIE:</w:t>
            </w:r>
          </w:p>
          <w:p w14:paraId="389CBE62" w14:textId="77777777" w:rsidR="003670B4" w:rsidRPr="00E67132" w:rsidRDefault="003670B4" w:rsidP="00005377">
            <w:pPr>
              <w:numPr>
                <w:ilvl w:val="0"/>
                <w:numId w:val="4"/>
              </w:numPr>
              <w:autoSpaceDE w:val="0"/>
              <w:autoSpaceDN w:val="0"/>
              <w:adjustRightInd w:val="0"/>
              <w:spacing w:line="276" w:lineRule="auto"/>
              <w:ind w:left="305" w:hanging="270"/>
              <w:jc w:val="both"/>
              <w:rPr>
                <w:rFonts w:ascii="Calibri" w:hAnsi="Calibri" w:cs="Calibri"/>
                <w:noProof/>
                <w:sz w:val="22"/>
                <w:szCs w:val="22"/>
                <w:lang w:val="ro-RO"/>
              </w:rPr>
            </w:pPr>
            <w:r w:rsidRPr="00E67132">
              <w:rPr>
                <w:rFonts w:ascii="Calibri" w:hAnsi="Calibri" w:cs="Calibri"/>
                <w:noProof/>
                <w:sz w:val="22"/>
                <w:szCs w:val="22"/>
                <w:lang w:val="ro-RO"/>
              </w:rPr>
              <w:t>În cazul proiectelor care vizează acţiuni de plantare şi/sau defrişare, la momentul acordării celei de-a doua tranşe de plată, se va prezenta autorizația de plantare / autorizația de defrișare, documente conform legislaţiei în vigoare.</w:t>
            </w:r>
          </w:p>
          <w:p w14:paraId="70408CD1" w14:textId="77777777" w:rsidR="003670B4" w:rsidRPr="00E67132" w:rsidRDefault="003670B4" w:rsidP="00005377">
            <w:pPr>
              <w:numPr>
                <w:ilvl w:val="0"/>
                <w:numId w:val="4"/>
              </w:numPr>
              <w:ind w:left="215" w:hanging="270"/>
              <w:jc w:val="both"/>
              <w:rPr>
                <w:rFonts w:ascii="Calibri" w:hAnsi="Calibri" w:cs="Calibri"/>
                <w:noProof/>
                <w:sz w:val="22"/>
                <w:szCs w:val="22"/>
                <w:lang w:val="ro-RO"/>
              </w:rPr>
            </w:pPr>
            <w:r w:rsidRPr="00E67132">
              <w:rPr>
                <w:rFonts w:ascii="Calibri" w:hAnsi="Calibri" w:cs="Calibri"/>
                <w:noProof/>
                <w:sz w:val="22"/>
                <w:szCs w:val="22"/>
                <w:lang w:val="ro-RO"/>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tc>
      </w:tr>
    </w:tbl>
    <w:p w14:paraId="491A1F7F" w14:textId="77777777" w:rsidR="009F57FB" w:rsidRPr="00E67132" w:rsidRDefault="009F57FB" w:rsidP="009F57FB">
      <w:pPr>
        <w:pStyle w:val="NoSpacing"/>
        <w:jc w:val="both"/>
        <w:rPr>
          <w:rFonts w:cs="Calibri"/>
          <w:b/>
          <w:noProof/>
          <w:lang w:val="ro-RO"/>
        </w:rPr>
      </w:pPr>
      <w:r w:rsidRPr="00E67132">
        <w:rPr>
          <w:rFonts w:cs="Calibri"/>
          <w:b/>
          <w:noProof/>
          <w:lang w:val="ro-RO"/>
        </w:rPr>
        <w:t>Daca in urma verificării efectuate în conformitate cu precizările din coloana “puncte de verificat”, expertul constată ca exploataţia respectă încadrarea,</w:t>
      </w:r>
      <w:r w:rsidRPr="00E67132">
        <w:rPr>
          <w:rFonts w:cs="Calibri"/>
          <w:noProof/>
          <w:lang w:val="ro-RO"/>
        </w:rPr>
        <w:t xml:space="preserve"> </w:t>
      </w:r>
      <w:r w:rsidRPr="00E67132">
        <w:rPr>
          <w:rFonts w:cs="Calibri"/>
          <w:b/>
          <w:noProof/>
          <w:lang w:val="ro-RO"/>
        </w:rPr>
        <w:t>va bifa casuţa corespunzatoare categoriei reprezentata de solicitant caseta “da” pentru verificare. In caz contrar se va bifa “nu”, cererea fiind declarată neeligibilă.</w:t>
      </w:r>
    </w:p>
    <w:p w14:paraId="0A3739A9"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03ABB8CD" w14:textId="77777777" w:rsidR="00674A9B" w:rsidRPr="00E67132" w:rsidRDefault="00674A9B" w:rsidP="00342928">
      <w:pPr>
        <w:pStyle w:val="NoSpacing"/>
        <w:spacing w:line="276" w:lineRule="auto"/>
        <w:jc w:val="both"/>
        <w:rPr>
          <w:rFonts w:cs="Calibri"/>
          <w:b/>
          <w:noProof/>
          <w:lang w:val="ro-RO"/>
        </w:rPr>
      </w:pPr>
      <w:r w:rsidRPr="00E67132">
        <w:rPr>
          <w:rFonts w:cs="Calibri"/>
          <w:b/>
          <w:noProof/>
          <w:lang w:val="ro-RO"/>
        </w:rPr>
        <w:t>EG8</w:t>
      </w:r>
      <w:r w:rsidRPr="00E67132">
        <w:rPr>
          <w:rFonts w:cs="Calibri"/>
          <w:noProof/>
          <w:lang w:val="ro-RO"/>
        </w:rPr>
        <w:t xml:space="preserve"> </w:t>
      </w:r>
      <w:r w:rsidRPr="00E67132">
        <w:rPr>
          <w:rFonts w:cs="Calibri"/>
          <w:b/>
          <w:noProof/>
          <w:lang w:val="ro-RO"/>
        </w:rPr>
        <w:t>Exploatația agricolă vizează investiţii în exploataţii viticole pentru soiurile de  struguri de vin?</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74A9B" w:rsidRPr="00E67132" w14:paraId="7BBCEAA0" w14:textId="77777777" w:rsidTr="00F8423B">
        <w:tc>
          <w:tcPr>
            <w:tcW w:w="4465" w:type="dxa"/>
            <w:shd w:val="clear" w:color="auto" w:fill="C0C0C0"/>
          </w:tcPr>
          <w:p w14:paraId="6DDD50FC" w14:textId="77777777" w:rsidR="00674A9B" w:rsidRPr="00E67132" w:rsidRDefault="00674A9B" w:rsidP="00F8423B">
            <w:pPr>
              <w:pStyle w:val="Heading1"/>
              <w:rPr>
                <w:rFonts w:ascii="Calibri" w:hAnsi="Calibri" w:cs="Calibri"/>
                <w:noProof/>
                <w:sz w:val="22"/>
                <w:szCs w:val="22"/>
              </w:rPr>
            </w:pPr>
            <w:r w:rsidRPr="00E67132">
              <w:rPr>
                <w:rFonts w:ascii="Calibri" w:hAnsi="Calibri" w:cs="Calibri"/>
                <w:noProof/>
                <w:sz w:val="22"/>
                <w:szCs w:val="22"/>
              </w:rPr>
              <w:t>DOCUMENTE PREZENTATE</w:t>
            </w:r>
          </w:p>
        </w:tc>
        <w:tc>
          <w:tcPr>
            <w:tcW w:w="5103" w:type="dxa"/>
            <w:shd w:val="clear" w:color="auto" w:fill="C0C0C0"/>
          </w:tcPr>
          <w:p w14:paraId="5E78BC72" w14:textId="77777777" w:rsidR="00674A9B" w:rsidRPr="00E67132" w:rsidRDefault="00674A9B" w:rsidP="00F8423B">
            <w:pPr>
              <w:jc w:val="both"/>
              <w:rPr>
                <w:rFonts w:ascii="Calibri" w:hAnsi="Calibri" w:cs="Calibri"/>
                <w:b/>
                <w:noProof/>
                <w:sz w:val="22"/>
                <w:szCs w:val="22"/>
                <w:lang w:val="ro-RO"/>
              </w:rPr>
            </w:pPr>
          </w:p>
          <w:p w14:paraId="58E246A4" w14:textId="77777777" w:rsidR="00674A9B" w:rsidRPr="00E67132" w:rsidRDefault="00674A9B" w:rsidP="00F8423B">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IN  DOCUMENTE</w:t>
            </w:r>
          </w:p>
        </w:tc>
      </w:tr>
      <w:tr w:rsidR="00674A9B" w:rsidRPr="00E67132" w14:paraId="4D6971D5" w14:textId="77777777" w:rsidTr="00630C53">
        <w:trPr>
          <w:trHeight w:val="373"/>
        </w:trPr>
        <w:tc>
          <w:tcPr>
            <w:tcW w:w="4465" w:type="dxa"/>
          </w:tcPr>
          <w:p w14:paraId="1981EF4B" w14:textId="77777777" w:rsidR="00674A9B" w:rsidRPr="00E67132" w:rsidRDefault="002D3DC6" w:rsidP="00F8423B">
            <w:pPr>
              <w:jc w:val="both"/>
              <w:rPr>
                <w:rFonts w:ascii="Calibri" w:hAnsi="Calibri" w:cs="Calibri"/>
                <w:b/>
                <w:noProof/>
                <w:sz w:val="22"/>
                <w:szCs w:val="22"/>
                <w:lang w:val="ro-RO"/>
              </w:rPr>
            </w:pPr>
            <w:r w:rsidRPr="00E67132">
              <w:rPr>
                <w:rFonts w:ascii="Calibri" w:hAnsi="Calibri" w:cs="Calibri"/>
                <w:b/>
                <w:noProof/>
                <w:sz w:val="22"/>
                <w:szCs w:val="22"/>
                <w:lang w:val="ro-RO"/>
              </w:rPr>
              <w:t>Doc.1. Planul de afaceri pentru dezvoltarea exploatatiei</w:t>
            </w:r>
          </w:p>
          <w:p w14:paraId="28C5CAC4" w14:textId="77777777" w:rsidR="002D3DC6" w:rsidRPr="00E67132" w:rsidRDefault="002D3DC6" w:rsidP="00F8423B">
            <w:pPr>
              <w:jc w:val="both"/>
              <w:rPr>
                <w:rFonts w:ascii="Calibri" w:hAnsi="Calibri" w:cs="Calibri"/>
                <w:b/>
                <w:noProof/>
                <w:sz w:val="22"/>
                <w:szCs w:val="22"/>
                <w:lang w:val="ro-RO"/>
              </w:rPr>
            </w:pPr>
          </w:p>
          <w:p w14:paraId="470095B9" w14:textId="77777777" w:rsidR="00674A9B" w:rsidRPr="00E67132" w:rsidRDefault="00674A9B" w:rsidP="00F8423B">
            <w:pPr>
              <w:jc w:val="both"/>
              <w:rPr>
                <w:rFonts w:ascii="Calibri" w:hAnsi="Calibri" w:cs="Calibri"/>
                <w:b/>
                <w:noProof/>
                <w:sz w:val="22"/>
                <w:szCs w:val="22"/>
                <w:lang w:val="ro-RO"/>
              </w:rPr>
            </w:pPr>
            <w:r w:rsidRPr="00E67132">
              <w:rPr>
                <w:rFonts w:ascii="Calibri" w:hAnsi="Calibri" w:cs="Calibri"/>
                <w:b/>
                <w:noProof/>
                <w:sz w:val="22"/>
                <w:szCs w:val="22"/>
                <w:lang w:val="ro-RO"/>
              </w:rPr>
              <w:t xml:space="preserve">Sunt eligibile doar exploataţiile de viţă de vie pentru vin din arealele vitiocole nominalizate prin OMADR </w:t>
            </w:r>
            <w:r w:rsidR="008231D0" w:rsidRPr="00E67132">
              <w:rPr>
                <w:rFonts w:ascii="Calibri" w:hAnsi="Calibri" w:cs="Calibri"/>
                <w:noProof/>
                <w:sz w:val="22"/>
                <w:szCs w:val="22"/>
                <w:lang w:val="ro-RO"/>
              </w:rPr>
              <w:t xml:space="preserve">1205/2018 </w:t>
            </w:r>
            <w:r w:rsidRPr="00E67132">
              <w:rPr>
                <w:rFonts w:ascii="Calibri" w:hAnsi="Calibri" w:cs="Calibri"/>
                <w:noProof/>
                <w:sz w:val="22"/>
                <w:szCs w:val="22"/>
                <w:lang w:val="ro-RO"/>
              </w:rPr>
              <w:t>pentru aprobarea Nominalizării arealelor viticole şi încadrării localităţilor pe regiuni viticole, podgorii şi centre viticole, cu modificările şi completările ulterioare (anexa 11 la Ghidul Solicitantului).</w:t>
            </w:r>
          </w:p>
          <w:p w14:paraId="7C7CAFD9" w14:textId="0F3CFB5F" w:rsidR="00674A9B" w:rsidRPr="00E67132" w:rsidRDefault="00FC49A2" w:rsidP="008231D0">
            <w:pPr>
              <w:jc w:val="both"/>
              <w:rPr>
                <w:rFonts w:ascii="Calibri" w:hAnsi="Calibri" w:cs="Calibri"/>
                <w:b/>
                <w:noProof/>
                <w:sz w:val="22"/>
                <w:szCs w:val="22"/>
                <w:lang w:val="ro-RO"/>
              </w:rPr>
            </w:pPr>
            <w:r w:rsidRPr="00E67132">
              <w:rPr>
                <w:rFonts w:ascii="Calibri" w:hAnsi="Calibri" w:cs="Calibri"/>
                <w:b/>
                <w:noProof/>
                <w:sz w:val="22"/>
                <w:szCs w:val="22"/>
                <w:lang w:val="ro-RO"/>
              </w:rPr>
              <w:t>Anexa 11</w:t>
            </w:r>
            <w:r w:rsidR="00674A9B" w:rsidRPr="00E67132">
              <w:rPr>
                <w:rFonts w:ascii="Calibri" w:hAnsi="Calibri" w:cs="Calibri"/>
                <w:b/>
                <w:noProof/>
                <w:sz w:val="22"/>
                <w:szCs w:val="22"/>
                <w:lang w:val="ro-RO"/>
              </w:rPr>
              <w:t xml:space="preserve"> - </w:t>
            </w:r>
            <w:r w:rsidRPr="00E67132">
              <w:rPr>
                <w:rFonts w:ascii="Calibri" w:hAnsi="Calibri" w:cs="Calibri"/>
                <w:noProof/>
                <w:sz w:val="22"/>
                <w:szCs w:val="22"/>
                <w:lang w:val="ro-RO"/>
              </w:rPr>
              <w:t xml:space="preserve">OMADR nr. </w:t>
            </w:r>
            <w:r w:rsidR="008231D0" w:rsidRPr="00E67132">
              <w:rPr>
                <w:rFonts w:ascii="Calibri" w:hAnsi="Calibri" w:cs="Calibri"/>
                <w:noProof/>
                <w:sz w:val="22"/>
                <w:szCs w:val="22"/>
                <w:lang w:val="ro-RO"/>
              </w:rPr>
              <w:t xml:space="preserve">1205/2018 </w:t>
            </w:r>
            <w:r w:rsidRPr="00E67132">
              <w:rPr>
                <w:rFonts w:ascii="Calibri" w:hAnsi="Calibri" w:cs="Calibri"/>
                <w:noProof/>
                <w:sz w:val="22"/>
                <w:szCs w:val="22"/>
                <w:lang w:val="ro-RO"/>
              </w:rPr>
              <w:t>pentru aprobarea Nominalizării arealelor viticole şi încadrării localităţilor pe regiuni viticole, podgorii şi centre</w:t>
            </w:r>
            <w:r w:rsidR="00721E90">
              <w:rPr>
                <w:rFonts w:ascii="Calibri" w:hAnsi="Calibri" w:cs="Calibri"/>
                <w:noProof/>
                <w:sz w:val="22"/>
                <w:szCs w:val="22"/>
                <w:lang w:val="ro-RO"/>
              </w:rPr>
              <w:t>.</w:t>
            </w:r>
            <w:r w:rsidRPr="00E67132">
              <w:rPr>
                <w:rFonts w:ascii="Calibri" w:hAnsi="Calibri" w:cs="Calibri"/>
                <w:noProof/>
                <w:sz w:val="22"/>
                <w:szCs w:val="22"/>
                <w:lang w:val="ro-RO"/>
              </w:rPr>
              <w:t xml:space="preserve"> </w:t>
            </w:r>
          </w:p>
        </w:tc>
        <w:tc>
          <w:tcPr>
            <w:tcW w:w="5103" w:type="dxa"/>
          </w:tcPr>
          <w:p w14:paraId="56730946" w14:textId="77777777" w:rsidR="00674A9B" w:rsidRPr="00E67132" w:rsidRDefault="00674A9B" w:rsidP="00342928">
            <w:pPr>
              <w:pStyle w:val="ListParagraph"/>
              <w:spacing w:line="276" w:lineRule="auto"/>
              <w:ind w:left="0"/>
              <w:contextualSpacing w:val="0"/>
              <w:jc w:val="both"/>
              <w:rPr>
                <w:rFonts w:ascii="Calibri" w:hAnsi="Calibri" w:cs="Calibri"/>
                <w:noProof/>
                <w:sz w:val="22"/>
                <w:szCs w:val="22"/>
                <w:lang w:val="ro-RO"/>
              </w:rPr>
            </w:pPr>
            <w:r w:rsidRPr="00E67132">
              <w:rPr>
                <w:rFonts w:ascii="Calibri" w:hAnsi="Calibri" w:cs="Calibri"/>
                <w:b/>
                <w:noProof/>
                <w:color w:val="000000"/>
                <w:sz w:val="22"/>
                <w:szCs w:val="22"/>
                <w:lang w:val="ro-RO"/>
              </w:rPr>
              <w:t>Doc.1. Expertul verifica i</w:t>
            </w:r>
            <w:r w:rsidR="00FC49A2" w:rsidRPr="00E67132">
              <w:rPr>
                <w:rFonts w:ascii="Calibri" w:hAnsi="Calibri" w:cs="Calibri"/>
                <w:noProof/>
                <w:sz w:val="22"/>
                <w:szCs w:val="22"/>
                <w:lang w:val="ro-RO"/>
              </w:rPr>
              <w:t>n planul de afaceri</w:t>
            </w:r>
            <w:r w:rsidRPr="00E67132">
              <w:rPr>
                <w:rFonts w:ascii="Calibri" w:hAnsi="Calibri" w:cs="Calibri"/>
                <w:noProof/>
                <w:sz w:val="22"/>
                <w:szCs w:val="22"/>
                <w:lang w:val="ro-RO"/>
              </w:rPr>
              <w:t xml:space="preserve"> in cazul exploataţiilor </w:t>
            </w:r>
            <w:r w:rsidR="00FC49A2" w:rsidRPr="00E67132">
              <w:rPr>
                <w:rFonts w:ascii="Calibri" w:hAnsi="Calibri" w:cs="Calibri"/>
                <w:b/>
                <w:noProof/>
                <w:sz w:val="22"/>
                <w:szCs w:val="22"/>
                <w:lang w:val="ro-RO"/>
              </w:rPr>
              <w:t>de viţă de vie pentru vin din arealele vitiocole nominalizate prin OMADR</w:t>
            </w:r>
            <w:r w:rsidR="008231D0" w:rsidRPr="00E67132">
              <w:rPr>
                <w:rFonts w:ascii="Calibri" w:hAnsi="Calibri" w:cs="Calibri"/>
                <w:b/>
                <w:noProof/>
                <w:sz w:val="22"/>
                <w:szCs w:val="22"/>
                <w:lang w:val="ro-RO"/>
              </w:rPr>
              <w:t xml:space="preserve"> 1205/2018 </w:t>
            </w:r>
            <w:r w:rsidRPr="00E67132">
              <w:rPr>
                <w:rFonts w:ascii="Calibri" w:hAnsi="Calibri" w:cs="Calibri"/>
                <w:b/>
                <w:noProof/>
                <w:sz w:val="22"/>
                <w:szCs w:val="22"/>
                <w:lang w:val="ro-RO"/>
              </w:rPr>
              <w:t>,</w:t>
            </w:r>
            <w:r w:rsidRPr="00E67132">
              <w:rPr>
                <w:rFonts w:ascii="Calibri" w:hAnsi="Calibri" w:cs="Calibri"/>
                <w:noProof/>
                <w:sz w:val="22"/>
                <w:szCs w:val="22"/>
                <w:lang w:val="ro-RO"/>
              </w:rPr>
              <w:t xml:space="preserve"> daca acestea se regăsesc în </w:t>
            </w:r>
            <w:r w:rsidR="00FC49A2" w:rsidRPr="00E67132">
              <w:rPr>
                <w:rFonts w:ascii="Calibri" w:hAnsi="Calibri" w:cs="Calibri"/>
                <w:noProof/>
                <w:sz w:val="22"/>
                <w:szCs w:val="22"/>
                <w:lang w:val="ro-RO"/>
              </w:rPr>
              <w:t xml:space="preserve">arealele viticole şi încadrarea localităţilor pe regiuni viticole, podgorii şi centre viticole. </w:t>
            </w:r>
          </w:p>
          <w:p w14:paraId="16379C92" w14:textId="77777777" w:rsidR="00E5570D" w:rsidRPr="00E67132" w:rsidRDefault="000D4B81" w:rsidP="00E5570D">
            <w:pPr>
              <w:jc w:val="both"/>
              <w:rPr>
                <w:rFonts w:ascii="Calibri" w:hAnsi="Calibri" w:cs="Calibri"/>
                <w:noProof/>
                <w:sz w:val="22"/>
                <w:szCs w:val="22"/>
                <w:lang w:val="ro-RO"/>
              </w:rPr>
            </w:pPr>
            <w:r w:rsidRPr="00E67132">
              <w:rPr>
                <w:rFonts w:ascii="Calibri" w:hAnsi="Calibri" w:cs="Calibri"/>
                <w:noProof/>
                <w:sz w:val="22"/>
                <w:szCs w:val="22"/>
                <w:lang w:val="ro-RO"/>
              </w:rPr>
              <w:t xml:space="preserve">Solicitanții care dețin exploatații </w:t>
            </w:r>
            <w:r w:rsidRPr="00E67132">
              <w:rPr>
                <w:rFonts w:ascii="Calibri" w:hAnsi="Calibri" w:cs="Calibri"/>
                <w:b/>
                <w:noProof/>
                <w:sz w:val="22"/>
                <w:szCs w:val="22"/>
                <w:lang w:val="ro-RO"/>
              </w:rPr>
              <w:t xml:space="preserve">de viţă de vie </w:t>
            </w:r>
            <w:r w:rsidRPr="00E67132">
              <w:rPr>
                <w:rFonts w:ascii="Calibri" w:hAnsi="Calibri" w:cs="Calibri"/>
                <w:noProof/>
                <w:sz w:val="22"/>
                <w:szCs w:val="22"/>
                <w:lang w:val="ro-RO"/>
              </w:rPr>
              <w:t xml:space="preserve">sunt verificati in baza de date APIA,  după CNP-ul </w:t>
            </w:r>
            <w:r w:rsidR="00E5570D" w:rsidRPr="00E67132">
              <w:rPr>
                <w:rFonts w:ascii="Calibri" w:hAnsi="Calibri" w:cs="Calibri"/>
                <w:noProof/>
                <w:sz w:val="22"/>
                <w:szCs w:val="22"/>
                <w:lang w:val="ro-RO"/>
              </w:rPr>
              <w:t>dacă suprafaţa corespunde cu cea din proiect.</w:t>
            </w:r>
          </w:p>
          <w:p w14:paraId="6E7E5438" w14:textId="77777777" w:rsidR="00E5570D" w:rsidRPr="00E67132" w:rsidRDefault="00E5570D" w:rsidP="00E5570D">
            <w:pPr>
              <w:jc w:val="both"/>
              <w:rPr>
                <w:rFonts w:ascii="Calibri" w:hAnsi="Calibri" w:cs="Calibri"/>
                <w:noProof/>
                <w:sz w:val="22"/>
                <w:szCs w:val="22"/>
                <w:lang w:val="ro-RO"/>
              </w:rPr>
            </w:pPr>
          </w:p>
          <w:p w14:paraId="7F71D79C" w14:textId="77777777" w:rsidR="00674A9B" w:rsidRPr="00E67132" w:rsidRDefault="00674A9B" w:rsidP="00E93D63">
            <w:pPr>
              <w:jc w:val="both"/>
              <w:rPr>
                <w:rFonts w:ascii="Calibri" w:hAnsi="Calibri" w:cs="Calibri"/>
                <w:noProof/>
                <w:sz w:val="22"/>
                <w:szCs w:val="22"/>
                <w:lang w:val="ro-RO"/>
              </w:rPr>
            </w:pPr>
          </w:p>
        </w:tc>
      </w:tr>
    </w:tbl>
    <w:p w14:paraId="6140E373" w14:textId="77777777" w:rsidR="001F59DF" w:rsidRPr="00E67132" w:rsidRDefault="001F59DF" w:rsidP="001F59DF">
      <w:pPr>
        <w:pStyle w:val="NoSpacing"/>
        <w:jc w:val="both"/>
        <w:rPr>
          <w:rFonts w:cs="Calibri"/>
          <w:b/>
          <w:noProof/>
          <w:lang w:val="ro-RO"/>
        </w:rPr>
      </w:pPr>
      <w:r w:rsidRPr="00E67132">
        <w:rPr>
          <w:rFonts w:cs="Calibri"/>
          <w:b/>
          <w:noProof/>
          <w:lang w:val="ro-RO"/>
        </w:rPr>
        <w:t>Daca in urma verificării efectuate în conformitate cu precizările din coloana “puncte de verificat”, expertul constată ca exploataţia respectă încadrarea,</w:t>
      </w:r>
      <w:r w:rsidRPr="00E67132">
        <w:rPr>
          <w:rFonts w:cs="Calibri"/>
          <w:noProof/>
          <w:lang w:val="ro-RO"/>
        </w:rPr>
        <w:t xml:space="preserve"> </w:t>
      </w:r>
      <w:r w:rsidRPr="00E67132">
        <w:rPr>
          <w:rFonts w:cs="Calibri"/>
          <w:b/>
          <w:noProof/>
          <w:lang w:val="ro-RO"/>
        </w:rPr>
        <w:t>va bifa casuţa corespunzatoare categoriei reprezentata de solicitant caseta “da” pentru verificare. In caz contrar se va bifa “nu”, cererea fiind declarată neeligibilă</w:t>
      </w:r>
      <w:r w:rsidR="00176224" w:rsidRPr="00E67132">
        <w:rPr>
          <w:rFonts w:cs="Calibri"/>
          <w:b/>
          <w:noProof/>
          <w:lang w:val="ro-RO"/>
        </w:rPr>
        <w:t xml:space="preserve">, iar </w:t>
      </w:r>
      <w:r w:rsidR="007C50FF" w:rsidRPr="00E67132">
        <w:rPr>
          <w:rFonts w:cs="Calibri"/>
          <w:b/>
          <w:noProof/>
          <w:lang w:val="ro-RO"/>
        </w:rPr>
        <w:t xml:space="preserve"> expertul continuă </w:t>
      </w:r>
      <w:r w:rsidR="00176224" w:rsidRPr="00E67132">
        <w:rPr>
          <w:rFonts w:cs="Calibri"/>
          <w:b/>
          <w:noProof/>
          <w:lang w:val="ro-RO"/>
        </w:rPr>
        <w:t>verificarea</w:t>
      </w:r>
      <w:r w:rsidRPr="00E67132">
        <w:rPr>
          <w:rFonts w:cs="Calibri"/>
          <w:b/>
          <w:noProof/>
          <w:lang w:val="ro-RO"/>
        </w:rPr>
        <w:t>.</w:t>
      </w:r>
    </w:p>
    <w:p w14:paraId="1162A246" w14:textId="77777777" w:rsidR="001F59DF" w:rsidRPr="00E67132" w:rsidRDefault="001F59DF" w:rsidP="001F59DF">
      <w:pPr>
        <w:tabs>
          <w:tab w:val="left" w:pos="3120"/>
          <w:tab w:val="center" w:pos="4320"/>
          <w:tab w:val="right" w:pos="8640"/>
        </w:tabs>
        <w:rPr>
          <w:rFonts w:ascii="Calibri" w:hAnsi="Calibri" w:cs="Calibri"/>
          <w:b/>
          <w:noProof/>
          <w:sz w:val="22"/>
          <w:szCs w:val="22"/>
          <w:lang w:val="ro-RO"/>
        </w:rPr>
      </w:pPr>
    </w:p>
    <w:p w14:paraId="0FF815B3" w14:textId="77777777" w:rsidR="001F59DF" w:rsidRPr="00E67132" w:rsidRDefault="001F59DF" w:rsidP="001F59DF">
      <w:pPr>
        <w:pStyle w:val="BodyText3"/>
        <w:jc w:val="both"/>
        <w:rPr>
          <w:rFonts w:ascii="Calibri" w:hAnsi="Calibri" w:cs="Calibri"/>
          <w:noProof/>
          <w:sz w:val="22"/>
          <w:szCs w:val="22"/>
          <w:u w:val="single"/>
          <w:lang w:val="ro-RO"/>
        </w:rPr>
      </w:pPr>
      <w:r w:rsidRPr="00E67132">
        <w:rPr>
          <w:rFonts w:ascii="Calibri" w:hAnsi="Calibri" w:cs="Calibri"/>
          <w:noProof/>
          <w:sz w:val="22"/>
          <w:szCs w:val="22"/>
          <w:u w:val="single"/>
          <w:lang w:val="ro-RO"/>
        </w:rPr>
        <w:t>3.VALOAREA SPRIJINULUI:</w:t>
      </w:r>
    </w:p>
    <w:p w14:paraId="3B652555" w14:textId="77777777" w:rsidR="001F59DF" w:rsidRPr="00E67132" w:rsidRDefault="001F59DF" w:rsidP="001F59DF">
      <w:pPr>
        <w:pStyle w:val="BodyText3"/>
        <w:jc w:val="both"/>
        <w:rPr>
          <w:rFonts w:ascii="Calibri" w:hAnsi="Calibri" w:cs="Calibri"/>
          <w:noProof/>
          <w:sz w:val="22"/>
          <w:szCs w:val="22"/>
          <w:lang w:val="ro-RO"/>
        </w:rPr>
      </w:pPr>
      <w:r w:rsidRPr="00E67132">
        <w:rPr>
          <w:rFonts w:ascii="Calibri" w:hAnsi="Calibri" w:cs="Calibri"/>
          <w:noProof/>
          <w:sz w:val="22"/>
          <w:szCs w:val="22"/>
          <w:lang w:val="ro-RO"/>
        </w:rPr>
        <w:t>Stabilirea dimensiunii exploataţiei agricole (calcularea sprijinului pentru instalare).</w:t>
      </w:r>
    </w:p>
    <w:p w14:paraId="3255F549" w14:textId="77777777" w:rsidR="001F59DF" w:rsidRPr="00E67132" w:rsidRDefault="001F59DF" w:rsidP="001F59DF">
      <w:pPr>
        <w:pStyle w:val="BodyText3"/>
        <w:jc w:val="both"/>
        <w:rPr>
          <w:rFonts w:ascii="Calibri" w:hAnsi="Calibri" w:cs="Calibri"/>
          <w:noProof/>
          <w:sz w:val="22"/>
          <w:szCs w:val="22"/>
          <w:lang w:val="ro-RO"/>
        </w:rPr>
      </w:pPr>
      <w:r w:rsidRPr="00E67132">
        <w:rPr>
          <w:rFonts w:ascii="Calibri" w:hAnsi="Calibri" w:cs="Calibri"/>
          <w:noProof/>
          <w:sz w:val="22"/>
          <w:szCs w:val="22"/>
          <w:lang w:val="ro-RO"/>
        </w:rPr>
        <w:t>Dimensiunea exploataţiei în anul 0 conform Cererii de Finanţare</w:t>
      </w:r>
    </w:p>
    <w:p w14:paraId="26AFCF55" w14:textId="77777777" w:rsidR="001F59DF" w:rsidRPr="00E67132" w:rsidRDefault="001F59DF" w:rsidP="001F59DF">
      <w:pPr>
        <w:pStyle w:val="BodyText3"/>
        <w:jc w:val="both"/>
        <w:rPr>
          <w:rFonts w:ascii="Calibri" w:hAnsi="Calibri" w:cs="Calibri"/>
          <w:noProof/>
          <w:sz w:val="22"/>
          <w:szCs w:val="22"/>
          <w:lang w:val="ro-RO"/>
        </w:rPr>
      </w:pPr>
    </w:p>
    <w:p w14:paraId="41B1B33D" w14:textId="77777777" w:rsidR="001F59DF" w:rsidRPr="00E67132" w:rsidRDefault="001F59DF" w:rsidP="001F59DF">
      <w:pPr>
        <w:pStyle w:val="BodyText3"/>
        <w:jc w:val="both"/>
        <w:rPr>
          <w:rFonts w:ascii="Calibri" w:hAnsi="Calibri" w:cs="Calibri"/>
          <w:noProof/>
          <w:sz w:val="22"/>
          <w:szCs w:val="22"/>
          <w:lang w:val="ro-RO"/>
        </w:rPr>
      </w:pPr>
      <w:r w:rsidRPr="00E67132">
        <w:rPr>
          <w:rFonts w:ascii="Calibri" w:hAnsi="Calibri" w:cs="Calibri"/>
          <w:noProof/>
          <w:sz w:val="22"/>
          <w:szCs w:val="22"/>
          <w:lang w:val="ro-RO"/>
        </w:rPr>
        <w:t>12.000 S.O. - 29.999 S.O.</w:t>
      </w:r>
      <w:r w:rsidRPr="00E67132">
        <w:rPr>
          <w:rFonts w:ascii="Calibri" w:hAnsi="Calibri" w:cs="Calibri"/>
          <w:noProof/>
          <w:sz w:val="22"/>
          <w:szCs w:val="22"/>
          <w:lang w:val="ro-RO"/>
        </w:rPr>
        <w:tab/>
        <w:t>-</w:t>
      </w:r>
      <w:r w:rsidRPr="00E67132">
        <w:rPr>
          <w:rFonts w:ascii="Calibri" w:hAnsi="Calibri" w:cs="Calibri"/>
          <w:noProof/>
          <w:sz w:val="22"/>
          <w:szCs w:val="22"/>
          <w:lang w:val="ro-RO"/>
        </w:rPr>
        <w:tab/>
        <w:t>40.000 de euro</w:t>
      </w:r>
    </w:p>
    <w:p w14:paraId="59361050" w14:textId="77777777" w:rsidR="001F59DF" w:rsidRPr="00E67132" w:rsidRDefault="001F59DF" w:rsidP="001F59DF">
      <w:pPr>
        <w:pStyle w:val="BodyText3"/>
        <w:jc w:val="both"/>
        <w:rPr>
          <w:rFonts w:ascii="Calibri" w:hAnsi="Calibri" w:cs="Calibri"/>
          <w:noProof/>
          <w:sz w:val="22"/>
          <w:szCs w:val="22"/>
          <w:lang w:val="ro-RO"/>
        </w:rPr>
      </w:pPr>
      <w:r w:rsidRPr="00E67132">
        <w:rPr>
          <w:rFonts w:ascii="Calibri" w:hAnsi="Calibri" w:cs="Calibri"/>
          <w:noProof/>
          <w:sz w:val="22"/>
          <w:szCs w:val="22"/>
          <w:lang w:val="ro-RO"/>
        </w:rPr>
        <w:t>30.000 S.O. - 50.000 S.O.</w:t>
      </w:r>
      <w:r w:rsidRPr="00E67132">
        <w:rPr>
          <w:rFonts w:ascii="Calibri" w:hAnsi="Calibri" w:cs="Calibri"/>
          <w:noProof/>
          <w:sz w:val="22"/>
          <w:szCs w:val="22"/>
          <w:lang w:val="ro-RO"/>
        </w:rPr>
        <w:tab/>
        <w:t>-</w:t>
      </w:r>
      <w:r w:rsidRPr="00E67132">
        <w:rPr>
          <w:rFonts w:ascii="Calibri" w:hAnsi="Calibri" w:cs="Calibri"/>
          <w:noProof/>
          <w:sz w:val="22"/>
          <w:szCs w:val="22"/>
          <w:lang w:val="ro-RO"/>
        </w:rPr>
        <w:tab/>
        <w:t>50.000 de euro</w:t>
      </w:r>
    </w:p>
    <w:p w14:paraId="0A1CAF26" w14:textId="77777777" w:rsidR="001F59DF" w:rsidRPr="00E67132" w:rsidRDefault="001F59DF" w:rsidP="001F59DF">
      <w:pPr>
        <w:jc w:val="both"/>
        <w:rPr>
          <w:rFonts w:ascii="Calibri" w:hAnsi="Calibri" w:cs="Calibri"/>
          <w:noProof/>
          <w:sz w:val="22"/>
          <w:szCs w:val="22"/>
          <w:lang w:val="ro-RO"/>
        </w:rPr>
      </w:pPr>
    </w:p>
    <w:p w14:paraId="0977EF5E" w14:textId="77777777" w:rsidR="001F59DF" w:rsidRPr="00E67132" w:rsidRDefault="001F59DF" w:rsidP="001F59DF">
      <w:pPr>
        <w:jc w:val="both"/>
        <w:rPr>
          <w:rFonts w:ascii="Calibri" w:hAnsi="Calibri" w:cs="Calibri"/>
          <w:noProof/>
          <w:sz w:val="22"/>
          <w:szCs w:val="22"/>
          <w:lang w:val="ro-RO"/>
        </w:rPr>
      </w:pPr>
      <w:r w:rsidRPr="00E67132">
        <w:rPr>
          <w:rFonts w:ascii="Calibri" w:hAnsi="Calibri" w:cs="Calibri"/>
          <w:noProof/>
          <w:sz w:val="22"/>
          <w:szCs w:val="22"/>
          <w:lang w:val="ro-RO"/>
        </w:rPr>
        <w:t>Volumul sprijinului  se calculează astfel:</w:t>
      </w:r>
    </w:p>
    <w:p w14:paraId="5926A337" w14:textId="77777777" w:rsidR="001F59DF" w:rsidRPr="00E67132" w:rsidRDefault="001F59DF" w:rsidP="001F59DF">
      <w:pPr>
        <w:jc w:val="both"/>
        <w:rPr>
          <w:rFonts w:ascii="Calibri" w:hAnsi="Calibri" w:cs="Calibri"/>
          <w:noProof/>
          <w:sz w:val="22"/>
          <w:szCs w:val="22"/>
          <w:lang w:val="ro-RO"/>
        </w:rPr>
      </w:pPr>
      <w:r w:rsidRPr="00E67132">
        <w:rPr>
          <w:rFonts w:ascii="Calibri" w:hAnsi="Calibri" w:cs="Calibri"/>
          <w:noProof/>
          <w:sz w:val="22"/>
          <w:szCs w:val="22"/>
          <w:lang w:val="ro-RO"/>
        </w:rPr>
        <w:t>Pentru o exploataţie agricolă cu dimensiunea minimă de 12.000-29.999 SO sprijinul pentru instalare este de 40.000 Euro iar peste aceasta dimensiune între 30.000-50.000 SO sprijinul pentru instalare este de 50.000 S.O.</w:t>
      </w:r>
    </w:p>
    <w:p w14:paraId="3A506C6B" w14:textId="77777777" w:rsidR="001F59DF" w:rsidRPr="00E67132" w:rsidRDefault="001F59DF" w:rsidP="001F59DF">
      <w:pPr>
        <w:jc w:val="both"/>
        <w:rPr>
          <w:rFonts w:ascii="Calibri" w:hAnsi="Calibri" w:cs="Calibri"/>
          <w:noProof/>
          <w:sz w:val="22"/>
          <w:szCs w:val="22"/>
          <w:lang w:val="ro-RO"/>
        </w:rPr>
      </w:pPr>
      <w:r w:rsidRPr="00E67132">
        <w:rPr>
          <w:rFonts w:ascii="Calibri" w:hAnsi="Calibri" w:cs="Calibri"/>
          <w:noProof/>
          <w:sz w:val="22"/>
          <w:szCs w:val="22"/>
          <w:lang w:val="ro-RO"/>
        </w:rPr>
        <w:t>Valoarea sprijinului nu va fi cu zecimale si nu se va rotunjii.</w:t>
      </w:r>
    </w:p>
    <w:p w14:paraId="3A5C0CE1" w14:textId="77777777" w:rsidR="001F59DF" w:rsidRPr="00E67132" w:rsidRDefault="001F59DF" w:rsidP="001F59DF">
      <w:pPr>
        <w:jc w:val="both"/>
        <w:rPr>
          <w:rFonts w:ascii="Calibri" w:hAnsi="Calibri" w:cs="Calibri"/>
          <w:noProof/>
          <w:sz w:val="22"/>
          <w:szCs w:val="22"/>
          <w:lang w:val="ro-RO"/>
        </w:rPr>
      </w:pPr>
      <w:r w:rsidRPr="00E67132">
        <w:rPr>
          <w:rFonts w:ascii="Calibri" w:hAnsi="Calibri" w:cs="Calibri"/>
          <w:noProof/>
          <w:sz w:val="22"/>
          <w:szCs w:val="22"/>
          <w:lang w:val="ro-RO"/>
        </w:rPr>
        <w:t>Se verifica daca in stabilirea dimensiunii exploatatiei agricole peste 75% din marimea acesteia este asigurata din produse agricole vegetale si animale destinate consumului uman si animal</w:t>
      </w:r>
      <w:r w:rsidR="00530F1E" w:rsidRPr="00E67132">
        <w:rPr>
          <w:rFonts w:ascii="Calibri" w:hAnsi="Calibri" w:cs="Calibri"/>
          <w:noProof/>
          <w:sz w:val="22"/>
          <w:szCs w:val="22"/>
          <w:lang w:val="ro-RO"/>
        </w:rPr>
        <w:t xml:space="preserve"> , atât în anul 0  cât şi la solicitarea acordarii celei de a doua tranşe de plată (pe toată perioada de implementare şi monitorizare a proiectului)</w:t>
      </w:r>
      <w:r w:rsidRPr="00E67132">
        <w:rPr>
          <w:rFonts w:ascii="Calibri" w:hAnsi="Calibri" w:cs="Calibri"/>
          <w:noProof/>
          <w:sz w:val="22"/>
          <w:szCs w:val="22"/>
          <w:lang w:val="ro-RO"/>
        </w:rPr>
        <w:t>.</w:t>
      </w:r>
    </w:p>
    <w:p w14:paraId="7866DC91" w14:textId="77777777" w:rsidR="001F59DF" w:rsidRPr="00E67132" w:rsidRDefault="001F59DF" w:rsidP="001F59DF">
      <w:pPr>
        <w:jc w:val="both"/>
        <w:rPr>
          <w:rFonts w:ascii="Calibri" w:hAnsi="Calibri" w:cs="Calibri"/>
          <w:noProof/>
          <w:sz w:val="22"/>
          <w:szCs w:val="22"/>
          <w:lang w:val="ro-RO"/>
        </w:rPr>
      </w:pPr>
      <w:r w:rsidRPr="00E67132">
        <w:rPr>
          <w:rFonts w:ascii="Calibri" w:hAnsi="Calibri" w:cs="Calibri"/>
          <w:noProof/>
          <w:sz w:val="22"/>
          <w:szCs w:val="22"/>
          <w:lang w:val="ro-RO"/>
        </w:rPr>
        <w:t>Dacă la verificarea documentelor (Registrul unic de identificare,</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w:t>
      </w:r>
      <w:r w:rsidRPr="00E67132">
        <w:rPr>
          <w:rFonts w:ascii="Calibri" w:hAnsi="Calibri" w:cs="Calibri"/>
          <w:b/>
          <w:noProof/>
          <w:sz w:val="22"/>
          <w:szCs w:val="22"/>
          <w:lang w:val="ro-RO"/>
        </w:rPr>
        <w:t>da</w:t>
      </w:r>
      <w:r w:rsidRPr="00E67132">
        <w:rPr>
          <w:rFonts w:ascii="Calibri" w:hAnsi="Calibri" w:cs="Calibri"/>
          <w:noProof/>
          <w:sz w:val="22"/>
          <w:szCs w:val="22"/>
          <w:lang w:val="ro-RO"/>
        </w:rPr>
        <w:t xml:space="preserve"> în casuta corespunzatoare. În caz contrar,</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expertul bifează </w:t>
      </w:r>
      <w:r w:rsidRPr="00E67132">
        <w:rPr>
          <w:rFonts w:ascii="Calibri" w:hAnsi="Calibri" w:cs="Calibri"/>
          <w:b/>
          <w:noProof/>
          <w:sz w:val="22"/>
          <w:szCs w:val="22"/>
          <w:lang w:val="ro-RO"/>
        </w:rPr>
        <w:t xml:space="preserve">nu </w:t>
      </w:r>
      <w:r w:rsidRPr="00E67132">
        <w:rPr>
          <w:rFonts w:ascii="Calibri" w:hAnsi="Calibri" w:cs="Calibri"/>
          <w:noProof/>
          <w:sz w:val="22"/>
          <w:szCs w:val="22"/>
          <w:lang w:val="ro-RO"/>
        </w:rPr>
        <w:t xml:space="preserve">şi motivează poziţia sa în liniile prevăzute în acest scop la rubrica „Observatii”, </w:t>
      </w:r>
      <w:r w:rsidRPr="00E67132">
        <w:rPr>
          <w:rFonts w:ascii="Calibri" w:hAnsi="Calibri" w:cs="Calibri"/>
          <w:b/>
          <w:noProof/>
          <w:sz w:val="22"/>
          <w:szCs w:val="22"/>
          <w:lang w:val="ro-RO"/>
        </w:rPr>
        <w:t>iar cererea de finantare va fi declarată neeligibilă</w:t>
      </w:r>
      <w:r w:rsidRPr="00E67132">
        <w:rPr>
          <w:rFonts w:ascii="Calibri" w:hAnsi="Calibri" w:cs="Calibri"/>
          <w:noProof/>
          <w:sz w:val="22"/>
          <w:szCs w:val="22"/>
          <w:lang w:val="ro-RO"/>
        </w:rPr>
        <w:t>.</w:t>
      </w:r>
    </w:p>
    <w:p w14:paraId="1D2895CC" w14:textId="77777777" w:rsidR="00F32BDF" w:rsidRPr="00E67132" w:rsidRDefault="00F32BDF" w:rsidP="00342928">
      <w:pPr>
        <w:pStyle w:val="NoSpacing"/>
        <w:spacing w:line="276" w:lineRule="auto"/>
        <w:jc w:val="both"/>
        <w:rPr>
          <w:rFonts w:cs="Calibri"/>
          <w:b/>
          <w:noProof/>
          <w:lang w:val="ro-RO"/>
        </w:rPr>
      </w:pPr>
      <w:r w:rsidRPr="00E67132">
        <w:rPr>
          <w:rFonts w:cs="Calibri"/>
          <w:b/>
          <w:noProof/>
          <w:lang w:val="ro-RO"/>
        </w:rPr>
        <w:t>Calculul SO se realizează pe baza coeficienţilor din Cererea de Finanţare, conform tabelului de SO, anexat la Ghidul Solicitantului</w:t>
      </w:r>
    </w:p>
    <w:p w14:paraId="390774F9" w14:textId="77777777" w:rsidR="00624498" w:rsidRPr="00E67132" w:rsidRDefault="00624498" w:rsidP="0020189B">
      <w:pPr>
        <w:rPr>
          <w:rFonts w:ascii="Calibri" w:hAnsi="Calibri" w:cs="Calibri"/>
          <w:b/>
          <w:noProof/>
          <w:sz w:val="22"/>
          <w:szCs w:val="22"/>
          <w:lang w:val="ro-RO"/>
        </w:rPr>
      </w:pPr>
    </w:p>
    <w:p w14:paraId="6E1F4155" w14:textId="77777777" w:rsidR="0020189B" w:rsidRPr="00E67132" w:rsidRDefault="00624498" w:rsidP="0020189B">
      <w:pPr>
        <w:rPr>
          <w:rFonts w:ascii="Calibri" w:hAnsi="Calibri" w:cs="Calibri"/>
          <w:noProof/>
          <w:sz w:val="22"/>
          <w:szCs w:val="22"/>
          <w:lang w:val="ro-RO"/>
        </w:rPr>
      </w:pPr>
      <w:r w:rsidRPr="00E67132">
        <w:rPr>
          <w:rFonts w:ascii="Calibri" w:hAnsi="Calibri" w:cs="Calibri"/>
          <w:b/>
          <w:noProof/>
          <w:sz w:val="22"/>
          <w:szCs w:val="22"/>
          <w:lang w:val="ro-RO"/>
        </w:rPr>
        <w:t>4.</w:t>
      </w:r>
      <w:r w:rsidR="00630C53" w:rsidRPr="00E67132">
        <w:rPr>
          <w:rFonts w:ascii="Calibri" w:hAnsi="Calibri" w:cs="Calibri"/>
          <w:b/>
          <w:noProof/>
          <w:sz w:val="22"/>
          <w:szCs w:val="22"/>
          <w:lang w:val="ro-RO"/>
        </w:rPr>
        <w:t xml:space="preserve"> </w:t>
      </w:r>
      <w:r w:rsidR="0020189B" w:rsidRPr="00E67132">
        <w:rPr>
          <w:rFonts w:ascii="Calibri" w:hAnsi="Calibri" w:cs="Calibri"/>
          <w:b/>
          <w:noProof/>
          <w:sz w:val="22"/>
          <w:szCs w:val="22"/>
          <w:lang w:val="ro-RO"/>
        </w:rPr>
        <w:t>EXPLOATAŢIA SE REGĂSEŞTE IN ZONA MONTANĂ</w:t>
      </w:r>
      <w:r w:rsidR="0020189B" w:rsidRPr="00E67132">
        <w:rPr>
          <w:rFonts w:ascii="Calibri" w:hAnsi="Calibri" w:cs="Calibri"/>
          <w:noProof/>
          <w:sz w:val="22"/>
          <w:szCs w:val="22"/>
          <w:lang w:val="ro-RO"/>
        </w:rPr>
        <w:t>?</w:t>
      </w:r>
    </w:p>
    <w:p w14:paraId="401A41A8" w14:textId="77777777" w:rsidR="00624498" w:rsidRPr="00E67132" w:rsidRDefault="00624498" w:rsidP="0020189B">
      <w:pPr>
        <w:rPr>
          <w:rFonts w:ascii="Calibri" w:hAnsi="Calibri" w:cs="Calibri"/>
          <w:b/>
          <w:noProof/>
          <w:sz w:val="22"/>
          <w:szCs w:val="22"/>
          <w:lang w:val="ro-RO"/>
        </w:rPr>
      </w:pPr>
    </w:p>
    <w:p w14:paraId="4A559389" w14:textId="77777777" w:rsidR="00624498" w:rsidRPr="00E67132" w:rsidRDefault="0020189B" w:rsidP="00624498">
      <w:pPr>
        <w:rPr>
          <w:rFonts w:ascii="Calibri" w:hAnsi="Calibri" w:cs="Calibri"/>
          <w:noProof/>
          <w:sz w:val="22"/>
          <w:szCs w:val="22"/>
          <w:lang w:val="ro-RO"/>
        </w:rPr>
      </w:pPr>
      <w:r w:rsidRPr="00E67132">
        <w:rPr>
          <w:rFonts w:ascii="Calibri" w:hAnsi="Calibri" w:cs="Calibri"/>
          <w:noProof/>
          <w:sz w:val="22"/>
          <w:szCs w:val="22"/>
          <w:lang w:val="ro-RO"/>
        </w:rPr>
        <w:t xml:space="preserve">Expertul verifică dacă încadrarea în zona montană vizează întreaga exploatație și se va realiza conform delimitării zonelor care se confruntă cu constrângeri naturale sau cu alte constrângeri specifice și ajustarea zonelor din cadrul PNDR 2014-2020 </w:t>
      </w:r>
    </w:p>
    <w:p w14:paraId="5009CFE0" w14:textId="77777777" w:rsidR="00023EF8" w:rsidRPr="00E67132" w:rsidRDefault="00624498" w:rsidP="00B82EBD">
      <w:pPr>
        <w:jc w:val="both"/>
        <w:rPr>
          <w:rFonts w:ascii="Calibri" w:hAnsi="Calibri" w:cs="Calibri"/>
          <w:noProof/>
          <w:sz w:val="22"/>
          <w:szCs w:val="22"/>
          <w:lang w:val="ro-RO"/>
        </w:rPr>
      </w:pPr>
      <w:r w:rsidRPr="00E67132">
        <w:rPr>
          <w:rFonts w:ascii="Calibri" w:hAnsi="Calibri" w:cs="Calibri"/>
          <w:noProof/>
          <w:sz w:val="22"/>
          <w:szCs w:val="22"/>
          <w:lang w:val="ro-RO"/>
        </w:rPr>
        <w:t>(Anexa 4-</w:t>
      </w:r>
      <w:r w:rsidRPr="00E67132">
        <w:rPr>
          <w:rFonts w:ascii="Calibri" w:hAnsi="Calibri" w:cs="Calibri"/>
          <w:i/>
          <w:noProof/>
          <w:sz w:val="22"/>
          <w:szCs w:val="22"/>
          <w:lang w:val="ro-RO"/>
        </w:rPr>
        <w:t xml:space="preserve"> </w:t>
      </w:r>
      <w:r w:rsidRPr="00E67132">
        <w:rPr>
          <w:rFonts w:ascii="Calibri" w:hAnsi="Calibri" w:cs="Calibri"/>
          <w:noProof/>
          <w:sz w:val="22"/>
          <w:szCs w:val="22"/>
          <w:lang w:val="ro-RO"/>
        </w:rPr>
        <w:t xml:space="preserve">Lista cu </w:t>
      </w:r>
      <w:r w:rsidR="007050DB" w:rsidRPr="00E67132">
        <w:rPr>
          <w:rFonts w:ascii="Calibri" w:hAnsi="Calibri" w:cs="Calibri"/>
          <w:noProof/>
          <w:sz w:val="22"/>
          <w:szCs w:val="22"/>
          <w:lang w:val="ro-RO"/>
        </w:rPr>
        <w:t xml:space="preserve">UAT </w:t>
      </w:r>
      <w:r w:rsidRPr="00E67132">
        <w:rPr>
          <w:rFonts w:ascii="Calibri" w:hAnsi="Calibri" w:cs="Calibri"/>
          <w:noProof/>
          <w:sz w:val="22"/>
          <w:szCs w:val="22"/>
          <w:lang w:val="ro-RO"/>
        </w:rPr>
        <w:t>care se regasesc în  zone montane, menționate la art. 32</w:t>
      </w:r>
      <w:r w:rsidR="00697CEB" w:rsidRPr="00E67132">
        <w:rPr>
          <w:rFonts w:ascii="Calibri" w:hAnsi="Calibri" w:cs="Calibri"/>
          <w:noProof/>
          <w:sz w:val="22"/>
          <w:szCs w:val="22"/>
          <w:lang w:val="ro-RO"/>
        </w:rPr>
        <w:t xml:space="preserve"> (2)</w:t>
      </w:r>
      <w:r w:rsidRPr="00E67132">
        <w:rPr>
          <w:rFonts w:ascii="Calibri" w:hAnsi="Calibri" w:cs="Calibri"/>
          <w:noProof/>
          <w:sz w:val="22"/>
          <w:szCs w:val="22"/>
          <w:lang w:val="ro-RO"/>
        </w:rPr>
        <w:t xml:space="preserve"> R(UE) nr. 1305/2013</w:t>
      </w:r>
      <w:r w:rsidR="0020189B" w:rsidRPr="00E67132">
        <w:rPr>
          <w:rFonts w:ascii="Calibri" w:hAnsi="Calibri" w:cs="Calibri"/>
          <w:noProof/>
          <w:sz w:val="22"/>
          <w:szCs w:val="22"/>
          <w:lang w:val="ro-RO"/>
        </w:rPr>
        <w:t>).</w:t>
      </w:r>
    </w:p>
    <w:p w14:paraId="2378ADCD" w14:textId="77777777" w:rsidR="002F0EF4" w:rsidRPr="00E67132" w:rsidRDefault="002F0EF4" w:rsidP="002F0EF4">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 xml:space="preserve">Încadrarea în tipul de zonă (normală/ montană/ cu constrângeri specifice/ cu constrângeri semnificative) se va face în funcție de localizarea suprafeței majoritare (peste 50% din suprafața exploatației) a exploatației vegetale. </w:t>
      </w:r>
    </w:p>
    <w:p w14:paraId="67B05AC0" w14:textId="77777777" w:rsidR="002F0EF4" w:rsidRPr="00E67132" w:rsidRDefault="002F0EF4" w:rsidP="002F0EF4">
      <w:pPr>
        <w:autoSpaceDE w:val="0"/>
        <w:autoSpaceDN w:val="0"/>
        <w:adjustRightInd w:val="0"/>
        <w:jc w:val="both"/>
        <w:rPr>
          <w:rFonts w:ascii="Calibri" w:hAnsi="Calibri" w:cs="Calibri"/>
          <w:noProof/>
          <w:sz w:val="22"/>
          <w:szCs w:val="22"/>
          <w:lang w:val="ro-RO"/>
        </w:rPr>
      </w:pPr>
    </w:p>
    <w:p w14:paraId="73966A50" w14:textId="77777777" w:rsidR="002F0EF4" w:rsidRPr="00E67132" w:rsidRDefault="002F0EF4" w:rsidP="002F0EF4">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 xml:space="preserve">În cazul exploataţiilor zootehnice, încadrarea în tipul de zonă (inclusiv ITI), se face ţinând cont de UAT-ul în care sunt înregistrate animalele. </w:t>
      </w:r>
    </w:p>
    <w:p w14:paraId="6C7974D9" w14:textId="77777777" w:rsidR="008B7E78" w:rsidRPr="00E67132" w:rsidRDefault="008B7E78" w:rsidP="002F0EF4">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14:paraId="0A84975B" w14:textId="77777777" w:rsidR="000E4F64" w:rsidRPr="00E67132" w:rsidRDefault="000E4F64" w:rsidP="002F0EF4">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Astfel încadrarea se va face ţinând cont de tipul exploataţiei (zootehnică/vegetală).</w:t>
      </w:r>
    </w:p>
    <w:p w14:paraId="1BAF2E8A" w14:textId="77777777" w:rsidR="002D3DC6" w:rsidRPr="00E67132" w:rsidRDefault="002D3DC6" w:rsidP="00500BB7">
      <w:pPr>
        <w:rPr>
          <w:rFonts w:ascii="Calibri" w:hAnsi="Calibri" w:cs="Calibri"/>
          <w:noProof/>
          <w:sz w:val="22"/>
          <w:szCs w:val="22"/>
          <w:lang w:val="ro-RO"/>
        </w:rPr>
      </w:pPr>
    </w:p>
    <w:p w14:paraId="2A992B9E" w14:textId="77777777" w:rsidR="001F59DF" w:rsidRPr="00E67132" w:rsidRDefault="001012F1" w:rsidP="001F59DF">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5.Verificarea  indicatorilor de monitorizare</w:t>
      </w:r>
    </w:p>
    <w:p w14:paraId="512B0AD0" w14:textId="77777777" w:rsidR="001012F1" w:rsidRPr="00E67132" w:rsidRDefault="001012F1" w:rsidP="001012F1">
      <w:pPr>
        <w:jc w:val="both"/>
        <w:rPr>
          <w:rFonts w:ascii="Calibri" w:hAnsi="Calibri" w:cs="Calibri"/>
          <w:noProof/>
          <w:sz w:val="22"/>
          <w:szCs w:val="22"/>
          <w:lang w:val="ro-RO"/>
        </w:rPr>
      </w:pPr>
      <w:r w:rsidRPr="00E67132">
        <w:rPr>
          <w:rFonts w:ascii="Calibri" w:hAnsi="Calibri" w:cs="Calibri"/>
          <w:noProof/>
          <w:sz w:val="22"/>
          <w:szCs w:val="22"/>
          <w:lang w:val="ro-RO"/>
        </w:rPr>
        <w:t xml:space="preserve">Indicatorii de monitorizare, specifici sub-măsurii prevazuti in Cererea de finantare sunt  corect completaţi de catre solicitant? </w:t>
      </w:r>
    </w:p>
    <w:p w14:paraId="7B4AB329" w14:textId="77777777" w:rsidR="001012F1" w:rsidRPr="00E67132" w:rsidRDefault="001012F1" w:rsidP="001012F1">
      <w:pPr>
        <w:jc w:val="both"/>
        <w:rPr>
          <w:rFonts w:ascii="Calibri" w:hAnsi="Calibri" w:cs="Calibri"/>
          <w:noProof/>
          <w:sz w:val="22"/>
          <w:szCs w:val="22"/>
          <w:lang w:val="ro-RO"/>
        </w:rPr>
      </w:pPr>
      <w:r w:rsidRPr="00E67132">
        <w:rPr>
          <w:rFonts w:ascii="Calibri" w:hAnsi="Calibri" w:cs="Calibri"/>
          <w:noProof/>
          <w:sz w:val="22"/>
          <w:szCs w:val="22"/>
          <w:lang w:val="ro-RO"/>
        </w:rPr>
        <w:t>Expertul  verifica corectitudinea acestora in cererea de finantare, în cazul</w:t>
      </w:r>
      <w:r w:rsidRPr="00E67132">
        <w:rPr>
          <w:rFonts w:ascii="Calibri" w:hAnsi="Calibri" w:cs="Calibri"/>
          <w:b/>
          <w:noProof/>
          <w:sz w:val="22"/>
          <w:szCs w:val="22"/>
          <w:lang w:val="ro-RO"/>
        </w:rPr>
        <w:t xml:space="preserve"> î</w:t>
      </w:r>
      <w:r w:rsidRPr="00E67132">
        <w:rPr>
          <w:rFonts w:ascii="Calibri" w:hAnsi="Calibri" w:cs="Calibri"/>
          <w:noProof/>
          <w:sz w:val="22"/>
          <w:szCs w:val="22"/>
          <w:lang w:val="ro-RO"/>
        </w:rPr>
        <w:t>n care indicatorii nu coincid, expertul va corecta  şi completa indicatorii rezultaţi în urma verificării criteriilor de eligibilitate.</w:t>
      </w:r>
    </w:p>
    <w:p w14:paraId="7BC837C8" w14:textId="77777777" w:rsidR="00D43448" w:rsidRPr="00E67132" w:rsidRDefault="00D43448" w:rsidP="00D43448">
      <w:pPr>
        <w:pStyle w:val="Header"/>
        <w:tabs>
          <w:tab w:val="left" w:pos="0"/>
        </w:tabs>
        <w:jc w:val="both"/>
        <w:rPr>
          <w:rFonts w:ascii="Calibri" w:hAnsi="Calibri" w:cs="Calibri"/>
          <w:noProof/>
          <w:sz w:val="22"/>
          <w:szCs w:val="22"/>
          <w:lang w:val="ro-RO"/>
        </w:rPr>
      </w:pPr>
      <w:r w:rsidRPr="00E67132">
        <w:rPr>
          <w:rFonts w:ascii="Calibri" w:hAnsi="Calibri" w:cs="Calibri"/>
          <w:noProof/>
          <w:sz w:val="22"/>
          <w:szCs w:val="22"/>
          <w:lang w:val="ro-RO"/>
        </w:rPr>
        <w:t xml:space="preserve">Încadrarea în tipul de zonă (normală/ montană/ cu </w:t>
      </w:r>
      <w:r w:rsidRPr="00E67132">
        <w:rPr>
          <w:rFonts w:ascii="Calibri" w:hAnsi="Calibri" w:cs="Calibri"/>
          <w:bCs/>
          <w:noProof/>
          <w:sz w:val="22"/>
          <w:szCs w:val="22"/>
          <w:lang w:val="ro-RO"/>
        </w:rPr>
        <w:t>constrângeri specifice/ cu constrângeri semnificative</w:t>
      </w:r>
      <w:r w:rsidRPr="00E67132">
        <w:rPr>
          <w:rFonts w:ascii="Calibri" w:hAnsi="Calibri" w:cs="Calibri"/>
          <w:noProof/>
          <w:sz w:val="22"/>
          <w:szCs w:val="22"/>
          <w:lang w:val="ro-RO"/>
        </w:rPr>
        <w:t xml:space="preserve">) menționat la punctul 3 se va face în funcție de localizarea suprafeței majoritare (peste 50% din suprafața exploatației) a exploatației (Ex: pentru o exploatație pentru care 50,01% din suprafață se află într-un UAT din zona montană și 49,99% din suprafață se află într-un UAT din zona normală, exploatația se încadrează în zona montană). </w:t>
      </w:r>
    </w:p>
    <w:p w14:paraId="4B10F8A7" w14:textId="77777777" w:rsidR="002D3DC6" w:rsidRPr="00E67132" w:rsidRDefault="002D3DC6" w:rsidP="00342928">
      <w:pPr>
        <w:pStyle w:val="Header"/>
        <w:tabs>
          <w:tab w:val="clear" w:pos="4536"/>
          <w:tab w:val="clear" w:pos="9072"/>
        </w:tabs>
        <w:ind w:left="720" w:hanging="720"/>
        <w:jc w:val="both"/>
        <w:rPr>
          <w:rFonts w:ascii="Calibri" w:hAnsi="Calibri" w:cs="Calibri"/>
          <w:noProof/>
          <w:sz w:val="22"/>
          <w:szCs w:val="22"/>
          <w:u w:val="single"/>
          <w:lang w:val="ro-RO"/>
        </w:rPr>
      </w:pPr>
    </w:p>
    <w:p w14:paraId="65200864" w14:textId="77777777" w:rsidR="00F32BDF" w:rsidRPr="00E67132" w:rsidRDefault="00F32BDF" w:rsidP="00F32BDF">
      <w:pPr>
        <w:jc w:val="both"/>
        <w:rPr>
          <w:rFonts w:ascii="Calibri" w:hAnsi="Calibri" w:cs="Calibri"/>
          <w:b/>
          <w:noProof/>
          <w:sz w:val="22"/>
          <w:szCs w:val="22"/>
          <w:lang w:val="ro-RO"/>
        </w:rPr>
      </w:pPr>
      <w:r w:rsidRPr="00E67132">
        <w:rPr>
          <w:rFonts w:ascii="Calibri" w:hAnsi="Calibri" w:cs="Calibri"/>
          <w:b/>
          <w:noProof/>
          <w:sz w:val="22"/>
          <w:szCs w:val="22"/>
          <w:lang w:val="ro-RO"/>
        </w:rPr>
        <w:t>6. Verificarea domeniilor de intervenţie:</w:t>
      </w:r>
    </w:p>
    <w:p w14:paraId="18EEC97C" w14:textId="77777777" w:rsidR="00F32BDF" w:rsidRPr="00E67132" w:rsidRDefault="00F32BDF" w:rsidP="00F32BDF">
      <w:pPr>
        <w:jc w:val="both"/>
        <w:rPr>
          <w:rFonts w:ascii="Calibri" w:hAnsi="Calibri" w:cs="Calibri"/>
          <w:noProof/>
          <w:sz w:val="22"/>
          <w:szCs w:val="22"/>
          <w:lang w:val="ro-RO"/>
        </w:rPr>
      </w:pPr>
      <w:r w:rsidRPr="00E67132">
        <w:rPr>
          <w:rFonts w:ascii="Calibri" w:hAnsi="Calibri" w:cs="Calibri"/>
          <w:noProof/>
          <w:sz w:val="22"/>
          <w:szCs w:val="22"/>
          <w:lang w:val="ro-RO"/>
        </w:rPr>
        <w:t>Expertul va completa domeniile de intervenţie specifice proiectului. Expertul cu monitorizarea de la nivel CRFIR va verifica în sistemul SPCDR, toate cererile de finanţare verificate la nivel regional şi va transmite domeniile de intervenţie pentru fiecare cerere de finanţare serviciului de monitorizare de la nivel central-DCP.</w:t>
      </w:r>
    </w:p>
    <w:p w14:paraId="1BB455C4" w14:textId="77777777" w:rsidR="00F32BDF" w:rsidRPr="00E67132" w:rsidRDefault="00F32BDF" w:rsidP="00F32BDF">
      <w:pPr>
        <w:jc w:val="both"/>
        <w:rPr>
          <w:rFonts w:ascii="Calibri" w:hAnsi="Calibri" w:cs="Calibri"/>
          <w:noProof/>
          <w:sz w:val="22"/>
          <w:szCs w:val="22"/>
          <w:highlight w:val="yellow"/>
          <w:lang w:val="ro-RO"/>
        </w:rPr>
      </w:pPr>
    </w:p>
    <w:p w14:paraId="704B1120" w14:textId="77777777" w:rsidR="00F32BDF" w:rsidRPr="00E67132" w:rsidRDefault="00F32BDF" w:rsidP="00A41E82">
      <w:pPr>
        <w:pStyle w:val="ListParagraph"/>
        <w:numPr>
          <w:ilvl w:val="0"/>
          <w:numId w:val="5"/>
        </w:numPr>
        <w:contextualSpacing w:val="0"/>
        <w:jc w:val="both"/>
        <w:rPr>
          <w:rFonts w:ascii="Calibri" w:hAnsi="Calibri" w:cs="Calibri"/>
          <w:noProof/>
          <w:sz w:val="22"/>
          <w:szCs w:val="22"/>
          <w:lang w:val="ro-RO"/>
        </w:rPr>
      </w:pPr>
      <w:r w:rsidRPr="00E67132">
        <w:rPr>
          <w:rFonts w:ascii="Calibri" w:hAnsi="Calibri" w:cs="Calibri"/>
          <w:noProof/>
          <w:sz w:val="22"/>
          <w:szCs w:val="22"/>
          <w:lang w:val="ro-RO"/>
        </w:rPr>
        <w:t>DI principal – DI.2B Facilitarea intrării în sectorul agricol a unor fermieri calificaţi corespunzător şi în special, a reînnoirii generaţiilor</w:t>
      </w:r>
      <w:r w:rsidRPr="00E67132">
        <w:rPr>
          <w:rFonts w:ascii="Calibri" w:hAnsi="Calibri" w:cs="Calibri"/>
          <w:noProof/>
          <w:sz w:val="22"/>
          <w:szCs w:val="22"/>
          <w:lang w:val="ro-RO"/>
        </w:rPr>
        <w:tab/>
      </w:r>
      <w:r w:rsidRPr="00E67132">
        <w:rPr>
          <w:rFonts w:ascii="Calibri" w:hAnsi="Calibri" w:cs="Calibri"/>
          <w:noProof/>
          <w:sz w:val="22"/>
          <w:szCs w:val="22"/>
          <w:lang w:val="ro-RO"/>
        </w:rPr>
        <w:tab/>
      </w:r>
    </w:p>
    <w:p w14:paraId="0ADCD910" w14:textId="77777777" w:rsidR="00F32BDF" w:rsidRPr="00E67132" w:rsidRDefault="00F32BDF" w:rsidP="00A41E82">
      <w:pPr>
        <w:pStyle w:val="ListParagraph"/>
        <w:numPr>
          <w:ilvl w:val="0"/>
          <w:numId w:val="5"/>
        </w:numPr>
        <w:contextualSpacing w:val="0"/>
        <w:jc w:val="both"/>
        <w:rPr>
          <w:rFonts w:ascii="Calibri" w:hAnsi="Calibri" w:cs="Calibri"/>
          <w:noProof/>
          <w:sz w:val="22"/>
          <w:szCs w:val="22"/>
          <w:lang w:val="ro-RO"/>
        </w:rPr>
      </w:pPr>
      <w:r w:rsidRPr="00E67132">
        <w:rPr>
          <w:rFonts w:ascii="Calibri" w:hAnsi="Calibri" w:cs="Calibri"/>
          <w:noProof/>
          <w:sz w:val="22"/>
          <w:szCs w:val="22"/>
          <w:lang w:val="ro-RO"/>
        </w:rPr>
        <w:t>DI secundare - DI.3a</w:t>
      </w:r>
      <w:r w:rsidRPr="00E67132">
        <w:rPr>
          <w:rFonts w:ascii="Calibri" w:hAnsi="Calibri" w:cs="Calibri"/>
          <w:noProof/>
          <w:sz w:val="22"/>
          <w:szCs w:val="22"/>
          <w:lang w:val="ro-RO"/>
        </w:rPr>
        <w:tab/>
      </w:r>
      <w:r w:rsidRPr="00E67132">
        <w:rPr>
          <w:rFonts w:ascii="Calibri" w:hAnsi="Calibri" w:cs="Calibri"/>
          <w:noProof/>
          <w:sz w:val="22"/>
          <w:szCs w:val="22"/>
          <w:lang w:val="ro-RO"/>
        </w:rPr>
        <w:tab/>
      </w:r>
      <w:r w:rsidRPr="00E67132">
        <w:rPr>
          <w:rFonts w:ascii="Calibri" w:hAnsi="Calibri" w:cs="Calibri"/>
          <w:noProof/>
          <w:sz w:val="22"/>
          <w:szCs w:val="22"/>
          <w:lang w:val="ro-RO"/>
        </w:rPr>
        <w:tab/>
      </w:r>
      <w:r w:rsidRPr="00E67132">
        <w:rPr>
          <w:rFonts w:ascii="Calibri" w:hAnsi="Calibri" w:cs="Calibri"/>
          <w:noProof/>
          <w:sz w:val="22"/>
          <w:szCs w:val="22"/>
          <w:lang w:val="ro-RO"/>
        </w:rPr>
        <w:tab/>
      </w:r>
      <w:r w:rsidRPr="00E67132">
        <w:rPr>
          <w:rFonts w:ascii="Calibri" w:hAnsi="Calibri" w:cs="Calibri"/>
          <w:noProof/>
          <w:sz w:val="22"/>
          <w:szCs w:val="22"/>
          <w:lang w:val="ro-RO"/>
        </w:rPr>
        <w:tab/>
      </w:r>
      <w:r w:rsidRPr="00E67132">
        <w:rPr>
          <w:rFonts w:ascii="Calibri" w:hAnsi="Calibri" w:cs="Calibri"/>
          <w:noProof/>
          <w:sz w:val="22"/>
          <w:szCs w:val="22"/>
          <w:lang w:val="ro-RO"/>
        </w:rPr>
        <w:tab/>
      </w:r>
    </w:p>
    <w:p w14:paraId="557FE598" w14:textId="77777777" w:rsidR="00F32BDF" w:rsidRPr="00E67132" w:rsidRDefault="00F32BDF" w:rsidP="00F32BDF">
      <w:pPr>
        <w:jc w:val="both"/>
        <w:rPr>
          <w:rFonts w:ascii="Calibri" w:hAnsi="Calibri" w:cs="Calibri"/>
          <w:b/>
          <w:noProof/>
          <w:sz w:val="22"/>
          <w:szCs w:val="22"/>
          <w:lang w:val="ro-RO"/>
        </w:rPr>
      </w:pPr>
    </w:p>
    <w:p w14:paraId="2697ED8F" w14:textId="77777777" w:rsidR="00F32BDF" w:rsidRPr="00E67132" w:rsidRDefault="00F32BDF" w:rsidP="00F32BDF">
      <w:pPr>
        <w:tabs>
          <w:tab w:val="left" w:pos="90"/>
        </w:tabs>
        <w:jc w:val="both"/>
        <w:rPr>
          <w:rFonts w:ascii="Calibri" w:hAnsi="Calibri" w:cs="Calibri"/>
          <w:b/>
          <w:noProof/>
          <w:sz w:val="22"/>
          <w:szCs w:val="22"/>
          <w:lang w:val="ro-RO"/>
        </w:rPr>
      </w:pPr>
      <w:r w:rsidRPr="00E67132">
        <w:rPr>
          <w:rFonts w:ascii="Calibri" w:hAnsi="Calibri" w:cs="Calibri"/>
          <w:b/>
          <w:noProof/>
          <w:sz w:val="22"/>
          <w:szCs w:val="22"/>
          <w:lang w:val="ro-RO"/>
        </w:rPr>
        <w:t>7</w:t>
      </w:r>
      <w:r w:rsidR="009B646E" w:rsidRPr="00E67132">
        <w:rPr>
          <w:rFonts w:ascii="Calibri" w:hAnsi="Calibri" w:cs="Calibri"/>
          <w:b/>
          <w:noProof/>
          <w:sz w:val="22"/>
          <w:szCs w:val="22"/>
          <w:lang w:val="ro-RO"/>
        </w:rPr>
        <w:t>.</w:t>
      </w:r>
      <w:r w:rsidRPr="00E67132">
        <w:rPr>
          <w:rFonts w:ascii="Calibri" w:hAnsi="Calibri" w:cs="Calibri"/>
          <w:b/>
          <w:noProof/>
          <w:sz w:val="22"/>
          <w:szCs w:val="22"/>
          <w:lang w:val="ro-RO"/>
        </w:rPr>
        <w:t xml:space="preserve"> Solicitantul a creat condiţii artificiale necesare pentru a beneficia de plăţi (sprijin) şi a obţine astfel un avantaj care contravine obiectivelor măsurii? </w:t>
      </w:r>
    </w:p>
    <w:p w14:paraId="2D814BA9" w14:textId="77777777" w:rsidR="00892464" w:rsidRPr="00E67132" w:rsidRDefault="00A006CA" w:rsidP="00892464">
      <w:pPr>
        <w:rPr>
          <w:rFonts w:ascii="Calibri" w:hAnsi="Calibri" w:cs="Calibri"/>
          <w:noProof/>
          <w:sz w:val="22"/>
          <w:szCs w:val="22"/>
          <w:lang w:val="ro-RO"/>
        </w:rPr>
      </w:pPr>
      <w:r w:rsidRPr="00E67132">
        <w:rPr>
          <w:rFonts w:ascii="Calibri" w:hAnsi="Calibri" w:cs="Calibri"/>
          <w:noProof/>
          <w:sz w:val="22"/>
          <w:szCs w:val="22"/>
          <w:lang w:val="ro-RO"/>
        </w:rPr>
        <w:t xml:space="preserve">Expertul verifică în cadrul proiectului </w:t>
      </w:r>
      <w:r w:rsidR="00892464" w:rsidRPr="00E67132">
        <w:rPr>
          <w:rFonts w:ascii="Calibri" w:hAnsi="Calibri" w:cs="Calibri"/>
          <w:noProof/>
          <w:sz w:val="22"/>
          <w:szCs w:val="22"/>
          <w:lang w:val="ro-RO"/>
        </w:rPr>
        <w:t xml:space="preserve">: </w:t>
      </w:r>
    </w:p>
    <w:p w14:paraId="54405B86" w14:textId="77777777" w:rsidR="00F32BDF" w:rsidRPr="00E67132" w:rsidRDefault="00892464" w:rsidP="00A41E82">
      <w:pPr>
        <w:numPr>
          <w:ilvl w:val="0"/>
          <w:numId w:val="4"/>
        </w:numPr>
        <w:rPr>
          <w:rFonts w:ascii="Calibri" w:hAnsi="Calibri" w:cs="Calibri"/>
          <w:noProof/>
          <w:sz w:val="22"/>
          <w:szCs w:val="22"/>
          <w:lang w:val="ro-RO"/>
        </w:rPr>
      </w:pPr>
      <w:r w:rsidRPr="00E67132">
        <w:rPr>
          <w:rFonts w:ascii="Calibri" w:hAnsi="Calibri" w:cs="Calibri"/>
          <w:noProof/>
          <w:sz w:val="22"/>
          <w:szCs w:val="22"/>
          <w:lang w:val="ro-RO"/>
        </w:rPr>
        <w:t xml:space="preserve">accesrea link-ului </w:t>
      </w:r>
      <w:r w:rsidR="00A006CA" w:rsidRPr="00E67132">
        <w:rPr>
          <w:rFonts w:ascii="Calibri" w:hAnsi="Calibri" w:cs="Calibri"/>
          <w:noProof/>
          <w:sz w:val="22"/>
          <w:szCs w:val="22"/>
          <w:lang w:val="ro-RO"/>
        </w:rPr>
        <w:t>&lt;</w:t>
      </w:r>
      <w:hyperlink r:id="rId16" w:history="1">
        <w:r w:rsidR="00A006CA" w:rsidRPr="00E67132">
          <w:rPr>
            <w:rStyle w:val="Hyperlink"/>
            <w:rFonts w:ascii="Calibri" w:hAnsi="Calibri" w:cs="Calibri"/>
            <w:noProof/>
            <w:sz w:val="22"/>
            <w:szCs w:val="22"/>
            <w:lang w:val="ro-RO"/>
          </w:rPr>
          <w:t>http://192.168.0.12/ReportServer/Pages/ReportViewer.aspx?%2fRapoarte%2fSMER%2fRegistrulElectronicCF&amp;rs:Command=Render</w:t>
        </w:r>
      </w:hyperlink>
      <w:r w:rsidR="00A006CA" w:rsidRPr="00E67132">
        <w:rPr>
          <w:rFonts w:ascii="Calibri" w:hAnsi="Calibri" w:cs="Calibri"/>
          <w:noProof/>
          <w:sz w:val="22"/>
          <w:szCs w:val="22"/>
          <w:lang w:val="ro-RO"/>
        </w:rPr>
        <w:t>&gt; dacă se identifica situații care conduc la crearea de  condiții artificiale.</w:t>
      </w:r>
    </w:p>
    <w:p w14:paraId="4404084F" w14:textId="77777777" w:rsidR="003E65F4" w:rsidRPr="00E67132" w:rsidRDefault="00D558AF" w:rsidP="00A41E82">
      <w:pPr>
        <w:pStyle w:val="ListParagraph"/>
        <w:numPr>
          <w:ilvl w:val="0"/>
          <w:numId w:val="4"/>
        </w:numPr>
        <w:jc w:val="both"/>
        <w:rPr>
          <w:rFonts w:ascii="Calibri" w:eastAsia="Calibri" w:hAnsi="Calibri" w:cs="Calibri"/>
          <w:bCs/>
          <w:noProof/>
          <w:sz w:val="22"/>
          <w:szCs w:val="22"/>
          <w:u w:val="single"/>
          <w:lang w:val="ro-RO"/>
        </w:rPr>
      </w:pPr>
      <w:r w:rsidRPr="00E67132">
        <w:rPr>
          <w:rFonts w:ascii="Calibri" w:hAnsi="Calibri" w:cs="Calibri"/>
          <w:noProof/>
          <w:sz w:val="22"/>
          <w:szCs w:val="22"/>
          <w:lang w:val="ro-RO"/>
        </w:rPr>
        <w:t xml:space="preserve">Anexa nr.16 </w:t>
      </w:r>
      <w:r w:rsidR="003E65F4" w:rsidRPr="00E67132">
        <w:rPr>
          <w:rFonts w:ascii="Calibri" w:hAnsi="Calibri" w:cs="Calibri"/>
          <w:noProof/>
          <w:sz w:val="22"/>
          <w:szCs w:val="22"/>
          <w:lang w:val="ro-RO"/>
        </w:rPr>
        <w:t xml:space="preserve"> - </w:t>
      </w:r>
      <w:r w:rsidR="003E65F4" w:rsidRPr="00E67132">
        <w:rPr>
          <w:rFonts w:ascii="Calibri" w:eastAsia="Calibri" w:hAnsi="Calibri" w:cs="Calibri"/>
          <w:bCs/>
          <w:noProof/>
          <w:sz w:val="22"/>
          <w:szCs w:val="22"/>
          <w:u w:val="single"/>
          <w:lang w:val="ro-RO"/>
        </w:rPr>
        <w:t>Instrucţiuni privind evitarea creării de condiţii artificiale în accesarea PNDR 2014-2020</w:t>
      </w:r>
    </w:p>
    <w:p w14:paraId="69BF965D" w14:textId="77777777" w:rsidR="0040780B" w:rsidRPr="00E67132" w:rsidRDefault="0040780B" w:rsidP="008724D1">
      <w:pPr>
        <w:ind w:left="1080"/>
        <w:jc w:val="both"/>
        <w:rPr>
          <w:rFonts w:ascii="Calibri" w:hAnsi="Calibri" w:cs="Calibri"/>
          <w:b/>
          <w:i/>
          <w:noProof/>
          <w:sz w:val="22"/>
          <w:szCs w:val="22"/>
          <w:lang w:val="ro-RO"/>
        </w:rPr>
      </w:pPr>
    </w:p>
    <w:p w14:paraId="75F85B8D" w14:textId="77777777" w:rsidR="0040780B" w:rsidRPr="00E67132" w:rsidRDefault="0040780B" w:rsidP="0040780B">
      <w:pPr>
        <w:jc w:val="both"/>
        <w:rPr>
          <w:rFonts w:ascii="Calibri" w:eastAsia="MS Mincho" w:hAnsi="Calibri" w:cs="Calibri"/>
          <w:b/>
          <w:noProof/>
          <w:sz w:val="22"/>
          <w:szCs w:val="22"/>
          <w:u w:val="single"/>
          <w:lang w:val="ro-RO"/>
        </w:rPr>
      </w:pPr>
      <w:r w:rsidRPr="00E67132">
        <w:rPr>
          <w:rFonts w:ascii="Calibri" w:eastAsia="MS Mincho" w:hAnsi="Calibri" w:cs="Calibri"/>
          <w:b/>
          <w:noProof/>
          <w:sz w:val="22"/>
          <w:szCs w:val="22"/>
          <w:u w:val="single"/>
          <w:lang w:val="ro-RO"/>
        </w:rPr>
        <w:t>I. Secțiunea A – Indicatori de avertizare</w:t>
      </w:r>
    </w:p>
    <w:p w14:paraId="53DD3465" w14:textId="77777777" w:rsidR="0040780B" w:rsidRPr="00E67132" w:rsidRDefault="0040780B" w:rsidP="008724D1">
      <w:pPr>
        <w:jc w:val="both"/>
        <w:rPr>
          <w:rFonts w:ascii="Calibri" w:eastAsia="MS Mincho" w:hAnsi="Calibri" w:cs="Calibri"/>
          <w:noProof/>
          <w:sz w:val="22"/>
          <w:szCs w:val="22"/>
          <w:lang w:val="ro-RO"/>
        </w:rPr>
      </w:pPr>
    </w:p>
    <w:p w14:paraId="682FF06A" w14:textId="77777777" w:rsidR="0040780B" w:rsidRPr="00E67132" w:rsidRDefault="0040780B" w:rsidP="008724D1">
      <w:pPr>
        <w:jc w:val="both"/>
        <w:rPr>
          <w:rFonts w:ascii="Calibri" w:eastAsia="MS Mincho" w:hAnsi="Calibri" w:cs="Calibri"/>
          <w:b/>
          <w:noProof/>
          <w:sz w:val="22"/>
          <w:szCs w:val="22"/>
          <w:lang w:val="ro-RO"/>
        </w:rPr>
      </w:pPr>
      <w:r w:rsidRPr="00E67132">
        <w:rPr>
          <w:rFonts w:ascii="Calibri" w:eastAsia="MS Mincho" w:hAnsi="Calibri" w:cs="Calibri"/>
          <w:noProof/>
          <w:sz w:val="22"/>
          <w:szCs w:val="22"/>
          <w:lang w:val="ro-RO"/>
        </w:rPr>
        <w:t xml:space="preserve">Expertul care realizează evaluarea Cererii de Finanțare va completa inițial </w:t>
      </w:r>
      <w:r w:rsidRPr="00E67132">
        <w:rPr>
          <w:rFonts w:ascii="Calibri" w:eastAsia="MS Mincho" w:hAnsi="Calibri" w:cs="Calibri"/>
          <w:b/>
          <w:noProof/>
          <w:sz w:val="22"/>
          <w:szCs w:val="22"/>
          <w:lang w:val="ro-RO"/>
        </w:rPr>
        <w:t xml:space="preserve">„secțiunea A Indicatori de avertizare”. </w:t>
      </w:r>
    </w:p>
    <w:p w14:paraId="1226F7AA" w14:textId="77777777" w:rsidR="0040780B" w:rsidRPr="00E67132" w:rsidRDefault="0040780B" w:rsidP="0040780B">
      <w:pPr>
        <w:jc w:val="both"/>
        <w:rPr>
          <w:rFonts w:ascii="Calibri" w:eastAsia="MS Mincho" w:hAnsi="Calibri" w:cs="Calibri"/>
          <w:b/>
          <w:noProof/>
          <w:sz w:val="22"/>
          <w:szCs w:val="22"/>
          <w:lang w:val="ro-RO"/>
        </w:rPr>
      </w:pPr>
    </w:p>
    <w:p w14:paraId="7BF7F079" w14:textId="77777777" w:rsidR="0040780B" w:rsidRPr="00E67132" w:rsidRDefault="0040780B" w:rsidP="00137958">
      <w:pPr>
        <w:jc w:val="both"/>
        <w:rPr>
          <w:rFonts w:ascii="Calibri" w:eastAsia="MS Mincho" w:hAnsi="Calibri" w:cs="Calibri"/>
          <w:noProof/>
          <w:sz w:val="22"/>
          <w:szCs w:val="22"/>
          <w:lang w:val="ro-RO"/>
        </w:rPr>
      </w:pPr>
      <w:r w:rsidRPr="00E67132">
        <w:rPr>
          <w:rFonts w:ascii="Calibri" w:eastAsia="MS Mincho" w:hAnsi="Calibri" w:cs="Calibri"/>
          <w:b/>
          <w:noProof/>
          <w:sz w:val="22"/>
          <w:szCs w:val="22"/>
          <w:lang w:val="ro-RO"/>
        </w:rPr>
        <w:t>Pct. - 1</w:t>
      </w:r>
      <w:r w:rsidRPr="00E67132">
        <w:rPr>
          <w:rFonts w:ascii="Calibri" w:eastAsia="MS Mincho" w:hAnsi="Calibri" w:cs="Calibri"/>
          <w:noProof/>
          <w:sz w:val="22"/>
          <w:szCs w:val="22"/>
          <w:lang w:val="ro-RO"/>
        </w:rPr>
        <w:t xml:space="preserve"> </w:t>
      </w:r>
      <w:r w:rsidRPr="00E67132">
        <w:rPr>
          <w:rFonts w:ascii="Calibri" w:eastAsia="MS Mincho" w:hAnsi="Calibri" w:cs="Calibri"/>
          <w:b/>
          <w:noProof/>
          <w:sz w:val="22"/>
          <w:szCs w:val="22"/>
          <w:lang w:val="ro-RO"/>
        </w:rPr>
        <w:t>Asociatul/actionarul unic/majoritar este  asociat/administratori/acționari ai altei/altor societăți care are/au același tip de activitate** cu cel al proiectului analizat ?</w:t>
      </w:r>
    </w:p>
    <w:p w14:paraId="71D1493D" w14:textId="77777777" w:rsidR="0040780B" w:rsidRPr="00E67132" w:rsidRDefault="0040780B" w:rsidP="004E1A71">
      <w:pPr>
        <w:jc w:val="both"/>
        <w:rPr>
          <w:rFonts w:ascii="Calibri" w:eastAsia="MS Mincho" w:hAnsi="Calibri" w:cs="Calibri"/>
          <w:noProof/>
          <w:sz w:val="22"/>
          <w:szCs w:val="22"/>
          <w:lang w:val="ro-RO"/>
        </w:rPr>
      </w:pPr>
    </w:p>
    <w:p w14:paraId="04F3AFF6" w14:textId="77777777" w:rsidR="00D92716" w:rsidRPr="00E67132" w:rsidRDefault="0040780B" w:rsidP="00A41E82">
      <w:pPr>
        <w:pStyle w:val="ListParagraph"/>
        <w:numPr>
          <w:ilvl w:val="0"/>
          <w:numId w:val="23"/>
        </w:num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Se realizează verificarea în RECOM pentru  identificarea societății/societăților  cu același tip de activitate cu cel al societății  care implementează proiectul analizat și care au asociați /administratori /acționari comuni. Pentru aceasta se realizează următorii pași:</w:t>
      </w:r>
    </w:p>
    <w:p w14:paraId="13B21B27" w14:textId="77777777" w:rsidR="00D92716" w:rsidRPr="00E67132" w:rsidRDefault="0040780B" w:rsidP="00A41E82">
      <w:pPr>
        <w:pStyle w:val="ListParagraph"/>
        <w:numPr>
          <w:ilvl w:val="0"/>
          <w:numId w:val="22"/>
        </w:num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 xml:space="preserve">Se identifică în extrasul ONRC descărcat din RECOM </w:t>
      </w:r>
      <w:r w:rsidRPr="00E67132">
        <w:rPr>
          <w:rFonts w:ascii="Calibri" w:eastAsia="MS Mincho" w:hAnsi="Calibri" w:cs="Calibri"/>
          <w:b/>
          <w:noProof/>
          <w:sz w:val="22"/>
          <w:szCs w:val="22"/>
          <w:lang w:val="ro-RO"/>
        </w:rPr>
        <w:t>asociatul/actionarul și administratorul</w:t>
      </w:r>
      <w:r w:rsidRPr="00E67132">
        <w:rPr>
          <w:rFonts w:ascii="Calibri" w:eastAsia="MS Mincho" w:hAnsi="Calibri" w:cs="Calibri"/>
          <w:noProof/>
          <w:sz w:val="22"/>
          <w:szCs w:val="22"/>
          <w:lang w:val="ro-RO"/>
        </w:rPr>
        <w:t xml:space="preserve"> </w:t>
      </w:r>
      <w:r w:rsidRPr="00E67132">
        <w:rPr>
          <w:rFonts w:ascii="Calibri" w:eastAsia="MS Mincho" w:hAnsi="Calibri" w:cs="Calibri"/>
          <w:b/>
          <w:noProof/>
          <w:sz w:val="22"/>
          <w:szCs w:val="22"/>
          <w:lang w:val="ro-RO"/>
        </w:rPr>
        <w:t>solictantului</w:t>
      </w:r>
      <w:r w:rsidRPr="00E67132">
        <w:rPr>
          <w:rFonts w:ascii="Calibri" w:eastAsia="MS Mincho" w:hAnsi="Calibri" w:cs="Calibri"/>
          <w:noProof/>
          <w:sz w:val="22"/>
          <w:szCs w:val="22"/>
          <w:lang w:val="ro-RO"/>
        </w:rPr>
        <w:t>. Extrasul din RECOM se printează și se atașează Dosarului administrativ.</w:t>
      </w:r>
    </w:p>
    <w:p w14:paraId="32C87625" w14:textId="77777777" w:rsidR="0040780B" w:rsidRPr="00E67132" w:rsidRDefault="0040780B" w:rsidP="00A41E82">
      <w:pPr>
        <w:pStyle w:val="ListParagraph"/>
        <w:numPr>
          <w:ilvl w:val="0"/>
          <w:numId w:val="22"/>
        </w:num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 xml:space="preserve">Se verifică în RECOM dacă asociații /administratorii /acționarii astfel identificați sunt asociați /administratori /acționari și în alte societatăți. Dacă se identifică astfel de societăți se descarcă din RECOM extrasul ONRC aferent fiecăreia, acestea se printează si se atașează dosarului administrativ. </w:t>
      </w:r>
    </w:p>
    <w:p w14:paraId="4F692E26" w14:textId="77777777" w:rsidR="00D92716" w:rsidRPr="00E67132" w:rsidRDefault="0040780B" w:rsidP="00D92716">
      <w:pPr>
        <w:ind w:left="60"/>
        <w:jc w:val="both"/>
        <w:rPr>
          <w:rFonts w:ascii="Calibri" w:eastAsia="MS Mincho" w:hAnsi="Calibri" w:cs="Calibri"/>
          <w:b/>
          <w:noProof/>
          <w:sz w:val="22"/>
          <w:szCs w:val="22"/>
          <w:lang w:val="ro-RO"/>
        </w:rPr>
      </w:pPr>
      <w:r w:rsidRPr="00E67132">
        <w:rPr>
          <w:rFonts w:ascii="Calibri" w:eastAsia="MS Mincho" w:hAnsi="Calibri" w:cs="Calibri"/>
          <w:noProof/>
          <w:sz w:val="22"/>
          <w:szCs w:val="22"/>
          <w:lang w:val="ro-RO"/>
        </w:rPr>
        <w:t xml:space="preserve">Dacă una sau mai multe din aceste societăți  desfașoară același tip de activitate cu solicitantul acest fapt se menționează în rubrica „observații” si se pune bifă în coloana </w:t>
      </w:r>
      <w:r w:rsidRPr="00E67132">
        <w:rPr>
          <w:rFonts w:ascii="Calibri" w:eastAsia="MS Mincho" w:hAnsi="Calibri" w:cs="Calibri"/>
          <w:b/>
          <w:noProof/>
          <w:sz w:val="22"/>
          <w:szCs w:val="22"/>
          <w:lang w:val="ro-RO"/>
        </w:rPr>
        <w:t>„DA”.</w:t>
      </w:r>
      <w:r w:rsidRPr="00E67132">
        <w:rPr>
          <w:rFonts w:ascii="Calibri" w:eastAsia="MS Mincho" w:hAnsi="Calibri" w:cs="Calibri"/>
          <w:noProof/>
          <w:sz w:val="22"/>
          <w:szCs w:val="22"/>
          <w:lang w:val="ro-RO"/>
        </w:rPr>
        <w:t xml:space="preserve"> Dacă nu se identifică o astfel de situație se pune bifă în coloana </w:t>
      </w:r>
      <w:r w:rsidRPr="00E67132">
        <w:rPr>
          <w:rFonts w:ascii="Calibri" w:eastAsia="MS Mincho" w:hAnsi="Calibri" w:cs="Calibri"/>
          <w:b/>
          <w:noProof/>
          <w:sz w:val="22"/>
          <w:szCs w:val="22"/>
          <w:lang w:val="ro-RO"/>
        </w:rPr>
        <w:t xml:space="preserve">„NU”. </w:t>
      </w:r>
    </w:p>
    <w:p w14:paraId="111C574D" w14:textId="77777777" w:rsidR="00D92716" w:rsidRPr="00E67132" w:rsidRDefault="00D92716" w:rsidP="00A41E82">
      <w:pPr>
        <w:pStyle w:val="ListParagraph"/>
        <w:numPr>
          <w:ilvl w:val="0"/>
          <w:numId w:val="23"/>
        </w:numPr>
        <w:jc w:val="both"/>
        <w:rPr>
          <w:rFonts w:ascii="Calibri" w:eastAsia="MS Mincho" w:hAnsi="Calibri" w:cs="Calibri"/>
          <w:b/>
          <w:noProof/>
          <w:sz w:val="22"/>
          <w:szCs w:val="22"/>
          <w:lang w:val="ro-RO"/>
        </w:rPr>
      </w:pPr>
      <w:r w:rsidRPr="00E67132">
        <w:rPr>
          <w:rFonts w:ascii="Calibri" w:eastAsia="MS Mincho" w:hAnsi="Calibri" w:cs="Calibri"/>
          <w:noProof/>
          <w:sz w:val="22"/>
          <w:szCs w:val="22"/>
          <w:lang w:val="ro-RO"/>
        </w:rPr>
        <w:t xml:space="preserve">Se verifică în actele de proprietate/folosință ale terenului și în actele doveditoare ale preluării efectivelor de animale, luate în calcul pentru constituirea SO-ului, dacă se constată  indicii din care să rezulte existența acestei situații.  </w:t>
      </w:r>
    </w:p>
    <w:p w14:paraId="074DE33E" w14:textId="77777777" w:rsidR="00D92716" w:rsidRPr="00E67132" w:rsidRDefault="00D92716" w:rsidP="00D92716">
      <w:pPr>
        <w:ind w:left="60"/>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Se urmărește identificarea situației în care terenul/ infrastructurii de producție/ efectivul de animale  a/au fost achiziționat/achiziționată/achiziționate de la o entitate juridică  care are același tip de activitate** cu solicitantul sau de la o persoana fizică asociat/administrator într-o societate care are același tip de activitate** cu solicitantul.</w:t>
      </w:r>
    </w:p>
    <w:p w14:paraId="521372D3" w14:textId="77777777" w:rsidR="00D92716" w:rsidRPr="00E67132" w:rsidRDefault="00D92716" w:rsidP="00D92716">
      <w:pPr>
        <w:ind w:left="60"/>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Dacă se identifică astfel de indicii acestea sunt prezentate detaliat în rubrica „observații” și se pune bifă în coloana „DA”. Dacă nu se identifică o astfel de situație se pune bifă în coloana „NU”.</w:t>
      </w:r>
    </w:p>
    <w:p w14:paraId="4F28F66C" w14:textId="77777777" w:rsidR="0040780B" w:rsidRPr="00E67132" w:rsidRDefault="0040780B" w:rsidP="002970F8">
      <w:pPr>
        <w:jc w:val="both"/>
        <w:rPr>
          <w:rFonts w:ascii="Calibri" w:eastAsia="MS Mincho" w:hAnsi="Calibri" w:cs="Calibri"/>
          <w:noProof/>
          <w:sz w:val="22"/>
          <w:szCs w:val="22"/>
          <w:lang w:val="ro-RO"/>
        </w:rPr>
      </w:pPr>
    </w:p>
    <w:p w14:paraId="71826B0B" w14:textId="77777777" w:rsidR="0040780B" w:rsidRPr="00E67132" w:rsidRDefault="0040780B" w:rsidP="008724D1">
      <w:pPr>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Pct. 2 -  Există utilități, spații de producție/ depozitare, aferente proiectului analizat,  folosite în comun cu alte societăți comerciale?</w:t>
      </w:r>
    </w:p>
    <w:p w14:paraId="33516EB9" w14:textId="77777777" w:rsidR="0040780B" w:rsidRPr="00E67132" w:rsidRDefault="0040780B" w:rsidP="008724D1">
      <w:p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ab/>
        <w:t>Se verifică documentar în Planul de Afaceri și în documentele care atestă dreptul de proprietate/folosință depuse la dosar dacă se constată  indicii din care să rezulte existența acestei situații. De asemenea dacă se consideră necesar se va realiza o verificare la fața locului unde se va urmări identificarea unor astfel de situații.</w:t>
      </w:r>
    </w:p>
    <w:p w14:paraId="56116E12" w14:textId="77777777" w:rsidR="0040780B" w:rsidRPr="00E67132" w:rsidRDefault="0040780B" w:rsidP="0040780B">
      <w:pPr>
        <w:ind w:left="60" w:firstLine="360"/>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ab/>
        <w:t xml:space="preserve">Dacă se identifică astfel de indicii, acestea vor fi prezentate detaliat în rubrica  „observații” (în cazul elementelor constatate pe teren se atașează și fotografii relevante care vor fi atașate dosarului administrativ) și se pune bifă în coloana </w:t>
      </w:r>
      <w:r w:rsidRPr="00E67132">
        <w:rPr>
          <w:rFonts w:ascii="Calibri" w:eastAsia="MS Mincho" w:hAnsi="Calibri" w:cs="Calibri"/>
          <w:b/>
          <w:noProof/>
          <w:sz w:val="22"/>
          <w:szCs w:val="22"/>
          <w:lang w:val="ro-RO"/>
        </w:rPr>
        <w:t xml:space="preserve">„DA”. </w:t>
      </w:r>
      <w:r w:rsidRPr="00E67132">
        <w:rPr>
          <w:rFonts w:ascii="Calibri" w:eastAsia="MS Mincho" w:hAnsi="Calibri" w:cs="Calibri"/>
          <w:noProof/>
          <w:sz w:val="22"/>
          <w:szCs w:val="22"/>
          <w:lang w:val="ro-RO"/>
        </w:rPr>
        <w:t xml:space="preserve">Dacă nu se identifică o astfel de situație se pune bifă în coloana </w:t>
      </w:r>
      <w:r w:rsidRPr="00E67132">
        <w:rPr>
          <w:rFonts w:ascii="Calibri" w:eastAsia="MS Mincho" w:hAnsi="Calibri" w:cs="Calibri"/>
          <w:b/>
          <w:noProof/>
          <w:sz w:val="22"/>
          <w:szCs w:val="22"/>
          <w:lang w:val="ro-RO"/>
        </w:rPr>
        <w:t xml:space="preserve">„NU”. </w:t>
      </w:r>
    </w:p>
    <w:p w14:paraId="75B89196" w14:textId="77777777" w:rsidR="0040780B" w:rsidRPr="00E67132" w:rsidRDefault="0040780B" w:rsidP="008724D1">
      <w:pPr>
        <w:jc w:val="both"/>
        <w:rPr>
          <w:rFonts w:ascii="Calibri" w:eastAsia="MS Mincho" w:hAnsi="Calibri" w:cs="Calibri"/>
          <w:b/>
          <w:noProof/>
          <w:sz w:val="22"/>
          <w:szCs w:val="22"/>
          <w:lang w:val="ro-RO"/>
        </w:rPr>
      </w:pPr>
    </w:p>
    <w:p w14:paraId="44B61AA8" w14:textId="77777777" w:rsidR="0040780B" w:rsidRPr="00E67132" w:rsidRDefault="0040780B" w:rsidP="00342928">
      <w:pPr>
        <w:jc w:val="both"/>
        <w:rPr>
          <w:rFonts w:ascii="Calibri" w:eastAsia="MS Mincho" w:hAnsi="Calibri" w:cs="Calibri"/>
          <w:b/>
          <w:noProof/>
          <w:sz w:val="22"/>
          <w:szCs w:val="22"/>
          <w:lang w:val="ro-RO"/>
        </w:rPr>
      </w:pPr>
      <w:r w:rsidRPr="00E67132">
        <w:rPr>
          <w:rFonts w:ascii="Calibri" w:hAnsi="Calibri" w:cs="Calibri"/>
          <w:bCs/>
          <w:noProof/>
          <w:sz w:val="22"/>
          <w:szCs w:val="22"/>
          <w:lang w:val="ro-RO"/>
        </w:rPr>
        <w:t>În cazul în care există</w:t>
      </w:r>
      <w:r w:rsidRPr="00E67132">
        <w:rPr>
          <w:rFonts w:ascii="Calibri" w:hAnsi="Calibri" w:cs="Calibri"/>
          <w:noProof/>
          <w:sz w:val="22"/>
          <w:szCs w:val="22"/>
          <w:lang w:val="ro-RO"/>
        </w:rPr>
        <w:t xml:space="preserve"> minim </w:t>
      </w:r>
      <w:r w:rsidRPr="00E67132">
        <w:rPr>
          <w:rFonts w:ascii="Calibri" w:hAnsi="Calibri" w:cs="Calibri"/>
          <w:bCs/>
          <w:noProof/>
          <w:sz w:val="22"/>
          <w:szCs w:val="22"/>
          <w:lang w:val="ro-RO"/>
        </w:rPr>
        <w:t xml:space="preserve">o bifă pe </w:t>
      </w:r>
      <w:r w:rsidRPr="00E67132">
        <w:rPr>
          <w:rFonts w:ascii="Calibri" w:eastAsia="MS Mincho" w:hAnsi="Calibri" w:cs="Calibri"/>
          <w:noProof/>
          <w:sz w:val="22"/>
          <w:szCs w:val="22"/>
          <w:lang w:val="ro-RO"/>
        </w:rPr>
        <w:t xml:space="preserve">coloana </w:t>
      </w:r>
      <w:r w:rsidRPr="00E67132">
        <w:rPr>
          <w:rFonts w:ascii="Calibri" w:eastAsia="MS Mincho" w:hAnsi="Calibri" w:cs="Calibri"/>
          <w:b/>
          <w:noProof/>
          <w:sz w:val="22"/>
          <w:szCs w:val="22"/>
          <w:lang w:val="ro-RO"/>
        </w:rPr>
        <w:t xml:space="preserve">„DA” </w:t>
      </w:r>
      <w:r w:rsidRPr="00E67132">
        <w:rPr>
          <w:rFonts w:ascii="Calibri" w:eastAsia="MS Mincho" w:hAnsi="Calibri" w:cs="Calibri"/>
          <w:noProof/>
          <w:sz w:val="22"/>
          <w:szCs w:val="22"/>
          <w:lang w:val="ro-RO"/>
        </w:rPr>
        <w:t xml:space="preserve">în </w:t>
      </w:r>
      <w:r w:rsidRPr="00E67132">
        <w:rPr>
          <w:rFonts w:ascii="Calibri" w:eastAsia="MS Mincho" w:hAnsi="Calibri" w:cs="Calibri"/>
          <w:b/>
          <w:noProof/>
          <w:sz w:val="22"/>
          <w:szCs w:val="22"/>
          <w:lang w:val="ro-RO"/>
        </w:rPr>
        <w:t xml:space="preserve">„Secțiunea A” </w:t>
      </w:r>
      <w:r w:rsidRPr="00E67132">
        <w:rPr>
          <w:rFonts w:ascii="Calibri" w:eastAsia="MS Mincho" w:hAnsi="Calibri" w:cs="Calibri"/>
          <w:noProof/>
          <w:sz w:val="22"/>
          <w:szCs w:val="22"/>
          <w:lang w:val="ro-RO"/>
        </w:rPr>
        <w:t>se va trece la completarea</w:t>
      </w:r>
      <w:r w:rsidRPr="00E67132">
        <w:rPr>
          <w:rFonts w:ascii="Calibri" w:eastAsia="MS Mincho" w:hAnsi="Calibri" w:cs="Calibri"/>
          <w:b/>
          <w:noProof/>
          <w:sz w:val="22"/>
          <w:szCs w:val="22"/>
          <w:lang w:val="ro-RO"/>
        </w:rPr>
        <w:t xml:space="preserve">  „Secțiunii B” </w:t>
      </w:r>
      <w:r w:rsidRPr="00E67132">
        <w:rPr>
          <w:rFonts w:ascii="Calibri" w:eastAsia="MS Mincho" w:hAnsi="Calibri" w:cs="Calibri"/>
          <w:noProof/>
          <w:sz w:val="22"/>
          <w:szCs w:val="22"/>
          <w:lang w:val="ro-RO"/>
        </w:rPr>
        <w:t>verificându-se dacă proiectul se încadrează în una dintre premisele de creare condiții artificiale</w:t>
      </w:r>
      <w:r w:rsidRPr="00E67132">
        <w:rPr>
          <w:rFonts w:ascii="Calibri" w:eastAsia="MS Mincho" w:hAnsi="Calibri" w:cs="Calibri"/>
          <w:b/>
          <w:noProof/>
          <w:sz w:val="22"/>
          <w:szCs w:val="22"/>
          <w:lang w:val="ro-RO"/>
        </w:rPr>
        <w:t>.</w:t>
      </w:r>
    </w:p>
    <w:p w14:paraId="19297FEB" w14:textId="77777777" w:rsidR="0040780B" w:rsidRPr="00E67132" w:rsidRDefault="0040780B" w:rsidP="008724D1">
      <w:pPr>
        <w:jc w:val="both"/>
        <w:rPr>
          <w:rFonts w:ascii="Calibri" w:eastAsia="MS Mincho" w:hAnsi="Calibri" w:cs="Calibri"/>
          <w:b/>
          <w:noProof/>
          <w:sz w:val="22"/>
          <w:szCs w:val="22"/>
          <w:lang w:val="ro-RO"/>
        </w:rPr>
      </w:pPr>
    </w:p>
    <w:p w14:paraId="681D0886" w14:textId="77777777" w:rsidR="0040780B" w:rsidRPr="00E67132" w:rsidRDefault="0040780B" w:rsidP="008724D1">
      <w:pPr>
        <w:jc w:val="both"/>
        <w:rPr>
          <w:rFonts w:ascii="Calibri" w:hAnsi="Calibri" w:cs="Calibri"/>
          <w:b/>
          <w:bCs/>
          <w:noProof/>
          <w:sz w:val="22"/>
          <w:szCs w:val="22"/>
          <w:u w:val="single"/>
          <w:lang w:val="ro-RO"/>
        </w:rPr>
      </w:pPr>
      <w:r w:rsidRPr="00E67132">
        <w:rPr>
          <w:rFonts w:ascii="Calibri" w:eastAsia="MS Mincho" w:hAnsi="Calibri" w:cs="Calibri"/>
          <w:b/>
          <w:noProof/>
          <w:sz w:val="22"/>
          <w:szCs w:val="22"/>
          <w:u w:val="single"/>
          <w:lang w:val="ro-RO"/>
        </w:rPr>
        <w:t xml:space="preserve">II.  Secțiunea B – </w:t>
      </w:r>
      <w:r w:rsidRPr="00E67132">
        <w:rPr>
          <w:rFonts w:ascii="Calibri" w:hAnsi="Calibri" w:cs="Calibri"/>
          <w:b/>
          <w:bCs/>
          <w:noProof/>
          <w:sz w:val="22"/>
          <w:szCs w:val="22"/>
          <w:u w:val="single"/>
          <w:lang w:val="ro-RO"/>
        </w:rPr>
        <w:t xml:space="preserve">Încadrarea într-o situație de creare  de Condiții artificiale. </w:t>
      </w:r>
    </w:p>
    <w:p w14:paraId="3CDCF8B0" w14:textId="77777777" w:rsidR="0040780B" w:rsidRPr="00E67132" w:rsidRDefault="0040780B" w:rsidP="008724D1">
      <w:pPr>
        <w:jc w:val="both"/>
        <w:rPr>
          <w:rFonts w:ascii="Calibri" w:hAnsi="Calibri" w:cs="Calibri"/>
          <w:b/>
          <w:bCs/>
          <w:noProof/>
          <w:sz w:val="22"/>
          <w:szCs w:val="22"/>
          <w:lang w:val="ro-RO"/>
        </w:rPr>
      </w:pPr>
    </w:p>
    <w:p w14:paraId="043D4305" w14:textId="77777777" w:rsidR="0040780B" w:rsidRPr="00E67132" w:rsidRDefault="0040780B" w:rsidP="0040780B">
      <w:pPr>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 xml:space="preserve">Premisa 1 </w:t>
      </w:r>
    </w:p>
    <w:p w14:paraId="3D40CA71" w14:textId="77777777" w:rsidR="00D92716" w:rsidRPr="00E67132" w:rsidRDefault="00D92716" w:rsidP="00A41E82">
      <w:pPr>
        <w:pStyle w:val="ListParagraph"/>
        <w:numPr>
          <w:ilvl w:val="0"/>
          <w:numId w:val="24"/>
        </w:numPr>
        <w:jc w:val="both"/>
        <w:rPr>
          <w:rFonts w:ascii="Calibri" w:eastAsia="MS Mincho" w:hAnsi="Calibri" w:cs="Calibri"/>
          <w:b/>
          <w:noProof/>
          <w:sz w:val="22"/>
          <w:szCs w:val="22"/>
          <w:lang w:val="ro-RO"/>
        </w:rPr>
      </w:pPr>
    </w:p>
    <w:p w14:paraId="79A330A8" w14:textId="77777777" w:rsidR="0040780B" w:rsidRPr="00E67132" w:rsidRDefault="0040780B" w:rsidP="00A41E82">
      <w:pPr>
        <w:numPr>
          <w:ilvl w:val="0"/>
          <w:numId w:val="16"/>
        </w:numPr>
        <w:contextualSpacing/>
        <w:jc w:val="both"/>
        <w:rPr>
          <w:rFonts w:ascii="Calibri" w:hAnsi="Calibri" w:cs="Calibri"/>
          <w:b/>
          <w:noProof/>
          <w:sz w:val="22"/>
          <w:szCs w:val="22"/>
          <w:lang w:val="ro-RO"/>
        </w:rPr>
      </w:pPr>
      <w:r w:rsidRPr="00E67132">
        <w:rPr>
          <w:rFonts w:ascii="Calibri" w:hAnsi="Calibri" w:cs="Calibri"/>
          <w:b/>
          <w:noProof/>
          <w:sz w:val="22"/>
          <w:szCs w:val="22"/>
          <w:lang w:val="ro-RO"/>
        </w:rPr>
        <w:t>Crearea mai multor entităţi noi/exploatatii agricole (solicitanți de fonduri) prin intermediul unor terţi pentru a beneficia de mai multe proiecte sM 6.1 prin  mai multe exploataţii agricole.</w:t>
      </w:r>
    </w:p>
    <w:p w14:paraId="048E948C" w14:textId="77777777" w:rsidR="0040780B" w:rsidRPr="00E67132" w:rsidRDefault="0040780B" w:rsidP="00A41E82">
      <w:pPr>
        <w:numPr>
          <w:ilvl w:val="0"/>
          <w:numId w:val="16"/>
        </w:numPr>
        <w:contextualSpacing/>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Actiune de fărâmiţare a unor exploataţilor agricole în scopul accesării de către acelaşi  beneficiar real, (</w:t>
      </w:r>
      <w:r w:rsidRPr="00E67132">
        <w:rPr>
          <w:rFonts w:ascii="Calibri" w:eastAsia="MS Mincho" w:hAnsi="Calibri" w:cs="Calibri"/>
          <w:b/>
          <w:i/>
          <w:noProof/>
          <w:sz w:val="22"/>
          <w:szCs w:val="22"/>
          <w:lang w:val="ro-RO"/>
        </w:rPr>
        <w:t>prin intermediul unor beneficiari formali sau direct folosind  porţiuni din exploataţie agricolă iniţială, beneficiară de sprijin anterior prin intermediul Masurii 112 şi Submasurii 6.1</w:t>
      </w:r>
      <w:r w:rsidRPr="00E67132">
        <w:rPr>
          <w:rFonts w:ascii="Calibri" w:eastAsia="MS Mincho" w:hAnsi="Calibri" w:cs="Calibri"/>
          <w:b/>
          <w:noProof/>
          <w:sz w:val="22"/>
          <w:szCs w:val="22"/>
          <w:lang w:val="ro-RO"/>
        </w:rPr>
        <w:t>), a sprijinului prin aceasta submăsură.</w:t>
      </w:r>
    </w:p>
    <w:p w14:paraId="6CE5678B" w14:textId="77777777" w:rsidR="0040780B" w:rsidRPr="00E67132" w:rsidRDefault="0040780B" w:rsidP="008724D1">
      <w:pPr>
        <w:jc w:val="both"/>
        <w:rPr>
          <w:rFonts w:ascii="Calibri" w:hAnsi="Calibri" w:cs="Calibri"/>
          <w:b/>
          <w:bCs/>
          <w:noProof/>
          <w:sz w:val="22"/>
          <w:szCs w:val="22"/>
          <w:lang w:val="ro-RO"/>
        </w:rPr>
      </w:pPr>
      <w:r w:rsidRPr="00E67132">
        <w:rPr>
          <w:rFonts w:ascii="Calibri" w:hAnsi="Calibri" w:cs="Calibri"/>
          <w:b/>
          <w:noProof/>
          <w:sz w:val="22"/>
          <w:szCs w:val="22"/>
          <w:lang w:val="ro-RO"/>
        </w:rPr>
        <w:t xml:space="preserve"> </w:t>
      </w:r>
    </w:p>
    <w:p w14:paraId="37C2318A" w14:textId="77777777" w:rsidR="0040780B" w:rsidRPr="00E67132" w:rsidRDefault="0040780B" w:rsidP="002D3DC6">
      <w:p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 xml:space="preserve">Se urmărește identificarea unor elemente  care pot conduce la concluzia că, o entitate juridică deja existentă </w:t>
      </w:r>
      <w:r w:rsidRPr="00E67132">
        <w:rPr>
          <w:rFonts w:ascii="Calibri" w:eastAsia="MS Mincho" w:hAnsi="Calibri" w:cs="Calibri"/>
          <w:b/>
          <w:noProof/>
          <w:sz w:val="22"/>
          <w:szCs w:val="22"/>
          <w:lang w:val="ro-RO"/>
        </w:rPr>
        <w:t>(care intră sub incidența restricțiilor de eligibilitate, sau care ar putea depune un singur proiect)</w:t>
      </w:r>
      <w:r w:rsidRPr="00E67132">
        <w:rPr>
          <w:rFonts w:ascii="Calibri" w:eastAsia="MS Mincho" w:hAnsi="Calibri" w:cs="Calibri"/>
          <w:noProof/>
          <w:sz w:val="22"/>
          <w:szCs w:val="22"/>
          <w:lang w:val="ro-RO"/>
        </w:rPr>
        <w:t xml:space="preserve"> /asociatii/acționarii /administratorii  ai acesteia a/au  creat una sau mai multe exploatații prin care  accesează fondurile FEADR  eludând astfel  criteriile restrictive sau obținând mai multe proiecte eligibile.  </w:t>
      </w:r>
    </w:p>
    <w:p w14:paraId="2FF3404B" w14:textId="77777777" w:rsidR="00D92716" w:rsidRPr="00E67132" w:rsidRDefault="00D92716" w:rsidP="002D3DC6">
      <w:pPr>
        <w:jc w:val="both"/>
        <w:rPr>
          <w:rFonts w:ascii="Calibri" w:eastAsia="MS Mincho" w:hAnsi="Calibri" w:cs="Calibri"/>
          <w:noProof/>
          <w:sz w:val="22"/>
          <w:szCs w:val="22"/>
          <w:lang w:val="ro-RO"/>
        </w:rPr>
      </w:pPr>
    </w:p>
    <w:p w14:paraId="21F649D3" w14:textId="77777777" w:rsidR="0040780B" w:rsidRPr="00E67132" w:rsidRDefault="0040780B" w:rsidP="002D3DC6">
      <w:pPr>
        <w:jc w:val="both"/>
        <w:rPr>
          <w:rFonts w:ascii="Calibri" w:eastAsia="MS Mincho" w:hAnsi="Calibri" w:cs="Calibri"/>
          <w:i/>
          <w:noProof/>
          <w:sz w:val="22"/>
          <w:szCs w:val="22"/>
          <w:lang w:val="ro-RO"/>
        </w:rPr>
      </w:pPr>
      <w:r w:rsidRPr="00E67132">
        <w:rPr>
          <w:rFonts w:ascii="Calibri" w:eastAsia="MS Mincho" w:hAnsi="Calibri" w:cs="Calibri"/>
          <w:noProof/>
          <w:sz w:val="22"/>
          <w:szCs w:val="22"/>
          <w:lang w:val="ro-RO"/>
        </w:rPr>
        <w:t xml:space="preserve">În situația în care se constată această stare de fapt, se verifică în plus dacă aceasta/ aceștia continuă să  dețină controlul asupra terenului/efectivelor de animale/infrastructurii de producție sau a producției acestuia </w:t>
      </w:r>
      <w:r w:rsidRPr="00E67132">
        <w:rPr>
          <w:rFonts w:ascii="Calibri" w:hAnsi="Calibri" w:cs="Calibri"/>
          <w:noProof/>
          <w:sz w:val="22"/>
          <w:szCs w:val="22"/>
          <w:lang w:val="ro-RO"/>
        </w:rPr>
        <w:t xml:space="preserve">prin </w:t>
      </w:r>
      <w:r w:rsidRPr="00E67132">
        <w:rPr>
          <w:rFonts w:ascii="Calibri" w:hAnsi="Calibri" w:cs="Calibri"/>
          <w:b/>
          <w:noProof/>
          <w:sz w:val="22"/>
          <w:szCs w:val="22"/>
          <w:lang w:val="ro-RO"/>
        </w:rPr>
        <w:t>preluarea semnificativă a producției*</w:t>
      </w:r>
      <w:r w:rsidRPr="00E67132">
        <w:rPr>
          <w:rFonts w:ascii="Calibri" w:eastAsia="MS Mincho" w:hAnsi="Calibri" w:cs="Calibri"/>
          <w:noProof/>
          <w:sz w:val="22"/>
          <w:szCs w:val="22"/>
          <w:lang w:val="ro-RO"/>
        </w:rPr>
        <w:t xml:space="preserve">?  </w:t>
      </w:r>
      <w:r w:rsidRPr="00E67132">
        <w:rPr>
          <w:rFonts w:ascii="Calibri" w:eastAsia="MS Mincho" w:hAnsi="Calibri" w:cs="Calibri"/>
          <w:i/>
          <w:noProof/>
          <w:sz w:val="22"/>
          <w:szCs w:val="22"/>
          <w:lang w:val="ro-RO"/>
        </w:rPr>
        <w:t>(</w:t>
      </w:r>
      <w:r w:rsidRPr="00E67132">
        <w:rPr>
          <w:rFonts w:ascii="Calibri" w:eastAsia="MS Mincho" w:hAnsi="Calibri" w:cs="Calibri"/>
          <w:b/>
          <w:i/>
          <w:noProof/>
          <w:sz w:val="22"/>
          <w:szCs w:val="22"/>
          <w:lang w:val="ro-RO"/>
        </w:rPr>
        <w:t>ex de elemente ce pot fi identificate:</w:t>
      </w:r>
      <w:r w:rsidRPr="00E67132">
        <w:rPr>
          <w:rFonts w:ascii="Calibri" w:eastAsia="MS Mincho" w:hAnsi="Calibri" w:cs="Calibri"/>
          <w:i/>
          <w:noProof/>
          <w:sz w:val="22"/>
          <w:szCs w:val="22"/>
          <w:lang w:val="ro-RO"/>
        </w:rPr>
        <w:t xml:space="preserve">  cedarea voluntară/vanzarea de terenuri/mijloace de producție care sunt folosite în continuare în comun, integrarea fluxurilor de producție prin preluarea semnificativă a producției* ... )  </w:t>
      </w:r>
    </w:p>
    <w:p w14:paraId="007AEF8F" w14:textId="77777777" w:rsidR="00D92716" w:rsidRPr="00E67132" w:rsidRDefault="00D92716" w:rsidP="002D3DC6">
      <w:pPr>
        <w:jc w:val="both"/>
        <w:rPr>
          <w:rFonts w:ascii="Calibri" w:eastAsia="MS Mincho" w:hAnsi="Calibri" w:cs="Calibri"/>
          <w:i/>
          <w:noProof/>
          <w:sz w:val="22"/>
          <w:szCs w:val="22"/>
          <w:lang w:val="ro-RO"/>
        </w:rPr>
      </w:pPr>
    </w:p>
    <w:p w14:paraId="0744F481" w14:textId="77777777" w:rsidR="00D92716" w:rsidRPr="00E67132" w:rsidRDefault="00D92716" w:rsidP="00A41E82">
      <w:pPr>
        <w:pStyle w:val="ListParagraph"/>
        <w:numPr>
          <w:ilvl w:val="0"/>
          <w:numId w:val="24"/>
        </w:numPr>
        <w:jc w:val="both"/>
        <w:rPr>
          <w:rFonts w:ascii="Calibri" w:eastAsia="MS Mincho" w:hAnsi="Calibri" w:cs="Calibri"/>
          <w:noProof/>
          <w:sz w:val="22"/>
          <w:szCs w:val="22"/>
          <w:lang w:val="ro-RO"/>
        </w:rPr>
      </w:pPr>
    </w:p>
    <w:p w14:paraId="7B64AB23" w14:textId="77777777" w:rsidR="00D92716" w:rsidRPr="00E67132" w:rsidRDefault="00D92716" w:rsidP="00A41E82">
      <w:pPr>
        <w:pStyle w:val="ListParagraph"/>
        <w:numPr>
          <w:ilvl w:val="0"/>
          <w:numId w:val="25"/>
        </w:num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14:paraId="600664D9" w14:textId="77777777" w:rsidR="00D92716" w:rsidRPr="00E67132" w:rsidRDefault="00D92716" w:rsidP="00A41E82">
      <w:pPr>
        <w:pStyle w:val="ListParagraph"/>
        <w:numPr>
          <w:ilvl w:val="0"/>
          <w:numId w:val="25"/>
        </w:num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Solicitantul a declarat culturi sau suprafete ocupate cu anumite culturi, animale, în mod neconform cu realitatea, în scopul atingerii dimensiunii minime eligibile (12 000 SO) constatându-se cu ocazia verificării pe teren sau la informarea APIA ca acestea nu corespund realitatii.</w:t>
      </w:r>
    </w:p>
    <w:p w14:paraId="7057B61D" w14:textId="77777777" w:rsidR="00D92716" w:rsidRPr="00E67132" w:rsidRDefault="00D92716" w:rsidP="00D92716">
      <w:pPr>
        <w:pStyle w:val="ListParagraph"/>
        <w:jc w:val="both"/>
        <w:rPr>
          <w:rFonts w:ascii="Calibri" w:eastAsia="MS Mincho" w:hAnsi="Calibri" w:cs="Calibri"/>
          <w:noProof/>
          <w:sz w:val="22"/>
          <w:szCs w:val="22"/>
          <w:lang w:val="ro-RO"/>
        </w:rPr>
      </w:pPr>
    </w:p>
    <w:p w14:paraId="6FF27C34" w14:textId="77777777" w:rsidR="00D92716" w:rsidRPr="00E67132" w:rsidRDefault="00D92716" w:rsidP="00D92716">
      <w:p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Se verifică dacă solicitantul a preluat o parte din terenurile/efectivele de animale, mijloace de productie deținute de către un terț cu același tip de activitate**, care continuă să dețină controlul asupra solicitantului prin prestarea semnificativă a  lucrarilor agricole și/sau realizează preluarea semnificativă a producției* de la societatea careia i-a cedat în mod voluntar terenurile/efectivele de animale, mijloace de producție.</w:t>
      </w:r>
    </w:p>
    <w:p w14:paraId="4493D8E4" w14:textId="77777777" w:rsidR="00D92716" w:rsidRPr="00E67132" w:rsidRDefault="00D92716" w:rsidP="00D92716">
      <w:p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Se verifică dacă din extrasele APIA si/sau din Registru agricol rezultă necorelari/ neconcordanțe între suprafetele  ocupate cu anumite tipuri de  culturi și descrierea din Planul de afaceri.</w:t>
      </w:r>
    </w:p>
    <w:p w14:paraId="76F4825C" w14:textId="77777777" w:rsidR="00D92716" w:rsidRPr="00E67132" w:rsidRDefault="00D92716" w:rsidP="00D92716">
      <w:pPr>
        <w:pStyle w:val="ListParagraph"/>
        <w:jc w:val="both"/>
        <w:rPr>
          <w:rFonts w:ascii="Calibri" w:eastAsia="MS Mincho" w:hAnsi="Calibri" w:cs="Calibri"/>
          <w:noProof/>
          <w:sz w:val="22"/>
          <w:szCs w:val="22"/>
          <w:lang w:val="ro-RO"/>
        </w:rPr>
      </w:pPr>
    </w:p>
    <w:p w14:paraId="49270FA5" w14:textId="77777777" w:rsidR="00F5443B" w:rsidRDefault="00F5443B" w:rsidP="0040780B">
      <w:pPr>
        <w:jc w:val="both"/>
        <w:rPr>
          <w:rFonts w:ascii="Calibri" w:eastAsia="MS Mincho" w:hAnsi="Calibri" w:cs="Calibri"/>
          <w:b/>
          <w:noProof/>
          <w:sz w:val="22"/>
          <w:szCs w:val="22"/>
          <w:lang w:val="ro-RO"/>
        </w:rPr>
      </w:pPr>
    </w:p>
    <w:p w14:paraId="1D39F3F7" w14:textId="1F3ED967" w:rsidR="0040780B" w:rsidRPr="00E67132" w:rsidRDefault="0040780B" w:rsidP="0040780B">
      <w:pPr>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 xml:space="preserve">Premisa 2 </w:t>
      </w:r>
      <w:r w:rsidRPr="00E67132">
        <w:rPr>
          <w:rFonts w:ascii="Calibri" w:eastAsia="MS Mincho" w:hAnsi="Calibri" w:cs="Calibri"/>
          <w:b/>
          <w:noProof/>
          <w:sz w:val="22"/>
          <w:szCs w:val="22"/>
          <w:lang w:val="ro-RO"/>
        </w:rPr>
        <w:tab/>
      </w:r>
    </w:p>
    <w:p w14:paraId="53511DFA" w14:textId="77777777" w:rsidR="0040780B" w:rsidRPr="00E67132" w:rsidRDefault="0040780B" w:rsidP="00A41E82">
      <w:pPr>
        <w:numPr>
          <w:ilvl w:val="0"/>
          <w:numId w:val="16"/>
        </w:numPr>
        <w:contextualSpacing/>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 xml:space="preserve">Fracționarea unei exploatații cu scopul de a nu se depăşi dimensiunea economică maximă eligibilă a exploatației în cadrul submăsurii (50.000 SO) sau cu scopul  ca acelasi beneficiar real sa creeze dintr-o exploatatie mai mare, mai multe exploatatii mai mici (cu SO intre 12.000 si 50.000) cu care solicită sprijin prin aceeaşi sub-măsură si astfel prin intermediul mai multor beneficiari formali sa beneficieze (inclusiv de mai multe ori) de sprijinul prin aceasta submăsură. </w:t>
      </w:r>
    </w:p>
    <w:p w14:paraId="69F7D217" w14:textId="77777777" w:rsidR="0040780B" w:rsidRPr="00E67132" w:rsidRDefault="0040780B" w:rsidP="00A41E82">
      <w:pPr>
        <w:numPr>
          <w:ilvl w:val="0"/>
          <w:numId w:val="16"/>
        </w:numPr>
        <w:contextualSpacing/>
        <w:jc w:val="both"/>
        <w:rPr>
          <w:rFonts w:ascii="Calibri" w:hAnsi="Calibri" w:cs="Calibri"/>
          <w:b/>
          <w:noProof/>
          <w:sz w:val="22"/>
          <w:szCs w:val="22"/>
          <w:lang w:val="ro-RO"/>
        </w:rPr>
      </w:pPr>
      <w:r w:rsidRPr="00E67132">
        <w:rPr>
          <w:rFonts w:ascii="Calibri" w:eastAsia="MS Mincho" w:hAnsi="Calibri" w:cs="Calibri"/>
          <w:b/>
          <w:noProof/>
          <w:sz w:val="22"/>
          <w:szCs w:val="22"/>
          <w:lang w:val="ro-RO"/>
        </w:rPr>
        <w:t>Declararea unor culturi sau suprafete ocupate cu anumite culturi neconforme cu realitatea/cu fluxul tehnologic descris în planul de afaceri, în scopul atingerii dimensiunii minime eligibile.</w:t>
      </w:r>
    </w:p>
    <w:p w14:paraId="6343A720" w14:textId="77777777" w:rsidR="0040780B" w:rsidRPr="00E67132" w:rsidRDefault="0040780B" w:rsidP="00F36FD4">
      <w:pPr>
        <w:ind w:firstLine="720"/>
        <w:jc w:val="both"/>
        <w:rPr>
          <w:rFonts w:ascii="Calibri" w:hAnsi="Calibri" w:cs="Calibri"/>
          <w:b/>
          <w:noProof/>
          <w:sz w:val="22"/>
          <w:szCs w:val="22"/>
          <w:lang w:val="ro-RO"/>
        </w:rPr>
      </w:pPr>
    </w:p>
    <w:p w14:paraId="356F709C" w14:textId="77777777" w:rsidR="0040780B" w:rsidRPr="00E67132" w:rsidRDefault="0040780B" w:rsidP="00005377">
      <w:pPr>
        <w:ind w:left="-13"/>
        <w:jc w:val="both"/>
        <w:rPr>
          <w:rFonts w:ascii="Calibri" w:hAnsi="Calibri" w:cs="Calibri"/>
          <w:noProof/>
          <w:sz w:val="22"/>
          <w:szCs w:val="22"/>
          <w:lang w:val="ro-RO"/>
        </w:rPr>
      </w:pPr>
      <w:r w:rsidRPr="00E67132">
        <w:rPr>
          <w:rFonts w:ascii="Calibri" w:eastAsia="MS Mincho" w:hAnsi="Calibri" w:cs="Calibri"/>
          <w:noProof/>
          <w:sz w:val="22"/>
          <w:szCs w:val="22"/>
          <w:lang w:val="ro-RO"/>
        </w:rPr>
        <w:t xml:space="preserve">Se verifică dacă </w:t>
      </w:r>
      <w:r w:rsidRPr="00E67132">
        <w:rPr>
          <w:rFonts w:ascii="Calibri" w:hAnsi="Calibri" w:cs="Calibri"/>
          <w:noProof/>
          <w:sz w:val="22"/>
          <w:szCs w:val="22"/>
          <w:lang w:val="ro-RO"/>
        </w:rPr>
        <w:t xml:space="preserve">solicitantul a preluat o parte din terenurile/efectivele de animale, mijloace de productie deținute </w:t>
      </w:r>
      <w:r w:rsidRPr="00E67132">
        <w:rPr>
          <w:rFonts w:ascii="Calibri" w:hAnsi="Calibri" w:cs="Calibri"/>
          <w:b/>
          <w:noProof/>
          <w:sz w:val="22"/>
          <w:szCs w:val="22"/>
          <w:lang w:val="ro-RO"/>
        </w:rPr>
        <w:t>de</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către un terț cu același tip de activitate**</w:t>
      </w:r>
      <w:r w:rsidRPr="00E67132">
        <w:rPr>
          <w:rFonts w:ascii="Calibri" w:hAnsi="Calibri" w:cs="Calibri"/>
          <w:noProof/>
          <w:sz w:val="22"/>
          <w:szCs w:val="22"/>
          <w:lang w:val="ro-RO"/>
        </w:rPr>
        <w:t xml:space="preserve">, care continuă să dețină controlul asupra solicitantului prin prestarea semnificativă a  lucrarilor agricole și/sau realizează </w:t>
      </w:r>
      <w:r w:rsidRPr="00E67132">
        <w:rPr>
          <w:rFonts w:ascii="Calibri" w:hAnsi="Calibri" w:cs="Calibri"/>
          <w:b/>
          <w:noProof/>
          <w:sz w:val="22"/>
          <w:szCs w:val="22"/>
          <w:lang w:val="ro-RO"/>
        </w:rPr>
        <w:t>preluarea semnificativă a producției*</w:t>
      </w:r>
      <w:r w:rsidRPr="00E67132">
        <w:rPr>
          <w:rFonts w:ascii="Calibri" w:hAnsi="Calibri" w:cs="Calibri"/>
          <w:noProof/>
          <w:sz w:val="22"/>
          <w:szCs w:val="22"/>
          <w:lang w:val="ro-RO"/>
        </w:rPr>
        <w:t xml:space="preserve"> de la societatea careia i-a cedat în mod voluntar terenurile/efectivele de animale, mijloace de producție.</w:t>
      </w:r>
    </w:p>
    <w:p w14:paraId="0F3FDF6D" w14:textId="77777777" w:rsidR="0040780B" w:rsidRPr="00E67132" w:rsidRDefault="0040780B" w:rsidP="00F36FD4">
      <w:pPr>
        <w:ind w:left="-13"/>
        <w:jc w:val="both"/>
        <w:rPr>
          <w:rFonts w:ascii="Calibri" w:eastAsia="MS Mincho" w:hAnsi="Calibri" w:cs="Calibri"/>
          <w:noProof/>
          <w:sz w:val="22"/>
          <w:szCs w:val="22"/>
          <w:lang w:val="ro-RO"/>
        </w:rPr>
      </w:pPr>
    </w:p>
    <w:p w14:paraId="206B0867" w14:textId="77777777" w:rsidR="0040780B" w:rsidRPr="00E67132" w:rsidRDefault="0040780B" w:rsidP="008724D1">
      <w:pPr>
        <w:jc w:val="both"/>
        <w:rPr>
          <w:rFonts w:ascii="Calibri" w:eastAsia="MS Mincho" w:hAnsi="Calibri" w:cs="Calibri"/>
          <w:noProof/>
          <w:sz w:val="22"/>
          <w:szCs w:val="22"/>
          <w:lang w:val="ro-RO"/>
        </w:rPr>
      </w:pPr>
      <w:r w:rsidRPr="00E67132">
        <w:rPr>
          <w:rFonts w:ascii="Calibri" w:eastAsia="MS Mincho" w:hAnsi="Calibri" w:cs="Calibri"/>
          <w:noProof/>
          <w:sz w:val="22"/>
          <w:szCs w:val="22"/>
          <w:lang w:val="ro-RO"/>
        </w:rPr>
        <w:t>Se verifică dacă din extrasele APIA si/sau din Registru agricol rezultă necorelari/ neconcordanțe între suprafetele  ocupate cu anumite tipuri de  culturi și descrierea din Planul de afaceri.</w:t>
      </w:r>
    </w:p>
    <w:p w14:paraId="452E2CE9" w14:textId="77777777" w:rsidR="0040780B" w:rsidRPr="00E67132" w:rsidRDefault="0040780B" w:rsidP="008724D1">
      <w:pPr>
        <w:jc w:val="both"/>
        <w:rPr>
          <w:rFonts w:ascii="Calibri" w:eastAsia="MS Mincho" w:hAnsi="Calibri" w:cs="Calibri"/>
          <w:noProof/>
          <w:sz w:val="22"/>
          <w:szCs w:val="22"/>
          <w:lang w:val="ro-RO"/>
        </w:rPr>
      </w:pPr>
    </w:p>
    <w:p w14:paraId="177DCA27" w14:textId="77777777" w:rsidR="0040780B" w:rsidRPr="00E67132" w:rsidRDefault="00D92716" w:rsidP="008724D1">
      <w:pPr>
        <w:jc w:val="both"/>
        <w:rPr>
          <w:rFonts w:ascii="Calibri" w:hAnsi="Calibri" w:cs="Calibri"/>
          <w:b/>
          <w:bCs/>
          <w:noProof/>
          <w:sz w:val="22"/>
          <w:szCs w:val="22"/>
          <w:lang w:val="ro-RO"/>
        </w:rPr>
      </w:pPr>
      <w:r w:rsidRPr="00E67132">
        <w:rPr>
          <w:rFonts w:ascii="Calibri" w:eastAsia="MS Mincho" w:hAnsi="Calibri" w:cs="Calibri"/>
          <w:b/>
          <w:noProof/>
          <w:sz w:val="22"/>
          <w:szCs w:val="22"/>
          <w:lang w:val="ro-RO"/>
        </w:rPr>
        <w:t>Premisa 3</w:t>
      </w:r>
      <w:r w:rsidR="0040780B" w:rsidRPr="00E67132">
        <w:rPr>
          <w:rFonts w:ascii="Calibri" w:eastAsia="MS Mincho" w:hAnsi="Calibri" w:cs="Calibri"/>
          <w:b/>
          <w:noProof/>
          <w:sz w:val="22"/>
          <w:szCs w:val="22"/>
          <w:lang w:val="ro-RO"/>
        </w:rPr>
        <w:t xml:space="preserve"> - </w:t>
      </w:r>
      <w:r w:rsidR="0040780B" w:rsidRPr="00E67132">
        <w:rPr>
          <w:rFonts w:ascii="Calibri" w:hAnsi="Calibri" w:cs="Calibri"/>
          <w:b/>
          <w:noProof/>
          <w:sz w:val="22"/>
          <w:szCs w:val="22"/>
          <w:lang w:val="ro-RO"/>
        </w:rPr>
        <w:t>Solicitantul preia integral una, două sau trei exploatatii agricole, rezultate prin fărămițarea și înstrăinarea formală către terți, a unei exploatații mai mari.</w:t>
      </w:r>
    </w:p>
    <w:p w14:paraId="4FC0F609" w14:textId="77777777" w:rsidR="0040780B" w:rsidRPr="00E67132" w:rsidRDefault="0040780B" w:rsidP="008724D1">
      <w:pPr>
        <w:jc w:val="both"/>
        <w:rPr>
          <w:rFonts w:ascii="Calibri" w:hAnsi="Calibri" w:cs="Calibri"/>
          <w:b/>
          <w:bCs/>
          <w:noProof/>
          <w:sz w:val="22"/>
          <w:szCs w:val="22"/>
          <w:lang w:val="ro-RO"/>
        </w:rPr>
      </w:pPr>
    </w:p>
    <w:p w14:paraId="38AB9621" w14:textId="77777777" w:rsidR="0040780B" w:rsidRPr="00E67132" w:rsidRDefault="0040780B" w:rsidP="0040780B">
      <w:pPr>
        <w:ind w:left="34"/>
        <w:contextualSpacing/>
        <w:jc w:val="both"/>
        <w:rPr>
          <w:rFonts w:ascii="Calibri" w:hAnsi="Calibri" w:cs="Calibri"/>
          <w:noProof/>
          <w:sz w:val="22"/>
          <w:szCs w:val="22"/>
          <w:lang w:val="ro-RO"/>
        </w:rPr>
      </w:pPr>
      <w:r w:rsidRPr="00E67132">
        <w:rPr>
          <w:rFonts w:ascii="Calibri" w:hAnsi="Calibri" w:cs="Calibri"/>
          <w:bCs/>
          <w:noProof/>
          <w:sz w:val="22"/>
          <w:szCs w:val="22"/>
          <w:lang w:val="ro-RO"/>
        </w:rPr>
        <w:t xml:space="preserve">Se verifică dacă </w:t>
      </w:r>
      <w:r w:rsidRPr="00E67132">
        <w:rPr>
          <w:rFonts w:ascii="Calibri" w:hAnsi="Calibri" w:cs="Calibri"/>
          <w:noProof/>
          <w:sz w:val="22"/>
          <w:szCs w:val="22"/>
          <w:lang w:val="ro-RO"/>
        </w:rPr>
        <w:t xml:space="preserve">cedentul/cedenții exploatațiilor agricole preluate integral de solicitant au jucat doar rolul de </w:t>
      </w:r>
      <w:r w:rsidRPr="00E67132">
        <w:rPr>
          <w:rFonts w:ascii="Calibri" w:hAnsi="Calibri" w:cs="Calibri"/>
          <w:b/>
          <w:noProof/>
          <w:sz w:val="22"/>
          <w:szCs w:val="22"/>
          <w:lang w:val="ro-RO"/>
        </w:rPr>
        <w:t xml:space="preserve">proprietar intermediar de scurtă durată** </w:t>
      </w:r>
      <w:r w:rsidRPr="00E67132">
        <w:rPr>
          <w:rFonts w:ascii="Calibri" w:hAnsi="Calibri" w:cs="Calibri"/>
          <w:noProof/>
          <w:sz w:val="22"/>
          <w:szCs w:val="22"/>
          <w:lang w:val="ro-RO"/>
        </w:rPr>
        <w:t xml:space="preserve">al unei parți din altă exploatație mai mare, facilitând astfel transferul acestei părți de exploatație către solicitant, creând în mod artificial aparența unei preluari integrale a unei exploatații. </w:t>
      </w:r>
    </w:p>
    <w:p w14:paraId="29AB482E" w14:textId="77777777" w:rsidR="0040780B" w:rsidRPr="00E67132" w:rsidRDefault="0040780B" w:rsidP="00137958">
      <w:pPr>
        <w:ind w:left="34"/>
        <w:contextualSpacing/>
        <w:jc w:val="both"/>
        <w:rPr>
          <w:rFonts w:ascii="Calibri" w:hAnsi="Calibri" w:cs="Calibri"/>
          <w:noProof/>
          <w:sz w:val="22"/>
          <w:szCs w:val="22"/>
          <w:lang w:val="ro-RO"/>
        </w:rPr>
      </w:pPr>
      <w:r w:rsidRPr="00E67132">
        <w:rPr>
          <w:rFonts w:ascii="Calibri" w:hAnsi="Calibri" w:cs="Calibri"/>
          <w:noProof/>
          <w:sz w:val="22"/>
          <w:szCs w:val="22"/>
          <w:lang w:val="ro-RO"/>
        </w:rPr>
        <w:t>Ex:</w:t>
      </w:r>
    </w:p>
    <w:p w14:paraId="2AFCDE89" w14:textId="77777777" w:rsidR="0040780B" w:rsidRPr="00E67132" w:rsidRDefault="0040780B" w:rsidP="00A41E82">
      <w:pPr>
        <w:numPr>
          <w:ilvl w:val="0"/>
          <w:numId w:val="15"/>
        </w:numPr>
        <w:contextualSpacing/>
        <w:jc w:val="both"/>
        <w:rPr>
          <w:rFonts w:ascii="Calibri" w:hAnsi="Calibri" w:cs="Calibri"/>
          <w:b/>
          <w:noProof/>
          <w:sz w:val="22"/>
          <w:szCs w:val="22"/>
          <w:lang w:val="ro-RO"/>
        </w:rPr>
      </w:pPr>
      <w:r w:rsidRPr="00E67132">
        <w:rPr>
          <w:rFonts w:ascii="Calibri" w:hAnsi="Calibri" w:cs="Calibri"/>
          <w:noProof/>
          <w:sz w:val="22"/>
          <w:szCs w:val="22"/>
          <w:lang w:val="ro-RO"/>
        </w:rPr>
        <w:t>Dintr-o exploatație mai mare se cedează o parte catre un intermediar iar acesta după</w:t>
      </w:r>
      <w:r w:rsidRPr="00E67132">
        <w:rPr>
          <w:rFonts w:ascii="Calibri" w:hAnsi="Calibri" w:cs="Calibri"/>
          <w:b/>
          <w:noProof/>
          <w:sz w:val="22"/>
          <w:szCs w:val="22"/>
          <w:lang w:val="ro-RO"/>
        </w:rPr>
        <w:t xml:space="preserve"> o perioadă scurtă de timp***</w:t>
      </w:r>
      <w:r w:rsidRPr="00E67132">
        <w:rPr>
          <w:rFonts w:ascii="Calibri" w:hAnsi="Calibri" w:cs="Calibri"/>
          <w:noProof/>
          <w:sz w:val="22"/>
          <w:szCs w:val="22"/>
          <w:lang w:val="ro-RO"/>
        </w:rPr>
        <w:t xml:space="preserve"> o cedează la rândul lui, </w:t>
      </w:r>
      <w:r w:rsidRPr="00E67132">
        <w:rPr>
          <w:rFonts w:ascii="Calibri" w:hAnsi="Calibri" w:cs="Calibri"/>
          <w:b/>
          <w:noProof/>
          <w:sz w:val="22"/>
          <w:szCs w:val="22"/>
          <w:lang w:val="ro-RO"/>
        </w:rPr>
        <w:t>unui solicitant de fonduri pe submasura 6.1</w:t>
      </w:r>
    </w:p>
    <w:p w14:paraId="41F1EEBC" w14:textId="77777777" w:rsidR="0040780B" w:rsidRPr="00E67132" w:rsidRDefault="0040780B" w:rsidP="00A41E82">
      <w:pPr>
        <w:numPr>
          <w:ilvl w:val="0"/>
          <w:numId w:val="15"/>
        </w:numPr>
        <w:contextualSpacing/>
        <w:jc w:val="both"/>
        <w:rPr>
          <w:rFonts w:ascii="Calibri" w:hAnsi="Calibri" w:cs="Calibri"/>
          <w:b/>
          <w:noProof/>
          <w:sz w:val="22"/>
          <w:szCs w:val="22"/>
          <w:lang w:val="ro-RO"/>
        </w:rPr>
      </w:pPr>
      <w:r w:rsidRPr="00E67132">
        <w:rPr>
          <w:rFonts w:ascii="Calibri" w:hAnsi="Calibri" w:cs="Calibri"/>
          <w:noProof/>
          <w:sz w:val="22"/>
          <w:szCs w:val="22"/>
          <w:lang w:val="ro-RO"/>
        </w:rPr>
        <w:t>Dintr-o exploatație mai mare se cedează o parte catre mai multi intermediari iar acestia după</w:t>
      </w:r>
      <w:r w:rsidRPr="00E67132">
        <w:rPr>
          <w:rFonts w:ascii="Calibri" w:hAnsi="Calibri" w:cs="Calibri"/>
          <w:b/>
          <w:noProof/>
          <w:sz w:val="22"/>
          <w:szCs w:val="22"/>
          <w:lang w:val="ro-RO"/>
        </w:rPr>
        <w:t xml:space="preserve"> o perioadă scurtă de timp***</w:t>
      </w:r>
      <w:r w:rsidRPr="00E67132">
        <w:rPr>
          <w:rFonts w:ascii="Calibri" w:hAnsi="Calibri" w:cs="Calibri"/>
          <w:noProof/>
          <w:sz w:val="22"/>
          <w:szCs w:val="22"/>
          <w:lang w:val="ro-RO"/>
        </w:rPr>
        <w:t xml:space="preserve"> le cedeaza la rândul lor, </w:t>
      </w:r>
      <w:r w:rsidRPr="00E67132">
        <w:rPr>
          <w:rFonts w:ascii="Calibri" w:hAnsi="Calibri" w:cs="Calibri"/>
          <w:b/>
          <w:noProof/>
          <w:sz w:val="22"/>
          <w:szCs w:val="22"/>
          <w:lang w:val="ro-RO"/>
        </w:rPr>
        <w:t>unui/mai multor solicitant/solicitanți de fonduri pe submasura 6.1</w:t>
      </w:r>
    </w:p>
    <w:p w14:paraId="79606847" w14:textId="77777777" w:rsidR="0040780B" w:rsidRPr="00E67132" w:rsidRDefault="0040780B" w:rsidP="00F36FD4">
      <w:pPr>
        <w:ind w:left="360"/>
        <w:jc w:val="both"/>
        <w:rPr>
          <w:rFonts w:ascii="Calibri" w:hAnsi="Calibri" w:cs="Calibri"/>
          <w:noProof/>
          <w:sz w:val="22"/>
          <w:szCs w:val="22"/>
          <w:lang w:val="ro-RO"/>
        </w:rPr>
      </w:pPr>
    </w:p>
    <w:p w14:paraId="028D5EAA" w14:textId="77777777" w:rsidR="0040780B" w:rsidRPr="00E67132" w:rsidRDefault="0040780B" w:rsidP="0016034E">
      <w:pPr>
        <w:jc w:val="both"/>
        <w:rPr>
          <w:rFonts w:ascii="Calibri" w:hAnsi="Calibri" w:cs="Calibri"/>
          <w:i/>
          <w:noProof/>
          <w:sz w:val="22"/>
          <w:szCs w:val="22"/>
          <w:lang w:val="ro-RO"/>
        </w:rPr>
      </w:pPr>
      <w:r w:rsidRPr="00E67132">
        <w:rPr>
          <w:rFonts w:ascii="Calibri" w:hAnsi="Calibri" w:cs="Calibri"/>
          <w:b/>
          <w:i/>
          <w:noProof/>
          <w:sz w:val="22"/>
          <w:szCs w:val="22"/>
          <w:lang w:val="ro-RO"/>
        </w:rPr>
        <w:t>*   se consideră</w:t>
      </w:r>
      <w:r w:rsidRPr="00E67132">
        <w:rPr>
          <w:rFonts w:ascii="Calibri" w:hAnsi="Calibri" w:cs="Calibri"/>
          <w:i/>
          <w:noProof/>
          <w:sz w:val="22"/>
          <w:szCs w:val="22"/>
          <w:lang w:val="ro-RO"/>
        </w:rPr>
        <w:t xml:space="preserve"> </w:t>
      </w:r>
      <w:r w:rsidRPr="00E67132">
        <w:rPr>
          <w:rFonts w:ascii="Calibri" w:hAnsi="Calibri" w:cs="Calibri"/>
          <w:b/>
          <w:i/>
          <w:noProof/>
          <w:sz w:val="22"/>
          <w:szCs w:val="22"/>
          <w:lang w:val="ro-RO"/>
        </w:rPr>
        <w:t>preluarea semnificativă a producției</w:t>
      </w:r>
      <w:r w:rsidRPr="00E67132">
        <w:rPr>
          <w:rFonts w:ascii="Calibri" w:hAnsi="Calibri" w:cs="Calibri"/>
          <w:i/>
          <w:noProof/>
          <w:sz w:val="22"/>
          <w:szCs w:val="22"/>
          <w:lang w:val="ro-RO"/>
        </w:rPr>
        <w:t xml:space="preserve"> : situația în care solicitantul/beneficiarul desface/prevede desfacerea  producției realizată/prevăzută în proportie </w:t>
      </w:r>
      <w:r w:rsidRPr="00E67132">
        <w:rPr>
          <w:rFonts w:ascii="Calibri" w:hAnsi="Calibri" w:cs="Calibri"/>
          <w:b/>
          <w:i/>
          <w:noProof/>
          <w:sz w:val="22"/>
          <w:szCs w:val="22"/>
          <w:lang w:val="ro-RO"/>
        </w:rPr>
        <w:t>de peste 75% din Cifra de Afaceri</w:t>
      </w:r>
      <w:r w:rsidRPr="00E67132">
        <w:rPr>
          <w:rFonts w:ascii="Calibri" w:hAnsi="Calibri" w:cs="Calibri"/>
          <w:i/>
          <w:noProof/>
          <w:sz w:val="22"/>
          <w:szCs w:val="22"/>
          <w:lang w:val="ro-RO"/>
        </w:rPr>
        <w:t xml:space="preserve"> către un singur alt agent economic;</w:t>
      </w:r>
    </w:p>
    <w:p w14:paraId="04753E68" w14:textId="77777777" w:rsidR="0040780B" w:rsidRPr="00E67132" w:rsidRDefault="0040780B" w:rsidP="00865590">
      <w:pPr>
        <w:jc w:val="both"/>
        <w:rPr>
          <w:rFonts w:ascii="Calibri" w:eastAsia="MS Mincho" w:hAnsi="Calibri" w:cs="Calibri"/>
          <w:i/>
          <w:noProof/>
          <w:sz w:val="22"/>
          <w:szCs w:val="22"/>
          <w:lang w:val="ro-RO"/>
        </w:rPr>
      </w:pPr>
      <w:r w:rsidRPr="00E67132">
        <w:rPr>
          <w:rFonts w:ascii="Calibri" w:eastAsia="MS Mincho" w:hAnsi="Calibri" w:cs="Calibri"/>
          <w:b/>
          <w:noProof/>
          <w:sz w:val="22"/>
          <w:szCs w:val="22"/>
          <w:lang w:val="ro-RO"/>
        </w:rPr>
        <w:t xml:space="preserve">** </w:t>
      </w:r>
      <w:r w:rsidRPr="00E67132">
        <w:rPr>
          <w:rFonts w:ascii="Calibri" w:eastAsia="MS Mincho" w:hAnsi="Calibri" w:cs="Calibri"/>
          <w:b/>
          <w:i/>
          <w:noProof/>
          <w:sz w:val="22"/>
          <w:szCs w:val="22"/>
          <w:lang w:val="ro-RO"/>
        </w:rPr>
        <w:t>același tip de activitate</w:t>
      </w:r>
      <w:r w:rsidRPr="00E67132">
        <w:rPr>
          <w:rFonts w:ascii="Calibri" w:eastAsia="MS Mincho" w:hAnsi="Calibri" w:cs="Calibri"/>
          <w:i/>
          <w:noProof/>
          <w:sz w:val="22"/>
          <w:szCs w:val="22"/>
          <w:lang w:val="ro-RO"/>
        </w:rPr>
        <w:t xml:space="preserve"> reprezintă acea situație în care două sau mai multe entități economice desfășoară activități autorizate identificate prin aceeași clasă CAEN (nivel 4 cifre) și realizează produse/servicii/lucrari similare.</w:t>
      </w:r>
    </w:p>
    <w:p w14:paraId="20E7DA6D" w14:textId="77777777" w:rsidR="0040780B" w:rsidRPr="00E67132" w:rsidRDefault="0040780B" w:rsidP="008A3493">
      <w:pPr>
        <w:jc w:val="both"/>
        <w:rPr>
          <w:rFonts w:ascii="Calibri" w:hAnsi="Calibri" w:cs="Calibri"/>
          <w:b/>
          <w:noProof/>
          <w:sz w:val="22"/>
          <w:szCs w:val="22"/>
          <w:lang w:val="ro-RO"/>
        </w:rPr>
      </w:pPr>
      <w:r w:rsidRPr="00E67132">
        <w:rPr>
          <w:rFonts w:ascii="Calibri" w:hAnsi="Calibri" w:cs="Calibri"/>
          <w:b/>
          <w:i/>
          <w:noProof/>
          <w:sz w:val="22"/>
          <w:szCs w:val="22"/>
          <w:lang w:val="ro-RO"/>
        </w:rPr>
        <w:t xml:space="preserve">*** proprietar intermediar de scurtă durată/cedare dupa perioadă scurtă de timp </w:t>
      </w:r>
      <w:r w:rsidRPr="00E67132">
        <w:rPr>
          <w:rFonts w:ascii="Calibri" w:hAnsi="Calibri" w:cs="Calibri"/>
          <w:i/>
          <w:noProof/>
          <w:sz w:val="22"/>
          <w:szCs w:val="22"/>
          <w:lang w:val="ro-RO"/>
        </w:rPr>
        <w:t>-  Cedentul nu are nicio cerere de plată solicitată și încasată de la APIA</w:t>
      </w:r>
      <w:r w:rsidRPr="00E67132">
        <w:rPr>
          <w:rFonts w:ascii="Calibri" w:hAnsi="Calibri" w:cs="Calibri"/>
          <w:noProof/>
          <w:sz w:val="22"/>
          <w:szCs w:val="22"/>
          <w:lang w:val="ro-RO"/>
        </w:rPr>
        <w:tab/>
      </w:r>
    </w:p>
    <w:p w14:paraId="79B34C5F" w14:textId="77777777" w:rsidR="00BE75E6" w:rsidRPr="00E67132" w:rsidRDefault="00BE75E6" w:rsidP="008724D1">
      <w:pPr>
        <w:jc w:val="both"/>
        <w:rPr>
          <w:rFonts w:ascii="Calibri" w:eastAsia="MS Mincho" w:hAnsi="Calibri" w:cs="Calibri"/>
          <w:b/>
          <w:bCs/>
          <w:noProof/>
          <w:sz w:val="22"/>
          <w:szCs w:val="22"/>
          <w:highlight w:val="yellow"/>
          <w:lang w:val="ro-RO"/>
        </w:rPr>
      </w:pPr>
    </w:p>
    <w:p w14:paraId="6E85BFB9" w14:textId="77777777" w:rsidR="0040780B" w:rsidRPr="00E67132" w:rsidRDefault="0040780B" w:rsidP="008724D1">
      <w:pPr>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III.  Concluzii finale</w:t>
      </w:r>
    </w:p>
    <w:p w14:paraId="1C191153" w14:textId="77777777" w:rsidR="0040780B" w:rsidRPr="00E67132" w:rsidRDefault="0040780B" w:rsidP="008724D1">
      <w:pPr>
        <w:jc w:val="both"/>
        <w:rPr>
          <w:rFonts w:ascii="Calibri" w:eastAsia="MS Mincho" w:hAnsi="Calibri" w:cs="Calibri"/>
          <w:noProof/>
          <w:sz w:val="22"/>
          <w:szCs w:val="22"/>
          <w:lang w:val="ro-RO"/>
        </w:rPr>
      </w:pPr>
    </w:p>
    <w:p w14:paraId="08BA4D09" w14:textId="77777777" w:rsidR="0040780B" w:rsidRPr="00E67132" w:rsidRDefault="0040780B" w:rsidP="0040780B">
      <w:pPr>
        <w:ind w:firstLine="720"/>
        <w:jc w:val="both"/>
        <w:rPr>
          <w:rFonts w:ascii="Calibri" w:eastAsia="MS Mincho" w:hAnsi="Calibri" w:cs="Calibri"/>
          <w:b/>
          <w:noProof/>
          <w:sz w:val="22"/>
          <w:szCs w:val="22"/>
          <w:lang w:val="ro-RO"/>
        </w:rPr>
      </w:pPr>
      <w:r w:rsidRPr="00E67132">
        <w:rPr>
          <w:rFonts w:ascii="Calibri" w:eastAsia="MS Mincho" w:hAnsi="Calibri" w:cs="Calibri"/>
          <w:noProof/>
          <w:sz w:val="22"/>
          <w:szCs w:val="22"/>
          <w:lang w:val="ro-RO"/>
        </w:rPr>
        <w:t>În situația în care se constată încadrarea proiectului verificat în oricare dintre cele 5 premise de creare condiții artificiale, se va descrie în mod detaliat modul în care au fost create condiții artificale pentru îndeplinirea criteriului de eligibilitate sau de selecție si vor fi luate următoarele decizii:</w:t>
      </w:r>
    </w:p>
    <w:p w14:paraId="6E2A085E" w14:textId="77777777" w:rsidR="0040780B" w:rsidRPr="00E67132" w:rsidRDefault="0040780B" w:rsidP="00A41E82">
      <w:pPr>
        <w:numPr>
          <w:ilvl w:val="1"/>
          <w:numId w:val="14"/>
        </w:numPr>
        <w:contextualSpacing/>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 xml:space="preserve">În situația în care se constată încadrarea în pemisele de creare condiții artificiale de la pct. 1 la </w:t>
      </w:r>
      <w:r w:rsidR="002D3DC6" w:rsidRPr="00E67132">
        <w:rPr>
          <w:rFonts w:ascii="Calibri" w:eastAsia="MS Mincho" w:hAnsi="Calibri" w:cs="Calibri"/>
          <w:b/>
          <w:noProof/>
          <w:sz w:val="22"/>
          <w:szCs w:val="22"/>
          <w:lang w:val="ro-RO"/>
        </w:rPr>
        <w:t xml:space="preserve">pct. </w:t>
      </w:r>
      <w:r w:rsidR="00D92716" w:rsidRPr="00E67132">
        <w:rPr>
          <w:rFonts w:ascii="Calibri" w:eastAsia="MS Mincho" w:hAnsi="Calibri" w:cs="Calibri"/>
          <w:b/>
          <w:noProof/>
          <w:sz w:val="22"/>
          <w:szCs w:val="22"/>
          <w:lang w:val="ro-RO"/>
        </w:rPr>
        <w:t>2</w:t>
      </w:r>
      <w:r w:rsidRPr="00E67132">
        <w:rPr>
          <w:rFonts w:ascii="Calibri" w:eastAsia="MS Mincho" w:hAnsi="Calibri" w:cs="Calibri"/>
          <w:b/>
          <w:noProof/>
          <w:sz w:val="22"/>
          <w:szCs w:val="22"/>
          <w:lang w:val="ro-RO"/>
        </w:rPr>
        <w:t>:</w:t>
      </w:r>
    </w:p>
    <w:p w14:paraId="5D8FDD88" w14:textId="77777777" w:rsidR="0040780B" w:rsidRPr="00E67132" w:rsidRDefault="0040780B" w:rsidP="004E1A71">
      <w:pPr>
        <w:ind w:left="360"/>
        <w:jc w:val="both"/>
        <w:rPr>
          <w:rFonts w:ascii="Calibri" w:hAnsi="Calibri" w:cs="Calibri"/>
          <w:noProof/>
          <w:sz w:val="22"/>
          <w:szCs w:val="22"/>
          <w:lang w:val="ro-RO"/>
        </w:rPr>
      </w:pPr>
      <w:r w:rsidRPr="00E67132">
        <w:rPr>
          <w:rFonts w:ascii="Calibri" w:hAnsi="Calibri" w:cs="Calibri"/>
          <w:noProof/>
          <w:sz w:val="22"/>
          <w:szCs w:val="22"/>
          <w:lang w:val="ro-RO"/>
        </w:rPr>
        <w:t>Declararea Cererii de Finanțare ca fiind neeligibilă  și retragerea acesteia din procesul de selecție</w:t>
      </w:r>
    </w:p>
    <w:p w14:paraId="73328D16" w14:textId="77777777" w:rsidR="0040780B" w:rsidRPr="00E67132" w:rsidRDefault="0040780B" w:rsidP="00A41E82">
      <w:pPr>
        <w:numPr>
          <w:ilvl w:val="1"/>
          <w:numId w:val="14"/>
        </w:numPr>
        <w:contextualSpacing/>
        <w:jc w:val="both"/>
        <w:rPr>
          <w:rFonts w:ascii="Calibri" w:eastAsia="MS Mincho" w:hAnsi="Calibri" w:cs="Calibri"/>
          <w:b/>
          <w:noProof/>
          <w:sz w:val="22"/>
          <w:szCs w:val="22"/>
          <w:lang w:val="ro-RO"/>
        </w:rPr>
      </w:pPr>
      <w:r w:rsidRPr="00E67132">
        <w:rPr>
          <w:rFonts w:ascii="Calibri" w:eastAsia="MS Mincho" w:hAnsi="Calibri" w:cs="Calibri"/>
          <w:b/>
          <w:noProof/>
          <w:sz w:val="22"/>
          <w:szCs w:val="22"/>
          <w:lang w:val="ro-RO"/>
        </w:rPr>
        <w:t>În situația în care se constată încadrarea în pemisa de creare co</w:t>
      </w:r>
      <w:r w:rsidR="00D92716" w:rsidRPr="00E67132">
        <w:rPr>
          <w:rFonts w:ascii="Calibri" w:eastAsia="MS Mincho" w:hAnsi="Calibri" w:cs="Calibri"/>
          <w:b/>
          <w:noProof/>
          <w:sz w:val="22"/>
          <w:szCs w:val="22"/>
          <w:lang w:val="ro-RO"/>
        </w:rPr>
        <w:t>ndiții artificiale de la pct. 3</w:t>
      </w:r>
      <w:r w:rsidRPr="00E67132">
        <w:rPr>
          <w:rFonts w:ascii="Calibri" w:eastAsia="MS Mincho" w:hAnsi="Calibri" w:cs="Calibri"/>
          <w:b/>
          <w:noProof/>
          <w:sz w:val="22"/>
          <w:szCs w:val="22"/>
          <w:lang w:val="ro-RO"/>
        </w:rPr>
        <w:t>:</w:t>
      </w:r>
    </w:p>
    <w:p w14:paraId="755B674C" w14:textId="77777777" w:rsidR="0040780B" w:rsidRPr="00E67132" w:rsidRDefault="0040780B" w:rsidP="0016034E">
      <w:pPr>
        <w:ind w:left="360"/>
        <w:jc w:val="both"/>
        <w:rPr>
          <w:rFonts w:ascii="Calibri" w:eastAsia="MS Mincho" w:hAnsi="Calibri" w:cs="Calibri"/>
          <w:b/>
          <w:noProof/>
          <w:sz w:val="22"/>
          <w:szCs w:val="22"/>
          <w:lang w:val="ro-RO"/>
        </w:rPr>
      </w:pPr>
      <w:r w:rsidRPr="00E67132">
        <w:rPr>
          <w:rFonts w:ascii="Calibri" w:hAnsi="Calibri" w:cs="Calibri"/>
          <w:noProof/>
          <w:sz w:val="22"/>
          <w:szCs w:val="22"/>
          <w:lang w:val="ro-RO"/>
        </w:rPr>
        <w:t>Recalcularea de către expertul evaluator a punctajului făra punctele aferente criteriului pentru care au fost depistate condiții artificiale.</w:t>
      </w:r>
    </w:p>
    <w:p w14:paraId="4E96B470" w14:textId="77777777" w:rsidR="0040780B" w:rsidRPr="00E67132" w:rsidRDefault="0040780B" w:rsidP="00342928">
      <w:pPr>
        <w:pStyle w:val="BodyText"/>
        <w:jc w:val="both"/>
        <w:rPr>
          <w:rFonts w:ascii="Calibri" w:hAnsi="Calibri" w:cs="Calibri"/>
          <w:b w:val="0"/>
          <w:noProof/>
          <w:sz w:val="22"/>
          <w:szCs w:val="22"/>
          <w:lang w:val="ro-RO"/>
        </w:rPr>
      </w:pPr>
    </w:p>
    <w:p w14:paraId="069500D6" w14:textId="77777777" w:rsidR="00DB4DC2" w:rsidRPr="00E67132" w:rsidRDefault="00F32BDF" w:rsidP="008724D1">
      <w:pPr>
        <w:jc w:val="both"/>
        <w:rPr>
          <w:rFonts w:ascii="Calibri" w:hAnsi="Calibri" w:cs="Calibri"/>
          <w:b/>
          <w:noProof/>
          <w:sz w:val="22"/>
          <w:szCs w:val="22"/>
          <w:lang w:val="ro-RO"/>
        </w:rPr>
      </w:pPr>
      <w:r w:rsidRPr="00E67132">
        <w:rPr>
          <w:rFonts w:ascii="Calibri" w:hAnsi="Calibri" w:cs="Calibri"/>
          <w:b/>
          <w:noProof/>
          <w:sz w:val="22"/>
          <w:szCs w:val="22"/>
          <w:lang w:val="ro-RO"/>
        </w:rPr>
        <w:t xml:space="preserve">Ca urmare, expertul verifica in cadrul proiectului daca solicitantul a incercat crearea unor conditii artificiale necesare pentru a beneficia de plati și a obţine astfel un avantaj care contravine obiectivelor măsurii. </w:t>
      </w:r>
    </w:p>
    <w:p w14:paraId="1D4DC48C" w14:textId="77777777" w:rsidR="00574253" w:rsidRPr="00E67132" w:rsidRDefault="00574253" w:rsidP="008C3B90">
      <w:pPr>
        <w:tabs>
          <w:tab w:val="left" w:pos="3120"/>
          <w:tab w:val="center" w:pos="4320"/>
          <w:tab w:val="right" w:pos="8640"/>
        </w:tabs>
        <w:rPr>
          <w:rFonts w:ascii="Calibri" w:hAnsi="Calibri" w:cs="Calibri"/>
          <w:b/>
          <w:noProof/>
          <w:sz w:val="22"/>
          <w:szCs w:val="22"/>
          <w:lang w:val="ro-RO"/>
        </w:rPr>
      </w:pPr>
    </w:p>
    <w:p w14:paraId="4B79E82E" w14:textId="77777777" w:rsidR="00624498" w:rsidRPr="00E67132" w:rsidRDefault="00F32BDF" w:rsidP="00624498">
      <w:pPr>
        <w:pStyle w:val="BodyText"/>
        <w:jc w:val="left"/>
        <w:rPr>
          <w:rFonts w:ascii="Calibri" w:hAnsi="Calibri" w:cs="Calibri"/>
          <w:noProof/>
          <w:sz w:val="22"/>
          <w:szCs w:val="22"/>
          <w:lang w:val="ro-RO"/>
        </w:rPr>
      </w:pPr>
      <w:r w:rsidRPr="00E67132">
        <w:rPr>
          <w:rFonts w:ascii="Calibri" w:hAnsi="Calibri" w:cs="Calibri"/>
          <w:noProof/>
          <w:sz w:val="22"/>
          <w:szCs w:val="22"/>
          <w:lang w:val="ro-RO"/>
        </w:rPr>
        <w:t>8.</w:t>
      </w:r>
      <w:r w:rsidR="00624498" w:rsidRPr="00E67132">
        <w:rPr>
          <w:rFonts w:ascii="Calibri" w:hAnsi="Calibri" w:cs="Calibri"/>
          <w:noProof/>
          <w:sz w:val="22"/>
          <w:szCs w:val="22"/>
          <w:lang w:val="ro-RO"/>
        </w:rPr>
        <w:t>DECIZIA REFERITOARE LA ELIGIBILITATEA PROIECTULUI</w:t>
      </w:r>
    </w:p>
    <w:p w14:paraId="1ECD04D4" w14:textId="77777777" w:rsidR="00624498" w:rsidRPr="00E67132" w:rsidRDefault="00624498" w:rsidP="00624498">
      <w:pPr>
        <w:jc w:val="both"/>
        <w:rPr>
          <w:rFonts w:ascii="Calibri" w:hAnsi="Calibri" w:cs="Calibri"/>
          <w:noProof/>
          <w:sz w:val="22"/>
          <w:szCs w:val="22"/>
          <w:u w:val="single"/>
          <w:lang w:val="ro-RO"/>
        </w:rPr>
      </w:pPr>
    </w:p>
    <w:p w14:paraId="3A3F03DF" w14:textId="77777777" w:rsidR="00624498" w:rsidRPr="00E67132" w:rsidRDefault="00624498" w:rsidP="00624498">
      <w:pPr>
        <w:rPr>
          <w:rFonts w:ascii="Calibri" w:hAnsi="Calibri" w:cs="Calibri"/>
          <w:noProof/>
          <w:sz w:val="22"/>
          <w:szCs w:val="22"/>
          <w:lang w:val="ro-RO"/>
        </w:rPr>
      </w:pPr>
      <w:r w:rsidRPr="00E67132">
        <w:rPr>
          <w:rFonts w:ascii="Calibri" w:hAnsi="Calibri" w:cs="Calibri"/>
          <w:noProof/>
          <w:sz w:val="22"/>
          <w:szCs w:val="22"/>
          <w:lang w:val="ro-RO"/>
        </w:rPr>
        <w:t>Daca toate criteriile de eligibilitate aplicate proiectului au fost indeplinite, proiectul este eligibil.</w:t>
      </w:r>
    </w:p>
    <w:p w14:paraId="1E844719" w14:textId="77777777" w:rsidR="00624498" w:rsidRPr="00E67132" w:rsidRDefault="00624498" w:rsidP="00624498">
      <w:pPr>
        <w:rPr>
          <w:rFonts w:ascii="Calibri" w:hAnsi="Calibri" w:cs="Calibri"/>
          <w:noProof/>
          <w:sz w:val="22"/>
          <w:szCs w:val="22"/>
          <w:lang w:val="ro-RO"/>
        </w:rPr>
      </w:pPr>
    </w:p>
    <w:p w14:paraId="53A84FB1" w14:textId="77777777" w:rsidR="00624498" w:rsidRPr="00E67132" w:rsidRDefault="00624498" w:rsidP="00624498">
      <w:pPr>
        <w:jc w:val="both"/>
        <w:rPr>
          <w:rFonts w:ascii="Calibri" w:hAnsi="Calibri" w:cs="Calibri"/>
          <w:b/>
          <w:i/>
          <w:noProof/>
          <w:sz w:val="22"/>
          <w:szCs w:val="22"/>
          <w:lang w:val="ro-RO"/>
        </w:rPr>
      </w:pPr>
      <w:r w:rsidRPr="00E67132">
        <w:rPr>
          <w:rFonts w:ascii="Calibri" w:hAnsi="Calibri" w:cs="Calibri"/>
          <w:noProof/>
          <w:sz w:val="22"/>
          <w:szCs w:val="22"/>
          <w:lang w:val="ro-RO"/>
        </w:rPr>
        <w:t>Expertul care întocmeste Fisa de verificare îşi concretizează verificarea prin înscrierea unei bife („√”) în casutele/câmpurile respective. Persoana care verifică munca expertului certifică acest lucru prin înscrierea unei linii oblice („</w:t>
      </w:r>
      <w:r w:rsidRPr="00E67132">
        <w:rPr>
          <w:rFonts w:ascii="Calibri" w:eastAsia="PMingLiU" w:hAnsi="Calibri" w:cs="Calibri"/>
          <w:noProof/>
          <w:sz w:val="22"/>
          <w:szCs w:val="22"/>
          <w:lang w:val="ro-RO"/>
        </w:rPr>
        <w:t>\”</w:t>
      </w:r>
      <w:r w:rsidRPr="00E67132">
        <w:rPr>
          <w:rFonts w:ascii="Calibri" w:hAnsi="Calibri" w:cs="Calibri"/>
          <w:noProof/>
          <w:sz w:val="22"/>
          <w:szCs w:val="22"/>
          <w:lang w:val="ro-RO"/>
        </w:rPr>
        <w:t xml:space="preserve">) de la stânga sus spre dreapta jos suprapusă peste bifa expertului. </w:t>
      </w:r>
    </w:p>
    <w:p w14:paraId="7B060952" w14:textId="77777777" w:rsidR="00624498" w:rsidRPr="00E67132" w:rsidRDefault="00624498" w:rsidP="008C3B90">
      <w:pPr>
        <w:tabs>
          <w:tab w:val="left" w:pos="3120"/>
          <w:tab w:val="center" w:pos="4320"/>
          <w:tab w:val="right" w:pos="8640"/>
        </w:tabs>
        <w:rPr>
          <w:rFonts w:ascii="Calibri" w:hAnsi="Calibri" w:cs="Calibri"/>
          <w:b/>
          <w:noProof/>
          <w:sz w:val="22"/>
          <w:szCs w:val="22"/>
          <w:lang w:val="ro-RO"/>
        </w:rPr>
      </w:pPr>
    </w:p>
    <w:p w14:paraId="42E1909D" w14:textId="77777777" w:rsidR="008C3B90" w:rsidRPr="00E67132" w:rsidRDefault="008C3B90" w:rsidP="008C3B90">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Metodologie de aplicat pentru evaluarea criteriilor de selectie</w:t>
      </w:r>
    </w:p>
    <w:p w14:paraId="62759FCA" w14:textId="77777777" w:rsidR="00E246F0" w:rsidRPr="00E67132" w:rsidRDefault="00E246F0" w:rsidP="00E246F0">
      <w:pPr>
        <w:tabs>
          <w:tab w:val="left" w:pos="3120"/>
          <w:tab w:val="center" w:pos="4320"/>
          <w:tab w:val="right" w:pos="8640"/>
        </w:tabs>
        <w:rPr>
          <w:rFonts w:ascii="Calibri" w:hAnsi="Calibri" w:cs="Calibri"/>
          <w:b/>
          <w:noProof/>
          <w:sz w:val="22"/>
          <w:szCs w:val="22"/>
          <w:u w:val="single"/>
          <w:lang w:val="ro-RO"/>
        </w:rPr>
      </w:pPr>
    </w:p>
    <w:p w14:paraId="557FF088" w14:textId="77777777" w:rsidR="00E246F0" w:rsidRPr="00E67132" w:rsidRDefault="00E246F0" w:rsidP="00E246F0">
      <w:pPr>
        <w:overflowPunct w:val="0"/>
        <w:autoSpaceDE w:val="0"/>
        <w:autoSpaceDN w:val="0"/>
        <w:adjustRightInd w:val="0"/>
        <w:jc w:val="both"/>
        <w:textAlignment w:val="baseline"/>
        <w:rPr>
          <w:rFonts w:ascii="Calibri" w:hAnsi="Calibri" w:cs="Calibri"/>
          <w:b/>
          <w:noProof/>
          <w:sz w:val="22"/>
          <w:szCs w:val="22"/>
          <w:u w:val="single"/>
          <w:lang w:val="ro-RO"/>
        </w:rPr>
      </w:pPr>
      <w:r w:rsidRPr="00E67132">
        <w:rPr>
          <w:rFonts w:ascii="Calibri" w:hAnsi="Calibri" w:cs="Calibri"/>
          <w:b/>
          <w:noProof/>
          <w:sz w:val="22"/>
          <w:szCs w:val="22"/>
          <w:u w:val="single"/>
          <w:lang w:val="ro-RO"/>
        </w:rPr>
        <w:t>Verificarea criteriilor de selectie</w:t>
      </w:r>
    </w:p>
    <w:p w14:paraId="283B7DAE" w14:textId="77777777" w:rsidR="00E246F0" w:rsidRPr="00E67132" w:rsidRDefault="00E246F0" w:rsidP="00E246F0">
      <w:pPr>
        <w:overflowPunct w:val="0"/>
        <w:autoSpaceDE w:val="0"/>
        <w:autoSpaceDN w:val="0"/>
        <w:adjustRightInd w:val="0"/>
        <w:jc w:val="center"/>
        <w:textAlignment w:val="baseline"/>
        <w:rPr>
          <w:rFonts w:ascii="Calibri" w:hAnsi="Calibri" w:cs="Calibri"/>
          <w:b/>
          <w:noProof/>
          <w:sz w:val="22"/>
          <w:szCs w:val="22"/>
          <w:lang w:val="ro-RO"/>
        </w:rPr>
      </w:pPr>
    </w:p>
    <w:p w14:paraId="0D5141BF" w14:textId="77777777" w:rsidR="00E246F0" w:rsidRPr="00E67132" w:rsidRDefault="00C13999" w:rsidP="00E246F0">
      <w:pPr>
        <w:widowControl w:val="0"/>
        <w:shd w:val="clear" w:color="auto" w:fill="FFFFFF"/>
        <w:tabs>
          <w:tab w:val="left" w:pos="706"/>
        </w:tabs>
        <w:autoSpaceDE w:val="0"/>
        <w:autoSpaceDN w:val="0"/>
        <w:adjustRightInd w:val="0"/>
        <w:jc w:val="both"/>
        <w:rPr>
          <w:rFonts w:ascii="Calibri" w:hAnsi="Calibri" w:cs="Calibri"/>
          <w:b/>
          <w:noProof/>
          <w:sz w:val="22"/>
          <w:szCs w:val="22"/>
          <w:lang w:val="ro-RO"/>
        </w:rPr>
      </w:pPr>
      <w:r w:rsidRPr="00E67132">
        <w:rPr>
          <w:rFonts w:ascii="Calibri" w:hAnsi="Calibri" w:cs="Calibri"/>
          <w:b/>
          <w:noProof/>
          <w:sz w:val="22"/>
          <w:szCs w:val="22"/>
          <w:lang w:val="ro-RO"/>
        </w:rPr>
        <w:t>P</w:t>
      </w:r>
      <w:r w:rsidR="00E246F0" w:rsidRPr="00E67132">
        <w:rPr>
          <w:rFonts w:ascii="Calibri" w:hAnsi="Calibri" w:cs="Calibri"/>
          <w:b/>
          <w:noProof/>
          <w:sz w:val="22"/>
          <w:szCs w:val="22"/>
          <w:lang w:val="ro-RO"/>
        </w:rPr>
        <w:t>S1:</w:t>
      </w:r>
      <w:r w:rsidR="00E246F0" w:rsidRPr="00E67132">
        <w:rPr>
          <w:rFonts w:ascii="Calibri" w:hAnsi="Calibri" w:cs="Calibri"/>
          <w:b/>
          <w:i/>
          <w:noProof/>
          <w:sz w:val="22"/>
          <w:szCs w:val="22"/>
          <w:lang w:val="ro-RO"/>
        </w:rPr>
        <w:t xml:space="preserve"> </w:t>
      </w:r>
      <w:r w:rsidR="00E246F0" w:rsidRPr="00E67132">
        <w:rPr>
          <w:rFonts w:ascii="Calibri" w:hAnsi="Calibri" w:cs="Calibri"/>
          <w:b/>
          <w:noProof/>
          <w:sz w:val="22"/>
          <w:szCs w:val="22"/>
          <w:lang w:val="ro-RO"/>
        </w:rPr>
        <w:t>Principiul sectorului prioritar care vizează sectorul zootehnic  (bovine, apicultură, ovine și caprine) și vegetal (legumicultura, inclusiv producere de material saditor, pomicultura și producere de samânţă)</w:t>
      </w:r>
      <w:r w:rsidR="00A712F3" w:rsidRPr="00E67132">
        <w:rPr>
          <w:rFonts w:ascii="Calibri" w:hAnsi="Calibri" w:cs="Calibri"/>
          <w:b/>
          <w:noProof/>
          <w:sz w:val="22"/>
          <w:szCs w:val="22"/>
          <w:lang w:val="ro-RO"/>
        </w:rPr>
        <w:t xml:space="preserve"> –30</w:t>
      </w:r>
      <w:r w:rsidR="008B1A3D" w:rsidRPr="00E67132">
        <w:rPr>
          <w:rFonts w:ascii="Calibri" w:hAnsi="Calibri" w:cs="Calibri"/>
          <w:b/>
          <w:noProof/>
          <w:sz w:val="22"/>
          <w:szCs w:val="22"/>
          <w:lang w:val="ro-RO"/>
        </w:rPr>
        <w:t xml:space="preserve"> puncte</w:t>
      </w:r>
      <w:r w:rsidR="00E246F0" w:rsidRPr="00E67132">
        <w:rPr>
          <w:rFonts w:ascii="Calibri" w:hAnsi="Calibri" w:cs="Calibri"/>
          <w:b/>
          <w:noProof/>
          <w:sz w:val="22"/>
          <w:szCs w:val="22"/>
          <w:lang w:val="ro-RO"/>
        </w:rPr>
        <w:t>.</w:t>
      </w:r>
    </w:p>
    <w:p w14:paraId="01540572" w14:textId="77777777" w:rsidR="00EA151C" w:rsidRPr="00E67132" w:rsidRDefault="00EA151C" w:rsidP="00E246F0">
      <w:pPr>
        <w:widowControl w:val="0"/>
        <w:shd w:val="clear" w:color="auto" w:fill="FFFFFF"/>
        <w:tabs>
          <w:tab w:val="left" w:pos="706"/>
        </w:tabs>
        <w:autoSpaceDE w:val="0"/>
        <w:autoSpaceDN w:val="0"/>
        <w:adjustRightInd w:val="0"/>
        <w:jc w:val="both"/>
        <w:rPr>
          <w:rFonts w:ascii="Calibri" w:hAnsi="Calibri" w:cs="Calibri"/>
          <w:b/>
          <w:noProof/>
          <w:sz w:val="22"/>
          <w:szCs w:val="22"/>
          <w:lang w:val="ro-RO"/>
        </w:rPr>
      </w:pPr>
      <w:r w:rsidRPr="00E67132">
        <w:rPr>
          <w:rFonts w:ascii="Calibri" w:hAnsi="Calibri" w:cs="Calibri"/>
          <w:noProof/>
          <w:lang w:val="ro-RO"/>
        </w:rPr>
        <w:t xml:space="preserve">CS1 - Sector </w:t>
      </w:r>
      <w:r w:rsidRPr="00E67132">
        <w:rPr>
          <w:rFonts w:ascii="Calibri" w:hAnsi="Calibri" w:cs="Calibri"/>
          <w:b/>
          <w:noProof/>
          <w:lang w:val="ro-RO"/>
        </w:rPr>
        <w:t>zootehnic</w:t>
      </w:r>
      <w:r w:rsidRPr="00E67132">
        <w:rPr>
          <w:rFonts w:ascii="Calibri" w:hAnsi="Calibri" w:cs="Calibri"/>
          <w:noProof/>
          <w:lang w:val="ro-RO"/>
        </w:rPr>
        <w:t xml:space="preserve"> - </w:t>
      </w:r>
      <w:r w:rsidRPr="00E67132">
        <w:rPr>
          <w:rFonts w:ascii="Calibri" w:hAnsi="Calibri" w:cs="Calibri"/>
          <w:bCs/>
          <w:i/>
          <w:noProof/>
          <w:lang w:val="ro-RO"/>
        </w:rPr>
        <w:t>bovine, apicultură, ovine și caprine și</w:t>
      </w:r>
      <w:r w:rsidRPr="00E67132">
        <w:rPr>
          <w:rFonts w:ascii="Calibri" w:hAnsi="Calibri" w:cs="Calibri"/>
          <w:noProof/>
          <w:lang w:val="ro-RO"/>
        </w:rPr>
        <w:t xml:space="preserve"> sector </w:t>
      </w:r>
      <w:r w:rsidRPr="00E67132">
        <w:rPr>
          <w:rFonts w:ascii="Calibri" w:hAnsi="Calibri" w:cs="Calibri"/>
          <w:b/>
          <w:noProof/>
          <w:lang w:val="ro-RO"/>
        </w:rPr>
        <w:t xml:space="preserve">vegetal </w:t>
      </w:r>
      <w:r w:rsidRPr="00E67132">
        <w:rPr>
          <w:rFonts w:ascii="Calibri" w:hAnsi="Calibri" w:cs="Calibri"/>
          <w:bCs/>
          <w:i/>
          <w:noProof/>
          <w:lang w:val="ro-RO"/>
        </w:rPr>
        <w:t>– legumicultură - legume în câmp, în spații protejate, ciupercării, producere de material săditor, pomicultură și producere de samânţă</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E246F0" w:rsidRPr="00E67132" w14:paraId="3536D8D1" w14:textId="77777777" w:rsidTr="00005377">
        <w:tc>
          <w:tcPr>
            <w:tcW w:w="4885" w:type="dxa"/>
            <w:shd w:val="clear" w:color="auto" w:fill="C0C0C0"/>
          </w:tcPr>
          <w:p w14:paraId="0F619DB7" w14:textId="77777777" w:rsidR="00E246F0" w:rsidRPr="00E67132" w:rsidRDefault="00E246F0" w:rsidP="00E246F0">
            <w:pPr>
              <w:keepNext/>
              <w:spacing w:before="240" w:after="60"/>
              <w:outlineLvl w:val="0"/>
              <w:rPr>
                <w:rFonts w:ascii="Calibri" w:hAnsi="Calibri" w:cs="Calibri"/>
                <w:b/>
                <w:bCs/>
                <w:noProof/>
                <w:kern w:val="32"/>
                <w:sz w:val="22"/>
                <w:szCs w:val="22"/>
                <w:lang w:val="ro-RO"/>
              </w:rPr>
            </w:pPr>
            <w:r w:rsidRPr="00E67132">
              <w:rPr>
                <w:rFonts w:ascii="Calibri" w:hAnsi="Calibri" w:cs="Calibri"/>
                <w:b/>
                <w:bCs/>
                <w:noProof/>
                <w:kern w:val="32"/>
                <w:sz w:val="22"/>
                <w:szCs w:val="22"/>
                <w:lang w:val="ro-RO"/>
              </w:rPr>
              <w:t>DOCUMENTE  PREZENTATE</w:t>
            </w:r>
          </w:p>
        </w:tc>
        <w:tc>
          <w:tcPr>
            <w:tcW w:w="4905" w:type="dxa"/>
            <w:shd w:val="clear" w:color="auto" w:fill="C0C0C0"/>
          </w:tcPr>
          <w:p w14:paraId="2EEC2AE8" w14:textId="77777777" w:rsidR="00E246F0" w:rsidRPr="00E67132" w:rsidRDefault="00E246F0" w:rsidP="00E246F0">
            <w:pPr>
              <w:jc w:val="both"/>
              <w:rPr>
                <w:rFonts w:ascii="Calibri" w:hAnsi="Calibri" w:cs="Calibri"/>
                <w:b/>
                <w:noProof/>
                <w:sz w:val="22"/>
                <w:szCs w:val="22"/>
                <w:lang w:val="ro-RO"/>
              </w:rPr>
            </w:pPr>
            <w:r w:rsidRPr="00E67132">
              <w:rPr>
                <w:rFonts w:ascii="Calibri" w:hAnsi="Calibri" w:cs="Calibri"/>
                <w:b/>
                <w:noProof/>
                <w:sz w:val="22"/>
                <w:szCs w:val="22"/>
                <w:lang w:val="ro-RO"/>
              </w:rPr>
              <w:t>PUNCTE DE VERIFICAT ÎN CADRUL DOCUMENTELOR  PREZENTATE</w:t>
            </w:r>
          </w:p>
        </w:tc>
      </w:tr>
      <w:tr w:rsidR="00E246F0" w:rsidRPr="00E67132" w14:paraId="38E484CB" w14:textId="77777777" w:rsidTr="00005377">
        <w:tc>
          <w:tcPr>
            <w:tcW w:w="4885" w:type="dxa"/>
          </w:tcPr>
          <w:p w14:paraId="1428938C" w14:textId="77777777" w:rsidR="00E246F0" w:rsidRPr="00E67132" w:rsidRDefault="00E246F0" w:rsidP="00E246F0">
            <w:pPr>
              <w:jc w:val="both"/>
              <w:rPr>
                <w:rFonts w:ascii="Calibri" w:hAnsi="Calibri" w:cs="Calibri"/>
                <w:noProof/>
                <w:color w:val="000000"/>
                <w:spacing w:val="2"/>
                <w:sz w:val="22"/>
                <w:szCs w:val="22"/>
                <w:lang w:val="ro-RO"/>
              </w:rPr>
            </w:pPr>
            <w:r w:rsidRPr="00E67132">
              <w:rPr>
                <w:rFonts w:ascii="Calibri" w:hAnsi="Calibri" w:cs="Calibri"/>
                <w:b/>
                <w:noProof/>
                <w:sz w:val="22"/>
                <w:szCs w:val="22"/>
                <w:lang w:val="ro-RO"/>
              </w:rPr>
              <w:t xml:space="preserve">Doc. </w:t>
            </w:r>
            <w:r w:rsidRPr="00E67132">
              <w:rPr>
                <w:rFonts w:ascii="Calibri" w:hAnsi="Calibri" w:cs="Calibri"/>
                <w:b/>
                <w:noProof/>
                <w:color w:val="000000"/>
                <w:spacing w:val="2"/>
                <w:sz w:val="22"/>
                <w:szCs w:val="22"/>
                <w:lang w:val="ro-RO"/>
              </w:rPr>
              <w:t xml:space="preserve">Cererea de finanţare </w:t>
            </w:r>
            <w:r w:rsidRPr="00E67132">
              <w:rPr>
                <w:rFonts w:ascii="Calibri" w:hAnsi="Calibri" w:cs="Calibri"/>
                <w:noProof/>
                <w:color w:val="000000"/>
                <w:spacing w:val="2"/>
                <w:sz w:val="22"/>
                <w:szCs w:val="22"/>
                <w:lang w:val="ro-RO"/>
              </w:rPr>
              <w:t xml:space="preserve">- stabilirea dimensiunii exploataţiei agricole/calculul SO, </w:t>
            </w:r>
          </w:p>
          <w:p w14:paraId="73B113DF" w14:textId="77777777" w:rsidR="00E246F0" w:rsidRPr="00E67132" w:rsidRDefault="00E246F0" w:rsidP="00E246F0">
            <w:pPr>
              <w:jc w:val="both"/>
              <w:rPr>
                <w:rFonts w:ascii="Calibri" w:hAnsi="Calibri" w:cs="Calibri"/>
                <w:noProof/>
                <w:sz w:val="22"/>
                <w:szCs w:val="22"/>
                <w:lang w:val="ro-RO"/>
              </w:rPr>
            </w:pPr>
            <w:r w:rsidRPr="00E67132">
              <w:rPr>
                <w:rFonts w:ascii="Calibri" w:hAnsi="Calibri" w:cs="Calibri"/>
                <w:b/>
                <w:noProof/>
                <w:sz w:val="22"/>
                <w:szCs w:val="22"/>
                <w:lang w:val="ro-RO"/>
              </w:rPr>
              <w:t>Doc.</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Print screen APIA/ANSVSA</w:t>
            </w:r>
            <w:r w:rsidR="00D80E85" w:rsidRPr="00E67132">
              <w:rPr>
                <w:rFonts w:ascii="Calibri" w:hAnsi="Calibri" w:cs="Calibri"/>
                <w:noProof/>
                <w:sz w:val="22"/>
                <w:szCs w:val="22"/>
                <w:lang w:val="ro-RO"/>
              </w:rPr>
              <w:t xml:space="preserve"> /ANZ</w:t>
            </w:r>
            <w:r w:rsidRPr="00E67132">
              <w:rPr>
                <w:rFonts w:ascii="Calibri" w:hAnsi="Calibri" w:cs="Calibri"/>
                <w:noProof/>
                <w:sz w:val="22"/>
                <w:szCs w:val="22"/>
                <w:lang w:val="ro-RO"/>
              </w:rPr>
              <w:t xml:space="preserve"> </w:t>
            </w:r>
          </w:p>
          <w:p w14:paraId="6B54486F" w14:textId="77777777" w:rsidR="00E246F0" w:rsidRPr="00E67132" w:rsidRDefault="00E246F0" w:rsidP="00E246F0">
            <w:pPr>
              <w:jc w:val="both"/>
              <w:rPr>
                <w:rFonts w:ascii="Calibri" w:hAnsi="Calibri" w:cs="Calibri"/>
                <w:noProof/>
                <w:sz w:val="22"/>
                <w:szCs w:val="22"/>
                <w:lang w:val="ro-RO"/>
              </w:rPr>
            </w:pPr>
            <w:r w:rsidRPr="00E67132">
              <w:rPr>
                <w:rFonts w:ascii="Calibri" w:hAnsi="Calibri" w:cs="Calibri"/>
                <w:b/>
                <w:noProof/>
                <w:sz w:val="22"/>
                <w:szCs w:val="22"/>
                <w:lang w:val="ro-RO"/>
              </w:rPr>
              <w:t>Doc.</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Registrul Agricol</w:t>
            </w:r>
            <w:r w:rsidRPr="00E67132">
              <w:rPr>
                <w:rFonts w:ascii="Calibri" w:hAnsi="Calibri" w:cs="Calibri"/>
                <w:noProof/>
                <w:sz w:val="22"/>
                <w:szCs w:val="22"/>
                <w:lang w:val="ro-RO"/>
              </w:rPr>
              <w:t>.</w:t>
            </w:r>
          </w:p>
          <w:p w14:paraId="1B6BBAA5" w14:textId="77777777" w:rsidR="00E246F0" w:rsidRPr="00E67132" w:rsidRDefault="00E246F0" w:rsidP="00E246F0">
            <w:pPr>
              <w:jc w:val="both"/>
              <w:rPr>
                <w:rFonts w:ascii="Calibri" w:hAnsi="Calibri" w:cs="Calibri"/>
                <w:noProof/>
                <w:sz w:val="22"/>
                <w:szCs w:val="22"/>
                <w:lang w:val="ro-RO"/>
              </w:rPr>
            </w:pPr>
            <w:r w:rsidRPr="00E67132">
              <w:rPr>
                <w:rFonts w:ascii="Calibri" w:hAnsi="Calibri" w:cs="Calibri"/>
                <w:i/>
                <w:noProof/>
                <w:sz w:val="22"/>
                <w:szCs w:val="22"/>
                <w:lang w:val="ro-RO"/>
              </w:rPr>
              <w:t>.</w:t>
            </w:r>
          </w:p>
        </w:tc>
        <w:tc>
          <w:tcPr>
            <w:tcW w:w="4905" w:type="dxa"/>
          </w:tcPr>
          <w:p w14:paraId="0EE40A36" w14:textId="77777777" w:rsidR="00A9091C" w:rsidRPr="00E67132" w:rsidRDefault="00A9091C" w:rsidP="00A9091C">
            <w:pPr>
              <w:widowControl w:val="0"/>
              <w:shd w:val="clear" w:color="auto" w:fill="FFFFFF"/>
              <w:tabs>
                <w:tab w:val="left" w:pos="706"/>
              </w:tabs>
              <w:autoSpaceDE w:val="0"/>
              <w:autoSpaceDN w:val="0"/>
              <w:adjustRightInd w:val="0"/>
              <w:jc w:val="both"/>
              <w:rPr>
                <w:rFonts w:ascii="Calibri" w:hAnsi="Calibri" w:cs="Calibri"/>
                <w:noProof/>
                <w:lang w:val="ro-RO"/>
              </w:rPr>
            </w:pPr>
            <w:r w:rsidRPr="00E67132">
              <w:rPr>
                <w:rFonts w:ascii="Calibri" w:hAnsi="Calibri" w:cs="Calibri"/>
                <w:noProof/>
                <w:lang w:val="ro-RO"/>
              </w:rPr>
              <w:t xml:space="preserve">Sector </w:t>
            </w:r>
            <w:r w:rsidRPr="00E67132">
              <w:rPr>
                <w:rFonts w:ascii="Calibri" w:hAnsi="Calibri" w:cs="Calibri"/>
                <w:b/>
                <w:noProof/>
                <w:lang w:val="ro-RO"/>
              </w:rPr>
              <w:t>zootehnic</w:t>
            </w:r>
            <w:r w:rsidRPr="00E67132">
              <w:rPr>
                <w:rFonts w:ascii="Calibri" w:hAnsi="Calibri" w:cs="Calibri"/>
                <w:noProof/>
                <w:lang w:val="ro-RO"/>
              </w:rPr>
              <w:t xml:space="preserve"> - </w:t>
            </w:r>
            <w:r w:rsidRPr="00E67132">
              <w:rPr>
                <w:rFonts w:ascii="Calibri" w:hAnsi="Calibri" w:cs="Calibri"/>
                <w:bCs/>
                <w:i/>
                <w:noProof/>
                <w:lang w:val="ro-RO"/>
              </w:rPr>
              <w:t>bovine, apicultură, ovine și caprine</w:t>
            </w:r>
          </w:p>
          <w:p w14:paraId="5D686AEB" w14:textId="77777777" w:rsidR="00A9091C" w:rsidRPr="00E67132" w:rsidRDefault="00A9091C" w:rsidP="00A9091C">
            <w:pPr>
              <w:widowControl w:val="0"/>
              <w:shd w:val="clear" w:color="auto" w:fill="FFFFFF"/>
              <w:tabs>
                <w:tab w:val="left" w:pos="706"/>
              </w:tabs>
              <w:autoSpaceDE w:val="0"/>
              <w:autoSpaceDN w:val="0"/>
              <w:adjustRightInd w:val="0"/>
              <w:jc w:val="both"/>
              <w:rPr>
                <w:rFonts w:ascii="Calibri" w:hAnsi="Calibri" w:cs="Calibri"/>
                <w:b/>
                <w:noProof/>
                <w:sz w:val="22"/>
                <w:szCs w:val="22"/>
                <w:lang w:val="ro-RO"/>
              </w:rPr>
            </w:pPr>
            <w:r w:rsidRPr="00E67132">
              <w:rPr>
                <w:rFonts w:ascii="Calibri" w:hAnsi="Calibri" w:cs="Calibri"/>
                <w:noProof/>
                <w:lang w:val="ro-RO"/>
              </w:rPr>
              <w:t xml:space="preserve">sector </w:t>
            </w:r>
            <w:r w:rsidRPr="00E67132">
              <w:rPr>
                <w:rFonts w:ascii="Calibri" w:hAnsi="Calibri" w:cs="Calibri"/>
                <w:b/>
                <w:noProof/>
                <w:lang w:val="ro-RO"/>
              </w:rPr>
              <w:t xml:space="preserve">vegetal </w:t>
            </w:r>
            <w:r w:rsidRPr="00E67132">
              <w:rPr>
                <w:rFonts w:ascii="Calibri" w:hAnsi="Calibri" w:cs="Calibri"/>
                <w:bCs/>
                <w:i/>
                <w:noProof/>
                <w:lang w:val="ro-RO"/>
              </w:rPr>
              <w:t>– legumicultură - legume în câmp, în spații protejate, ciupercării, producere de material săditor, pomicultură și producere de samânţă</w:t>
            </w:r>
          </w:p>
          <w:p w14:paraId="09DAA725" w14:textId="77777777" w:rsidR="00A9091C" w:rsidRPr="00E67132" w:rsidRDefault="00A9091C" w:rsidP="00E246F0">
            <w:pPr>
              <w:jc w:val="both"/>
              <w:rPr>
                <w:rFonts w:ascii="Calibri" w:eastAsia="Calibri" w:hAnsi="Calibri" w:cs="Calibri"/>
                <w:noProof/>
                <w:sz w:val="22"/>
                <w:szCs w:val="22"/>
                <w:lang w:val="ro-RO" w:eastAsia="fr-FR"/>
              </w:rPr>
            </w:pPr>
          </w:p>
          <w:p w14:paraId="244AEDE4" w14:textId="77777777" w:rsidR="00E246F0" w:rsidRPr="00E67132" w:rsidRDefault="00D53DF3" w:rsidP="00E246F0">
            <w:pPr>
              <w:jc w:val="both"/>
              <w:rPr>
                <w:rFonts w:ascii="Calibri" w:eastAsia="Calibri" w:hAnsi="Calibri" w:cs="Calibri"/>
                <w:noProof/>
                <w:sz w:val="22"/>
                <w:szCs w:val="22"/>
                <w:lang w:val="ro-RO" w:eastAsia="fr-FR"/>
              </w:rPr>
            </w:pPr>
            <w:r w:rsidRPr="00E67132">
              <w:rPr>
                <w:rFonts w:ascii="Calibri" w:eastAsia="Calibri" w:hAnsi="Calibri" w:cs="Calibri"/>
                <w:noProof/>
                <w:sz w:val="22"/>
                <w:szCs w:val="22"/>
                <w:lang w:val="ro-RO" w:eastAsia="fr-FR"/>
              </w:rPr>
              <w:t xml:space="preserve">Pentru acordarea punctajului de selecție se va ține cont de ponderea culturilor </w:t>
            </w:r>
            <w:r w:rsidRPr="00E67132">
              <w:rPr>
                <w:rFonts w:ascii="Calibri" w:eastAsia="Calibri" w:hAnsi="Calibri" w:cs="Calibri"/>
                <w:b/>
                <w:noProof/>
                <w:sz w:val="22"/>
                <w:szCs w:val="22"/>
                <w:lang w:val="ro-RO" w:eastAsia="fr-FR"/>
              </w:rPr>
              <w:t>sau</w:t>
            </w:r>
            <w:r w:rsidRPr="00E67132">
              <w:rPr>
                <w:rFonts w:ascii="Calibri" w:eastAsia="Calibri" w:hAnsi="Calibri" w:cs="Calibri"/>
                <w:noProof/>
                <w:sz w:val="22"/>
                <w:szCs w:val="22"/>
                <w:lang w:val="ro-RO" w:eastAsia="fr-FR"/>
              </w:rPr>
              <w:t xml:space="preserve"> speciilor de animale în cadrul calculului SO care trebuie să fie  dominantă în totalul SO exploataţie</w:t>
            </w:r>
            <w:r w:rsidR="00E246F0" w:rsidRPr="00E67132">
              <w:rPr>
                <w:rFonts w:ascii="Calibri" w:eastAsia="Calibri" w:hAnsi="Calibri" w:cs="Calibri"/>
                <w:noProof/>
                <w:sz w:val="22"/>
                <w:szCs w:val="22"/>
                <w:lang w:val="ro-RO" w:eastAsia="fr-FR"/>
              </w:rPr>
              <w:t>.</w:t>
            </w:r>
          </w:p>
          <w:p w14:paraId="69950730" w14:textId="77777777" w:rsidR="00C34277" w:rsidRPr="00E67132" w:rsidRDefault="00C34277" w:rsidP="00E246F0">
            <w:pPr>
              <w:jc w:val="both"/>
              <w:rPr>
                <w:rFonts w:ascii="Calibri" w:eastAsia="Calibri" w:hAnsi="Calibri" w:cs="Calibri"/>
                <w:noProof/>
                <w:sz w:val="22"/>
                <w:szCs w:val="22"/>
                <w:lang w:val="ro-RO" w:eastAsia="fr-FR"/>
              </w:rPr>
            </w:pPr>
          </w:p>
          <w:p w14:paraId="1541A198" w14:textId="77777777" w:rsidR="00C34277" w:rsidRPr="00E67132" w:rsidRDefault="00E246F0" w:rsidP="00E246F0">
            <w:pPr>
              <w:shd w:val="clear" w:color="auto" w:fill="FFFFFF"/>
              <w:tabs>
                <w:tab w:val="left" w:pos="4475"/>
              </w:tabs>
              <w:spacing w:line="245" w:lineRule="exact"/>
              <w:jc w:val="both"/>
              <w:rPr>
                <w:rFonts w:ascii="Calibri" w:hAnsi="Calibri" w:cs="Calibri"/>
                <w:b/>
                <w:noProof/>
                <w:sz w:val="22"/>
                <w:szCs w:val="22"/>
                <w:lang w:val="ro-RO"/>
              </w:rPr>
            </w:pPr>
            <w:r w:rsidRPr="00E67132">
              <w:rPr>
                <w:rFonts w:ascii="Calibri" w:hAnsi="Calibri" w:cs="Calibri"/>
                <w:b/>
                <w:noProof/>
                <w:sz w:val="22"/>
                <w:szCs w:val="22"/>
                <w:lang w:val="ro-RO"/>
              </w:rPr>
              <w:t xml:space="preserve">Expertul calculează </w:t>
            </w:r>
            <w:r w:rsidR="00D53DF3" w:rsidRPr="00E67132">
              <w:rPr>
                <w:rFonts w:ascii="Calibri" w:hAnsi="Calibri" w:cs="Calibri"/>
                <w:b/>
                <w:noProof/>
                <w:sz w:val="22"/>
                <w:szCs w:val="22"/>
                <w:lang w:val="ro-RO"/>
              </w:rPr>
              <w:t xml:space="preserve">ponderea </w:t>
            </w:r>
            <w:r w:rsidRPr="00E67132">
              <w:rPr>
                <w:rFonts w:ascii="Calibri" w:hAnsi="Calibri" w:cs="Calibri"/>
                <w:b/>
                <w:noProof/>
                <w:sz w:val="22"/>
                <w:szCs w:val="22"/>
                <w:lang w:val="ro-RO"/>
              </w:rPr>
              <w:t xml:space="preserve"> SO-urilor pentru fiecare </w:t>
            </w:r>
            <w:r w:rsidR="00D53DF3" w:rsidRPr="00E67132">
              <w:rPr>
                <w:rFonts w:ascii="Calibri" w:hAnsi="Calibri" w:cs="Calibri"/>
                <w:b/>
                <w:noProof/>
                <w:sz w:val="22"/>
                <w:szCs w:val="22"/>
                <w:lang w:val="ro-RO"/>
              </w:rPr>
              <w:t>sector (culturi sau animale) din total SO</w:t>
            </w:r>
            <w:r w:rsidRPr="00E67132">
              <w:rPr>
                <w:rFonts w:ascii="Calibri" w:hAnsi="Calibri" w:cs="Calibri"/>
                <w:b/>
                <w:noProof/>
                <w:sz w:val="22"/>
                <w:szCs w:val="22"/>
                <w:lang w:val="ro-RO"/>
              </w:rPr>
              <w:t>,</w:t>
            </w:r>
            <w:r w:rsidR="00D53DF3" w:rsidRPr="00E67132">
              <w:rPr>
                <w:rFonts w:ascii="Calibri" w:hAnsi="Calibri" w:cs="Calibri"/>
                <w:b/>
                <w:noProof/>
                <w:sz w:val="22"/>
                <w:szCs w:val="22"/>
                <w:lang w:val="ro-RO"/>
              </w:rPr>
              <w:t xml:space="preserve"> </w:t>
            </w:r>
            <w:r w:rsidRPr="00E67132">
              <w:rPr>
                <w:rFonts w:ascii="Calibri" w:hAnsi="Calibri" w:cs="Calibri"/>
                <w:b/>
                <w:noProof/>
                <w:sz w:val="22"/>
                <w:szCs w:val="22"/>
                <w:lang w:val="ro-RO"/>
              </w:rPr>
              <w:t xml:space="preserve">conform </w:t>
            </w:r>
            <w:r w:rsidR="00D53DF3" w:rsidRPr="00E67132">
              <w:rPr>
                <w:rFonts w:ascii="Calibri" w:hAnsi="Calibri" w:cs="Calibri"/>
                <w:b/>
                <w:noProof/>
                <w:sz w:val="22"/>
                <w:szCs w:val="22"/>
                <w:lang w:val="ro-RO"/>
              </w:rPr>
              <w:t xml:space="preserve">celor completate in </w:t>
            </w:r>
            <w:r w:rsidRPr="00E67132">
              <w:rPr>
                <w:rFonts w:ascii="Calibri" w:hAnsi="Calibri" w:cs="Calibri"/>
                <w:b/>
                <w:noProof/>
                <w:sz w:val="22"/>
                <w:szCs w:val="22"/>
                <w:lang w:val="ro-RO"/>
              </w:rPr>
              <w:t>tabelului de dimensiune a exploataţiei,</w:t>
            </w:r>
            <w:r w:rsidR="00A41282" w:rsidRPr="00E67132">
              <w:rPr>
                <w:rFonts w:ascii="Calibri" w:hAnsi="Calibri" w:cs="Calibri"/>
                <w:b/>
                <w:noProof/>
                <w:sz w:val="22"/>
                <w:szCs w:val="22"/>
                <w:lang w:val="ro-RO"/>
              </w:rPr>
              <w:t xml:space="preserve"> și se vor puncta cu 30 puncte:</w:t>
            </w:r>
          </w:p>
          <w:p w14:paraId="11E0FFF1" w14:textId="77777777" w:rsidR="00A41282" w:rsidRPr="00E67132" w:rsidRDefault="00A41282" w:rsidP="00CF2FA6">
            <w:pPr>
              <w:pStyle w:val="ListParagraph"/>
              <w:widowControl w:val="0"/>
              <w:numPr>
                <w:ilvl w:val="0"/>
                <w:numId w:val="14"/>
              </w:numPr>
              <w:shd w:val="clear" w:color="auto" w:fill="FFFFFF"/>
              <w:tabs>
                <w:tab w:val="left" w:pos="706"/>
              </w:tabs>
              <w:autoSpaceDE w:val="0"/>
              <w:autoSpaceDN w:val="0"/>
              <w:adjustRightInd w:val="0"/>
              <w:jc w:val="both"/>
              <w:rPr>
                <w:rFonts w:ascii="Calibri" w:hAnsi="Calibri" w:cs="Calibri"/>
                <w:b/>
                <w:bCs/>
                <w:i/>
                <w:noProof/>
                <w:lang w:val="ro-RO"/>
              </w:rPr>
            </w:pPr>
            <w:r w:rsidRPr="00E67132">
              <w:rPr>
                <w:rFonts w:ascii="Calibri" w:hAnsi="Calibri" w:cs="Calibri"/>
                <w:b/>
                <w:noProof/>
                <w:lang w:val="ro-RO"/>
              </w:rPr>
              <w:t xml:space="preserve">proiectele care vizează exploatații din sectorul zootehnic: </w:t>
            </w:r>
            <w:r w:rsidRPr="00E67132">
              <w:rPr>
                <w:rFonts w:ascii="Calibri" w:hAnsi="Calibri" w:cs="Calibri"/>
                <w:b/>
                <w:bCs/>
                <w:i/>
                <w:noProof/>
                <w:lang w:val="ro-RO"/>
              </w:rPr>
              <w:t xml:space="preserve">bovine, apicultură, ovine și caprine </w:t>
            </w:r>
          </w:p>
          <w:p w14:paraId="7FC76B1B" w14:textId="77777777" w:rsidR="00D53DF3" w:rsidRPr="00E67132" w:rsidRDefault="00A41282" w:rsidP="00DC6931">
            <w:pPr>
              <w:pStyle w:val="ListParagraph"/>
              <w:widowControl w:val="0"/>
              <w:numPr>
                <w:ilvl w:val="0"/>
                <w:numId w:val="14"/>
              </w:numPr>
              <w:shd w:val="clear" w:color="auto" w:fill="FFFFFF"/>
              <w:tabs>
                <w:tab w:val="left" w:pos="706"/>
              </w:tabs>
              <w:autoSpaceDE w:val="0"/>
              <w:autoSpaceDN w:val="0"/>
              <w:adjustRightInd w:val="0"/>
              <w:jc w:val="both"/>
              <w:rPr>
                <w:rFonts w:ascii="Calibri" w:hAnsi="Calibri" w:cs="Calibri"/>
                <w:b/>
                <w:bCs/>
                <w:i/>
                <w:noProof/>
                <w:lang w:val="ro-RO"/>
              </w:rPr>
            </w:pPr>
            <w:r w:rsidRPr="00E67132">
              <w:rPr>
                <w:rFonts w:ascii="Calibri" w:hAnsi="Calibri" w:cs="Calibri"/>
                <w:b/>
                <w:noProof/>
                <w:lang w:val="ro-RO"/>
              </w:rPr>
              <w:t xml:space="preserve">proiectele care vizează exploatații din sectorul vegetal </w:t>
            </w:r>
            <w:r w:rsidRPr="00E67132">
              <w:rPr>
                <w:rFonts w:ascii="Calibri" w:hAnsi="Calibri" w:cs="Calibri"/>
                <w:b/>
                <w:bCs/>
                <w:i/>
                <w:noProof/>
                <w:lang w:val="ro-RO"/>
              </w:rPr>
              <w:t>– legumicultură - legume în câmp, în spații protejate, ciupercării, producere de material săditor, pomicultură și producere de samânţă</w:t>
            </w:r>
          </w:p>
          <w:p w14:paraId="2064F19B" w14:textId="77777777" w:rsidR="00BF7480" w:rsidRPr="00E67132" w:rsidRDefault="00BF7480" w:rsidP="00DC6931">
            <w:pPr>
              <w:contextualSpacing/>
              <w:jc w:val="both"/>
              <w:rPr>
                <w:rFonts w:ascii="Calibri" w:hAnsi="Calibri" w:cs="Calibri"/>
                <w:i/>
                <w:noProof/>
                <w:sz w:val="22"/>
                <w:szCs w:val="22"/>
                <w:lang w:val="ro-RO"/>
              </w:rPr>
            </w:pPr>
          </w:p>
          <w:p w14:paraId="5B959874" w14:textId="77777777" w:rsidR="00023EF8" w:rsidRPr="00E67132" w:rsidRDefault="00C1730E" w:rsidP="00B82EBD">
            <w:pPr>
              <w:pStyle w:val="NoSpacing"/>
              <w:widowControl w:val="0"/>
              <w:adjustRightInd w:val="0"/>
              <w:spacing w:line="276" w:lineRule="auto"/>
              <w:jc w:val="both"/>
              <w:textAlignment w:val="baseline"/>
              <w:rPr>
                <w:rFonts w:cs="Calibri"/>
                <w:i/>
                <w:noProof/>
                <w:lang w:val="ro-RO"/>
              </w:rPr>
            </w:pPr>
            <w:r w:rsidRPr="00E67132">
              <w:rPr>
                <w:rFonts w:cs="Calibri"/>
                <w:i/>
                <w:noProof/>
                <w:lang w:val="ro-RO"/>
              </w:rPr>
              <w:t>Î</w:t>
            </w:r>
            <w:r w:rsidR="003F177D" w:rsidRPr="00E67132">
              <w:rPr>
                <w:rFonts w:cs="Calibri"/>
                <w:i/>
                <w:noProof/>
                <w:lang w:val="ro-RO"/>
              </w:rPr>
              <w:t>n cadrul principiu</w:t>
            </w:r>
            <w:r w:rsidRPr="00E67132">
              <w:rPr>
                <w:rFonts w:cs="Calibri"/>
                <w:i/>
                <w:noProof/>
                <w:lang w:val="ro-RO"/>
              </w:rPr>
              <w:t>lui</w:t>
            </w:r>
            <w:r w:rsidR="003F177D" w:rsidRPr="00E67132">
              <w:rPr>
                <w:rFonts w:cs="Calibri"/>
                <w:i/>
                <w:noProof/>
                <w:lang w:val="ro-RO"/>
              </w:rPr>
              <w:t xml:space="preserve"> de selecţie care vizează sectorul pomicol, se punctează inclusiv exploataţiile pomicole deja înfiinţate la momentul depunerii</w:t>
            </w:r>
            <w:r w:rsidRPr="00E67132">
              <w:rPr>
                <w:rFonts w:cs="Calibri"/>
                <w:i/>
                <w:noProof/>
                <w:lang w:val="ro-RO"/>
              </w:rPr>
              <w:t xml:space="preserve">, </w:t>
            </w:r>
            <w:r w:rsidR="003F177D" w:rsidRPr="00E67132">
              <w:rPr>
                <w:rFonts w:cs="Calibri"/>
                <w:i/>
                <w:noProof/>
                <w:lang w:val="ro-RO"/>
              </w:rPr>
              <w:t xml:space="preserve">nu doar cele care vizează modernizare/reconversie/înfiinţare </w:t>
            </w:r>
            <w:r w:rsidRPr="00E67132">
              <w:rPr>
                <w:rFonts w:cs="Calibri"/>
                <w:i/>
                <w:noProof/>
                <w:lang w:val="ro-RO"/>
              </w:rPr>
              <w:t xml:space="preserve">de </w:t>
            </w:r>
            <w:r w:rsidR="003F177D" w:rsidRPr="00E67132">
              <w:rPr>
                <w:rFonts w:cs="Calibri"/>
                <w:i/>
                <w:noProof/>
                <w:lang w:val="ro-RO"/>
              </w:rPr>
              <w:t>plantaţii pomicole</w:t>
            </w:r>
            <w:r w:rsidRPr="00E67132">
              <w:rPr>
                <w:rFonts w:cs="Calibri"/>
                <w:i/>
                <w:noProof/>
                <w:lang w:val="ro-RO"/>
              </w:rPr>
              <w:t xml:space="preserve"> </w:t>
            </w:r>
            <w:r w:rsidR="003F177D" w:rsidRPr="00E67132">
              <w:rPr>
                <w:rFonts w:cs="Calibri"/>
                <w:i/>
                <w:noProof/>
                <w:lang w:val="ro-RO"/>
              </w:rPr>
              <w:t xml:space="preserve">. </w:t>
            </w:r>
          </w:p>
          <w:p w14:paraId="15068F7B" w14:textId="77777777" w:rsidR="00023EF8" w:rsidRPr="00E67132" w:rsidRDefault="00023EF8" w:rsidP="00B82EBD">
            <w:pPr>
              <w:pStyle w:val="NoSpacing"/>
              <w:widowControl w:val="0"/>
              <w:adjustRightInd w:val="0"/>
              <w:spacing w:line="276" w:lineRule="auto"/>
              <w:jc w:val="both"/>
              <w:textAlignment w:val="baseline"/>
              <w:rPr>
                <w:rFonts w:cs="Calibri"/>
                <w:i/>
                <w:noProof/>
                <w:lang w:val="ro-RO"/>
              </w:rPr>
            </w:pPr>
          </w:p>
          <w:p w14:paraId="37BB2665" w14:textId="77777777" w:rsidR="00023EF8" w:rsidRPr="00E67132" w:rsidRDefault="009E5F1B" w:rsidP="00B82EBD">
            <w:pPr>
              <w:pStyle w:val="NoSpacing"/>
              <w:widowControl w:val="0"/>
              <w:adjustRightInd w:val="0"/>
              <w:spacing w:line="276" w:lineRule="auto"/>
              <w:jc w:val="both"/>
              <w:textAlignment w:val="baseline"/>
              <w:rPr>
                <w:rFonts w:cs="Calibri"/>
                <w:i/>
                <w:noProof/>
                <w:lang w:val="ro-RO" w:eastAsia="en-GB"/>
              </w:rPr>
            </w:pPr>
            <w:r w:rsidRPr="00E67132">
              <w:rPr>
                <w:rFonts w:cs="Calibri"/>
                <w:i/>
                <w:noProof/>
                <w:lang w:val="ro-RO"/>
              </w:rPr>
              <w:t>Cultura căpșunului se încadrează la principiul pomicultură, indiferent de sistemul de cultură în camp sau în spații protejate.</w:t>
            </w:r>
          </w:p>
          <w:p w14:paraId="21BCB9D3" w14:textId="77777777" w:rsidR="00BF7480" w:rsidRPr="00E67132" w:rsidRDefault="00BF7480" w:rsidP="00DC6931">
            <w:pPr>
              <w:contextualSpacing/>
              <w:jc w:val="both"/>
              <w:rPr>
                <w:rFonts w:ascii="Calibri" w:hAnsi="Calibri" w:cs="Calibri"/>
                <w:i/>
                <w:noProof/>
                <w:sz w:val="22"/>
                <w:szCs w:val="22"/>
                <w:lang w:val="ro-RO"/>
              </w:rPr>
            </w:pPr>
          </w:p>
          <w:p w14:paraId="603191EB" w14:textId="77777777" w:rsidR="00653CA5" w:rsidRPr="00E67132" w:rsidRDefault="00653CA5" w:rsidP="00DC6931">
            <w:pPr>
              <w:pStyle w:val="NoSpacing"/>
              <w:tabs>
                <w:tab w:val="left" w:pos="1418"/>
                <w:tab w:val="left" w:pos="2127"/>
                <w:tab w:val="left" w:pos="4536"/>
              </w:tabs>
              <w:spacing w:line="276" w:lineRule="auto"/>
              <w:jc w:val="both"/>
              <w:rPr>
                <w:rFonts w:cs="Calibri"/>
                <w:i/>
                <w:noProof/>
                <w:lang w:val="ro-RO"/>
              </w:rPr>
            </w:pPr>
            <w:r w:rsidRPr="00E67132">
              <w:rPr>
                <w:rFonts w:cs="Calibri"/>
                <w:i/>
                <w:noProof/>
                <w:lang w:val="ro-RO"/>
              </w:rPr>
              <w:t>Atenţie! Beneficiarul va trebui să-şi menţină ca prioritară, pe toată perioada de monitorizare a proiectului, grupa de cultură</w:t>
            </w:r>
            <w:r w:rsidR="00FE73E5" w:rsidRPr="00E67132">
              <w:rPr>
                <w:rFonts w:cs="Calibri"/>
                <w:i/>
                <w:noProof/>
                <w:lang w:val="ro-RO"/>
              </w:rPr>
              <w:t xml:space="preserve"> și</w:t>
            </w:r>
            <w:r w:rsidRPr="00E67132">
              <w:rPr>
                <w:rFonts w:cs="Calibri"/>
                <w:i/>
                <w:noProof/>
                <w:lang w:val="ro-RO"/>
              </w:rPr>
              <w:t>/</w:t>
            </w:r>
            <w:r w:rsidR="00FE73E5" w:rsidRPr="00E67132">
              <w:rPr>
                <w:rFonts w:cs="Calibri"/>
                <w:i/>
                <w:noProof/>
                <w:lang w:val="ro-RO"/>
              </w:rPr>
              <w:t xml:space="preserve">sau </w:t>
            </w:r>
            <w:r w:rsidRPr="00E67132">
              <w:rPr>
                <w:rFonts w:cs="Calibri"/>
                <w:i/>
                <w:noProof/>
                <w:lang w:val="ro-RO"/>
              </w:rPr>
              <w:t>animale</w:t>
            </w:r>
            <w:r w:rsidR="00FE73E5" w:rsidRPr="00E67132">
              <w:rPr>
                <w:rFonts w:cs="Calibri"/>
                <w:i/>
                <w:noProof/>
                <w:lang w:val="ro-RO"/>
              </w:rPr>
              <w:t xml:space="preserve"> dominantă</w:t>
            </w:r>
            <w:r w:rsidRPr="00E67132">
              <w:rPr>
                <w:rFonts w:cs="Calibri"/>
                <w:i/>
                <w:noProof/>
                <w:lang w:val="ro-RO"/>
              </w:rPr>
              <w:t xml:space="preserve"> pentru care a primit punctaj.</w:t>
            </w:r>
          </w:p>
          <w:p w14:paraId="68B7BC09" w14:textId="77777777" w:rsidR="00E246F0" w:rsidRPr="00E67132" w:rsidRDefault="00E246F0" w:rsidP="00D53DF3">
            <w:pPr>
              <w:contextualSpacing/>
              <w:jc w:val="both"/>
              <w:rPr>
                <w:rFonts w:ascii="Calibri" w:eastAsia="Calibri" w:hAnsi="Calibri" w:cs="Calibri"/>
                <w:noProof/>
                <w:sz w:val="22"/>
                <w:szCs w:val="22"/>
                <w:lang w:val="ro-RO"/>
              </w:rPr>
            </w:pPr>
          </w:p>
          <w:p w14:paraId="6BB5930A" w14:textId="77777777" w:rsidR="00E246F0" w:rsidRPr="00E67132" w:rsidRDefault="00E246F0" w:rsidP="00E246F0">
            <w:pPr>
              <w:shd w:val="clear" w:color="auto" w:fill="FFFFFF"/>
              <w:tabs>
                <w:tab w:val="left" w:pos="4475"/>
              </w:tabs>
              <w:spacing w:line="245" w:lineRule="exact"/>
              <w:jc w:val="both"/>
              <w:rPr>
                <w:rFonts w:ascii="Calibri" w:hAnsi="Calibri" w:cs="Calibri"/>
                <w:noProof/>
                <w:sz w:val="22"/>
                <w:szCs w:val="22"/>
                <w:u w:val="single"/>
                <w:lang w:val="ro-RO"/>
              </w:rPr>
            </w:pPr>
            <w:r w:rsidRPr="00E67132">
              <w:rPr>
                <w:rFonts w:ascii="Calibri" w:hAnsi="Calibri" w:cs="Calibri"/>
                <w:noProof/>
                <w:sz w:val="22"/>
                <w:szCs w:val="22"/>
                <w:u w:val="single"/>
                <w:lang w:val="ro-RO"/>
              </w:rPr>
              <w:t xml:space="preserve">Dacă </w:t>
            </w:r>
            <w:r w:rsidR="00DE7CF8" w:rsidRPr="00E67132">
              <w:rPr>
                <w:rFonts w:ascii="Calibri" w:hAnsi="Calibri" w:cs="Calibri"/>
                <w:noProof/>
                <w:sz w:val="22"/>
                <w:szCs w:val="22"/>
                <w:u w:val="single"/>
                <w:lang w:val="ro-RO"/>
              </w:rPr>
              <w:t>ponderea dominantă din total SO se regaseste în</w:t>
            </w:r>
            <w:r w:rsidRPr="00E67132">
              <w:rPr>
                <w:rFonts w:ascii="Calibri" w:hAnsi="Calibri" w:cs="Calibri"/>
                <w:noProof/>
                <w:sz w:val="22"/>
                <w:szCs w:val="22"/>
                <w:u w:val="single"/>
                <w:lang w:val="ro-RO"/>
              </w:rPr>
              <w:t xml:space="preserve"> sectorul vegetal expertul verifică următoarele:</w:t>
            </w:r>
          </w:p>
          <w:p w14:paraId="2FD6C472" w14:textId="77777777" w:rsidR="00E246F0" w:rsidRPr="00E67132" w:rsidRDefault="00E246F0" w:rsidP="00EE23D3">
            <w:pPr>
              <w:numPr>
                <w:ilvl w:val="0"/>
                <w:numId w:val="2"/>
              </w:numPr>
              <w:tabs>
                <w:tab w:val="left" w:pos="6700"/>
              </w:tabs>
              <w:spacing w:before="12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print screen-ul după forma coerentă şi după caz, istoricul exploataţiei în numele solicitantului sau cedentului exploataţiei agricole în care apar parcelele agricole, mărimea acestora şi culturile aferente conform înregistrarilor din IACS, necesare pentru calculul SO al anului 0. Se verifică dacă suprafeţele şi culturile din IACS  corespund cu informaţiile completate în cererea de finanţare si cu Registrul Agricol. Documentul se listează de expertul OJPDRP din baza de date IACS şi se anexează la fişa de evaluare a criteriilor de selecţie.</w:t>
            </w:r>
          </w:p>
          <w:p w14:paraId="5D3B0CC6" w14:textId="77777777" w:rsidR="00E246F0" w:rsidRPr="00E67132" w:rsidRDefault="00E246F0" w:rsidP="00E246F0">
            <w:pPr>
              <w:jc w:val="both"/>
              <w:rPr>
                <w:rFonts w:ascii="Calibri" w:hAnsi="Calibri" w:cs="Calibri"/>
                <w:noProof/>
                <w:sz w:val="22"/>
                <w:szCs w:val="22"/>
                <w:lang w:val="ro-RO"/>
              </w:rPr>
            </w:pPr>
          </w:p>
          <w:p w14:paraId="3D65ED15" w14:textId="77777777" w:rsidR="00E246F0" w:rsidRPr="00E67132" w:rsidRDefault="00E246F0" w:rsidP="00E246F0">
            <w:pPr>
              <w:jc w:val="both"/>
              <w:rPr>
                <w:rFonts w:ascii="Calibri" w:hAnsi="Calibri" w:cs="Calibri"/>
                <w:noProof/>
                <w:sz w:val="22"/>
                <w:szCs w:val="22"/>
                <w:u w:val="single"/>
                <w:lang w:val="ro-RO"/>
              </w:rPr>
            </w:pPr>
            <w:r w:rsidRPr="00E67132">
              <w:rPr>
                <w:rFonts w:ascii="Calibri" w:hAnsi="Calibri" w:cs="Calibri"/>
                <w:noProof/>
                <w:sz w:val="22"/>
                <w:szCs w:val="22"/>
                <w:u w:val="single"/>
                <w:lang w:val="ro-RO"/>
              </w:rPr>
              <w:t xml:space="preserve">Dacă proiectul vizează sectorul zootehnic expertul verifică în Registrul exploataţiilor de la ANSVSA: </w:t>
            </w:r>
          </w:p>
          <w:p w14:paraId="0A4520B7" w14:textId="77777777" w:rsidR="0021556B" w:rsidRPr="00E67132" w:rsidRDefault="00E246F0" w:rsidP="0021556B">
            <w:pPr>
              <w:pStyle w:val="NoSpacing"/>
              <w:tabs>
                <w:tab w:val="left" w:pos="720"/>
                <w:tab w:val="left" w:pos="2268"/>
              </w:tabs>
              <w:jc w:val="both"/>
              <w:rPr>
                <w:rFonts w:cs="Calibri"/>
                <w:noProof/>
                <w:lang w:val="ro-RO"/>
              </w:rPr>
            </w:pPr>
            <w:r w:rsidRPr="00E67132">
              <w:rPr>
                <w:rFonts w:cs="Calibri"/>
                <w:noProof/>
                <w:lang w:val="ro-RO"/>
              </w:rPr>
              <w:t>Extras (print-screen) din Registrul Exploatatiei emis de ANSVSA/DSVSA</w:t>
            </w:r>
          </w:p>
          <w:p w14:paraId="1904B70B" w14:textId="77777777" w:rsidR="0021556B" w:rsidRPr="00E67132" w:rsidRDefault="0021556B" w:rsidP="0021556B">
            <w:pPr>
              <w:pStyle w:val="NoSpacing"/>
              <w:tabs>
                <w:tab w:val="left" w:pos="720"/>
                <w:tab w:val="left" w:pos="2268"/>
              </w:tabs>
              <w:jc w:val="both"/>
              <w:rPr>
                <w:rFonts w:cs="Calibri"/>
                <w:noProof/>
                <w:sz w:val="24"/>
                <w:szCs w:val="24"/>
                <w:lang w:val="ro-RO"/>
              </w:rPr>
            </w:pPr>
            <w:r w:rsidRPr="00E67132">
              <w:rPr>
                <w:rFonts w:cs="Calibri"/>
                <w:noProof/>
                <w:lang w:val="ro-RO"/>
              </w:rPr>
              <w:t>În  cazul exploatațiilor apicole se verifică dacă informațiile din Registru agricol</w:t>
            </w:r>
            <w:r w:rsidRPr="00E67132">
              <w:rPr>
                <w:rFonts w:cs="Calibri"/>
                <w:noProof/>
                <w:sz w:val="24"/>
                <w:szCs w:val="24"/>
                <w:lang w:val="ro-RO"/>
              </w:rPr>
              <w:t xml:space="preserve">  corespund cu  datele menționate în Copia adeverintei emise de ANZ din care rezultă </w:t>
            </w:r>
            <w:r w:rsidRPr="00E67132">
              <w:rPr>
                <w:rFonts w:cs="Calibri"/>
                <w:noProof/>
                <w:color w:val="333333"/>
                <w:sz w:val="24"/>
                <w:szCs w:val="24"/>
                <w:lang w:val="ro-RO"/>
              </w:rPr>
              <w:t xml:space="preserve">codul de identificare a stupinei  </w:t>
            </w:r>
            <w:r w:rsidRPr="00E67132">
              <w:rPr>
                <w:rFonts w:cs="Calibri"/>
                <w:noProof/>
                <w:sz w:val="24"/>
                <w:szCs w:val="24"/>
                <w:lang w:val="ro-RO"/>
              </w:rPr>
              <w:t xml:space="preserve"> și stupilor, numarul familiilor de albine </w:t>
            </w:r>
          </w:p>
          <w:p w14:paraId="64EEDB10" w14:textId="77777777" w:rsidR="00D80E85" w:rsidRPr="00E67132" w:rsidRDefault="00823A3D" w:rsidP="00D80E85">
            <w:pPr>
              <w:jc w:val="both"/>
              <w:rPr>
                <w:rFonts w:ascii="Calibri" w:hAnsi="Calibri" w:cs="Calibri"/>
                <w:noProof/>
                <w:sz w:val="22"/>
                <w:szCs w:val="22"/>
                <w:lang w:val="ro-RO"/>
              </w:rPr>
            </w:pPr>
            <w:r w:rsidRPr="00E67132">
              <w:rPr>
                <w:rFonts w:ascii="Calibri" w:hAnsi="Calibri" w:cs="Calibri"/>
                <w:noProof/>
                <w:sz w:val="22"/>
                <w:szCs w:val="22"/>
                <w:lang w:val="ro-RO"/>
              </w:rPr>
              <w:t>a</w:t>
            </w:r>
            <w:r w:rsidR="0021556B" w:rsidRPr="00E67132">
              <w:rPr>
                <w:rFonts w:ascii="Calibri" w:hAnsi="Calibri" w:cs="Calibri"/>
                <w:noProof/>
                <w:sz w:val="22"/>
                <w:szCs w:val="22"/>
                <w:lang w:val="ro-RO"/>
              </w:rPr>
              <w:t>parțin solicitantului.</w:t>
            </w:r>
          </w:p>
          <w:p w14:paraId="3A56EC40" w14:textId="77777777" w:rsidR="00C12B6A" w:rsidRPr="00E67132" w:rsidRDefault="00C12B6A" w:rsidP="00251519">
            <w:pPr>
              <w:tabs>
                <w:tab w:val="left" w:pos="4475"/>
              </w:tabs>
              <w:spacing w:line="245" w:lineRule="exact"/>
              <w:jc w:val="both"/>
              <w:rPr>
                <w:rFonts w:ascii="Calibri" w:hAnsi="Calibri" w:cs="Calibri"/>
                <w:noProof/>
                <w:sz w:val="22"/>
                <w:szCs w:val="22"/>
                <w:lang w:val="ro-RO"/>
              </w:rPr>
            </w:pPr>
          </w:p>
          <w:p w14:paraId="33B21B42" w14:textId="77777777" w:rsidR="00C12B6A" w:rsidRPr="00E67132" w:rsidRDefault="00C12B6A" w:rsidP="00251519">
            <w:pPr>
              <w:pStyle w:val="NoSpacing"/>
              <w:spacing w:line="276" w:lineRule="auto"/>
              <w:jc w:val="both"/>
              <w:rPr>
                <w:rFonts w:cs="Calibri"/>
                <w:i/>
                <w:noProof/>
                <w:lang w:val="ro-RO"/>
              </w:rPr>
            </w:pPr>
            <w:r w:rsidRPr="00E67132">
              <w:rPr>
                <w:rFonts w:cs="Calibri"/>
                <w:i/>
                <w:noProof/>
                <w:lang w:val="ro-RO"/>
              </w:rPr>
              <w:t xml:space="preserve">Exemplu mod de calcul pentru încadrare grupă cultură S.O. dominantă:  Pentru fiecare cod Eurostat, se va  prezenta calculul procentual pentru fiecare cultură în parte (exprimat în SO), rezultând astfel ponderea culturii dominante în vederea acordării punctajului de selecție. Pepeni verzi -  19,97% (Legume proaspete, pepeni şi căpşuni în câmp  B_1_7_1_1); </w:t>
            </w:r>
          </w:p>
          <w:p w14:paraId="09B67CF5" w14:textId="2B42A02C" w:rsidR="007471CC" w:rsidRPr="00E67132" w:rsidRDefault="00C12B6A" w:rsidP="00F5443B">
            <w:pPr>
              <w:pStyle w:val="NoSpacing"/>
              <w:spacing w:line="276" w:lineRule="auto"/>
              <w:jc w:val="both"/>
              <w:rPr>
                <w:rFonts w:cs="Calibri"/>
                <w:noProof/>
                <w:lang w:val="ro-RO"/>
              </w:rPr>
            </w:pPr>
            <w:r w:rsidRPr="00E67132">
              <w:rPr>
                <w:rFonts w:cs="Calibri"/>
                <w:i/>
                <w:noProof/>
                <w:lang w:val="ro-RO"/>
              </w:rPr>
              <w:t>Rapiță – 18, 92% (Rapiță B_1_6_4); Porumb boabe – 17,98% (Porumb boabe B_1_1_6); Grâu comun – 17,47% (Grâu comun B_1_1_1); Floarea soarelui - 17,43% (Floarea soarelui B_1_6_5); Mazăre boabe – 8,23% (Mazăre boabe B_1_2_1) în structura aceasta rezultă grupa</w:t>
            </w:r>
            <w:r w:rsidR="004F64E0" w:rsidRPr="00E67132">
              <w:rPr>
                <w:rFonts w:cs="Calibri"/>
                <w:i/>
                <w:noProof/>
                <w:lang w:val="ro-RO"/>
              </w:rPr>
              <w:t xml:space="preserve"> de cultură cu</w:t>
            </w:r>
            <w:r w:rsidRPr="00E67132">
              <w:rPr>
                <w:rFonts w:cs="Calibri"/>
                <w:i/>
                <w:noProof/>
                <w:lang w:val="ro-RO"/>
              </w:rPr>
              <w:t xml:space="preserve"> S.O. dominant: 19,97%-pepeni verzi.  </w:t>
            </w:r>
            <w:r w:rsidR="00A708CE" w:rsidRPr="00E67132">
              <w:rPr>
                <w:rFonts w:cs="Calibri"/>
                <w:noProof/>
                <w:lang w:val="ro-RO"/>
              </w:rPr>
              <w:t xml:space="preserve"> </w:t>
            </w:r>
          </w:p>
        </w:tc>
      </w:tr>
    </w:tbl>
    <w:p w14:paraId="31C725A8" w14:textId="77777777" w:rsidR="0019786A" w:rsidRPr="00E67132" w:rsidRDefault="0019786A" w:rsidP="0019786A">
      <w:pPr>
        <w:tabs>
          <w:tab w:val="left" w:pos="3120"/>
          <w:tab w:val="center" w:pos="4320"/>
          <w:tab w:val="right" w:pos="8640"/>
        </w:tabs>
        <w:rPr>
          <w:rFonts w:ascii="Calibri" w:hAnsi="Calibri" w:cs="Calibri"/>
          <w:i/>
          <w:noProof/>
          <w:sz w:val="22"/>
          <w:szCs w:val="22"/>
          <w:lang w:val="ro-RO"/>
        </w:rPr>
      </w:pPr>
    </w:p>
    <w:p w14:paraId="3FFC6391" w14:textId="77777777" w:rsidR="00C16C7B" w:rsidRPr="00E67132" w:rsidRDefault="00C16C7B" w:rsidP="0019786A">
      <w:pPr>
        <w:tabs>
          <w:tab w:val="left" w:pos="3120"/>
          <w:tab w:val="center" w:pos="4320"/>
          <w:tab w:val="right" w:pos="8640"/>
        </w:tabs>
        <w:rPr>
          <w:rFonts w:ascii="Calibri" w:hAnsi="Calibri" w:cs="Calibri"/>
          <w:i/>
          <w:noProof/>
          <w:sz w:val="22"/>
          <w:szCs w:val="22"/>
          <w:lang w:val="ro-RO"/>
        </w:rPr>
      </w:pPr>
    </w:p>
    <w:p w14:paraId="50847ABB" w14:textId="77777777" w:rsidR="0019786A" w:rsidRPr="00E67132" w:rsidRDefault="00C13999" w:rsidP="00DB06CE">
      <w:pPr>
        <w:tabs>
          <w:tab w:val="left" w:pos="3120"/>
          <w:tab w:val="center" w:pos="4320"/>
          <w:tab w:val="right" w:pos="8640"/>
        </w:tabs>
        <w:jc w:val="both"/>
        <w:rPr>
          <w:rFonts w:ascii="Calibri" w:hAnsi="Calibri" w:cs="Calibri"/>
          <w:b/>
          <w:i/>
          <w:noProof/>
          <w:sz w:val="22"/>
          <w:szCs w:val="22"/>
          <w:lang w:val="ro-RO"/>
        </w:rPr>
      </w:pPr>
      <w:r w:rsidRPr="00E67132">
        <w:rPr>
          <w:rFonts w:ascii="Calibri" w:hAnsi="Calibri" w:cs="Calibri"/>
          <w:b/>
          <w:bCs/>
          <w:i/>
          <w:noProof/>
          <w:sz w:val="22"/>
          <w:szCs w:val="22"/>
          <w:lang w:val="ro-RO"/>
        </w:rPr>
        <w:t>P</w:t>
      </w:r>
      <w:r w:rsidR="0019786A" w:rsidRPr="00E67132">
        <w:rPr>
          <w:rFonts w:ascii="Calibri" w:hAnsi="Calibri" w:cs="Calibri"/>
          <w:b/>
          <w:bCs/>
          <w:i/>
          <w:noProof/>
          <w:sz w:val="22"/>
          <w:szCs w:val="22"/>
          <w:lang w:val="ro-RO"/>
        </w:rPr>
        <w:t>S2</w:t>
      </w:r>
      <w:r w:rsidR="0019786A" w:rsidRPr="00E67132">
        <w:rPr>
          <w:rFonts w:ascii="Calibri" w:hAnsi="Calibri" w:cs="Calibri"/>
          <w:b/>
          <w:i/>
          <w:noProof/>
          <w:sz w:val="22"/>
          <w:szCs w:val="22"/>
          <w:lang w:val="ro-RO"/>
        </w:rPr>
        <w:t>.Principiul comasării exploatațiilor având în vedere numărul exploatațiilor preluate integral</w:t>
      </w:r>
    </w:p>
    <w:p w14:paraId="05653599" w14:textId="77777777" w:rsidR="009035CC" w:rsidRPr="00E67132" w:rsidRDefault="00C13999" w:rsidP="00DB06CE">
      <w:pPr>
        <w:tabs>
          <w:tab w:val="left" w:pos="630"/>
          <w:tab w:val="left" w:pos="720"/>
          <w:tab w:val="left" w:pos="810"/>
          <w:tab w:val="right" w:pos="8640"/>
        </w:tabs>
        <w:jc w:val="both"/>
        <w:rPr>
          <w:rFonts w:ascii="Calibri" w:hAnsi="Calibri" w:cs="Calibri"/>
          <w:noProof/>
          <w:sz w:val="22"/>
          <w:szCs w:val="22"/>
          <w:lang w:val="ro-RO"/>
        </w:rPr>
      </w:pPr>
      <w:r w:rsidRPr="00E67132">
        <w:rPr>
          <w:rFonts w:ascii="Calibri" w:hAnsi="Calibri" w:cs="Calibri"/>
          <w:bCs/>
          <w:noProof/>
          <w:sz w:val="22"/>
          <w:szCs w:val="22"/>
          <w:lang w:val="ro-RO"/>
        </w:rPr>
        <w:t xml:space="preserve">1. </w:t>
      </w:r>
      <w:r w:rsidR="0019786A" w:rsidRPr="00E67132">
        <w:rPr>
          <w:rFonts w:ascii="Calibri" w:hAnsi="Calibri" w:cs="Calibri"/>
          <w:noProof/>
          <w:sz w:val="22"/>
          <w:szCs w:val="22"/>
          <w:lang w:val="ro-RO"/>
        </w:rPr>
        <w:t>Solicitantul preia integral minim trei exploatații agricole</w:t>
      </w:r>
      <w:r w:rsidR="00FE5014" w:rsidRPr="00E67132">
        <w:rPr>
          <w:rFonts w:ascii="Calibri" w:hAnsi="Calibri" w:cs="Calibri"/>
          <w:noProof/>
          <w:sz w:val="22"/>
          <w:szCs w:val="22"/>
          <w:lang w:val="ro-RO"/>
        </w:rPr>
        <w:t>.....................................15 puncte</w:t>
      </w:r>
    </w:p>
    <w:p w14:paraId="16C5E402" w14:textId="77777777" w:rsidR="009035CC" w:rsidRPr="00E67132" w:rsidRDefault="00C13999" w:rsidP="00DB06CE">
      <w:pPr>
        <w:tabs>
          <w:tab w:val="left" w:pos="630"/>
          <w:tab w:val="left" w:pos="720"/>
          <w:tab w:val="left" w:pos="810"/>
          <w:tab w:val="right" w:pos="8640"/>
        </w:tabs>
        <w:jc w:val="both"/>
        <w:rPr>
          <w:rFonts w:ascii="Calibri" w:hAnsi="Calibri" w:cs="Calibri"/>
          <w:noProof/>
          <w:sz w:val="22"/>
          <w:szCs w:val="22"/>
          <w:lang w:val="ro-RO"/>
        </w:rPr>
      </w:pPr>
      <w:r w:rsidRPr="00E67132">
        <w:rPr>
          <w:rFonts w:ascii="Calibri" w:hAnsi="Calibri" w:cs="Calibri"/>
          <w:bCs/>
          <w:noProof/>
          <w:sz w:val="22"/>
          <w:szCs w:val="22"/>
          <w:lang w:val="ro-RO"/>
        </w:rPr>
        <w:t xml:space="preserve">2. </w:t>
      </w:r>
      <w:r w:rsidR="0019786A" w:rsidRPr="00E67132">
        <w:rPr>
          <w:rFonts w:ascii="Calibri" w:hAnsi="Calibri" w:cs="Calibri"/>
          <w:noProof/>
          <w:sz w:val="22"/>
          <w:szCs w:val="22"/>
          <w:lang w:val="ro-RO"/>
        </w:rPr>
        <w:t>Solicitantul preia integral două exploatații agricole</w:t>
      </w:r>
      <w:r w:rsidR="00FE5014" w:rsidRPr="00E67132">
        <w:rPr>
          <w:rFonts w:ascii="Calibri" w:hAnsi="Calibri" w:cs="Calibri"/>
          <w:noProof/>
          <w:sz w:val="22"/>
          <w:szCs w:val="22"/>
          <w:lang w:val="ro-RO"/>
        </w:rPr>
        <w:t>..............................................10 puncte</w:t>
      </w:r>
    </w:p>
    <w:p w14:paraId="40C8E7C2" w14:textId="77777777" w:rsidR="0019786A" w:rsidRPr="00E67132" w:rsidRDefault="00C13999" w:rsidP="00DB06CE">
      <w:pPr>
        <w:tabs>
          <w:tab w:val="left" w:pos="630"/>
          <w:tab w:val="left" w:pos="720"/>
          <w:tab w:val="left" w:pos="810"/>
          <w:tab w:val="right" w:pos="8640"/>
        </w:tabs>
        <w:jc w:val="both"/>
        <w:rPr>
          <w:rFonts w:ascii="Calibri" w:hAnsi="Calibri" w:cs="Calibri"/>
          <w:noProof/>
          <w:sz w:val="22"/>
          <w:szCs w:val="22"/>
          <w:lang w:val="ro-RO"/>
        </w:rPr>
      </w:pPr>
      <w:r w:rsidRPr="00E67132">
        <w:rPr>
          <w:rFonts w:ascii="Calibri" w:hAnsi="Calibri" w:cs="Calibri"/>
          <w:bCs/>
          <w:noProof/>
          <w:sz w:val="22"/>
          <w:szCs w:val="22"/>
          <w:lang w:val="ro-RO"/>
        </w:rPr>
        <w:t xml:space="preserve">3. </w:t>
      </w:r>
      <w:r w:rsidR="0019786A" w:rsidRPr="00E67132">
        <w:rPr>
          <w:rFonts w:ascii="Calibri" w:hAnsi="Calibri" w:cs="Calibri"/>
          <w:noProof/>
          <w:sz w:val="22"/>
          <w:szCs w:val="22"/>
          <w:lang w:val="ro-RO"/>
        </w:rPr>
        <w:t>Solicitantul preia integral cel puţin o exploatație agricolă</w:t>
      </w:r>
      <w:r w:rsidR="00FE5014" w:rsidRPr="00E67132">
        <w:rPr>
          <w:rFonts w:ascii="Calibri" w:hAnsi="Calibri" w:cs="Calibri"/>
          <w:noProof/>
          <w:sz w:val="22"/>
          <w:szCs w:val="22"/>
          <w:lang w:val="ro-RO"/>
        </w:rPr>
        <w:t>......................................5 puncte</w:t>
      </w:r>
    </w:p>
    <w:p w14:paraId="766FDECE" w14:textId="77777777" w:rsidR="0019786A" w:rsidRPr="00E67132" w:rsidRDefault="0019786A" w:rsidP="0019786A">
      <w:pPr>
        <w:tabs>
          <w:tab w:val="left" w:pos="3120"/>
          <w:tab w:val="center" w:pos="4320"/>
          <w:tab w:val="right" w:pos="8640"/>
        </w:tabs>
        <w:rPr>
          <w:rFonts w:ascii="Calibri" w:hAnsi="Calibri" w:cs="Calibri"/>
          <w:noProof/>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9786A" w:rsidRPr="00E67132" w14:paraId="142BCC34" w14:textId="77777777" w:rsidTr="00684B0F">
        <w:tc>
          <w:tcPr>
            <w:tcW w:w="4885" w:type="dxa"/>
            <w:shd w:val="clear" w:color="auto" w:fill="C0C0C0"/>
          </w:tcPr>
          <w:p w14:paraId="3CC3832A" w14:textId="77777777" w:rsidR="0019786A" w:rsidRPr="00E67132" w:rsidRDefault="0019786A" w:rsidP="00342928">
            <w:pPr>
              <w:keepNext/>
              <w:spacing w:before="240" w:after="60"/>
              <w:outlineLvl w:val="0"/>
              <w:rPr>
                <w:rFonts w:ascii="Calibri" w:hAnsi="Calibri" w:cs="Calibri"/>
                <w:b/>
                <w:noProof/>
                <w:kern w:val="32"/>
                <w:sz w:val="22"/>
                <w:szCs w:val="22"/>
                <w:lang w:val="ro-RO"/>
              </w:rPr>
            </w:pPr>
            <w:r w:rsidRPr="00E67132">
              <w:rPr>
                <w:rFonts w:ascii="Calibri" w:hAnsi="Calibri" w:cs="Calibri"/>
                <w:b/>
                <w:noProof/>
                <w:kern w:val="32"/>
                <w:sz w:val="22"/>
                <w:szCs w:val="22"/>
                <w:lang w:val="ro-RO"/>
              </w:rPr>
              <w:t>DOCUMENTE  PREZENTATE</w:t>
            </w:r>
          </w:p>
        </w:tc>
        <w:tc>
          <w:tcPr>
            <w:tcW w:w="4635" w:type="dxa"/>
            <w:shd w:val="clear" w:color="auto" w:fill="C0C0C0"/>
          </w:tcPr>
          <w:p w14:paraId="338BC5B0" w14:textId="77777777" w:rsidR="0019786A" w:rsidRPr="00E67132" w:rsidRDefault="0019786A" w:rsidP="0019786A">
            <w:pPr>
              <w:pBdr>
                <w:top w:val="single" w:sz="8" w:space="0" w:color="auto"/>
                <w:left w:val="single" w:sz="8" w:space="0" w:color="auto"/>
                <w:bottom w:val="single" w:sz="8" w:space="0" w:color="auto"/>
              </w:pBdr>
              <w:shd w:val="clear" w:color="000000" w:fill="FFFFFF"/>
              <w:spacing w:before="100" w:beforeAutospacing="1" w:after="100" w:afterAutospacing="1"/>
              <w:jc w:val="both"/>
              <w:textAlignment w:val="center"/>
              <w:rPr>
                <w:rFonts w:ascii="Calibri" w:hAnsi="Calibri" w:cs="Calibri"/>
                <w:b/>
                <w:noProof/>
                <w:sz w:val="22"/>
                <w:szCs w:val="22"/>
                <w:lang w:val="ro-RO"/>
              </w:rPr>
            </w:pPr>
            <w:r w:rsidRPr="00E67132">
              <w:rPr>
                <w:rFonts w:ascii="Calibri" w:hAnsi="Calibri" w:cs="Calibri"/>
                <w:b/>
                <w:noProof/>
                <w:sz w:val="22"/>
                <w:szCs w:val="22"/>
                <w:lang w:val="ro-RO"/>
              </w:rPr>
              <w:t>PUNCTE DE VERIFICAT ÎN CADRUL DOCUMENTELOR  PREZENTATE</w:t>
            </w:r>
          </w:p>
        </w:tc>
      </w:tr>
      <w:tr w:rsidR="0019786A" w:rsidRPr="00E67132" w14:paraId="48A5178C" w14:textId="77777777" w:rsidTr="00BE0E1B">
        <w:trPr>
          <w:trHeight w:val="1363"/>
        </w:trPr>
        <w:tc>
          <w:tcPr>
            <w:tcW w:w="4885" w:type="dxa"/>
          </w:tcPr>
          <w:p w14:paraId="6F45A381" w14:textId="77777777" w:rsidR="00350DD7" w:rsidRPr="00E67132" w:rsidRDefault="00350DD7" w:rsidP="0019786A">
            <w:pPr>
              <w:jc w:val="both"/>
              <w:rPr>
                <w:rFonts w:ascii="Calibri" w:hAnsi="Calibri" w:cs="Calibri"/>
                <w:b/>
                <w:noProof/>
                <w:sz w:val="22"/>
                <w:szCs w:val="22"/>
                <w:lang w:val="ro-RO"/>
              </w:rPr>
            </w:pPr>
            <w:r w:rsidRPr="00E67132">
              <w:rPr>
                <w:rFonts w:ascii="Calibri" w:hAnsi="Calibri" w:cs="Calibri"/>
                <w:b/>
                <w:noProof/>
                <w:sz w:val="22"/>
                <w:szCs w:val="22"/>
                <w:lang w:val="ro-RO"/>
              </w:rPr>
              <w:t>Doc. 1. Planul de afaceri</w:t>
            </w:r>
          </w:p>
          <w:p w14:paraId="5D9E8A0B" w14:textId="77777777" w:rsidR="009668DA" w:rsidRPr="00E67132" w:rsidRDefault="009668DA" w:rsidP="0019786A">
            <w:pPr>
              <w:jc w:val="both"/>
              <w:rPr>
                <w:rFonts w:ascii="Calibri" w:hAnsi="Calibri" w:cs="Calibri"/>
                <w:b/>
                <w:noProof/>
                <w:sz w:val="22"/>
                <w:szCs w:val="22"/>
                <w:lang w:val="ro-RO"/>
              </w:rPr>
            </w:pPr>
          </w:p>
          <w:p w14:paraId="26229D57" w14:textId="77777777" w:rsidR="0019786A" w:rsidRPr="00E67132" w:rsidRDefault="0019786A" w:rsidP="0019786A">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Doc. Documente proprietate/folosinţă pentru exploataţia agricolă:</w:t>
            </w:r>
          </w:p>
          <w:p w14:paraId="18FAE82D"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b/>
                <w:noProof/>
                <w:sz w:val="22"/>
                <w:szCs w:val="22"/>
                <w:lang w:val="ro-RO"/>
              </w:rPr>
              <w:t>a)</w:t>
            </w: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Documente solicitate pentru terenul agricol:</w:t>
            </w:r>
          </w:p>
          <w:p w14:paraId="6CA9CA74"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document care atestă </w:t>
            </w:r>
            <w:r w:rsidRPr="00E67132">
              <w:rPr>
                <w:rFonts w:ascii="Calibri" w:eastAsia="Calibri" w:hAnsi="Calibri" w:cs="Calibri"/>
                <w:b/>
                <w:noProof/>
                <w:sz w:val="22"/>
                <w:szCs w:val="22"/>
                <w:lang w:val="ro-RO"/>
              </w:rPr>
              <w:t>dreptul de proprietate</w:t>
            </w:r>
            <w:r w:rsidRPr="00E67132">
              <w:rPr>
                <w:rFonts w:ascii="Calibri" w:eastAsia="Calibri" w:hAnsi="Calibri" w:cs="Calibri"/>
                <w:noProof/>
                <w:sz w:val="22"/>
                <w:szCs w:val="22"/>
                <w:lang w:val="ro-RO"/>
              </w:rPr>
              <w:t xml:space="preserve"> asupra terenului agricol conform legislaţiei în vigoare</w:t>
            </w:r>
            <w:r w:rsidRPr="00E67132">
              <w:rPr>
                <w:rFonts w:ascii="Calibri" w:eastAsia="Calibri" w:hAnsi="Calibri" w:cs="Calibri"/>
                <w:i/>
                <w:noProof/>
                <w:sz w:val="22"/>
                <w:szCs w:val="22"/>
                <w:lang w:val="ro-RO"/>
              </w:rPr>
              <w:t>,</w:t>
            </w:r>
          </w:p>
          <w:p w14:paraId="48C8C89D"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59C50E45"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77C141BB"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4C03ACE0"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tabel centralizator</w:t>
            </w:r>
            <w:r w:rsidRPr="00E67132">
              <w:rPr>
                <w:rFonts w:ascii="Calibri" w:eastAsia="Calibri" w:hAnsi="Calibri" w:cs="Calibri"/>
                <w:noProof/>
                <w:sz w:val="22"/>
                <w:szCs w:val="22"/>
                <w:lang w:val="ro-RO"/>
              </w:rPr>
              <w:t xml:space="preserve"> - emis de Primărie, semnat de persoanele autorizate conform legii, cu suprafeţele luate în arendă pe categorii de folosinţă şi perioada de arendare,</w:t>
            </w:r>
          </w:p>
          <w:p w14:paraId="440BF6A6"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1A022004"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5E92E788"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44C94172"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77E0819C"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7AD93DA5"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p>
          <w:p w14:paraId="7B1EEC6E"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Pr="00E67132">
              <w:rPr>
                <w:rFonts w:ascii="Calibri" w:eastAsia="Calibri" w:hAnsi="Calibri" w:cs="Calibri"/>
                <w:b/>
                <w:noProof/>
                <w:sz w:val="22"/>
                <w:szCs w:val="22"/>
                <w:lang w:val="ro-RO"/>
              </w:rPr>
              <w:t>contract de concesionare</w:t>
            </w:r>
            <w:r w:rsidRPr="00E67132">
              <w:rPr>
                <w:rFonts w:ascii="Calibri" w:eastAsia="Calibri" w:hAnsi="Calibri" w:cs="Calibri"/>
                <w:noProof/>
                <w:sz w:val="22"/>
                <w:szCs w:val="22"/>
                <w:lang w:val="ro-RO"/>
              </w:rPr>
              <w:t xml:space="preserve"> </w:t>
            </w:r>
            <w:r w:rsidR="004824A9" w:rsidRPr="00E67132">
              <w:rPr>
                <w:rFonts w:ascii="Calibri" w:hAnsi="Calibri" w:cs="Calibri"/>
                <w:noProof/>
                <w:sz w:val="22"/>
                <w:szCs w:val="22"/>
                <w:lang w:val="ro-RO"/>
              </w:rPr>
              <w:t>(</w:t>
            </w:r>
            <w:r w:rsidR="006F57ED" w:rsidRPr="00E67132">
              <w:rPr>
                <w:rFonts w:ascii="Calibri" w:hAnsi="Calibri" w:cs="Calibri"/>
                <w:noProof/>
                <w:sz w:val="22"/>
                <w:szCs w:val="22"/>
                <w:lang w:val="ro-RO"/>
              </w:rPr>
              <w:t>valabile</w:t>
            </w:r>
            <w:r w:rsidR="004824A9" w:rsidRPr="00E67132">
              <w:rPr>
                <w:rFonts w:ascii="Calibri" w:hAnsi="Calibri" w:cs="Calibri"/>
                <w:noProof/>
                <w:sz w:val="22"/>
                <w:szCs w:val="22"/>
                <w:lang w:val="ro-RO"/>
              </w:rPr>
              <w:t xml:space="preserve"> la data depunerii Cererii de Finanţare) însoţit de adresa emisă de concedent care conţine situaţia privind respectarea clauzelor contractuale, dacă este în graficul de realizare a investiţiilor prevăzute în contract şi alte clauze;</w:t>
            </w:r>
            <w:r w:rsidRPr="00E67132">
              <w:rPr>
                <w:rFonts w:ascii="Calibri" w:eastAsia="Calibri" w:hAnsi="Calibri" w:cs="Calibri"/>
                <w:noProof/>
                <w:sz w:val="22"/>
                <w:szCs w:val="22"/>
                <w:lang w:val="ro-RO"/>
              </w:rPr>
              <w:t xml:space="preserve"> </w:t>
            </w:r>
          </w:p>
          <w:p w14:paraId="6C614426"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6A80604F" w14:textId="77777777" w:rsidR="00741EF7" w:rsidRPr="00E67132" w:rsidRDefault="00741EF7" w:rsidP="0019786A">
            <w:pPr>
              <w:autoSpaceDE w:val="0"/>
              <w:autoSpaceDN w:val="0"/>
              <w:adjustRightInd w:val="0"/>
              <w:jc w:val="both"/>
              <w:rPr>
                <w:rFonts w:ascii="Calibri" w:eastAsia="Calibri" w:hAnsi="Calibri" w:cs="Calibri"/>
                <w:noProof/>
                <w:sz w:val="22"/>
                <w:szCs w:val="22"/>
                <w:lang w:val="ro-RO"/>
              </w:rPr>
            </w:pPr>
          </w:p>
          <w:p w14:paraId="59FBB64D" w14:textId="77777777" w:rsidR="00681AD5" w:rsidRPr="00E67132" w:rsidRDefault="00350DD7" w:rsidP="00350DD7">
            <w:pPr>
              <w:pStyle w:val="ListParagraph"/>
              <w:autoSpaceDE w:val="0"/>
              <w:autoSpaceDN w:val="0"/>
              <w:adjustRightInd w:val="0"/>
              <w:ind w:left="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w:t>
            </w:r>
            <w:r w:rsidR="00D170F7" w:rsidRPr="00E67132">
              <w:rPr>
                <w:rFonts w:ascii="Calibri" w:eastAsia="Calibri" w:hAnsi="Calibri" w:cs="Calibri"/>
                <w:noProof/>
                <w:sz w:val="22"/>
                <w:szCs w:val="22"/>
                <w:lang w:val="ro-RO"/>
              </w:rPr>
              <w:t>Contractul de comodat/ contractul de inchiriere/ documentul potrivit caruia suprafata de teren a fost data temporar in administrare/folosinţă</w:t>
            </w:r>
            <w:r w:rsidR="00444A23" w:rsidRPr="00E67132">
              <w:rPr>
                <w:rFonts w:ascii="Calibri" w:eastAsia="Calibri" w:hAnsi="Calibri" w:cs="Calibri"/>
                <w:noProof/>
                <w:sz w:val="22"/>
                <w:szCs w:val="22"/>
                <w:lang w:val="ro-RO"/>
              </w:rPr>
              <w:t>.</w:t>
            </w:r>
          </w:p>
          <w:p w14:paraId="288D8EA0"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şi/sau</w:t>
            </w:r>
          </w:p>
          <w:p w14:paraId="59A5641E"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38FEC47E"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20C4D757"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3A85D59C"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3B609392"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030A0FF9"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34138552"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6BEE67AA"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340BE38A"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4724E57F" w14:textId="77777777" w:rsidR="00741EF7" w:rsidRPr="00E67132" w:rsidRDefault="00741EF7" w:rsidP="00741EF7">
            <w:pPr>
              <w:autoSpaceDE w:val="0"/>
              <w:autoSpaceDN w:val="0"/>
              <w:adjustRightInd w:val="0"/>
              <w:jc w:val="both"/>
              <w:rPr>
                <w:rFonts w:ascii="Calibri" w:eastAsia="Calibri" w:hAnsi="Calibri" w:cs="Calibri"/>
                <w:noProof/>
                <w:sz w:val="22"/>
                <w:szCs w:val="22"/>
                <w:lang w:val="ro-RO"/>
              </w:rPr>
            </w:pPr>
          </w:p>
          <w:p w14:paraId="6D851419" w14:textId="77777777" w:rsidR="0019786A" w:rsidRPr="00E67132" w:rsidRDefault="00CB5C6B" w:rsidP="0019786A">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d)</w:t>
            </w:r>
            <w:r w:rsidR="0019786A" w:rsidRPr="00E67132">
              <w:rPr>
                <w:rFonts w:ascii="Calibri" w:eastAsia="Calibri" w:hAnsi="Calibri" w:cs="Calibri"/>
                <w:b/>
                <w:noProof/>
                <w:sz w:val="22"/>
                <w:szCs w:val="22"/>
                <w:lang w:val="ro-RO"/>
              </w:rPr>
              <w:t>Documente solicitate pentru animale, păsări şi familii de albine:</w:t>
            </w:r>
          </w:p>
          <w:p w14:paraId="2560F08E"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extras din Registrul Exploataţiei emis de ANSVSA/ DSVSA/ </w:t>
            </w:r>
            <w:r w:rsidRPr="00E67132">
              <w:rPr>
                <w:rFonts w:ascii="Calibri" w:eastAsia="Calibri" w:hAnsi="Calibri" w:cs="Calibri"/>
                <w:i/>
                <w:noProof/>
                <w:sz w:val="22"/>
                <w:szCs w:val="22"/>
                <w:lang w:val="ro-RO"/>
              </w:rPr>
              <w:t>(adeverinţă eliberată de medicul veterinar de circumscripţie)</w:t>
            </w:r>
            <w:r w:rsidRPr="00E67132">
              <w:rPr>
                <w:rFonts w:ascii="Calibri" w:eastAsia="Calibri" w:hAnsi="Calibri" w:cs="Calibri"/>
                <w:noProof/>
                <w:sz w:val="22"/>
                <w:szCs w:val="22"/>
                <w:lang w:val="ro-RO"/>
              </w:rPr>
              <w:t xml:space="preserve"> </w:t>
            </w:r>
            <w:r w:rsidR="006F57ED" w:rsidRPr="00E67132">
              <w:rPr>
                <w:rFonts w:ascii="Calibri" w:eastAsia="Calibri" w:hAnsi="Calibri" w:cs="Calibri"/>
                <w:noProof/>
                <w:sz w:val="22"/>
                <w:szCs w:val="22"/>
                <w:lang w:val="ro-RO"/>
              </w:rPr>
              <w:t>actualizat cu cel mult 30 zile</w:t>
            </w:r>
            <w:r w:rsidR="0020452D" w:rsidRPr="00E67132">
              <w:rPr>
                <w:rFonts w:ascii="Calibri" w:eastAsia="Calibri" w:hAnsi="Calibri" w:cs="Calibri"/>
                <w:noProof/>
                <w:sz w:val="22"/>
                <w:szCs w:val="22"/>
                <w:lang w:val="ro-RO"/>
              </w:rPr>
              <w:t xml:space="preserve"> calendaristice</w:t>
            </w:r>
            <w:r w:rsidR="006F57ED" w:rsidRPr="00E67132">
              <w:rPr>
                <w:rFonts w:ascii="Calibri" w:eastAsia="Calibri" w:hAnsi="Calibri" w:cs="Calibri"/>
                <w:noProof/>
                <w:sz w:val="22"/>
                <w:szCs w:val="22"/>
                <w:lang w:val="ro-RO"/>
              </w:rPr>
              <w:t xml:space="preserve"> înaintea depuneri cereri de finanţare </w:t>
            </w:r>
            <w:r w:rsidRPr="00E67132">
              <w:rPr>
                <w:rFonts w:ascii="Calibri" w:eastAsia="Calibri" w:hAnsi="Calibri" w:cs="Calibri"/>
                <w:noProof/>
                <w:sz w:val="22"/>
                <w:szCs w:val="22"/>
                <w:lang w:val="ro-RO"/>
              </w:rPr>
              <w:t xml:space="preserve">însoţit de formular de mişcare ANSVSA/DSVSA </w:t>
            </w:r>
            <w:r w:rsidRPr="00E67132">
              <w:rPr>
                <w:rFonts w:ascii="Calibri" w:eastAsia="Calibri" w:hAnsi="Calibri" w:cs="Calibri"/>
                <w:i/>
                <w:noProof/>
                <w:sz w:val="22"/>
                <w:szCs w:val="22"/>
                <w:lang w:val="ro-RO"/>
              </w:rPr>
              <w:t>(Anexa 4 din Normele sanitare veterinare ale Ordinului ANSVSA nr. 40/2010)</w:t>
            </w:r>
            <w:r w:rsidRPr="00E67132">
              <w:rPr>
                <w:rFonts w:ascii="Calibri" w:eastAsia="Calibri" w:hAnsi="Calibri" w:cs="Calibri"/>
                <w:noProof/>
                <w:sz w:val="22"/>
                <w:szCs w:val="22"/>
                <w:lang w:val="ro-RO"/>
              </w:rPr>
              <w:t>;</w:t>
            </w:r>
          </w:p>
          <w:p w14:paraId="12F9399A" w14:textId="77777777" w:rsidR="0019786A" w:rsidRPr="00E67132" w:rsidRDefault="0019786A" w:rsidP="00350DD7">
            <w:pPr>
              <w:jc w:val="both"/>
              <w:rPr>
                <w:rFonts w:ascii="Calibri" w:eastAsia="Calibri" w:hAnsi="Calibri" w:cs="Calibri"/>
                <w:noProof/>
                <w:sz w:val="22"/>
                <w:szCs w:val="22"/>
                <w:lang w:val="ro-RO"/>
              </w:rPr>
            </w:pPr>
          </w:p>
          <w:p w14:paraId="7E237D64" w14:textId="77777777" w:rsidR="0057476D" w:rsidRPr="00E67132" w:rsidRDefault="00CB5C6B" w:rsidP="00350DD7">
            <w:pPr>
              <w:jc w:val="both"/>
              <w:rPr>
                <w:rFonts w:ascii="Calibri" w:hAnsi="Calibri" w:cs="Calibri"/>
                <w:noProof/>
                <w:sz w:val="22"/>
                <w:szCs w:val="22"/>
                <w:u w:val="single"/>
                <w:lang w:val="ro-RO" w:eastAsia="fr-FR"/>
              </w:rPr>
            </w:pPr>
            <w:r w:rsidRPr="00E67132">
              <w:rPr>
                <w:rFonts w:ascii="Calibri" w:hAnsi="Calibri" w:cs="Calibri"/>
                <w:noProof/>
                <w:sz w:val="22"/>
                <w:szCs w:val="22"/>
                <w:u w:val="single"/>
                <w:lang w:val="ro-RO" w:eastAsia="fr-FR"/>
              </w:rPr>
              <w:t>e)</w:t>
            </w:r>
            <w:r w:rsidR="0057476D" w:rsidRPr="00E67132">
              <w:rPr>
                <w:rFonts w:ascii="Calibri" w:hAnsi="Calibri" w:cs="Calibri"/>
                <w:noProof/>
                <w:sz w:val="22"/>
                <w:szCs w:val="22"/>
                <w:u w:val="single"/>
                <w:lang w:val="ro-RO" w:eastAsia="fr-FR"/>
              </w:rPr>
              <w:t>Pentru exploatațiile vegetale: copie</w:t>
            </w:r>
            <w:r w:rsidR="0057476D" w:rsidRPr="00E67132">
              <w:rPr>
                <w:rFonts w:ascii="Calibri" w:hAnsi="Calibri" w:cs="Calibri"/>
                <w:noProof/>
                <w:sz w:val="22"/>
                <w:szCs w:val="22"/>
                <w:u w:val="single"/>
                <w:lang w:val="ro-RO"/>
              </w:rPr>
              <w:t xml:space="preserve"> din Registrul agricol emis de Primării </w:t>
            </w:r>
            <w:r w:rsidR="0057476D" w:rsidRPr="00E67132">
              <w:rPr>
                <w:rFonts w:ascii="Calibri" w:hAnsi="Calibri" w:cs="Calibri"/>
                <w:noProof/>
                <w:sz w:val="22"/>
                <w:szCs w:val="22"/>
                <w:u w:val="single"/>
                <w:lang w:val="ro-RO" w:eastAsia="fr-FR"/>
              </w:rPr>
              <w:t xml:space="preserve">actualizat în anul depunerii cererii de finantare, </w:t>
            </w:r>
            <w:r w:rsidR="0057476D" w:rsidRPr="00E67132">
              <w:rPr>
                <w:rFonts w:ascii="Calibri" w:hAnsi="Calibri" w:cs="Calibri"/>
                <w:noProof/>
                <w:sz w:val="22"/>
                <w:szCs w:val="22"/>
                <w:u w:val="single"/>
                <w:lang w:val="ro-RO"/>
              </w:rPr>
              <w:t xml:space="preserve">care să confirme dreptul de </w:t>
            </w:r>
            <w:r w:rsidR="0057476D" w:rsidRPr="00E67132">
              <w:rPr>
                <w:rFonts w:ascii="Calibri" w:hAnsi="Calibri" w:cs="Calibri"/>
                <w:noProof/>
                <w:sz w:val="22"/>
                <w:szCs w:val="22"/>
                <w:u w:val="single"/>
                <w:lang w:val="ro-RO" w:eastAsia="fr-FR"/>
              </w:rPr>
              <w:t>folosinţă (</w:t>
            </w:r>
            <w:r w:rsidR="0057476D" w:rsidRPr="00E67132">
              <w:rPr>
                <w:rFonts w:ascii="Calibri" w:hAnsi="Calibri" w:cs="Calibri"/>
                <w:noProof/>
                <w:sz w:val="22"/>
                <w:szCs w:val="22"/>
                <w:u w:val="single"/>
                <w:lang w:val="ro-RO"/>
              </w:rPr>
              <w:t>proprietate</w:t>
            </w:r>
            <w:r w:rsidR="0057476D" w:rsidRPr="00E67132">
              <w:rPr>
                <w:rFonts w:ascii="Calibri" w:hAnsi="Calibri" w:cs="Calibri"/>
                <w:noProof/>
                <w:sz w:val="22"/>
                <w:szCs w:val="22"/>
                <w:u w:val="single"/>
                <w:lang w:val="ro-RO" w:eastAsia="fr-FR"/>
              </w:rPr>
              <w:t>/</w:t>
            </w:r>
            <w:r w:rsidR="0057476D" w:rsidRPr="00E67132">
              <w:rPr>
                <w:rFonts w:ascii="Calibri" w:hAnsi="Calibri" w:cs="Calibri"/>
                <w:noProof/>
                <w:sz w:val="22"/>
                <w:szCs w:val="22"/>
                <w:u w:val="single"/>
                <w:lang w:val="ro-RO"/>
              </w:rPr>
              <w:t>arendă/</w:t>
            </w:r>
            <w:r w:rsidR="0057476D" w:rsidRPr="00E67132">
              <w:rPr>
                <w:rFonts w:ascii="Calibri" w:hAnsi="Calibri" w:cs="Calibri"/>
                <w:noProof/>
                <w:sz w:val="22"/>
                <w:szCs w:val="22"/>
                <w:u w:val="single"/>
                <w:lang w:val="ro-RO" w:eastAsia="fr-FR"/>
              </w:rPr>
              <w:t xml:space="preserve"> </w:t>
            </w:r>
            <w:r w:rsidR="0057476D" w:rsidRPr="00E67132">
              <w:rPr>
                <w:rFonts w:ascii="Calibri" w:hAnsi="Calibri" w:cs="Calibri"/>
                <w:noProof/>
                <w:sz w:val="22"/>
                <w:szCs w:val="22"/>
                <w:u w:val="single"/>
                <w:lang w:val="ro-RO"/>
              </w:rPr>
              <w:t>concesionare) al terenului.</w:t>
            </w:r>
          </w:p>
          <w:p w14:paraId="328E6B3A" w14:textId="77777777" w:rsidR="0057476D" w:rsidRPr="00E67132" w:rsidRDefault="0057476D" w:rsidP="00350DD7">
            <w:pPr>
              <w:jc w:val="both"/>
              <w:rPr>
                <w:rFonts w:ascii="Calibri" w:hAnsi="Calibri" w:cs="Calibri"/>
                <w:noProof/>
                <w:sz w:val="22"/>
                <w:szCs w:val="22"/>
                <w:u w:val="single"/>
                <w:lang w:val="ro-RO" w:eastAsia="fr-FR"/>
              </w:rPr>
            </w:pPr>
          </w:p>
          <w:p w14:paraId="1CB45A54" w14:textId="77777777" w:rsidR="0057476D" w:rsidRPr="00E67132" w:rsidRDefault="0057476D" w:rsidP="00350DD7">
            <w:pPr>
              <w:jc w:val="both"/>
              <w:rPr>
                <w:rFonts w:ascii="Calibri" w:hAnsi="Calibri" w:cs="Calibri"/>
                <w:noProof/>
                <w:sz w:val="22"/>
                <w:szCs w:val="22"/>
                <w:u w:val="single"/>
                <w:lang w:val="ro-RO" w:eastAsia="fr-FR"/>
              </w:rPr>
            </w:pPr>
            <w:r w:rsidRPr="00E67132">
              <w:rPr>
                <w:rFonts w:ascii="Calibri" w:hAnsi="Calibri" w:cs="Calibri"/>
                <w:noProof/>
                <w:sz w:val="22"/>
                <w:szCs w:val="22"/>
                <w:u w:val="single"/>
                <w:lang w:val="ro-RO" w:eastAsia="fr-FR"/>
              </w:rPr>
              <w:t>Pentru exploataţiile mixte şi zootehnice: Copie din Registrul agricol emis de Primării actualizat cu cel mult 30 de zile înaintea depunerii cererii de finanţare care să confirme dreptul de folosinţă (proprietate/arendă/concesionare al terenului/ fermei zootehnice/ animalelor (doar proprietate) înregistrate pentru baza de producţie.</w:t>
            </w:r>
          </w:p>
          <w:p w14:paraId="4DF9FC37" w14:textId="77777777" w:rsidR="0057476D" w:rsidRPr="00E67132" w:rsidRDefault="0057476D" w:rsidP="0057476D">
            <w:pPr>
              <w:jc w:val="both"/>
              <w:rPr>
                <w:rFonts w:ascii="Calibri" w:hAnsi="Calibri" w:cs="Calibri"/>
                <w:noProof/>
                <w:sz w:val="22"/>
                <w:szCs w:val="22"/>
                <w:u w:val="single"/>
                <w:lang w:val="ro-RO"/>
              </w:rPr>
            </w:pPr>
          </w:p>
        </w:tc>
        <w:tc>
          <w:tcPr>
            <w:tcW w:w="4635" w:type="dxa"/>
          </w:tcPr>
          <w:p w14:paraId="0A4DB090" w14:textId="77777777" w:rsidR="0019786A" w:rsidRPr="00E67132" w:rsidRDefault="0019786A" w:rsidP="0019786A">
            <w:pPr>
              <w:jc w:val="both"/>
              <w:rPr>
                <w:rFonts w:ascii="Calibri" w:hAnsi="Calibri" w:cs="Calibri"/>
                <w:noProof/>
                <w:sz w:val="22"/>
                <w:szCs w:val="22"/>
                <w:lang w:val="ro-RO"/>
              </w:rPr>
            </w:pPr>
            <w:r w:rsidRPr="00E67132">
              <w:rPr>
                <w:rFonts w:ascii="Calibri" w:hAnsi="Calibri" w:cs="Calibri"/>
                <w:noProof/>
                <w:sz w:val="22"/>
                <w:szCs w:val="22"/>
                <w:lang w:val="ro-RO"/>
              </w:rPr>
              <w:t>Doc. 1. Planul de afaceri</w:t>
            </w:r>
          </w:p>
          <w:p w14:paraId="617B2AF9" w14:textId="77777777" w:rsidR="0019786A" w:rsidRPr="00E67132" w:rsidRDefault="0019786A" w:rsidP="0019786A">
            <w:pPr>
              <w:autoSpaceDE w:val="0"/>
              <w:autoSpaceDN w:val="0"/>
              <w:adjustRightInd w:val="0"/>
              <w:jc w:val="both"/>
              <w:rPr>
                <w:rFonts w:ascii="Calibri" w:hAnsi="Calibri" w:cs="Calibri"/>
                <w:noProof/>
                <w:sz w:val="22"/>
                <w:szCs w:val="22"/>
                <w:lang w:val="ro-RO"/>
              </w:rPr>
            </w:pPr>
            <w:r w:rsidRPr="00E67132">
              <w:rPr>
                <w:rFonts w:ascii="Calibri" w:hAnsi="Calibri" w:cs="Calibri"/>
                <w:noProof/>
                <w:sz w:val="22"/>
                <w:szCs w:val="22"/>
                <w:lang w:val="ro-RO"/>
              </w:rPr>
              <w:t>Expertul verifică dacă exploatația agricolă în care s-a instalat tanarul fermier provine din preluarea integrala a cel putin unei exploatatii agricole, a doua sau minim trei.</w:t>
            </w:r>
          </w:p>
          <w:p w14:paraId="4D2C882B" w14:textId="77777777" w:rsidR="0019786A" w:rsidRPr="00E67132" w:rsidRDefault="0019786A" w:rsidP="0019786A">
            <w:pPr>
              <w:jc w:val="both"/>
              <w:rPr>
                <w:rFonts w:ascii="Calibri" w:hAnsi="Calibri" w:cs="Calibri"/>
                <w:noProof/>
                <w:sz w:val="22"/>
                <w:szCs w:val="22"/>
                <w:lang w:val="ro-RO"/>
              </w:rPr>
            </w:pPr>
            <w:r w:rsidRPr="00E67132">
              <w:rPr>
                <w:rFonts w:ascii="Calibri" w:hAnsi="Calibri" w:cs="Calibri"/>
                <w:noProof/>
                <w:sz w:val="22"/>
                <w:szCs w:val="22"/>
                <w:lang w:val="ro-RO"/>
              </w:rPr>
              <w:t>Pentru a acorda punctaj, se verifica informaţiile cu privire la numarul exploatatiilor care au constituit noua exploatatie, in care solicitantul se instaleaza, tinand cont de urmatoarele:</w:t>
            </w:r>
          </w:p>
          <w:p w14:paraId="4070C12C" w14:textId="77777777" w:rsidR="0019786A" w:rsidRPr="00E67132" w:rsidRDefault="0019786A" w:rsidP="0019786A">
            <w:pPr>
              <w:jc w:val="both"/>
              <w:rPr>
                <w:rFonts w:ascii="Calibri" w:hAnsi="Calibri" w:cs="Calibri"/>
                <w:noProof/>
                <w:sz w:val="22"/>
                <w:szCs w:val="22"/>
                <w:lang w:val="ro-RO"/>
              </w:rPr>
            </w:pPr>
            <w:r w:rsidRPr="00E67132">
              <w:rPr>
                <w:rFonts w:ascii="Calibri" w:hAnsi="Calibri" w:cs="Calibri"/>
                <w:noProof/>
                <w:sz w:val="22"/>
                <w:szCs w:val="22"/>
                <w:lang w:val="ro-RO"/>
              </w:rPr>
              <w:t xml:space="preserve">RO-ul exploatatiei/exploatatiilor preluate (arenda, concesiune, </w:t>
            </w:r>
            <w:r w:rsidRPr="00E67132">
              <w:rPr>
                <w:rFonts w:ascii="Calibri" w:eastAsia="Calibri" w:hAnsi="Calibri" w:cs="Calibri"/>
                <w:noProof/>
                <w:sz w:val="22"/>
                <w:szCs w:val="22"/>
                <w:lang w:val="ro-RO"/>
              </w:rPr>
              <w:t>document care atestă dreptul de proprietate</w:t>
            </w:r>
            <w:r w:rsidRPr="00E67132">
              <w:rPr>
                <w:rFonts w:ascii="Calibri" w:hAnsi="Calibri" w:cs="Calibri"/>
                <w:noProof/>
                <w:sz w:val="22"/>
                <w:szCs w:val="22"/>
                <w:lang w:val="ro-RO"/>
              </w:rPr>
              <w:t xml:space="preserve">) numele cedentilor si elementele de identificare (ex: copie BI/CI, Extras cedent APIA/DSVSA, Document eliberat de Asociatia Apicola, Registrul Agricol), chitante/facturi de achizitie animale/stupi si familii de albine.  </w:t>
            </w:r>
          </w:p>
          <w:p w14:paraId="40AF8FDF" w14:textId="77777777" w:rsidR="0019786A" w:rsidRPr="00E67132" w:rsidRDefault="0019786A" w:rsidP="00005377">
            <w:pPr>
              <w:pStyle w:val="ListParagraph"/>
              <w:numPr>
                <w:ilvl w:val="0"/>
                <w:numId w:val="18"/>
              </w:numPr>
              <w:ind w:left="245" w:hanging="245"/>
              <w:jc w:val="both"/>
              <w:rPr>
                <w:rFonts w:ascii="Calibri" w:eastAsia="Calibri" w:hAnsi="Calibri" w:cs="Calibri"/>
                <w:i/>
                <w:noProof/>
                <w:sz w:val="22"/>
                <w:szCs w:val="22"/>
                <w:lang w:val="ro-RO"/>
              </w:rPr>
            </w:pPr>
            <w:r w:rsidRPr="00E67132">
              <w:rPr>
                <w:rFonts w:ascii="Calibri" w:eastAsia="Calibri" w:hAnsi="Calibri" w:cs="Calibri"/>
                <w:b/>
                <w:noProof/>
                <w:sz w:val="22"/>
                <w:szCs w:val="22"/>
                <w:lang w:val="ro-RO"/>
              </w:rPr>
              <w:t>Documente solicitate pentru terenul agricol:</w:t>
            </w:r>
          </w:p>
          <w:p w14:paraId="2A2F4484" w14:textId="77777777" w:rsidR="0019786A" w:rsidRPr="00E67132" w:rsidRDefault="0019786A" w:rsidP="00DE7F49">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Expertul verifica, urmatoarele documente:</w:t>
            </w:r>
            <w:r w:rsidRPr="00E67132">
              <w:rPr>
                <w:rFonts w:ascii="Calibri" w:eastAsia="Calibri" w:hAnsi="Calibri" w:cs="Calibri"/>
                <w:i/>
                <w:noProof/>
                <w:sz w:val="22"/>
                <w:szCs w:val="22"/>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E67132">
              <w:rPr>
                <w:rFonts w:ascii="Calibri" w:eastAsia="Calibri" w:hAnsi="Calibri" w:cs="Calibri"/>
                <w:noProof/>
                <w:sz w:val="22"/>
                <w:szCs w:val="22"/>
                <w:lang w:val="ro-RO"/>
              </w:rPr>
              <w:t>pentru a stabili elementele de identificare a cedentilor si a verifica preluarea integrala.</w:t>
            </w:r>
          </w:p>
          <w:p w14:paraId="72644202" w14:textId="77777777" w:rsidR="0019786A" w:rsidRPr="00E67132" w:rsidRDefault="0019786A" w:rsidP="0019786A">
            <w:pPr>
              <w:jc w:val="both"/>
              <w:rPr>
                <w:rFonts w:ascii="Calibri" w:eastAsia="Calibri" w:hAnsi="Calibri" w:cs="Calibri"/>
                <w:noProof/>
                <w:sz w:val="22"/>
                <w:szCs w:val="22"/>
                <w:lang w:val="ro-RO"/>
              </w:rPr>
            </w:pPr>
          </w:p>
          <w:p w14:paraId="0B454090" w14:textId="77777777" w:rsidR="0019786A" w:rsidRPr="00E67132" w:rsidRDefault="0019786A" w:rsidP="00DE7F49">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Expertul verifica, urmatoarele:</w:t>
            </w:r>
            <w:r w:rsidRPr="00E67132">
              <w:rPr>
                <w:rFonts w:ascii="Calibri" w:eastAsia="Calibri" w:hAnsi="Calibri" w:cs="Calibri"/>
                <w:i/>
                <w:noProof/>
                <w:sz w:val="22"/>
                <w:szCs w:val="22"/>
                <w:lang w:val="ro-RO"/>
              </w:rPr>
              <w:t xml:space="preserve"> conţinutul sumarului contractelor de arendare </w:t>
            </w:r>
            <w:r w:rsidR="006F57ED" w:rsidRPr="00E67132">
              <w:rPr>
                <w:rFonts w:ascii="Calibri" w:eastAsia="Calibri" w:hAnsi="Calibri" w:cs="Calibri"/>
                <w:i/>
                <w:noProof/>
                <w:sz w:val="22"/>
                <w:szCs w:val="22"/>
                <w:lang w:val="ro-RO"/>
              </w:rPr>
              <w:t>valabile</w:t>
            </w:r>
            <w:r w:rsidRPr="00E67132">
              <w:rPr>
                <w:rFonts w:ascii="Calibri" w:eastAsia="Calibri" w:hAnsi="Calibri" w:cs="Calibri"/>
                <w:i/>
                <w:noProof/>
                <w:sz w:val="22"/>
                <w:szCs w:val="22"/>
                <w:lang w:val="ro-RO"/>
              </w:rPr>
              <w:t xml:space="preserve"> la data depunerii Cererii de Finanţare</w:t>
            </w:r>
            <w:r w:rsidRPr="00E67132">
              <w:rPr>
                <w:rFonts w:ascii="Calibri" w:eastAsia="Calibri" w:hAnsi="Calibri" w:cs="Calibri"/>
                <w:noProof/>
                <w:sz w:val="22"/>
                <w:szCs w:val="22"/>
                <w:lang w:val="ro-RO"/>
              </w:rPr>
              <w:t>, şi stabileste elementele de identificare a cedentilor si verifica preluarea integrala.</w:t>
            </w:r>
          </w:p>
          <w:p w14:paraId="7ACA9546" w14:textId="77777777" w:rsidR="0019786A" w:rsidRPr="00E67132" w:rsidRDefault="00D170F7" w:rsidP="00D170F7">
            <w:pPr>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 Expertul verifică: după caz, exi</w:t>
            </w:r>
            <w:r w:rsidR="00350DD7" w:rsidRPr="00E67132">
              <w:rPr>
                <w:rFonts w:ascii="Calibri" w:eastAsia="Calibri" w:hAnsi="Calibri" w:cs="Calibri"/>
                <w:noProof/>
                <w:sz w:val="22"/>
                <w:szCs w:val="22"/>
                <w:lang w:val="ro-RO"/>
              </w:rPr>
              <w:t>stența Contractului de comodat/</w:t>
            </w:r>
            <w:r w:rsidRPr="00E67132">
              <w:rPr>
                <w:rFonts w:ascii="Calibri" w:eastAsia="Calibri" w:hAnsi="Calibri" w:cs="Calibri"/>
                <w:noProof/>
                <w:sz w:val="22"/>
                <w:szCs w:val="22"/>
                <w:lang w:val="ro-RO"/>
              </w:rPr>
              <w:t xml:space="preserve">contractului de inchiriere/ documentul potrivit caruia suprafata de teren a fost dată temporar în administrare/folosinţă, </w:t>
            </w:r>
          </w:p>
          <w:p w14:paraId="48CD8AC7"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Expertul verifica urmatoarele:</w:t>
            </w:r>
            <w:r w:rsidRPr="00E67132">
              <w:rPr>
                <w:rFonts w:ascii="Calibri" w:eastAsia="Calibri" w:hAnsi="Calibri" w:cs="Calibri"/>
                <w:i/>
                <w:noProof/>
                <w:sz w:val="22"/>
                <w:szCs w:val="22"/>
                <w:lang w:val="ro-RO"/>
              </w:rPr>
              <w:t xml:space="preserve"> la data depunerii Cererii de Finanţare, </w:t>
            </w:r>
            <w:r w:rsidRPr="00E67132">
              <w:rPr>
                <w:rFonts w:ascii="Calibri" w:eastAsia="Calibri" w:hAnsi="Calibri" w:cs="Calibri"/>
                <w:noProof/>
                <w:sz w:val="22"/>
                <w:szCs w:val="22"/>
                <w:lang w:val="ro-RO"/>
              </w:rPr>
              <w:t xml:space="preserve"> dacă solicitantul este în graficul de realizare a investiţiilor prevăzute în contract şi alte clauze, pentru a stabili elementele de identificare a cedentilor si a verifica preluarea integrala. </w:t>
            </w:r>
          </w:p>
          <w:p w14:paraId="1051C0F3" w14:textId="77777777" w:rsidR="00005377" w:rsidRPr="00E67132" w:rsidRDefault="0019786A" w:rsidP="0019786A">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In toate cazurile de mai sus, in cazul exploatatiilor vegetale se vor verifica cedentii si in baza de date</w:t>
            </w:r>
            <w:r w:rsidR="00066687" w:rsidRPr="00E67132">
              <w:rPr>
                <w:rFonts w:ascii="Calibri" w:eastAsia="Calibri" w:hAnsi="Calibri" w:cs="Calibri"/>
                <w:b/>
                <w:noProof/>
                <w:sz w:val="22"/>
                <w:szCs w:val="22"/>
                <w:lang w:val="ro-RO"/>
              </w:rPr>
              <w:t xml:space="preserve"> din Registrul exploatațiilor de la</w:t>
            </w:r>
            <w:r w:rsidRPr="00E67132">
              <w:rPr>
                <w:rFonts w:ascii="Calibri" w:eastAsia="Calibri" w:hAnsi="Calibri" w:cs="Calibri"/>
                <w:b/>
                <w:noProof/>
                <w:sz w:val="22"/>
                <w:szCs w:val="22"/>
                <w:lang w:val="ro-RO"/>
              </w:rPr>
              <w:t xml:space="preserve"> </w:t>
            </w:r>
            <w:r w:rsidR="00066687" w:rsidRPr="00E67132">
              <w:rPr>
                <w:rFonts w:ascii="Calibri" w:eastAsia="Calibri" w:hAnsi="Calibri" w:cs="Calibri"/>
                <w:b/>
                <w:noProof/>
                <w:sz w:val="22"/>
                <w:szCs w:val="22"/>
                <w:lang w:val="ro-RO"/>
              </w:rPr>
              <w:t>ANSVSA/</w:t>
            </w:r>
            <w:r w:rsidRPr="00E67132">
              <w:rPr>
                <w:rFonts w:ascii="Calibri" w:eastAsia="Calibri" w:hAnsi="Calibri" w:cs="Calibri"/>
                <w:b/>
                <w:noProof/>
                <w:sz w:val="22"/>
                <w:szCs w:val="22"/>
                <w:lang w:val="ro-RO"/>
              </w:rPr>
              <w:t>DSVSA.</w:t>
            </w:r>
          </w:p>
          <w:p w14:paraId="2B63D6C9" w14:textId="77777777" w:rsidR="0019786A" w:rsidRPr="00E67132" w:rsidRDefault="00CB5C6B" w:rsidP="0019786A">
            <w:pPr>
              <w:autoSpaceDE w:val="0"/>
              <w:autoSpaceDN w:val="0"/>
              <w:adjustRightInd w:val="0"/>
              <w:jc w:val="both"/>
              <w:rPr>
                <w:rFonts w:ascii="Calibri" w:eastAsia="Calibri" w:hAnsi="Calibri" w:cs="Calibri"/>
                <w:b/>
                <w:noProof/>
                <w:sz w:val="22"/>
                <w:szCs w:val="22"/>
                <w:lang w:val="ro-RO"/>
              </w:rPr>
            </w:pPr>
            <w:r w:rsidRPr="00E67132">
              <w:rPr>
                <w:rFonts w:ascii="Calibri" w:eastAsia="Calibri" w:hAnsi="Calibri" w:cs="Calibri"/>
                <w:b/>
                <w:noProof/>
                <w:sz w:val="22"/>
                <w:szCs w:val="22"/>
                <w:lang w:val="ro-RO"/>
              </w:rPr>
              <w:t>d)</w:t>
            </w:r>
            <w:r w:rsidR="0019786A" w:rsidRPr="00E67132">
              <w:rPr>
                <w:rFonts w:ascii="Calibri" w:eastAsia="Calibri" w:hAnsi="Calibri" w:cs="Calibri"/>
                <w:b/>
                <w:noProof/>
                <w:sz w:val="22"/>
                <w:szCs w:val="22"/>
                <w:lang w:val="ro-RO"/>
              </w:rPr>
              <w:t xml:space="preserve"> Documente solicitate pentru animale, păsări şi familii de albine:</w:t>
            </w:r>
          </w:p>
          <w:p w14:paraId="3033B2D0"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Expertul verifica daca efectivul de animale deţinut solicitant sunt preluate integral de la cedent/cedenti.</w:t>
            </w:r>
          </w:p>
          <w:p w14:paraId="4A5FAE94" w14:textId="77777777" w:rsidR="0019786A" w:rsidRPr="00E67132" w:rsidRDefault="0019786A" w:rsidP="0019786A">
            <w:pPr>
              <w:autoSpaceDE w:val="0"/>
              <w:autoSpaceDN w:val="0"/>
              <w:adjustRightInd w:val="0"/>
              <w:jc w:val="both"/>
              <w:rPr>
                <w:rFonts w:ascii="Calibri" w:eastAsia="Calibri" w:hAnsi="Calibri" w:cs="Calibri"/>
                <w:noProof/>
                <w:sz w:val="22"/>
                <w:szCs w:val="22"/>
                <w:lang w:val="ro-RO"/>
              </w:rPr>
            </w:pPr>
            <w:r w:rsidRPr="00E67132">
              <w:rPr>
                <w:rFonts w:ascii="Calibri" w:eastAsia="Calibri" w:hAnsi="Calibri" w:cs="Calibri"/>
                <w:noProof/>
                <w:sz w:val="22"/>
                <w:szCs w:val="22"/>
                <w:lang w:val="ro-RO"/>
              </w:rPr>
              <w:t xml:space="preserve">Se verifica, daca este cazul, efectivul păsărilor şi al familiilor de albine, conform inregistrarilor din registrul agricol şi a  adeverinţei eliberată de medicul veterinar de circumscripţie, pentru a stabili elementele de identificare a cedentilor si a verifica preluarea integrala. Expertul va verifica in baza de date </w:t>
            </w:r>
            <w:r w:rsidR="009F6CD7" w:rsidRPr="00E67132">
              <w:rPr>
                <w:rFonts w:ascii="Calibri" w:eastAsia="Calibri" w:hAnsi="Calibri" w:cs="Calibri"/>
                <w:b/>
                <w:noProof/>
                <w:sz w:val="22"/>
                <w:szCs w:val="22"/>
                <w:u w:val="single"/>
                <w:lang w:val="ro-RO"/>
              </w:rPr>
              <w:t xml:space="preserve">din Registrul exploatațiilor de la </w:t>
            </w:r>
            <w:r w:rsidRPr="00E67132">
              <w:rPr>
                <w:rFonts w:ascii="Calibri" w:eastAsia="Calibri" w:hAnsi="Calibri" w:cs="Calibri"/>
                <w:noProof/>
                <w:sz w:val="22"/>
                <w:szCs w:val="22"/>
                <w:lang w:val="ro-RO"/>
              </w:rPr>
              <w:t>ANSVSA</w:t>
            </w:r>
            <w:r w:rsidR="0085638F" w:rsidRPr="00E67132">
              <w:rPr>
                <w:rFonts w:ascii="Calibri" w:eastAsia="Calibri" w:hAnsi="Calibri" w:cs="Calibri"/>
                <w:noProof/>
                <w:sz w:val="22"/>
                <w:szCs w:val="22"/>
                <w:lang w:val="ro-RO"/>
              </w:rPr>
              <w:t xml:space="preserve"> (excep</w:t>
            </w:r>
            <w:r w:rsidR="006C0969" w:rsidRPr="00E67132">
              <w:rPr>
                <w:rFonts w:ascii="Calibri" w:eastAsia="Calibri" w:hAnsi="Calibri" w:cs="Calibri"/>
                <w:noProof/>
                <w:sz w:val="22"/>
                <w:szCs w:val="22"/>
                <w:lang w:val="ro-RO"/>
              </w:rPr>
              <w:t>t</w:t>
            </w:r>
            <w:r w:rsidR="0085638F" w:rsidRPr="00E67132">
              <w:rPr>
                <w:rFonts w:ascii="Calibri" w:eastAsia="Calibri" w:hAnsi="Calibri" w:cs="Calibri"/>
                <w:noProof/>
                <w:sz w:val="22"/>
                <w:szCs w:val="22"/>
                <w:lang w:val="ro-RO"/>
              </w:rPr>
              <w:t>ând familiile de albine)</w:t>
            </w:r>
            <w:r w:rsidRPr="00E67132">
              <w:rPr>
                <w:rFonts w:ascii="Calibri" w:eastAsia="Calibri" w:hAnsi="Calibri" w:cs="Calibri"/>
                <w:noProof/>
                <w:sz w:val="22"/>
                <w:szCs w:val="22"/>
                <w:lang w:val="ro-RO"/>
              </w:rPr>
              <w:t xml:space="preserve"> pe baza informatiilor prevazute in Planul financiar daca cedentul/cedentii mai figureaza cu animale. </w:t>
            </w:r>
          </w:p>
          <w:p w14:paraId="53B93583" w14:textId="77777777" w:rsidR="0019786A" w:rsidRPr="00E67132" w:rsidRDefault="0019786A" w:rsidP="0019786A">
            <w:pPr>
              <w:autoSpaceDE w:val="0"/>
              <w:autoSpaceDN w:val="0"/>
              <w:adjustRightInd w:val="0"/>
              <w:jc w:val="both"/>
              <w:rPr>
                <w:rFonts w:ascii="Calibri" w:eastAsia="Calibri" w:hAnsi="Calibri" w:cs="Calibri"/>
                <w:b/>
                <w:noProof/>
                <w:sz w:val="22"/>
                <w:szCs w:val="22"/>
                <w:u w:val="single"/>
                <w:lang w:val="ro-RO"/>
              </w:rPr>
            </w:pPr>
            <w:r w:rsidRPr="00E67132">
              <w:rPr>
                <w:rFonts w:ascii="Calibri" w:eastAsia="Calibri" w:hAnsi="Calibri" w:cs="Calibri"/>
                <w:b/>
                <w:noProof/>
                <w:sz w:val="22"/>
                <w:szCs w:val="22"/>
                <w:u w:val="single"/>
                <w:lang w:val="ro-RO"/>
              </w:rPr>
              <w:t xml:space="preserve">In cazul exploatatiilor zootehnice, verificare se realizeaza si in Registrul unic de identificare APIA pentru cedenti. </w:t>
            </w:r>
          </w:p>
          <w:p w14:paraId="0346C2F4" w14:textId="77777777" w:rsidR="004179AC" w:rsidRPr="00E67132" w:rsidRDefault="004179AC" w:rsidP="0019786A">
            <w:pPr>
              <w:autoSpaceDE w:val="0"/>
              <w:autoSpaceDN w:val="0"/>
              <w:adjustRightInd w:val="0"/>
              <w:jc w:val="both"/>
              <w:rPr>
                <w:rFonts w:ascii="Calibri" w:eastAsia="Calibri" w:hAnsi="Calibri" w:cs="Calibri"/>
                <w:b/>
                <w:noProof/>
                <w:sz w:val="22"/>
                <w:szCs w:val="22"/>
                <w:u w:val="single"/>
                <w:lang w:val="ro-RO"/>
              </w:rPr>
            </w:pPr>
          </w:p>
          <w:p w14:paraId="4CB1AE62" w14:textId="77777777" w:rsidR="00DE7F49" w:rsidRPr="00E67132" w:rsidRDefault="00DE7F49" w:rsidP="0019786A">
            <w:pPr>
              <w:autoSpaceDE w:val="0"/>
              <w:autoSpaceDN w:val="0"/>
              <w:adjustRightInd w:val="0"/>
              <w:jc w:val="both"/>
              <w:rPr>
                <w:rFonts w:ascii="Calibri" w:eastAsia="Calibri" w:hAnsi="Calibri" w:cs="Calibri"/>
                <w:b/>
                <w:noProof/>
                <w:sz w:val="22"/>
                <w:szCs w:val="22"/>
                <w:u w:val="single"/>
                <w:lang w:val="ro-RO"/>
              </w:rPr>
            </w:pPr>
            <w:r w:rsidRPr="00E67132">
              <w:rPr>
                <w:rFonts w:ascii="Calibri" w:eastAsia="Calibri" w:hAnsi="Calibri" w:cs="Calibri"/>
                <w:b/>
                <w:noProof/>
                <w:sz w:val="22"/>
                <w:szCs w:val="22"/>
                <w:u w:val="single"/>
                <w:lang w:val="ro-RO"/>
              </w:rPr>
              <w:t>Atât în cazul exploatațiilor vegetale, cât și în cazul exploatațiilor mixte/zootehnice se verifică existența Registrului Agricol.</w:t>
            </w:r>
          </w:p>
          <w:p w14:paraId="577BB1BB" w14:textId="77777777" w:rsidR="0019786A" w:rsidRPr="00E67132" w:rsidRDefault="002B692E" w:rsidP="00DA18B9">
            <w:pPr>
              <w:autoSpaceDE w:val="0"/>
              <w:autoSpaceDN w:val="0"/>
              <w:adjustRightInd w:val="0"/>
              <w:jc w:val="both"/>
              <w:rPr>
                <w:rFonts w:ascii="Calibri" w:eastAsia="Calibri" w:hAnsi="Calibri" w:cs="Calibri"/>
                <w:b/>
                <w:noProof/>
                <w:sz w:val="22"/>
                <w:szCs w:val="22"/>
                <w:u w:val="single"/>
                <w:lang w:val="ro-RO"/>
              </w:rPr>
            </w:pPr>
            <w:r w:rsidRPr="00E67132">
              <w:rPr>
                <w:rFonts w:ascii="Calibri" w:hAnsi="Calibri" w:cs="Calibri"/>
                <w:noProof/>
                <w:sz w:val="22"/>
                <w:szCs w:val="22"/>
                <w:lang w:val="ro-RO"/>
              </w:rPr>
              <w:t>În situația în care, o exploatație se preia de la propria Persoană Fizică, aceasta trebuie să se preia integral exploatația agricolă deținută fără a primi punctaj la selecţie.</w:t>
            </w:r>
            <w:r w:rsidR="00FE5B41" w:rsidRPr="00E67132">
              <w:rPr>
                <w:rFonts w:ascii="Calibri" w:hAnsi="Calibri" w:cs="Calibri"/>
                <w:noProof/>
                <w:sz w:val="22"/>
                <w:szCs w:val="22"/>
                <w:lang w:val="ro-RO"/>
              </w:rPr>
              <w:t xml:space="preserve"> De asemenea, </w:t>
            </w:r>
            <w:r w:rsidR="00DA18B9" w:rsidRPr="00E67132">
              <w:rPr>
                <w:rFonts w:ascii="Calibri" w:hAnsi="Calibri" w:cs="Calibri"/>
                <w:noProof/>
                <w:sz w:val="22"/>
                <w:szCs w:val="22"/>
                <w:lang w:val="ro-RO"/>
              </w:rPr>
              <w:t>solicitantul poate prelua integral exploatația deținută de soț/soție, dar fără a beneficia de punctajul aferent acestui principiu de selecție</w:t>
            </w:r>
            <w:r w:rsidR="00396E80" w:rsidRPr="00E67132">
              <w:rPr>
                <w:rFonts w:ascii="Calibri" w:hAnsi="Calibri" w:cs="Calibri"/>
                <w:noProof/>
                <w:sz w:val="22"/>
                <w:szCs w:val="22"/>
                <w:lang w:val="ro-RO"/>
              </w:rPr>
              <w:t xml:space="preserve"> (pentru exploatația preluată de la soț/soție)</w:t>
            </w:r>
            <w:r w:rsidR="00DA18B9" w:rsidRPr="00E67132">
              <w:rPr>
                <w:rFonts w:ascii="Calibri" w:hAnsi="Calibri" w:cs="Calibri"/>
                <w:noProof/>
                <w:sz w:val="22"/>
                <w:szCs w:val="22"/>
                <w:lang w:val="ro-RO"/>
              </w:rPr>
              <w:t>.</w:t>
            </w:r>
          </w:p>
          <w:p w14:paraId="3F5E3265" w14:textId="77777777" w:rsidR="0019786A" w:rsidRPr="00E67132" w:rsidRDefault="0019786A" w:rsidP="00342928">
            <w:pPr>
              <w:ind w:right="29"/>
              <w:jc w:val="both"/>
              <w:rPr>
                <w:rFonts w:ascii="Calibri" w:hAnsi="Calibri" w:cs="Calibri"/>
                <w:noProof/>
                <w:sz w:val="22"/>
                <w:szCs w:val="22"/>
                <w:lang w:val="ro-RO"/>
              </w:rPr>
            </w:pPr>
            <w:r w:rsidRPr="00E67132">
              <w:rPr>
                <w:rFonts w:ascii="Calibri" w:hAnsi="Calibri" w:cs="Calibri"/>
                <w:i/>
                <w:noProof/>
                <w:sz w:val="22"/>
                <w:szCs w:val="22"/>
                <w:lang w:val="ro-RO"/>
              </w:rPr>
              <w:t>Pentru a beneficia de punctaj conform criteriului de selecţie, preluarea exploataţiilor se realizează unitar, cu toate suprafeţele şi animalele, aşa cum apar înregistrate la APIA şi/ sau la ANSVSA şi în Registrul agricol.</w:t>
            </w:r>
          </w:p>
          <w:p w14:paraId="1BC00FE8" w14:textId="77777777" w:rsidR="0019786A" w:rsidRPr="00E67132" w:rsidRDefault="0019786A" w:rsidP="00342928">
            <w:pPr>
              <w:ind w:right="29"/>
              <w:jc w:val="both"/>
              <w:rPr>
                <w:rFonts w:ascii="Calibri" w:hAnsi="Calibri" w:cs="Calibri"/>
                <w:i/>
                <w:noProof/>
                <w:sz w:val="22"/>
                <w:szCs w:val="22"/>
                <w:lang w:val="ro-RO"/>
              </w:rPr>
            </w:pPr>
            <w:r w:rsidRPr="00E67132">
              <w:rPr>
                <w:rFonts w:ascii="Calibri" w:hAnsi="Calibri" w:cs="Calibri"/>
                <w:i/>
                <w:noProof/>
                <w:sz w:val="22"/>
                <w:szCs w:val="22"/>
                <w:lang w:val="ro-RO"/>
              </w:rPr>
              <w:t>Ca urmare, cedentul nu trebuie să mai fie  înregistrat  în Registrul unic de identificare de la APIA şi/ sau în Registrul exploatațiilor de la ANSVSA/ DSVSA/ Circumscripție Veterinară şi Registrul Agricol.</w:t>
            </w:r>
          </w:p>
          <w:p w14:paraId="322EE823" w14:textId="77777777" w:rsidR="001E73D2" w:rsidRPr="00E67132" w:rsidRDefault="001E73D2" w:rsidP="00342928">
            <w:pPr>
              <w:ind w:right="29"/>
              <w:jc w:val="both"/>
              <w:rPr>
                <w:rFonts w:ascii="Calibri" w:hAnsi="Calibri" w:cs="Calibri"/>
                <w:i/>
                <w:noProof/>
                <w:sz w:val="22"/>
                <w:szCs w:val="22"/>
                <w:lang w:val="ro-RO"/>
              </w:rPr>
            </w:pPr>
          </w:p>
          <w:p w14:paraId="4C8C4AAD" w14:textId="77777777" w:rsidR="004061BF" w:rsidRPr="00E67132" w:rsidRDefault="0019786A" w:rsidP="004061BF">
            <w:pPr>
              <w:jc w:val="both"/>
              <w:rPr>
                <w:rFonts w:ascii="Calibri" w:hAnsi="Calibri" w:cs="Calibri"/>
                <w:b/>
                <w:i/>
                <w:noProof/>
                <w:sz w:val="22"/>
                <w:szCs w:val="22"/>
                <w:lang w:val="ro-RO"/>
              </w:rPr>
            </w:pPr>
            <w:r w:rsidRPr="00E67132">
              <w:rPr>
                <w:rFonts w:ascii="Calibri" w:hAnsi="Calibri" w:cs="Calibri"/>
                <w:b/>
                <w:i/>
                <w:noProof/>
                <w:sz w:val="22"/>
                <w:szCs w:val="22"/>
                <w:lang w:val="ro-RO"/>
              </w:rPr>
              <w:t>Nu este obligatoriepreluarea</w:t>
            </w:r>
            <w:r w:rsidR="004061BF" w:rsidRPr="00E67132">
              <w:rPr>
                <w:rFonts w:ascii="Calibri" w:hAnsi="Calibri" w:cs="Calibri"/>
                <w:b/>
                <w:i/>
                <w:noProof/>
                <w:sz w:val="22"/>
                <w:szCs w:val="22"/>
                <w:lang w:val="ro-RO"/>
              </w:rPr>
              <w:t>:</w:t>
            </w:r>
          </w:p>
          <w:p w14:paraId="3D199F05" w14:textId="77777777" w:rsidR="004061BF" w:rsidRPr="00E67132" w:rsidRDefault="0019786A" w:rsidP="00CF2FA6">
            <w:pPr>
              <w:pStyle w:val="ListParagraph"/>
              <w:numPr>
                <w:ilvl w:val="0"/>
                <w:numId w:val="2"/>
              </w:numPr>
              <w:jc w:val="both"/>
              <w:rPr>
                <w:rFonts w:ascii="Calibri" w:hAnsi="Calibri" w:cs="Calibri"/>
                <w:b/>
                <w:i/>
                <w:noProof/>
                <w:sz w:val="22"/>
                <w:szCs w:val="22"/>
                <w:lang w:val="ro-RO"/>
              </w:rPr>
            </w:pPr>
            <w:r w:rsidRPr="00E67132">
              <w:rPr>
                <w:rFonts w:ascii="Calibri" w:hAnsi="Calibri" w:cs="Calibri"/>
                <w:b/>
                <w:i/>
                <w:noProof/>
                <w:sz w:val="22"/>
                <w:szCs w:val="22"/>
                <w:lang w:val="ro-RO"/>
              </w:rPr>
              <w:t>curții și a anexelor gospodăriei cedentului</w:t>
            </w:r>
            <w:r w:rsidR="004061BF" w:rsidRPr="00E67132">
              <w:rPr>
                <w:rFonts w:ascii="Calibri" w:hAnsi="Calibri" w:cs="Calibri"/>
                <w:b/>
                <w:i/>
                <w:noProof/>
                <w:sz w:val="22"/>
                <w:szCs w:val="22"/>
                <w:lang w:val="ro-RO"/>
              </w:rPr>
              <w:t xml:space="preserve"> </w:t>
            </w:r>
            <w:r w:rsidR="004061BF" w:rsidRPr="00E67132">
              <w:rPr>
                <w:rFonts w:ascii="Calibri" w:hAnsi="Calibri" w:cs="Calibri"/>
                <w:i/>
                <w:noProof/>
                <w:lang w:val="ro-RO"/>
              </w:rPr>
              <w:t>sau a animalelor destinate consumului propriu al cedentului</w:t>
            </w:r>
          </w:p>
          <w:p w14:paraId="1AF66A4C" w14:textId="77777777" w:rsidR="0019786A" w:rsidRPr="00E67132" w:rsidRDefault="001E73D2" w:rsidP="00CF2FA6">
            <w:pPr>
              <w:pStyle w:val="NoSpacing"/>
              <w:spacing w:line="276" w:lineRule="auto"/>
              <w:jc w:val="both"/>
              <w:rPr>
                <w:rFonts w:cs="Calibri"/>
                <w:i/>
                <w:noProof/>
                <w:lang w:val="ro-RO"/>
              </w:rPr>
            </w:pPr>
            <w:r w:rsidRPr="00E67132">
              <w:rPr>
                <w:rFonts w:cs="Calibri"/>
                <w:i/>
                <w:noProof/>
                <w:sz w:val="24"/>
                <w:lang w:val="ro-RO"/>
              </w:rPr>
              <w:t xml:space="preserve"> </w:t>
            </w:r>
            <w:r w:rsidRPr="00E67132">
              <w:rPr>
                <w:rFonts w:cs="Calibri"/>
                <w:i/>
                <w:noProof/>
                <w:sz w:val="24"/>
                <w:szCs w:val="24"/>
                <w:lang w:val="ro-RO"/>
              </w:rPr>
              <w:t>suprafețelor neagricole, încadrate în Registrul Agricol ca “Păduri și alte terenuri cu vegetație forestieră” și/sau “Ape și bălți”.</w:t>
            </w:r>
          </w:p>
          <w:p w14:paraId="7A58932A" w14:textId="77777777" w:rsidR="004D69AF" w:rsidRPr="00E67132" w:rsidRDefault="004D69AF" w:rsidP="00BC29DD">
            <w:pPr>
              <w:jc w:val="both"/>
              <w:rPr>
                <w:rFonts w:ascii="Calibri" w:hAnsi="Calibri" w:cs="Calibri"/>
                <w:b/>
                <w:i/>
                <w:noProof/>
                <w:sz w:val="22"/>
                <w:szCs w:val="22"/>
                <w:lang w:val="ro-RO"/>
              </w:rPr>
            </w:pPr>
          </w:p>
          <w:p w14:paraId="33129CE2" w14:textId="77777777" w:rsidR="004D69AF" w:rsidRPr="00E67132" w:rsidRDefault="004D69AF" w:rsidP="00BC29DD">
            <w:pPr>
              <w:jc w:val="both"/>
              <w:rPr>
                <w:rFonts w:ascii="Calibri" w:hAnsi="Calibri" w:cs="Calibri"/>
                <w:b/>
                <w:i/>
                <w:noProof/>
                <w:sz w:val="22"/>
                <w:szCs w:val="22"/>
                <w:lang w:val="ro-RO"/>
              </w:rPr>
            </w:pPr>
            <w:r w:rsidRPr="00E67132">
              <w:rPr>
                <w:rFonts w:ascii="Calibri" w:hAnsi="Calibri" w:cs="Calibri"/>
                <w:b/>
                <w:i/>
                <w:noProof/>
                <w:sz w:val="22"/>
                <w:szCs w:val="22"/>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14:paraId="6C194FDC" w14:textId="77777777" w:rsidR="00DB124B" w:rsidRPr="00E67132" w:rsidRDefault="00DB124B" w:rsidP="00BC29DD">
            <w:pPr>
              <w:jc w:val="both"/>
              <w:rPr>
                <w:rFonts w:ascii="Calibri" w:hAnsi="Calibri" w:cs="Calibri"/>
                <w:b/>
                <w:i/>
                <w:noProof/>
                <w:sz w:val="22"/>
                <w:szCs w:val="22"/>
                <w:lang w:val="ro-RO"/>
              </w:rPr>
            </w:pPr>
          </w:p>
          <w:p w14:paraId="221988E2" w14:textId="77777777" w:rsidR="004D69AF" w:rsidRPr="00E67132" w:rsidRDefault="00DB124B" w:rsidP="00DB124B">
            <w:pPr>
              <w:jc w:val="both"/>
              <w:rPr>
                <w:rFonts w:ascii="Calibri" w:hAnsi="Calibri" w:cs="Calibri"/>
                <w:noProof/>
                <w:sz w:val="22"/>
                <w:szCs w:val="22"/>
                <w:lang w:val="ro-RO"/>
              </w:rPr>
            </w:pPr>
            <w:r w:rsidRPr="00E67132">
              <w:rPr>
                <w:rFonts w:ascii="Calibri" w:hAnsi="Calibri" w:cs="Calibri"/>
                <w:i/>
                <w:noProof/>
                <w:sz w:val="22"/>
                <w:szCs w:val="22"/>
                <w:lang w:val="ro-RO"/>
              </w:rPr>
              <w:t>ATENȚIE! Nu se va acorda punctaj în  situația în care cedentul/cedenții exploatației agricole preluate integral au jucat doar un rolul de proprietar intermediar de scurtă durată a unei părți din altă exploatație mai mare (de exemplu: cedentul nu are nicio cerere de plată solicitată și înacasată de la APIA).</w:t>
            </w:r>
          </w:p>
        </w:tc>
      </w:tr>
    </w:tbl>
    <w:p w14:paraId="008540B6" w14:textId="77777777" w:rsidR="00D1712B" w:rsidRPr="00E67132" w:rsidRDefault="00D1712B" w:rsidP="00DB06CE">
      <w:pPr>
        <w:tabs>
          <w:tab w:val="left" w:pos="3120"/>
          <w:tab w:val="center" w:pos="4320"/>
          <w:tab w:val="right" w:pos="8640"/>
        </w:tabs>
        <w:jc w:val="both"/>
        <w:rPr>
          <w:rFonts w:ascii="Calibri" w:hAnsi="Calibri" w:cs="Calibri"/>
          <w:b/>
          <w:bCs/>
          <w:i/>
          <w:noProof/>
          <w:sz w:val="22"/>
          <w:szCs w:val="22"/>
          <w:lang w:val="ro-RO"/>
        </w:rPr>
      </w:pPr>
    </w:p>
    <w:p w14:paraId="13103A58" w14:textId="7A5C039D" w:rsidR="00D1712B" w:rsidRDefault="00D1712B" w:rsidP="00DB06CE">
      <w:pPr>
        <w:tabs>
          <w:tab w:val="left" w:pos="3120"/>
          <w:tab w:val="center" w:pos="4320"/>
          <w:tab w:val="right" w:pos="8640"/>
        </w:tabs>
        <w:jc w:val="both"/>
        <w:rPr>
          <w:rFonts w:ascii="Calibri" w:hAnsi="Calibri" w:cs="Calibri"/>
          <w:b/>
          <w:bCs/>
          <w:i/>
          <w:noProof/>
          <w:sz w:val="22"/>
          <w:szCs w:val="22"/>
          <w:lang w:val="ro-RO"/>
        </w:rPr>
      </w:pPr>
    </w:p>
    <w:p w14:paraId="3703A222" w14:textId="029675E9" w:rsidR="000F1E00" w:rsidRDefault="000F1E00" w:rsidP="00DB06CE">
      <w:pPr>
        <w:tabs>
          <w:tab w:val="left" w:pos="3120"/>
          <w:tab w:val="center" w:pos="4320"/>
          <w:tab w:val="right" w:pos="8640"/>
        </w:tabs>
        <w:jc w:val="both"/>
        <w:rPr>
          <w:rFonts w:ascii="Calibri" w:hAnsi="Calibri" w:cs="Calibri"/>
          <w:b/>
          <w:bCs/>
          <w:i/>
          <w:noProof/>
          <w:sz w:val="22"/>
          <w:szCs w:val="22"/>
          <w:lang w:val="ro-RO"/>
        </w:rPr>
      </w:pPr>
    </w:p>
    <w:p w14:paraId="61362A5C" w14:textId="77777777" w:rsidR="000F1E00" w:rsidRPr="00E67132" w:rsidRDefault="000F1E00" w:rsidP="00DB06CE">
      <w:pPr>
        <w:tabs>
          <w:tab w:val="left" w:pos="3120"/>
          <w:tab w:val="center" w:pos="4320"/>
          <w:tab w:val="right" w:pos="8640"/>
        </w:tabs>
        <w:jc w:val="both"/>
        <w:rPr>
          <w:rFonts w:ascii="Calibri" w:hAnsi="Calibri" w:cs="Calibri"/>
          <w:b/>
          <w:bCs/>
          <w:i/>
          <w:noProof/>
          <w:sz w:val="22"/>
          <w:szCs w:val="22"/>
          <w:lang w:val="ro-RO"/>
        </w:rPr>
      </w:pPr>
    </w:p>
    <w:p w14:paraId="709B0C99" w14:textId="77777777" w:rsidR="00A352EE" w:rsidRPr="00E67132" w:rsidRDefault="005E5CA3" w:rsidP="00DB06CE">
      <w:pPr>
        <w:tabs>
          <w:tab w:val="left" w:pos="3120"/>
          <w:tab w:val="center" w:pos="4320"/>
          <w:tab w:val="right" w:pos="8640"/>
        </w:tabs>
        <w:jc w:val="both"/>
        <w:rPr>
          <w:rFonts w:ascii="Calibri" w:hAnsi="Calibri" w:cs="Calibri"/>
          <w:b/>
          <w:i/>
          <w:noProof/>
          <w:sz w:val="22"/>
          <w:szCs w:val="22"/>
          <w:lang w:val="ro-RO"/>
        </w:rPr>
      </w:pPr>
      <w:r w:rsidRPr="00E67132">
        <w:rPr>
          <w:rFonts w:ascii="Calibri" w:hAnsi="Calibri" w:cs="Calibri"/>
          <w:b/>
          <w:bCs/>
          <w:i/>
          <w:noProof/>
          <w:sz w:val="22"/>
          <w:szCs w:val="22"/>
          <w:lang w:val="ro-RO"/>
        </w:rPr>
        <w:t>P</w:t>
      </w:r>
      <w:r w:rsidR="00A352EE" w:rsidRPr="00E67132">
        <w:rPr>
          <w:rFonts w:ascii="Calibri" w:hAnsi="Calibri" w:cs="Calibri"/>
          <w:b/>
          <w:bCs/>
          <w:i/>
          <w:noProof/>
          <w:sz w:val="22"/>
          <w:szCs w:val="22"/>
          <w:lang w:val="ro-RO"/>
        </w:rPr>
        <w:t>S3</w:t>
      </w:r>
      <w:r w:rsidR="00A352EE" w:rsidRPr="00E67132">
        <w:rPr>
          <w:rFonts w:ascii="Calibri" w:hAnsi="Calibri" w:cs="Calibri"/>
          <w:b/>
          <w:i/>
          <w:noProof/>
          <w:sz w:val="22"/>
          <w:szCs w:val="22"/>
          <w:lang w:val="ro-RO"/>
        </w:rPr>
        <w:t>.Principiul nivelului de calificare în domeniul agricol*</w:t>
      </w:r>
    </w:p>
    <w:p w14:paraId="073F2BA1" w14:textId="77777777" w:rsidR="0088422A" w:rsidRPr="00E67132" w:rsidRDefault="005E5CA3" w:rsidP="00DB06CE">
      <w:pPr>
        <w:tabs>
          <w:tab w:val="left" w:pos="450"/>
          <w:tab w:val="left" w:pos="3120"/>
          <w:tab w:val="left" w:pos="3240"/>
          <w:tab w:val="center" w:pos="4320"/>
          <w:tab w:val="right" w:pos="8640"/>
        </w:tabs>
        <w:jc w:val="both"/>
        <w:rPr>
          <w:rFonts w:ascii="Calibri" w:hAnsi="Calibri" w:cs="Calibri"/>
          <w:b/>
          <w:bCs/>
          <w:noProof/>
          <w:sz w:val="22"/>
          <w:szCs w:val="22"/>
          <w:lang w:val="ro-RO"/>
        </w:rPr>
      </w:pPr>
      <w:r w:rsidRPr="00E67132">
        <w:rPr>
          <w:rFonts w:ascii="Calibri" w:hAnsi="Calibri" w:cs="Calibri"/>
          <w:b/>
          <w:bCs/>
          <w:noProof/>
          <w:sz w:val="22"/>
          <w:szCs w:val="22"/>
          <w:lang w:val="ro-RO"/>
        </w:rPr>
        <w:t xml:space="preserve">1. </w:t>
      </w:r>
      <w:r w:rsidR="00A352EE" w:rsidRPr="00E67132">
        <w:rPr>
          <w:rFonts w:ascii="Calibri" w:hAnsi="Calibri" w:cs="Calibri"/>
          <w:b/>
          <w:noProof/>
          <w:sz w:val="22"/>
          <w:szCs w:val="22"/>
          <w:lang w:val="ro-RO"/>
        </w:rPr>
        <w:t>Solicitantul a absolvit cu diplomă de studii superioare în domeniul agricol*</w:t>
      </w:r>
      <w:r w:rsidR="00FE5014" w:rsidRPr="00E67132">
        <w:rPr>
          <w:rFonts w:ascii="Calibri" w:hAnsi="Calibri" w:cs="Calibri"/>
          <w:b/>
          <w:noProof/>
          <w:sz w:val="22"/>
          <w:szCs w:val="22"/>
          <w:lang w:val="ro-RO"/>
        </w:rPr>
        <w:t>.....</w:t>
      </w:r>
      <w:r w:rsidR="00BC08D4" w:rsidRPr="00E67132">
        <w:rPr>
          <w:rFonts w:ascii="Calibri" w:hAnsi="Calibri" w:cs="Calibri"/>
          <w:b/>
          <w:noProof/>
          <w:sz w:val="22"/>
          <w:szCs w:val="22"/>
          <w:lang w:val="ro-RO"/>
        </w:rPr>
        <w:t xml:space="preserve"> 35 </w:t>
      </w:r>
      <w:r w:rsidR="00FE5014" w:rsidRPr="00E67132">
        <w:rPr>
          <w:rFonts w:ascii="Calibri" w:hAnsi="Calibri" w:cs="Calibri"/>
          <w:b/>
          <w:noProof/>
          <w:sz w:val="22"/>
          <w:szCs w:val="22"/>
          <w:lang w:val="ro-RO"/>
        </w:rPr>
        <w:t xml:space="preserve"> </w:t>
      </w:r>
      <w:r w:rsidR="00FE5014" w:rsidRPr="00E67132">
        <w:rPr>
          <w:rFonts w:ascii="Calibri" w:hAnsi="Calibri" w:cs="Calibri"/>
          <w:b/>
          <w:bCs/>
          <w:noProof/>
          <w:sz w:val="22"/>
          <w:szCs w:val="22"/>
          <w:lang w:val="ro-RO"/>
        </w:rPr>
        <w:t>puncte</w:t>
      </w:r>
    </w:p>
    <w:p w14:paraId="1D7979DC" w14:textId="77777777" w:rsidR="00A352EE" w:rsidRPr="00E67132" w:rsidRDefault="005E5CA3" w:rsidP="00DB06CE">
      <w:pPr>
        <w:tabs>
          <w:tab w:val="left" w:pos="450"/>
          <w:tab w:val="left" w:pos="3120"/>
          <w:tab w:val="left" w:pos="3240"/>
          <w:tab w:val="center" w:pos="4320"/>
          <w:tab w:val="right" w:pos="8640"/>
        </w:tabs>
        <w:jc w:val="both"/>
        <w:rPr>
          <w:rFonts w:ascii="Calibri" w:hAnsi="Calibri" w:cs="Calibri"/>
          <w:b/>
          <w:noProof/>
          <w:sz w:val="22"/>
          <w:szCs w:val="22"/>
          <w:lang w:val="ro-RO"/>
        </w:rPr>
      </w:pPr>
      <w:r w:rsidRPr="00E67132">
        <w:rPr>
          <w:rFonts w:ascii="Calibri" w:hAnsi="Calibri" w:cs="Calibri"/>
          <w:b/>
          <w:bCs/>
          <w:noProof/>
          <w:sz w:val="22"/>
          <w:szCs w:val="22"/>
          <w:lang w:val="ro-RO"/>
        </w:rPr>
        <w:t xml:space="preserve">2. </w:t>
      </w:r>
      <w:r w:rsidR="00A352EE" w:rsidRPr="00E67132">
        <w:rPr>
          <w:rFonts w:ascii="Calibri" w:hAnsi="Calibri" w:cs="Calibri"/>
          <w:b/>
          <w:noProof/>
          <w:sz w:val="22"/>
          <w:szCs w:val="22"/>
          <w:lang w:val="ro-RO"/>
        </w:rPr>
        <w:t xml:space="preserve">Solicitantul a absolvit studii postliceale </w:t>
      </w:r>
      <w:r w:rsidR="001E461B" w:rsidRPr="00E67132">
        <w:rPr>
          <w:rFonts w:ascii="Calibri" w:hAnsi="Calibri" w:cs="Calibri"/>
          <w:b/>
          <w:noProof/>
          <w:sz w:val="22"/>
          <w:szCs w:val="22"/>
          <w:lang w:val="ro-RO"/>
        </w:rPr>
        <w:t xml:space="preserve">sau </w:t>
      </w:r>
      <w:r w:rsidR="00A352EE" w:rsidRPr="00E67132">
        <w:rPr>
          <w:rFonts w:ascii="Calibri" w:hAnsi="Calibri" w:cs="Calibri"/>
          <w:b/>
          <w:noProof/>
          <w:sz w:val="22"/>
          <w:szCs w:val="22"/>
          <w:lang w:val="ro-RO"/>
        </w:rPr>
        <w:t>liceale în domeniul agricol*</w:t>
      </w:r>
      <w:r w:rsidR="001E461B" w:rsidRPr="00E67132">
        <w:rPr>
          <w:rFonts w:ascii="Calibri" w:hAnsi="Calibri" w:cs="Calibri"/>
          <w:b/>
          <w:noProof/>
          <w:sz w:val="22"/>
          <w:szCs w:val="22"/>
          <w:lang w:val="ro-RO"/>
        </w:rPr>
        <w:t>........</w:t>
      </w:r>
      <w:r w:rsidR="00BC08D4" w:rsidRPr="00E67132">
        <w:rPr>
          <w:rFonts w:ascii="Calibri" w:hAnsi="Calibri" w:cs="Calibri"/>
          <w:b/>
          <w:noProof/>
          <w:sz w:val="22"/>
          <w:szCs w:val="22"/>
          <w:lang w:val="ro-RO"/>
        </w:rPr>
        <w:t xml:space="preserve">25 </w:t>
      </w:r>
      <w:r w:rsidR="00FE5014" w:rsidRPr="00E67132">
        <w:rPr>
          <w:rFonts w:ascii="Calibri" w:hAnsi="Calibri" w:cs="Calibri"/>
          <w:b/>
          <w:noProof/>
          <w:sz w:val="22"/>
          <w:szCs w:val="22"/>
          <w:lang w:val="ro-RO"/>
        </w:rPr>
        <w:t xml:space="preserve"> puncte</w:t>
      </w:r>
    </w:p>
    <w:p w14:paraId="5844B381" w14:textId="77777777" w:rsidR="00F414C3" w:rsidRPr="00E67132" w:rsidRDefault="00F414C3" w:rsidP="00DB06CE">
      <w:pPr>
        <w:tabs>
          <w:tab w:val="left" w:pos="450"/>
          <w:tab w:val="left" w:pos="3120"/>
          <w:tab w:val="left" w:pos="3240"/>
          <w:tab w:val="center" w:pos="4320"/>
          <w:tab w:val="right" w:pos="8640"/>
        </w:tabs>
        <w:jc w:val="both"/>
        <w:rPr>
          <w:rFonts w:ascii="Calibri" w:hAnsi="Calibri" w:cs="Calibri"/>
          <w:b/>
          <w:noProof/>
          <w:sz w:val="22"/>
          <w:szCs w:val="22"/>
          <w:lang w:val="ro-RO"/>
        </w:rPr>
      </w:pPr>
      <w:r w:rsidRPr="00E67132">
        <w:rPr>
          <w:rFonts w:ascii="Calibri" w:hAnsi="Calibri"/>
          <w:noProof/>
          <w:lang w:val="ro-RO"/>
        </w:rPr>
        <w:t xml:space="preserve">3. Formare profesională care conferă un nivel de calificare superior nivelului minim obligatoriu solicitat prin eligibilitate, astfel - </w:t>
      </w:r>
      <w:r w:rsidRPr="00E67132">
        <w:rPr>
          <w:rFonts w:ascii="Calibri" w:hAnsi="Calibri" w:cs="Calibri"/>
          <w:noProof/>
          <w:lang w:val="ro-RO"/>
        </w:rPr>
        <w:t>formare profesională care conferă un nivel de calificare prin studii/ curs de calificare în domeniul agricol, agro-alimentar, veterinar sau economie agrară (cel puţin Nivelul I de calificare, conform legislaţiei aplicabile la momentul acordării certificatului de calificare profesională)..</w:t>
      </w:r>
      <w:r w:rsidR="00741AF6" w:rsidRPr="00E67132">
        <w:rPr>
          <w:rFonts w:ascii="Calibri" w:hAnsi="Calibri" w:cs="Calibri"/>
          <w:noProof/>
          <w:lang w:val="ro-RO"/>
        </w:rPr>
        <w:t>...........................</w:t>
      </w:r>
      <w:r w:rsidRPr="00E67132">
        <w:rPr>
          <w:rFonts w:ascii="Calibri" w:hAnsi="Calibri" w:cs="Calibri"/>
          <w:noProof/>
          <w:lang w:val="ro-RO"/>
        </w:rPr>
        <w:t>15 puncte</w:t>
      </w:r>
    </w:p>
    <w:p w14:paraId="505F4514" w14:textId="19F8CBE1" w:rsidR="007304E0" w:rsidRDefault="007304E0" w:rsidP="00DB06CE">
      <w:pPr>
        <w:tabs>
          <w:tab w:val="left" w:pos="3120"/>
          <w:tab w:val="center" w:pos="4320"/>
          <w:tab w:val="right" w:pos="8640"/>
        </w:tabs>
        <w:ind w:left="360"/>
        <w:jc w:val="both"/>
        <w:rPr>
          <w:rFonts w:ascii="Calibri" w:hAnsi="Calibri" w:cs="Calibri"/>
          <w:b/>
          <w:bCs/>
          <w:noProof/>
          <w:sz w:val="22"/>
          <w:szCs w:val="22"/>
          <w:lang w:val="ro-RO"/>
        </w:rPr>
      </w:pPr>
    </w:p>
    <w:p w14:paraId="78B23573" w14:textId="77777777" w:rsidR="000F1E00" w:rsidRPr="00E67132" w:rsidRDefault="000F1E00" w:rsidP="00DB06CE">
      <w:pPr>
        <w:tabs>
          <w:tab w:val="left" w:pos="3120"/>
          <w:tab w:val="center" w:pos="4320"/>
          <w:tab w:val="right" w:pos="8640"/>
        </w:tabs>
        <w:ind w:left="360"/>
        <w:jc w:val="both"/>
        <w:rPr>
          <w:rFonts w:ascii="Calibri" w:hAnsi="Calibri" w:cs="Calibri"/>
          <w:b/>
          <w:bCs/>
          <w:noProof/>
          <w:sz w:val="22"/>
          <w:szCs w:val="22"/>
          <w:lang w:val="ro-RO"/>
        </w:rPr>
      </w:pPr>
    </w:p>
    <w:p w14:paraId="03E000BB" w14:textId="437EA1E5" w:rsidR="003F7E78" w:rsidRPr="00E67132" w:rsidRDefault="007304E0" w:rsidP="00DB06CE">
      <w:pPr>
        <w:tabs>
          <w:tab w:val="left" w:pos="3120"/>
          <w:tab w:val="center" w:pos="4320"/>
          <w:tab w:val="right" w:pos="8640"/>
        </w:tabs>
        <w:jc w:val="both"/>
        <w:rPr>
          <w:rFonts w:ascii="Calibri" w:hAnsi="Calibri" w:cs="Calibri"/>
          <w:noProof/>
          <w:color w:val="000000"/>
          <w:sz w:val="22"/>
          <w:szCs w:val="22"/>
          <w:lang w:val="ro-RO"/>
        </w:rPr>
      </w:pPr>
      <w:r w:rsidRPr="00E67132">
        <w:rPr>
          <w:rFonts w:ascii="Calibri" w:hAnsi="Calibri" w:cs="Calibri"/>
          <w:noProof/>
          <w:sz w:val="22"/>
          <w:szCs w:val="22"/>
          <w:lang w:val="ro-RO"/>
        </w:rPr>
        <w:t xml:space="preserve">*Prin domeniul agricol se înţelege: pentru studii universitare, ramura de ştiinţe  „Ingineria resurselor vegetale şi animale” (conform HG nr. 580/2014 cu modificările şi completările ulterioare), </w:t>
      </w:r>
      <w:r w:rsidR="00CF0DFC" w:rsidRPr="00E67132">
        <w:rPr>
          <w:rFonts w:ascii="Calibri" w:hAnsi="Calibri" w:cs="Calibri"/>
          <w:noProof/>
          <w:color w:val="000000"/>
          <w:sz w:val="22"/>
          <w:szCs w:val="22"/>
          <w:lang w:val="ro-RO"/>
        </w:rPr>
        <w:t>iar conform HG nr. 844/2002 cu modificările şi completările ulterioare,pentru studii liceale, prin domeniul agricol se înţeleg profiluri încadrate la: agricultură, industrie alimentară, silvicultură, protecţia mediului, inclusiv toate calificările care fac referinţă în titulatură la domeniul agricol (ex. mecanică agricolă).</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19786A" w:rsidRPr="00E67132" w14:paraId="788C150C" w14:textId="77777777" w:rsidTr="004F64DE">
        <w:tc>
          <w:tcPr>
            <w:tcW w:w="4885" w:type="dxa"/>
            <w:shd w:val="clear" w:color="auto" w:fill="C0C0C0"/>
          </w:tcPr>
          <w:p w14:paraId="41213B6D" w14:textId="77777777" w:rsidR="0019786A" w:rsidRPr="00E67132" w:rsidRDefault="0019786A" w:rsidP="0019786A">
            <w:pPr>
              <w:tabs>
                <w:tab w:val="left" w:pos="3120"/>
                <w:tab w:val="center" w:pos="4320"/>
                <w:tab w:val="right" w:pos="8640"/>
              </w:tabs>
              <w:rPr>
                <w:rFonts w:ascii="Calibri" w:hAnsi="Calibri" w:cs="Calibri"/>
                <w:b/>
                <w:noProof/>
                <w:sz w:val="22"/>
                <w:szCs w:val="22"/>
                <w:lang w:val="ro-RO"/>
              </w:rPr>
            </w:pPr>
            <w:r w:rsidRPr="00E67132">
              <w:rPr>
                <w:rFonts w:ascii="Calibri" w:hAnsi="Calibri" w:cs="Calibri"/>
                <w:b/>
                <w:noProof/>
                <w:sz w:val="22"/>
                <w:szCs w:val="22"/>
                <w:lang w:val="ro-RO"/>
              </w:rPr>
              <w:t>DOCUMENTE  PREZENTATE</w:t>
            </w:r>
          </w:p>
        </w:tc>
        <w:tc>
          <w:tcPr>
            <w:tcW w:w="4905" w:type="dxa"/>
            <w:shd w:val="clear" w:color="auto" w:fill="C0C0C0"/>
          </w:tcPr>
          <w:p w14:paraId="32F19273" w14:textId="77777777" w:rsidR="0019786A" w:rsidRPr="00E67132" w:rsidRDefault="0019786A" w:rsidP="0019786A">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textAlignment w:val="center"/>
              <w:rPr>
                <w:rFonts w:ascii="Calibri" w:hAnsi="Calibri" w:cs="Calibri"/>
                <w:b/>
                <w:noProof/>
                <w:sz w:val="22"/>
                <w:szCs w:val="22"/>
                <w:lang w:val="ro-RO"/>
              </w:rPr>
            </w:pPr>
            <w:r w:rsidRPr="00E67132">
              <w:rPr>
                <w:rFonts w:ascii="Calibri" w:hAnsi="Calibri" w:cs="Calibri"/>
                <w:b/>
                <w:noProof/>
                <w:sz w:val="22"/>
                <w:szCs w:val="22"/>
                <w:lang w:val="ro-RO"/>
              </w:rPr>
              <w:t>PUNCTE DE VERIFICAT ÎN CADRUL DOCUMENTELOR  PREZENTATE</w:t>
            </w:r>
          </w:p>
        </w:tc>
      </w:tr>
      <w:tr w:rsidR="0019786A" w:rsidRPr="00E67132" w14:paraId="002A5305" w14:textId="77777777" w:rsidTr="004F64DE">
        <w:trPr>
          <w:trHeight w:val="647"/>
        </w:trPr>
        <w:tc>
          <w:tcPr>
            <w:tcW w:w="4885" w:type="dxa"/>
          </w:tcPr>
          <w:p w14:paraId="3110744E" w14:textId="77777777" w:rsidR="00DC6931" w:rsidRPr="00E67132" w:rsidRDefault="00DC6931" w:rsidP="00B5370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Doc. Copie după certificat/diplomă de studii in domeniul agricol</w:t>
            </w:r>
          </w:p>
          <w:p w14:paraId="5F4AB36B" w14:textId="77777777" w:rsidR="00DC6931" w:rsidRPr="00E67132" w:rsidRDefault="00DC6931" w:rsidP="00B53708">
            <w:pPr>
              <w:tabs>
                <w:tab w:val="left" w:pos="3120"/>
                <w:tab w:val="center" w:pos="4320"/>
                <w:tab w:val="right" w:pos="8640"/>
              </w:tabs>
              <w:jc w:val="both"/>
              <w:rPr>
                <w:rFonts w:ascii="Calibri" w:hAnsi="Calibri" w:cs="Calibri"/>
                <w:b/>
                <w:noProof/>
                <w:sz w:val="22"/>
                <w:szCs w:val="22"/>
                <w:lang w:val="ro-RO"/>
              </w:rPr>
            </w:pPr>
          </w:p>
          <w:p w14:paraId="4FD1FCF7" w14:textId="77777777" w:rsidR="0019786A" w:rsidRPr="00E67132" w:rsidRDefault="0019786A" w:rsidP="00B5370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sau,</w:t>
            </w:r>
          </w:p>
          <w:p w14:paraId="45E27B8D" w14:textId="77777777" w:rsidR="009F6CD7" w:rsidRPr="00E67132" w:rsidRDefault="0019786A" w:rsidP="00B53708">
            <w:pPr>
              <w:pStyle w:val="NoSpacing"/>
              <w:jc w:val="both"/>
              <w:rPr>
                <w:rFonts w:cs="Calibri"/>
                <w:b/>
                <w:i/>
                <w:noProof/>
                <w:lang w:val="ro-RO"/>
              </w:rPr>
            </w:pPr>
            <w:r w:rsidRPr="00E67132">
              <w:rPr>
                <w:rFonts w:cs="Calibri"/>
                <w:b/>
                <w:noProof/>
                <w:lang w:val="ro-RO"/>
              </w:rPr>
              <w:t>Document care atesta nivelul de calificare în domeniul agricol de cel puţin Nivel 1 de calificare profesională.</w:t>
            </w:r>
            <w:r w:rsidR="009F6CD7" w:rsidRPr="00E67132">
              <w:rPr>
                <w:rFonts w:cs="Calibri"/>
                <w:b/>
                <w:i/>
                <w:noProof/>
                <w:lang w:val="ro-RO"/>
              </w:rPr>
              <w:t xml:space="preserve"> </w:t>
            </w:r>
          </w:p>
          <w:p w14:paraId="1CAAB8AD" w14:textId="77777777" w:rsidR="00182258" w:rsidRPr="00E67132" w:rsidRDefault="00182258" w:rsidP="00B53708">
            <w:pPr>
              <w:pStyle w:val="NoSpacing"/>
              <w:jc w:val="both"/>
              <w:rPr>
                <w:rFonts w:cs="Calibri"/>
                <w:b/>
                <w:i/>
                <w:noProof/>
                <w:lang w:val="ro-RO"/>
              </w:rPr>
            </w:pPr>
          </w:p>
          <w:p w14:paraId="5C7B8044" w14:textId="77777777" w:rsidR="005F36E3" w:rsidRPr="00E67132" w:rsidRDefault="005F36E3" w:rsidP="00B53708">
            <w:pPr>
              <w:pStyle w:val="NoSpacing"/>
              <w:jc w:val="both"/>
              <w:rPr>
                <w:rFonts w:cs="Calibri"/>
                <w:b/>
                <w:i/>
                <w:noProof/>
                <w:lang w:val="ro-RO"/>
              </w:rPr>
            </w:pPr>
          </w:p>
          <w:p w14:paraId="035598BD" w14:textId="39618B99" w:rsidR="0019786A" w:rsidRDefault="0019786A" w:rsidP="00B53708">
            <w:pPr>
              <w:jc w:val="both"/>
              <w:rPr>
                <w:rFonts w:asciiTheme="minorHAnsi" w:hAnsiTheme="minorHAnsi" w:cstheme="minorHAnsi"/>
                <w:noProof/>
                <w:sz w:val="22"/>
                <w:szCs w:val="22"/>
                <w:lang w:val="ro-RO"/>
              </w:rPr>
            </w:pPr>
          </w:p>
          <w:p w14:paraId="77B4776E" w14:textId="24D5F86D" w:rsidR="00874876" w:rsidRPr="00874876" w:rsidRDefault="00874876" w:rsidP="00B53708">
            <w:pPr>
              <w:jc w:val="both"/>
              <w:rPr>
                <w:rFonts w:ascii="Calibri" w:hAnsi="Calibri" w:cs="Calibri"/>
                <w:b/>
                <w:bCs/>
                <w:noProof/>
                <w:sz w:val="22"/>
                <w:szCs w:val="22"/>
                <w:lang w:val="ro-RO"/>
              </w:rPr>
            </w:pPr>
            <w:r w:rsidRPr="00874876">
              <w:rPr>
                <w:rFonts w:ascii="Calibri" w:hAnsi="Calibri" w:cs="Calibri"/>
                <w:b/>
                <w:bCs/>
                <w:noProof/>
                <w:sz w:val="22"/>
                <w:szCs w:val="22"/>
                <w:lang w:val="ro-RO"/>
              </w:rPr>
              <w:t xml:space="preserve">Dacă este cazul, cetățenii români din afara granițelor României vor depune un  </w:t>
            </w:r>
            <w:r w:rsidRPr="00874876">
              <w:rPr>
                <w:rFonts w:ascii="Calibri" w:hAnsi="Calibri" w:cs="Calibri"/>
                <w:bCs/>
                <w:noProof/>
                <w:sz w:val="22"/>
                <w:szCs w:val="22"/>
                <w:lang w:val="fr-FR"/>
              </w:rPr>
              <w:t>document oficial (diplomă/certificat de absolvire/</w:t>
            </w:r>
            <w:r w:rsidRPr="00874876">
              <w:rPr>
                <w:rFonts w:ascii="Calibri" w:hAnsi="Calibri" w:cs="Calibri"/>
                <w:b/>
                <w:bCs/>
                <w:noProof/>
                <w:sz w:val="22"/>
                <w:szCs w:val="22"/>
                <w:lang w:val="fr-FR"/>
              </w:rPr>
              <w:t xml:space="preserve"> </w:t>
            </w:r>
            <w:r w:rsidRPr="00874876">
              <w:rPr>
                <w:rFonts w:ascii="Calibri" w:hAnsi="Calibri" w:cs="Calibri"/>
                <w:bCs/>
                <w:noProof/>
                <w:sz w:val="22"/>
                <w:szCs w:val="22"/>
                <w:lang w:val="fr-FR"/>
              </w:rPr>
              <w:t>adeverinţă de absolvire a studiilor respective, însoţită de situația școlară* sau alt document care să dovedească absolvirea unui</w:t>
            </w:r>
            <w:r w:rsidRPr="00874876" w:rsidDel="00C54D2F">
              <w:rPr>
                <w:rFonts w:ascii="Calibri" w:hAnsi="Calibri" w:cs="Calibri"/>
                <w:bCs/>
                <w:noProof/>
                <w:sz w:val="22"/>
                <w:szCs w:val="22"/>
                <w:lang w:val="fr-FR"/>
              </w:rPr>
              <w:t xml:space="preserve"> </w:t>
            </w:r>
            <w:r w:rsidRPr="00874876">
              <w:rPr>
                <w:rFonts w:ascii="Calibri" w:hAnsi="Calibri" w:cs="Calibri"/>
                <w:bCs/>
                <w:noProof/>
                <w:sz w:val="22"/>
                <w:szCs w:val="22"/>
                <w:lang w:val="fr-FR"/>
              </w:rPr>
              <w:t>program de studiu)</w:t>
            </w:r>
            <w:r w:rsidRPr="00874876">
              <w:rPr>
                <w:rFonts w:ascii="Calibri" w:hAnsi="Calibri" w:cs="Calibri"/>
                <w:bCs/>
                <w:noProof/>
                <w:sz w:val="22"/>
                <w:szCs w:val="22"/>
              </w:rPr>
              <w:t>,</w:t>
            </w:r>
            <w:r w:rsidRPr="00874876">
              <w:rPr>
                <w:rFonts w:ascii="Calibri" w:hAnsi="Calibri" w:cs="Calibri"/>
                <w:bCs/>
                <w:noProof/>
                <w:sz w:val="22"/>
                <w:szCs w:val="22"/>
                <w:lang w:val="fr-FR"/>
              </w:rPr>
              <w:t xml:space="preserve"> în domeniul agricol, agro-alimentar, veterinar sau economie agrară a solicitantului</w:t>
            </w:r>
            <w:r w:rsidR="002B440E">
              <w:rPr>
                <w:rFonts w:ascii="Calibri" w:hAnsi="Calibri" w:cs="Calibri"/>
                <w:bCs/>
                <w:noProof/>
                <w:sz w:val="22"/>
                <w:szCs w:val="22"/>
                <w:lang w:val="fr-FR"/>
              </w:rPr>
              <w:t>,</w:t>
            </w:r>
            <w:r w:rsidRPr="00874876">
              <w:rPr>
                <w:rFonts w:ascii="Calibri" w:hAnsi="Calibri" w:cs="Calibri"/>
                <w:bCs/>
                <w:noProof/>
                <w:sz w:val="22"/>
                <w:szCs w:val="22"/>
                <w:lang w:val="fr-FR"/>
              </w:rPr>
              <w:t xml:space="preserve"> </w:t>
            </w:r>
            <w:r w:rsidRPr="00874876">
              <w:rPr>
                <w:rFonts w:ascii="Calibri" w:hAnsi="Calibri" w:cs="Calibri"/>
                <w:bCs/>
                <w:noProof/>
                <w:sz w:val="22"/>
                <w:szCs w:val="22"/>
                <w:lang w:val="ro-RO"/>
              </w:rPr>
              <w:t>în state</w:t>
            </w:r>
            <w:r w:rsidR="002B440E">
              <w:rPr>
                <w:rFonts w:ascii="Calibri" w:hAnsi="Calibri" w:cs="Calibri"/>
                <w:bCs/>
                <w:noProof/>
                <w:sz w:val="22"/>
                <w:szCs w:val="22"/>
                <w:lang w:val="ro-RO"/>
              </w:rPr>
              <w:t>le</w:t>
            </w:r>
            <w:r w:rsidRPr="00874876">
              <w:rPr>
                <w:rFonts w:ascii="Calibri" w:hAnsi="Calibri" w:cs="Calibri"/>
                <w:bCs/>
                <w:noProof/>
                <w:sz w:val="22"/>
                <w:szCs w:val="22"/>
                <w:lang w:val="ro-RO"/>
              </w:rPr>
              <w:t xml:space="preserve"> </w:t>
            </w:r>
            <w:r w:rsidR="002B440E">
              <w:rPr>
                <w:rFonts w:ascii="Calibri" w:hAnsi="Calibri" w:cs="Calibri"/>
                <w:bCs/>
                <w:noProof/>
                <w:sz w:val="22"/>
                <w:szCs w:val="22"/>
                <w:lang w:val="ro-RO"/>
              </w:rPr>
              <w:t xml:space="preserve">membre </w:t>
            </w:r>
            <w:r w:rsidRPr="00874876">
              <w:rPr>
                <w:rFonts w:ascii="Calibri" w:hAnsi="Calibri" w:cs="Calibri"/>
                <w:bCs/>
                <w:noProof/>
                <w:sz w:val="22"/>
                <w:szCs w:val="22"/>
                <w:lang w:val="ro-RO"/>
              </w:rPr>
              <w:t>UE sau terțe UE</w:t>
            </w:r>
            <w:r w:rsidR="002B440E">
              <w:rPr>
                <w:rFonts w:ascii="Calibri" w:hAnsi="Calibri" w:cs="Calibri"/>
                <w:bCs/>
                <w:noProof/>
                <w:sz w:val="22"/>
                <w:szCs w:val="22"/>
                <w:lang w:val="ro-RO"/>
              </w:rPr>
              <w:t>,</w:t>
            </w:r>
            <w:r w:rsidRPr="00874876">
              <w:rPr>
                <w:rFonts w:ascii="Calibri" w:hAnsi="Calibri" w:cs="Calibri"/>
                <w:bCs/>
                <w:noProof/>
                <w:sz w:val="22"/>
                <w:szCs w:val="22"/>
                <w:lang w:val="ro-RO"/>
              </w:rPr>
              <w:t xml:space="preserve"> </w:t>
            </w:r>
            <w:r w:rsidRPr="00874876">
              <w:rPr>
                <w:rFonts w:ascii="Calibri" w:hAnsi="Calibri" w:cs="Calibri"/>
                <w:b/>
                <w:bCs/>
                <w:noProof/>
                <w:sz w:val="22"/>
                <w:szCs w:val="22"/>
                <w:lang w:val="ro-RO"/>
              </w:rPr>
              <w:t>echivalat, conform legislaţiei naţionale, până la depunerea  cererii de fi</w:t>
            </w:r>
            <w:r w:rsidR="00B53708">
              <w:rPr>
                <w:rFonts w:ascii="Calibri" w:hAnsi="Calibri" w:cs="Calibri"/>
                <w:b/>
                <w:bCs/>
                <w:noProof/>
                <w:sz w:val="22"/>
                <w:szCs w:val="22"/>
                <w:lang w:val="ro-RO"/>
              </w:rPr>
              <w:t>nanţare</w:t>
            </w:r>
            <w:r w:rsidRPr="00874876">
              <w:rPr>
                <w:rFonts w:ascii="Calibri" w:hAnsi="Calibri" w:cs="Calibri"/>
                <w:b/>
                <w:bCs/>
                <w:noProof/>
                <w:sz w:val="22"/>
                <w:szCs w:val="22"/>
                <w:lang w:val="ro-RO"/>
              </w:rPr>
              <w:t>.</w:t>
            </w:r>
          </w:p>
          <w:p w14:paraId="6156B164" w14:textId="77777777" w:rsidR="00874876" w:rsidRPr="00874876" w:rsidRDefault="00874876" w:rsidP="00B53708">
            <w:pPr>
              <w:jc w:val="both"/>
              <w:rPr>
                <w:rFonts w:ascii="Calibri" w:hAnsi="Calibri" w:cs="Calibri"/>
                <w:b/>
                <w:bCs/>
                <w:noProof/>
                <w:sz w:val="22"/>
                <w:szCs w:val="22"/>
                <w:lang w:val="ro-RO"/>
              </w:rPr>
            </w:pPr>
          </w:p>
          <w:p w14:paraId="55E04209" w14:textId="77777777" w:rsidR="00874876" w:rsidRPr="00874876" w:rsidRDefault="00874876" w:rsidP="00B53708">
            <w:pPr>
              <w:jc w:val="both"/>
              <w:rPr>
                <w:rFonts w:ascii="Calibri" w:hAnsi="Calibri" w:cs="Calibri"/>
                <w:b/>
                <w:bCs/>
                <w:noProof/>
                <w:sz w:val="22"/>
                <w:szCs w:val="22"/>
                <w:lang w:val="ro-RO"/>
              </w:rPr>
            </w:pPr>
            <w:r w:rsidRPr="00874876">
              <w:rPr>
                <w:rFonts w:ascii="Calibri" w:hAnsi="Calibri" w:cs="Calibri"/>
                <w:b/>
                <w:bCs/>
                <w:noProof/>
                <w:sz w:val="22"/>
                <w:szCs w:val="22"/>
                <w:lang w:val="ro-RO"/>
              </w:rPr>
              <w:t xml:space="preserve">Studiile absolvite de cetățenii români în afara granițelor României trebuie să fie echivalate conform legislației naționale cu ramurile pentru care se acordă punctaj de selecție </w:t>
            </w:r>
            <w:r w:rsidRPr="00874876">
              <w:rPr>
                <w:rFonts w:ascii="Calibri" w:hAnsi="Calibri" w:cs="Calibri"/>
                <w:bCs/>
                <w:noProof/>
                <w:sz w:val="22"/>
                <w:szCs w:val="22"/>
                <w:lang w:val="ro-RO"/>
              </w:rPr>
              <w:t>conform HG nr. 580/2014 cu modificările şi completările ulterioare și HG nr. 844/2002 cu modificările şi completările ulterioare.</w:t>
            </w:r>
          </w:p>
          <w:p w14:paraId="45ABA902" w14:textId="77777777" w:rsidR="009E0935" w:rsidRPr="00E67132" w:rsidRDefault="009E0935" w:rsidP="00B53708">
            <w:pPr>
              <w:jc w:val="both"/>
              <w:rPr>
                <w:rFonts w:ascii="Calibri" w:hAnsi="Calibri" w:cs="Calibri"/>
                <w:noProof/>
                <w:sz w:val="22"/>
                <w:szCs w:val="22"/>
                <w:lang w:val="ro-RO"/>
              </w:rPr>
            </w:pPr>
          </w:p>
        </w:tc>
        <w:tc>
          <w:tcPr>
            <w:tcW w:w="4905" w:type="dxa"/>
          </w:tcPr>
          <w:p w14:paraId="657F9D19" w14:textId="77777777" w:rsidR="001E461B" w:rsidRPr="00E67132" w:rsidRDefault="0019786A" w:rsidP="00B5370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Expertul verifica daca solicitantul </w:t>
            </w:r>
            <w:r w:rsidRPr="00E67132">
              <w:rPr>
                <w:rFonts w:ascii="Calibri" w:hAnsi="Calibri" w:cs="Calibri"/>
                <w:b/>
                <w:noProof/>
                <w:sz w:val="22"/>
                <w:szCs w:val="22"/>
                <w:lang w:val="ro-RO"/>
              </w:rPr>
              <w:t>deține competențe și aptitudini profesionale, conform copiei de pe diploma de licenta/</w:t>
            </w:r>
            <w:r w:rsidR="00E17535" w:rsidRPr="00E67132">
              <w:rPr>
                <w:rFonts w:ascii="Calibri" w:hAnsi="Calibri" w:cs="Calibri"/>
                <w:noProof/>
                <w:sz w:val="22"/>
                <w:szCs w:val="22"/>
                <w:lang w:val="ro-RO"/>
              </w:rPr>
              <w:t>master</w:t>
            </w:r>
            <w:r w:rsidRPr="00E67132">
              <w:rPr>
                <w:rFonts w:ascii="Calibri" w:hAnsi="Calibri" w:cs="Calibri"/>
                <w:noProof/>
                <w:sz w:val="22"/>
                <w:szCs w:val="22"/>
                <w:lang w:val="ro-RO"/>
              </w:rPr>
              <w:t xml:space="preserve"> în domeniul agricol</w:t>
            </w:r>
            <w:r w:rsidR="001E461B" w:rsidRPr="00E67132">
              <w:rPr>
                <w:rFonts w:ascii="Calibri" w:hAnsi="Calibri" w:cs="Calibri"/>
                <w:noProof/>
                <w:sz w:val="22"/>
                <w:szCs w:val="22"/>
                <w:lang w:val="ro-RO"/>
              </w:rPr>
              <w:t xml:space="preserve"> eliberată de o instituție de învățământ superior, caz în care solicitantul va obține </w:t>
            </w:r>
            <w:r w:rsidR="00741AF6" w:rsidRPr="00E67132">
              <w:rPr>
                <w:rFonts w:ascii="Calibri" w:hAnsi="Calibri" w:cs="Calibri"/>
                <w:noProof/>
                <w:sz w:val="22"/>
                <w:szCs w:val="22"/>
                <w:lang w:val="ro-RO"/>
              </w:rPr>
              <w:t xml:space="preserve">35 </w:t>
            </w:r>
            <w:r w:rsidR="001E461B" w:rsidRPr="00E67132">
              <w:rPr>
                <w:rFonts w:ascii="Calibri" w:hAnsi="Calibri" w:cs="Calibri"/>
                <w:noProof/>
                <w:sz w:val="22"/>
                <w:szCs w:val="22"/>
                <w:lang w:val="ro-RO"/>
              </w:rPr>
              <w:t xml:space="preserve"> de puncte.</w:t>
            </w:r>
          </w:p>
          <w:p w14:paraId="6BBAAD15" w14:textId="77777777" w:rsidR="00182258" w:rsidRPr="00E67132" w:rsidRDefault="00182258" w:rsidP="00B53708">
            <w:pPr>
              <w:tabs>
                <w:tab w:val="left" w:pos="3120"/>
                <w:tab w:val="center" w:pos="4320"/>
                <w:tab w:val="right" w:pos="8640"/>
              </w:tabs>
              <w:jc w:val="both"/>
              <w:rPr>
                <w:rFonts w:ascii="Calibri" w:hAnsi="Calibri" w:cs="Calibri"/>
                <w:noProof/>
                <w:sz w:val="22"/>
                <w:szCs w:val="22"/>
                <w:lang w:val="ro-RO"/>
              </w:rPr>
            </w:pPr>
          </w:p>
          <w:p w14:paraId="738EF922" w14:textId="77777777" w:rsidR="0019786A" w:rsidRPr="00E67132" w:rsidRDefault="001E461B" w:rsidP="00B5370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Solicitanții care prezintă </w:t>
            </w:r>
            <w:r w:rsidR="0019786A" w:rsidRPr="00E67132">
              <w:rPr>
                <w:rFonts w:ascii="Calibri" w:hAnsi="Calibri" w:cs="Calibri"/>
                <w:b/>
                <w:noProof/>
                <w:sz w:val="22"/>
                <w:szCs w:val="22"/>
                <w:lang w:val="ro-RO"/>
              </w:rPr>
              <w:t xml:space="preserve">copie de pe diploma de studii </w:t>
            </w:r>
            <w:r w:rsidR="0019786A" w:rsidRPr="00E67132">
              <w:rPr>
                <w:rFonts w:ascii="Calibri" w:hAnsi="Calibri" w:cs="Calibri"/>
                <w:noProof/>
                <w:sz w:val="22"/>
                <w:szCs w:val="22"/>
                <w:lang w:val="ro-RO"/>
              </w:rPr>
              <w:t xml:space="preserve">in cazul absolventilor de studii postliceale </w:t>
            </w:r>
            <w:r w:rsidR="009F6CD7" w:rsidRPr="00E67132">
              <w:rPr>
                <w:rFonts w:ascii="Calibri" w:hAnsi="Calibri" w:cs="Calibri"/>
                <w:noProof/>
                <w:sz w:val="22"/>
                <w:szCs w:val="22"/>
                <w:lang w:val="ro-RO"/>
              </w:rPr>
              <w:t xml:space="preserve">sau </w:t>
            </w:r>
            <w:r w:rsidR="0019786A" w:rsidRPr="00E67132">
              <w:rPr>
                <w:rFonts w:ascii="Calibri" w:hAnsi="Calibri" w:cs="Calibri"/>
                <w:noProof/>
                <w:sz w:val="22"/>
                <w:szCs w:val="22"/>
                <w:lang w:val="ro-RO"/>
              </w:rPr>
              <w:t>liceale in domeniul agricol</w:t>
            </w:r>
            <w:r w:rsidRPr="00E67132">
              <w:rPr>
                <w:rFonts w:ascii="Calibri" w:hAnsi="Calibri" w:cs="Calibri"/>
                <w:noProof/>
                <w:sz w:val="22"/>
                <w:szCs w:val="22"/>
                <w:lang w:val="ro-RO"/>
              </w:rPr>
              <w:t xml:space="preserve"> vor primi </w:t>
            </w:r>
            <w:r w:rsidR="00741AF6" w:rsidRPr="00E67132">
              <w:rPr>
                <w:rFonts w:ascii="Calibri" w:hAnsi="Calibri" w:cs="Calibri"/>
                <w:noProof/>
                <w:sz w:val="22"/>
                <w:szCs w:val="22"/>
                <w:lang w:val="ro-RO"/>
              </w:rPr>
              <w:t xml:space="preserve">25 </w:t>
            </w:r>
            <w:r w:rsidRPr="00E67132">
              <w:rPr>
                <w:rFonts w:ascii="Calibri" w:hAnsi="Calibri" w:cs="Calibri"/>
                <w:noProof/>
                <w:sz w:val="22"/>
                <w:szCs w:val="22"/>
                <w:lang w:val="ro-RO"/>
              </w:rPr>
              <w:t xml:space="preserve"> de puncte</w:t>
            </w:r>
            <w:r w:rsidR="0019786A" w:rsidRPr="00E67132">
              <w:rPr>
                <w:rFonts w:ascii="Calibri" w:hAnsi="Calibri" w:cs="Calibri"/>
                <w:noProof/>
                <w:sz w:val="22"/>
                <w:szCs w:val="22"/>
                <w:lang w:val="ro-RO"/>
              </w:rPr>
              <w:t>.</w:t>
            </w:r>
          </w:p>
          <w:p w14:paraId="4EF88CF4" w14:textId="77777777" w:rsidR="00182258" w:rsidRPr="00E67132" w:rsidRDefault="00182258" w:rsidP="00B53708">
            <w:pPr>
              <w:tabs>
                <w:tab w:val="left" w:pos="3120"/>
                <w:tab w:val="center" w:pos="4320"/>
                <w:tab w:val="right" w:pos="8640"/>
              </w:tabs>
              <w:jc w:val="both"/>
              <w:rPr>
                <w:rFonts w:ascii="Calibri" w:hAnsi="Calibri" w:cs="Calibri"/>
                <w:noProof/>
                <w:sz w:val="22"/>
                <w:szCs w:val="22"/>
                <w:lang w:val="ro-RO"/>
              </w:rPr>
            </w:pPr>
          </w:p>
          <w:p w14:paraId="3044535E" w14:textId="77777777" w:rsidR="0019786A" w:rsidRPr="00E67132" w:rsidRDefault="0019786A" w:rsidP="00B5370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Pentru cursurile de formare profesională care conferă un nivel de calificare superior nivelului minim obligatoriu solicitat prin eligibilitate, se verifica in cadrul documentul conform cerintelor</w:t>
            </w:r>
            <w:r w:rsidR="00591EA1" w:rsidRPr="00E67132">
              <w:rPr>
                <w:rFonts w:ascii="Calibri" w:hAnsi="Calibri" w:cs="Calibri"/>
                <w:noProof/>
                <w:sz w:val="22"/>
                <w:szCs w:val="22"/>
                <w:lang w:val="ro-RO"/>
              </w:rPr>
              <w:t xml:space="preserve"> vor primi </w:t>
            </w:r>
            <w:r w:rsidR="00741AF6" w:rsidRPr="00E67132">
              <w:rPr>
                <w:rFonts w:ascii="Calibri" w:hAnsi="Calibri" w:cs="Calibri"/>
                <w:noProof/>
                <w:sz w:val="22"/>
                <w:szCs w:val="22"/>
                <w:lang w:val="ro-RO"/>
              </w:rPr>
              <w:t>15</w:t>
            </w:r>
            <w:r w:rsidR="00591EA1" w:rsidRPr="00E67132">
              <w:rPr>
                <w:rFonts w:ascii="Calibri" w:hAnsi="Calibri" w:cs="Calibri"/>
                <w:noProof/>
                <w:sz w:val="22"/>
                <w:szCs w:val="22"/>
                <w:lang w:val="ro-RO"/>
              </w:rPr>
              <w:t xml:space="preserve"> puncte.</w:t>
            </w:r>
          </w:p>
          <w:p w14:paraId="483F181C" w14:textId="77777777" w:rsidR="00182258" w:rsidRPr="00E67132" w:rsidRDefault="00182258" w:rsidP="00B53708">
            <w:pPr>
              <w:tabs>
                <w:tab w:val="left" w:pos="3120"/>
                <w:tab w:val="center" w:pos="4320"/>
                <w:tab w:val="right" w:pos="8640"/>
              </w:tabs>
              <w:jc w:val="both"/>
              <w:rPr>
                <w:rFonts w:ascii="Calibri" w:hAnsi="Calibri" w:cs="Calibri"/>
                <w:noProof/>
                <w:sz w:val="22"/>
                <w:szCs w:val="22"/>
                <w:lang w:val="ro-RO"/>
              </w:rPr>
            </w:pPr>
          </w:p>
          <w:p w14:paraId="378CD7A5" w14:textId="77777777" w:rsidR="0042320E" w:rsidRPr="00E67132" w:rsidRDefault="0042320E" w:rsidP="00B53708">
            <w:pPr>
              <w:tabs>
                <w:tab w:val="left" w:pos="360"/>
                <w:tab w:val="left" w:pos="709"/>
              </w:tabs>
              <w:spacing w:line="276" w:lineRule="auto"/>
              <w:jc w:val="both"/>
              <w:rPr>
                <w:rFonts w:ascii="Calibri" w:hAnsi="Calibri" w:cs="Calibri"/>
                <w:noProof/>
                <w:sz w:val="22"/>
                <w:szCs w:val="22"/>
                <w:lang w:val="ro-RO"/>
              </w:rPr>
            </w:pPr>
            <w:r w:rsidRPr="00E67132">
              <w:rPr>
                <w:rFonts w:ascii="Calibri" w:hAnsi="Calibri" w:cs="Calibri"/>
                <w:noProof/>
                <w:sz w:val="22"/>
                <w:szCs w:val="22"/>
                <w:lang w:val="ro-RO"/>
              </w:rPr>
              <w:t xml:space="preserve">În cazul în care solicitantul nu poate prezenta diploma în original. Poate fi acceptată o </w:t>
            </w:r>
            <w:r w:rsidRPr="00E67132">
              <w:rPr>
                <w:rFonts w:ascii="Calibri" w:hAnsi="Calibri" w:cs="Calibri"/>
                <w:b/>
                <w:noProof/>
                <w:sz w:val="22"/>
                <w:szCs w:val="22"/>
                <w:lang w:val="ro-RO"/>
              </w:rPr>
              <w:t>adeverinţă de absolvire a studiilor respective</w:t>
            </w:r>
            <w:r w:rsidRPr="00E67132">
              <w:rPr>
                <w:rFonts w:ascii="Calibri" w:hAnsi="Calibri" w:cs="Calibri"/>
                <w:noProof/>
                <w:sz w:val="22"/>
                <w:szCs w:val="22"/>
                <w:lang w:val="ro-RO"/>
              </w:rPr>
              <w:t xml:space="preserve">, însoţită de </w:t>
            </w:r>
            <w:r w:rsidR="00824D54" w:rsidRPr="00E67132">
              <w:rPr>
                <w:rFonts w:ascii="Calibri" w:hAnsi="Calibri" w:cs="Calibri"/>
                <w:noProof/>
                <w:sz w:val="22"/>
                <w:szCs w:val="22"/>
                <w:lang w:val="ro-RO"/>
              </w:rPr>
              <w:t>situația școlară disponibilă</w:t>
            </w:r>
            <w:r w:rsidRPr="00E67132">
              <w:rPr>
                <w:rFonts w:ascii="Calibri" w:hAnsi="Calibri" w:cs="Calibri"/>
                <w:noProof/>
                <w:sz w:val="22"/>
                <w:szCs w:val="22"/>
                <w:lang w:val="ro-RO"/>
              </w:rPr>
              <w:t>, sub condiţia prezentării diplomei în original pentru acordarea celei de-a doua tranşe de sprijin.</w:t>
            </w:r>
          </w:p>
          <w:p w14:paraId="313996E1" w14:textId="77777777" w:rsidR="008D58F3" w:rsidRPr="00E67132" w:rsidRDefault="008D58F3" w:rsidP="00B53708">
            <w:pPr>
              <w:tabs>
                <w:tab w:val="left" w:pos="360"/>
                <w:tab w:val="left" w:pos="709"/>
              </w:tabs>
              <w:spacing w:line="276" w:lineRule="auto"/>
              <w:jc w:val="both"/>
              <w:rPr>
                <w:rFonts w:ascii="Calibri" w:hAnsi="Calibri" w:cs="Calibri"/>
                <w:b/>
                <w:noProof/>
                <w:sz w:val="22"/>
                <w:szCs w:val="22"/>
                <w:lang w:val="ro-RO"/>
              </w:rPr>
            </w:pPr>
            <w:r w:rsidRPr="00E67132">
              <w:rPr>
                <w:rFonts w:ascii="Calibri" w:hAnsi="Calibri" w:cs="Calibri"/>
                <w:noProof/>
                <w:sz w:val="22"/>
                <w:szCs w:val="22"/>
                <w:lang w:val="ro-RO"/>
              </w:rPr>
              <w:t xml:space="preserve">Absolvirea de studii superioare se dovedeşte cu </w:t>
            </w:r>
            <w:r w:rsidRPr="00E67132">
              <w:rPr>
                <w:rFonts w:ascii="Calibri" w:hAnsi="Calibri" w:cs="Calibri"/>
                <w:b/>
                <w:noProof/>
                <w:sz w:val="22"/>
                <w:szCs w:val="22"/>
                <w:lang w:val="ro-RO"/>
              </w:rPr>
              <w:t>diploma de licenţă/</w:t>
            </w:r>
            <w:r w:rsidR="00E17535" w:rsidRPr="00E67132">
              <w:rPr>
                <w:rFonts w:ascii="Calibri" w:hAnsi="Calibri" w:cs="Calibri"/>
                <w:b/>
                <w:noProof/>
                <w:sz w:val="22"/>
                <w:szCs w:val="22"/>
                <w:lang w:val="ro-RO"/>
              </w:rPr>
              <w:t>master</w:t>
            </w:r>
            <w:r w:rsidRPr="00E67132">
              <w:rPr>
                <w:rFonts w:ascii="Calibri" w:hAnsi="Calibri" w:cs="Calibri"/>
                <w:b/>
                <w:noProof/>
                <w:sz w:val="22"/>
                <w:szCs w:val="22"/>
                <w:lang w:val="ro-RO"/>
              </w:rPr>
              <w:t>/doctor</w:t>
            </w:r>
            <w:r w:rsidRPr="00E67132">
              <w:rPr>
                <w:rFonts w:ascii="Calibri" w:hAnsi="Calibri" w:cs="Calibri"/>
                <w:noProof/>
                <w:sz w:val="22"/>
                <w:szCs w:val="22"/>
                <w:lang w:val="ro-RO"/>
              </w:rPr>
              <w:t>, iar absolvirea studiilor postliceale</w:t>
            </w:r>
            <w:r w:rsidR="00D475CD" w:rsidRPr="00E67132">
              <w:rPr>
                <w:rFonts w:ascii="Calibri" w:hAnsi="Calibri" w:cs="Calibri"/>
                <w:noProof/>
                <w:sz w:val="22"/>
                <w:szCs w:val="22"/>
                <w:lang w:val="ro-RO"/>
              </w:rPr>
              <w:t xml:space="preserve"> cu </w:t>
            </w:r>
            <w:r w:rsidR="00D475CD" w:rsidRPr="00E67132">
              <w:rPr>
                <w:rFonts w:ascii="Calibri" w:hAnsi="Calibri" w:cs="Calibri"/>
                <w:b/>
                <w:noProof/>
                <w:sz w:val="22"/>
                <w:szCs w:val="22"/>
                <w:lang w:val="ro-RO"/>
              </w:rPr>
              <w:t>diplomă/certificat de absolvire</w:t>
            </w:r>
            <w:r w:rsidR="00D475CD" w:rsidRPr="00E67132">
              <w:rPr>
                <w:rFonts w:ascii="Calibri" w:hAnsi="Calibri" w:cs="Calibri"/>
                <w:noProof/>
                <w:sz w:val="22"/>
                <w:szCs w:val="22"/>
                <w:lang w:val="ro-RO"/>
              </w:rPr>
              <w:t>, iar cele</w:t>
            </w:r>
            <w:r w:rsidRPr="00E67132">
              <w:rPr>
                <w:rFonts w:ascii="Calibri" w:hAnsi="Calibri" w:cs="Calibri"/>
                <w:noProof/>
                <w:sz w:val="22"/>
                <w:szCs w:val="22"/>
                <w:lang w:val="ro-RO"/>
              </w:rPr>
              <w:t xml:space="preserve"> liceal se dovede</w:t>
            </w:r>
            <w:r w:rsidR="00D475CD" w:rsidRPr="00E67132">
              <w:rPr>
                <w:rFonts w:ascii="Calibri" w:hAnsi="Calibri" w:cs="Calibri"/>
                <w:noProof/>
                <w:sz w:val="22"/>
                <w:szCs w:val="22"/>
                <w:lang w:val="ro-RO"/>
              </w:rPr>
              <w:t>sc</w:t>
            </w:r>
            <w:r w:rsidRPr="00E67132">
              <w:rPr>
                <w:rFonts w:ascii="Calibri" w:hAnsi="Calibri" w:cs="Calibri"/>
                <w:noProof/>
                <w:sz w:val="22"/>
                <w:szCs w:val="22"/>
                <w:lang w:val="ro-RO"/>
              </w:rPr>
              <w:t xml:space="preserve"> cu </w:t>
            </w:r>
            <w:r w:rsidRPr="00E67132">
              <w:rPr>
                <w:rFonts w:ascii="Calibri" w:hAnsi="Calibri" w:cs="Calibri"/>
                <w:b/>
                <w:noProof/>
                <w:sz w:val="22"/>
                <w:szCs w:val="22"/>
                <w:lang w:val="ro-RO"/>
              </w:rPr>
              <w:t>diplomă de bacalaureat.</w:t>
            </w:r>
          </w:p>
          <w:p w14:paraId="095E0996" w14:textId="77777777" w:rsidR="0042320E" w:rsidRPr="00E67132" w:rsidRDefault="007F318E" w:rsidP="00B53708">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 xml:space="preserve">II. Pentru demonstrarea criteriului de selecţie privind formarea profesională care conferă un nivel de calificare superior nivelului minim obligatoriu solicitat, se va prezenta </w:t>
            </w:r>
            <w:r w:rsidRPr="00E67132">
              <w:rPr>
                <w:rFonts w:ascii="Calibri" w:hAnsi="Calibri" w:cs="Calibri"/>
                <w:noProof/>
                <w:sz w:val="22"/>
                <w:szCs w:val="22"/>
                <w:lang w:val="ro-RO"/>
              </w:rPr>
              <w:t>actul doveditor (certificat de calificare) eliberat de un formator de formare profesională acreditat (recunoscut de Ministerul Educaţiei și Cercetării Științifice) prin care se certifică competențele profesionale de minim Nivel 1 de calificare în domeniul agricol, agro-alimentar, veterinar sau economie agrară, conform legislaţiei aplicabile la momentul acordării certificatului.</w:t>
            </w:r>
            <w:r w:rsidR="001E461B" w:rsidRPr="00E67132">
              <w:rPr>
                <w:rFonts w:ascii="Calibri" w:hAnsi="Calibri" w:cs="Calibri"/>
                <w:noProof/>
                <w:sz w:val="22"/>
                <w:szCs w:val="22"/>
                <w:lang w:val="ro-RO"/>
              </w:rPr>
              <w:t xml:space="preserve"> </w:t>
            </w:r>
            <w:r w:rsidR="0042320E" w:rsidRPr="00E67132">
              <w:rPr>
                <w:rFonts w:ascii="Calibri" w:hAnsi="Calibri" w:cs="Calibri"/>
                <w:noProof/>
                <w:sz w:val="22"/>
                <w:szCs w:val="22"/>
                <w:lang w:val="ro-RO"/>
              </w:rPr>
              <w:t>Solicitanţii care nu au studii medii/superioare</w:t>
            </w:r>
            <w:r w:rsidR="00CE4B74" w:rsidRPr="00E67132">
              <w:rPr>
                <w:rFonts w:ascii="Calibri" w:hAnsi="Calibri" w:cs="Calibri"/>
                <w:noProof/>
                <w:sz w:val="22"/>
                <w:szCs w:val="22"/>
                <w:lang w:val="ro-RO"/>
              </w:rPr>
              <w:t xml:space="preserve"> vor prezenta</w:t>
            </w:r>
            <w:r w:rsidR="0042320E" w:rsidRPr="00E67132">
              <w:rPr>
                <w:rFonts w:ascii="Calibri" w:hAnsi="Calibri" w:cs="Calibri"/>
                <w:noProof/>
                <w:sz w:val="22"/>
                <w:szCs w:val="22"/>
                <w:lang w:val="ro-RO"/>
              </w:rPr>
              <w:t xml:space="preserve"> diploma de absolvire a minim 8 clase. </w:t>
            </w:r>
          </w:p>
          <w:p w14:paraId="77A27CC8" w14:textId="77777777" w:rsidR="0019786A" w:rsidRPr="00E67132" w:rsidRDefault="0019786A" w:rsidP="00B5370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Nu se acorda punctaj pentru urmatoarele situatii (conditii minime de eligibilitate):</w:t>
            </w:r>
          </w:p>
          <w:p w14:paraId="2F99F4D3" w14:textId="77777777" w:rsidR="0019786A" w:rsidRPr="00E67132" w:rsidRDefault="0019786A" w:rsidP="00B5370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noProof/>
                <w:sz w:val="22"/>
                <w:szCs w:val="22"/>
                <w:lang w:val="ro-RO"/>
              </w:rPr>
              <w:t>-</w:t>
            </w:r>
            <w:r w:rsidRPr="00E67132">
              <w:rPr>
                <w:rFonts w:ascii="Calibri" w:hAnsi="Calibri" w:cs="Calibri"/>
                <w:b/>
                <w:noProof/>
                <w:sz w:val="22"/>
                <w:szCs w:val="22"/>
                <w:lang w:val="ro-RO"/>
              </w:rPr>
              <w:t>angajamentul de a dobândi competențele profesionale adecvate</w:t>
            </w:r>
            <w:r w:rsidRPr="00E67132">
              <w:rPr>
                <w:rFonts w:ascii="Calibri" w:hAnsi="Calibri" w:cs="Calibri"/>
                <w:noProof/>
                <w:sz w:val="22"/>
                <w:szCs w:val="22"/>
                <w:lang w:val="ro-RO"/>
              </w:rPr>
              <w:t xml:space="preserve"> (cele mai sus menţionate – participare la program de instruire, în cazul studiilor deţinute în domeniul non-agricol) </w:t>
            </w:r>
            <w:r w:rsidRPr="00E67132">
              <w:rPr>
                <w:rFonts w:ascii="Calibri" w:hAnsi="Calibri" w:cs="Calibri"/>
                <w:b/>
                <w:noProof/>
                <w:sz w:val="22"/>
                <w:szCs w:val="22"/>
                <w:lang w:val="ro-RO"/>
              </w:rPr>
              <w:t xml:space="preserve">într-o </w:t>
            </w:r>
            <w:r w:rsidR="009035CC" w:rsidRPr="00E67132">
              <w:rPr>
                <w:rFonts w:ascii="Calibri" w:hAnsi="Calibri" w:cs="Calibri"/>
                <w:b/>
                <w:noProof/>
                <w:sz w:val="22"/>
                <w:szCs w:val="22"/>
                <w:lang w:val="ro-RO"/>
              </w:rPr>
              <w:t>perioadă de grație de maximum 33</w:t>
            </w:r>
            <w:r w:rsidRPr="00E67132">
              <w:rPr>
                <w:rFonts w:ascii="Calibri" w:hAnsi="Calibri" w:cs="Calibri"/>
                <w:b/>
                <w:noProof/>
                <w:sz w:val="22"/>
                <w:szCs w:val="22"/>
                <w:lang w:val="ro-RO"/>
              </w:rPr>
              <w:t xml:space="preserve"> de luni de la data adoptării deciziei individuale de acordare a ajutorului;</w:t>
            </w:r>
          </w:p>
          <w:p w14:paraId="40521958" w14:textId="77777777" w:rsidR="00182258" w:rsidRPr="00E67132" w:rsidRDefault="00182258" w:rsidP="00B53708">
            <w:pPr>
              <w:tabs>
                <w:tab w:val="left" w:pos="3120"/>
                <w:tab w:val="center" w:pos="4320"/>
                <w:tab w:val="right" w:pos="8640"/>
              </w:tabs>
              <w:jc w:val="both"/>
              <w:rPr>
                <w:rFonts w:ascii="Calibri" w:hAnsi="Calibri" w:cs="Calibri"/>
                <w:b/>
                <w:noProof/>
                <w:sz w:val="22"/>
                <w:szCs w:val="22"/>
                <w:lang w:val="ro-RO"/>
              </w:rPr>
            </w:pPr>
          </w:p>
          <w:p w14:paraId="28A324E1" w14:textId="77777777" w:rsidR="001E461B" w:rsidRPr="00E67132" w:rsidRDefault="0038085A" w:rsidP="00B53708">
            <w:pPr>
              <w:pStyle w:val="Caption"/>
              <w:jc w:val="both"/>
              <w:rPr>
                <w:rStyle w:val="Emphasis"/>
                <w:rFonts w:ascii="Calibri" w:hAnsi="Calibri" w:cs="Calibri"/>
                <w:noProof/>
                <w:sz w:val="22"/>
                <w:szCs w:val="22"/>
                <w:lang w:val="ro-RO"/>
              </w:rPr>
            </w:pPr>
            <w:r w:rsidRPr="00E67132">
              <w:rPr>
                <w:rStyle w:val="Emphasis"/>
                <w:rFonts w:ascii="Calibri" w:hAnsi="Calibri" w:cs="Calibri"/>
                <w:noProof/>
                <w:sz w:val="22"/>
                <w:szCs w:val="22"/>
                <w:lang w:val="ro-RO"/>
              </w:rPr>
              <w:t xml:space="preserve">- </w:t>
            </w:r>
            <w:r w:rsidR="00824D54" w:rsidRPr="00E67132">
              <w:rPr>
                <w:rStyle w:val="Emphasis"/>
                <w:rFonts w:ascii="Calibri" w:hAnsi="Calibri" w:cs="Calibri"/>
                <w:noProof/>
                <w:sz w:val="22"/>
                <w:szCs w:val="22"/>
                <w:lang w:val="ro-RO"/>
              </w:rPr>
              <w:t xml:space="preserve">competențe </w:t>
            </w:r>
            <w:r w:rsidRPr="00E67132">
              <w:rPr>
                <w:rStyle w:val="Emphasis"/>
                <w:rFonts w:ascii="Calibri" w:hAnsi="Calibri" w:cs="Calibri"/>
                <w:noProof/>
                <w:sz w:val="22"/>
                <w:szCs w:val="22"/>
                <w:lang w:val="ro-RO"/>
              </w:rPr>
              <w:t>în do</w:t>
            </w:r>
            <w:r w:rsidR="00CE4B74" w:rsidRPr="00E67132">
              <w:rPr>
                <w:rStyle w:val="Emphasis"/>
                <w:rFonts w:ascii="Calibri" w:hAnsi="Calibri" w:cs="Calibri"/>
                <w:noProof/>
                <w:sz w:val="22"/>
                <w:szCs w:val="22"/>
                <w:lang w:val="ro-RO"/>
              </w:rPr>
              <w:t>meniul agricol/</w:t>
            </w:r>
            <w:r w:rsidRPr="00E67132">
              <w:rPr>
                <w:rStyle w:val="Emphasis"/>
                <w:rFonts w:ascii="Calibri" w:hAnsi="Calibri" w:cs="Calibri"/>
                <w:noProof/>
                <w:sz w:val="22"/>
                <w:szCs w:val="22"/>
                <w:lang w:val="ro-RO"/>
              </w:rPr>
              <w:t xml:space="preserve"> veterinar</w:t>
            </w:r>
            <w:r w:rsidR="00CE4B74" w:rsidRPr="00E67132">
              <w:rPr>
                <w:rStyle w:val="Emphasis"/>
                <w:rFonts w:ascii="Calibri" w:hAnsi="Calibri" w:cs="Calibri"/>
                <w:noProof/>
                <w:sz w:val="22"/>
                <w:szCs w:val="22"/>
                <w:lang w:val="ro-RO"/>
              </w:rPr>
              <w:t>/</w:t>
            </w:r>
            <w:r w:rsidRPr="00E67132">
              <w:rPr>
                <w:rStyle w:val="Emphasis"/>
                <w:rFonts w:ascii="Calibri" w:hAnsi="Calibri" w:cs="Calibri"/>
                <w:noProof/>
                <w:sz w:val="22"/>
                <w:szCs w:val="22"/>
                <w:lang w:val="ro-RO"/>
              </w:rPr>
              <w:t xml:space="preserve"> economie agrară dobândite prin participarea la programe d</w:t>
            </w:r>
            <w:r w:rsidR="00CE4B74" w:rsidRPr="00E67132">
              <w:rPr>
                <w:rStyle w:val="Emphasis"/>
                <w:rFonts w:ascii="Calibri" w:hAnsi="Calibri" w:cs="Calibri"/>
                <w:noProof/>
                <w:sz w:val="22"/>
                <w:szCs w:val="22"/>
                <w:lang w:val="ro-RO"/>
              </w:rPr>
              <w:t>e iniţiere/instruire/specializat</w:t>
            </w:r>
            <w:r w:rsidRPr="00E67132">
              <w:rPr>
                <w:rStyle w:val="Emphasis"/>
                <w:rFonts w:ascii="Calibri" w:hAnsi="Calibri" w:cs="Calibri"/>
                <w:noProof/>
                <w:sz w:val="22"/>
                <w:szCs w:val="22"/>
                <w:lang w:val="ro-RO"/>
              </w:rPr>
              <w:t>e care nu necesită un document eliberat de formatorii recunoscuţi de către ANC şi presupune un număr de ore sub numărul de ore aferent Nivelului I de calificare profesională</w:t>
            </w:r>
          </w:p>
          <w:p w14:paraId="15CA9266" w14:textId="77777777" w:rsidR="0038085A" w:rsidRPr="00E67132" w:rsidRDefault="0038085A" w:rsidP="00B53708">
            <w:pPr>
              <w:pStyle w:val="Caption"/>
              <w:jc w:val="both"/>
              <w:rPr>
                <w:rStyle w:val="Emphasis"/>
                <w:rFonts w:ascii="Calibri" w:hAnsi="Calibri" w:cs="Calibri"/>
                <w:noProof/>
                <w:sz w:val="22"/>
                <w:szCs w:val="22"/>
                <w:lang w:val="ro-RO"/>
              </w:rPr>
            </w:pPr>
            <w:r w:rsidRPr="00E67132">
              <w:rPr>
                <w:rStyle w:val="Emphasis"/>
                <w:rFonts w:ascii="Calibri" w:hAnsi="Calibri" w:cs="Calibri"/>
                <w:noProof/>
                <w:sz w:val="22"/>
                <w:szCs w:val="22"/>
                <w:lang w:val="ro-RO"/>
              </w:rPr>
              <w:t xml:space="preserve">  sau </w:t>
            </w:r>
          </w:p>
          <w:p w14:paraId="175F118C" w14:textId="77777777" w:rsidR="00205C59" w:rsidRPr="00E67132" w:rsidRDefault="001E461B" w:rsidP="00B53708">
            <w:pPr>
              <w:pStyle w:val="Caption"/>
              <w:numPr>
                <w:ilvl w:val="0"/>
                <w:numId w:val="2"/>
              </w:numPr>
              <w:ind w:left="0"/>
              <w:jc w:val="both"/>
              <w:rPr>
                <w:rStyle w:val="Emphasis"/>
                <w:rFonts w:ascii="Calibri" w:hAnsi="Calibri" w:cs="Calibri"/>
                <w:noProof/>
                <w:sz w:val="22"/>
                <w:szCs w:val="22"/>
                <w:lang w:val="ro-RO"/>
              </w:rPr>
            </w:pPr>
            <w:r w:rsidRPr="00E67132">
              <w:rPr>
                <w:rStyle w:val="Emphasis"/>
                <w:rFonts w:ascii="Calibri" w:hAnsi="Calibri" w:cs="Calibri"/>
                <w:noProof/>
                <w:sz w:val="22"/>
                <w:szCs w:val="22"/>
                <w:lang w:val="ro-RO"/>
              </w:rPr>
              <w:t>-</w:t>
            </w:r>
            <w:r w:rsidR="0097773C" w:rsidRPr="00E67132">
              <w:rPr>
                <w:rStyle w:val="Emphasis"/>
                <w:rFonts w:ascii="Calibri" w:hAnsi="Calibri" w:cs="Calibri"/>
                <w:noProof/>
                <w:sz w:val="22"/>
                <w:szCs w:val="22"/>
                <w:lang w:val="ro-RO"/>
              </w:rPr>
              <w:t xml:space="preserve">copie după certificat/diplomă de studii sau echivalentul acestuia privind </w:t>
            </w:r>
            <w:r w:rsidR="0038085A" w:rsidRPr="00E67132">
              <w:rPr>
                <w:rStyle w:val="Emphasis"/>
                <w:rFonts w:ascii="Calibri" w:hAnsi="Calibri" w:cs="Calibri"/>
                <w:noProof/>
                <w:sz w:val="22"/>
                <w:szCs w:val="22"/>
                <w:lang w:val="ro-RO"/>
              </w:rPr>
              <w:t>recunoaşterea de către un centru de evaluare si certificare a competențelor profesionale obținute pe alte căi decât cele formale autorizat ANC a competenţelor dobândite ca urmare a experienţei profesionale.</w:t>
            </w:r>
          </w:p>
          <w:p w14:paraId="3530EE11" w14:textId="77777777" w:rsidR="00182258" w:rsidRPr="00E67132" w:rsidRDefault="00182258" w:rsidP="00B53708">
            <w:pPr>
              <w:jc w:val="both"/>
              <w:rPr>
                <w:noProof/>
                <w:lang w:val="ro-RO"/>
              </w:rPr>
            </w:pPr>
          </w:p>
          <w:p w14:paraId="3129E395" w14:textId="77777777" w:rsidR="005F36E3" w:rsidRPr="00E67132" w:rsidRDefault="007F142F" w:rsidP="00B53708">
            <w:pPr>
              <w:pStyle w:val="Caption"/>
              <w:numPr>
                <w:ilvl w:val="0"/>
                <w:numId w:val="2"/>
              </w:numPr>
              <w:spacing w:after="100"/>
              <w:ind w:left="0"/>
              <w:jc w:val="both"/>
              <w:rPr>
                <w:rFonts w:asciiTheme="minorHAnsi" w:hAnsiTheme="minorHAnsi"/>
                <w:noProof/>
                <w:sz w:val="22"/>
                <w:szCs w:val="22"/>
                <w:lang w:val="ro-RO"/>
              </w:rPr>
            </w:pPr>
            <w:r w:rsidRPr="00E67132">
              <w:rPr>
                <w:rFonts w:asciiTheme="minorHAnsi" w:hAnsiTheme="minorHAnsi"/>
                <w:noProof/>
                <w:sz w:val="22"/>
                <w:szCs w:val="22"/>
                <w:lang w:val="ro-RO"/>
              </w:rPr>
              <w:t xml:space="preserve">Nivelul I de calificare profesională are o durată de minim 360 ore, pentru certificatele eliberate până la 1 ianuarie 2016, şi 80 de ore pentru cele eliberate ulterior, conform prevederilor legale în vigoare în prezent .Pentru acordarea de punctaj la criteriul 3 de selecţie, sunt acceptate şi </w:t>
            </w:r>
            <w:r w:rsidR="00FD50FC" w:rsidRPr="00E67132">
              <w:rPr>
                <w:rFonts w:asciiTheme="minorHAnsi" w:hAnsiTheme="minorHAnsi"/>
                <w:noProof/>
                <w:sz w:val="22"/>
                <w:szCs w:val="22"/>
                <w:lang w:val="ro-RO"/>
              </w:rPr>
              <w:t>certificatele de absolvire a cursurilor de calificare emise de ANCA.</w:t>
            </w:r>
          </w:p>
          <w:p w14:paraId="2F0CAA10" w14:textId="77777777" w:rsidR="001D5641" w:rsidRPr="00E67132" w:rsidRDefault="001D5641" w:rsidP="00B53708">
            <w:pPr>
              <w:pStyle w:val="Caption"/>
              <w:numPr>
                <w:ilvl w:val="0"/>
                <w:numId w:val="2"/>
              </w:numPr>
              <w:spacing w:after="100"/>
              <w:ind w:left="0"/>
              <w:jc w:val="both"/>
              <w:rPr>
                <w:rFonts w:ascii="Calibri" w:hAnsi="Calibri" w:cs="Calibri"/>
                <w:b/>
                <w:noProof/>
                <w:sz w:val="24"/>
                <w:lang w:val="ro-RO"/>
              </w:rPr>
            </w:pPr>
          </w:p>
          <w:p w14:paraId="13E506F9" w14:textId="77777777" w:rsidR="005F36E3" w:rsidRPr="008A17D6" w:rsidRDefault="001D5641" w:rsidP="00B53708">
            <w:pPr>
              <w:pStyle w:val="Caption"/>
              <w:numPr>
                <w:ilvl w:val="0"/>
                <w:numId w:val="2"/>
              </w:numPr>
              <w:spacing w:after="100"/>
              <w:ind w:left="0"/>
              <w:jc w:val="both"/>
              <w:rPr>
                <w:rFonts w:ascii="Calibri" w:hAnsi="Calibri" w:cs="Calibri"/>
                <w:b/>
                <w:noProof/>
                <w:sz w:val="22"/>
                <w:szCs w:val="22"/>
                <w:lang w:val="ro-RO"/>
              </w:rPr>
            </w:pPr>
            <w:r w:rsidRPr="008A17D6">
              <w:rPr>
                <w:rFonts w:asciiTheme="minorHAnsi" w:hAnsiTheme="minorHAnsi"/>
                <w:b/>
                <w:noProof/>
                <w:sz w:val="22"/>
                <w:szCs w:val="22"/>
                <w:lang w:val="ro-RO"/>
              </w:rPr>
              <w:t>Doc.14</w:t>
            </w:r>
            <w:r w:rsidR="002741BB" w:rsidRPr="008A17D6">
              <w:rPr>
                <w:rFonts w:asciiTheme="minorHAnsi" w:hAnsiTheme="minorHAnsi"/>
                <w:b/>
                <w:noProof/>
                <w:sz w:val="22"/>
                <w:szCs w:val="22"/>
                <w:lang w:val="ro-RO"/>
              </w:rPr>
              <w:t>.2</w:t>
            </w:r>
            <w:r w:rsidRPr="008A17D6">
              <w:rPr>
                <w:rFonts w:asciiTheme="minorHAnsi" w:hAnsiTheme="minorHAnsi"/>
                <w:b/>
                <w:noProof/>
                <w:sz w:val="22"/>
                <w:szCs w:val="22"/>
                <w:lang w:val="ro-RO"/>
              </w:rPr>
              <w:t xml:space="preserve"> </w:t>
            </w:r>
            <w:r w:rsidR="005F36E3" w:rsidRPr="008A17D6">
              <w:rPr>
                <w:rFonts w:asciiTheme="minorHAnsi" w:hAnsiTheme="minorHAnsi"/>
                <w:b/>
                <w:noProof/>
                <w:sz w:val="22"/>
                <w:szCs w:val="22"/>
                <w:lang w:val="ro-RO"/>
              </w:rPr>
              <w:t>Acordarea punctajului conform c</w:t>
            </w:r>
            <w:r w:rsidR="005F36E3" w:rsidRPr="008A17D6">
              <w:rPr>
                <w:rFonts w:ascii="Calibri" w:hAnsi="Calibri" w:cs="Calibri"/>
                <w:b/>
                <w:noProof/>
                <w:sz w:val="22"/>
                <w:szCs w:val="22"/>
                <w:lang w:val="ro-RO"/>
              </w:rPr>
              <w:t>erințel</w:t>
            </w:r>
            <w:r w:rsidR="001F4871" w:rsidRPr="008A17D6">
              <w:rPr>
                <w:rFonts w:ascii="Calibri" w:hAnsi="Calibri" w:cs="Calibri"/>
                <w:b/>
                <w:noProof/>
                <w:sz w:val="22"/>
                <w:szCs w:val="22"/>
                <w:lang w:val="ro-RO"/>
              </w:rPr>
              <w:t>o</w:t>
            </w:r>
            <w:r w:rsidR="005F36E3" w:rsidRPr="008A17D6">
              <w:rPr>
                <w:rFonts w:ascii="Calibri" w:hAnsi="Calibri" w:cs="Calibri"/>
                <w:b/>
                <w:noProof/>
                <w:sz w:val="22"/>
                <w:szCs w:val="22"/>
                <w:lang w:val="ro-RO"/>
              </w:rPr>
              <w:t>r</w:t>
            </w:r>
            <w:r w:rsidR="00AF345B" w:rsidRPr="008A17D6">
              <w:rPr>
                <w:rFonts w:ascii="Calibri" w:hAnsi="Calibri" w:cs="Calibri"/>
                <w:b/>
                <w:noProof/>
                <w:sz w:val="22"/>
                <w:szCs w:val="22"/>
                <w:lang w:val="ro-RO"/>
              </w:rPr>
              <w:t xml:space="preserve"> de mai sus este valabilă</w:t>
            </w:r>
            <w:r w:rsidR="005F36E3" w:rsidRPr="008A17D6">
              <w:rPr>
                <w:rFonts w:ascii="Calibri" w:hAnsi="Calibri" w:cs="Calibri"/>
                <w:b/>
                <w:noProof/>
                <w:sz w:val="22"/>
                <w:szCs w:val="22"/>
                <w:lang w:val="ro-RO"/>
              </w:rPr>
              <w:t xml:space="preserve"> și pentru fermierul din afara granițelor țării</w:t>
            </w:r>
          </w:p>
          <w:p w14:paraId="57865FA8" w14:textId="4D77035A" w:rsidR="00874876" w:rsidRDefault="00874876" w:rsidP="00B53708">
            <w:pPr>
              <w:jc w:val="both"/>
              <w:rPr>
                <w:rFonts w:asciiTheme="minorHAnsi" w:hAnsiTheme="minorHAnsi" w:cstheme="minorHAnsi"/>
                <w:sz w:val="22"/>
                <w:szCs w:val="22"/>
                <w:lang w:val="ro-RO"/>
              </w:rPr>
            </w:pPr>
            <w:r>
              <w:rPr>
                <w:rFonts w:asciiTheme="minorHAnsi" w:hAnsiTheme="minorHAnsi" w:cstheme="minorHAnsi"/>
                <w:sz w:val="22"/>
                <w:szCs w:val="22"/>
                <w:lang w:val="ro-RO"/>
              </w:rPr>
              <w:t>C</w:t>
            </w:r>
            <w:r w:rsidRPr="008A17D6">
              <w:rPr>
                <w:rFonts w:asciiTheme="minorHAnsi" w:hAnsiTheme="minorHAnsi" w:cstheme="minorHAnsi"/>
                <w:sz w:val="22"/>
                <w:szCs w:val="22"/>
                <w:lang w:val="ro-RO"/>
              </w:rPr>
              <w:t>etățenii români din afara granițelor României vor depune un  document oficial (diplomă/certificat de absolvire/ adeverinţă de absolvire a studiilor respective, însoţită de situația școlară* sau alt document care să dovedească absolvirea unui program de studiu), în domeniul agricol, agro-alimentar, veterinar sau economie agrară a solicitantului în state</w:t>
            </w:r>
            <w:r w:rsidR="002B440E">
              <w:rPr>
                <w:rFonts w:asciiTheme="minorHAnsi" w:hAnsiTheme="minorHAnsi" w:cstheme="minorHAnsi"/>
                <w:sz w:val="22"/>
                <w:szCs w:val="22"/>
                <w:lang w:val="ro-RO"/>
              </w:rPr>
              <w:t>le membre</w:t>
            </w:r>
            <w:r w:rsidRPr="008A17D6">
              <w:rPr>
                <w:rFonts w:asciiTheme="minorHAnsi" w:hAnsiTheme="minorHAnsi" w:cstheme="minorHAnsi"/>
                <w:sz w:val="22"/>
                <w:szCs w:val="22"/>
                <w:lang w:val="ro-RO"/>
              </w:rPr>
              <w:t xml:space="preserve"> UE sau terțe UE echivalat, conform legislaţiei naţionale, până la depunerea  cererii de finanţare .</w:t>
            </w:r>
          </w:p>
          <w:p w14:paraId="21882CC5" w14:textId="26E26D43" w:rsidR="00874876" w:rsidRPr="008A17D6" w:rsidRDefault="00874876" w:rsidP="00B53708">
            <w:pPr>
              <w:jc w:val="both"/>
              <w:rPr>
                <w:rFonts w:asciiTheme="minorHAnsi" w:hAnsiTheme="minorHAnsi" w:cstheme="minorHAnsi"/>
                <w:sz w:val="22"/>
                <w:szCs w:val="22"/>
                <w:lang w:val="ro-RO"/>
              </w:rPr>
            </w:pPr>
            <w:r w:rsidRPr="008A17D6">
              <w:rPr>
                <w:rFonts w:asciiTheme="minorHAnsi" w:hAnsiTheme="minorHAnsi" w:cstheme="minorHAnsi"/>
                <w:sz w:val="22"/>
                <w:szCs w:val="22"/>
                <w:lang w:val="ro-RO"/>
              </w:rPr>
              <w:t>Studiile absolvite de cetățenii români în afara granițelor României trebuie să fie echivalate conform legislației naționale cu ramurile pentru care se acordă punctaj de selecție conform HG nr. 580/2014 cu modificările şi completările ulterioare și HG nr. 844/2002 cu modificările şi completările ulterioare.</w:t>
            </w:r>
          </w:p>
        </w:tc>
      </w:tr>
    </w:tbl>
    <w:p w14:paraId="72BF84EF" w14:textId="77777777" w:rsidR="00A352EE" w:rsidRPr="00E67132" w:rsidRDefault="00A352EE" w:rsidP="00B93458">
      <w:pPr>
        <w:tabs>
          <w:tab w:val="left" w:pos="3120"/>
          <w:tab w:val="center" w:pos="4320"/>
          <w:tab w:val="right" w:pos="8640"/>
        </w:tabs>
        <w:jc w:val="both"/>
        <w:rPr>
          <w:rFonts w:ascii="Calibri" w:hAnsi="Calibri" w:cs="Calibri"/>
          <w:b/>
          <w:noProof/>
          <w:sz w:val="22"/>
          <w:szCs w:val="22"/>
          <w:lang w:val="ro-RO"/>
        </w:rPr>
      </w:pPr>
    </w:p>
    <w:p w14:paraId="385BC5C7" w14:textId="77777777" w:rsidR="0019786A" w:rsidRPr="00E67132" w:rsidRDefault="00520E2F" w:rsidP="00B9345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P</w:t>
      </w:r>
      <w:r w:rsidR="0019786A" w:rsidRPr="00E67132">
        <w:rPr>
          <w:rFonts w:ascii="Calibri" w:hAnsi="Calibri" w:cs="Calibri"/>
          <w:b/>
          <w:noProof/>
          <w:sz w:val="22"/>
          <w:szCs w:val="22"/>
          <w:lang w:val="ro-RO"/>
        </w:rPr>
        <w:t>S4: Principiul potențialului agricol care vizează zonele cu potențial determinate în baza studiilor de specialitate:</w:t>
      </w:r>
    </w:p>
    <w:p w14:paraId="33BF3C62" w14:textId="77777777" w:rsidR="00A352EE" w:rsidRPr="00E67132" w:rsidRDefault="00A352EE" w:rsidP="00A41E82">
      <w:pPr>
        <w:numPr>
          <w:ilvl w:val="0"/>
          <w:numId w:val="17"/>
        </w:numPr>
        <w:tabs>
          <w:tab w:val="left" w:pos="63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Proiectul este implementat într-o zonă cu potențial ridicat (conform studiului ICPA -anexat)</w:t>
      </w:r>
      <w:r w:rsidR="00FE5014" w:rsidRPr="00E67132">
        <w:rPr>
          <w:rFonts w:ascii="Calibri" w:hAnsi="Calibri" w:cs="Calibri"/>
          <w:noProof/>
          <w:sz w:val="22"/>
          <w:szCs w:val="22"/>
          <w:lang w:val="ro-RO"/>
        </w:rPr>
        <w:t xml:space="preserve"> </w:t>
      </w:r>
      <w:r w:rsidR="003C0313" w:rsidRPr="00E67132">
        <w:rPr>
          <w:rFonts w:ascii="Calibri" w:hAnsi="Calibri" w:cs="Calibri"/>
          <w:noProof/>
          <w:sz w:val="22"/>
          <w:szCs w:val="22"/>
          <w:lang w:val="ro-RO"/>
        </w:rPr>
        <w:t xml:space="preserve">15 </w:t>
      </w:r>
      <w:r w:rsidR="00FE5014" w:rsidRPr="00E67132">
        <w:rPr>
          <w:rFonts w:ascii="Calibri" w:hAnsi="Calibri" w:cs="Calibri"/>
          <w:noProof/>
          <w:sz w:val="22"/>
          <w:szCs w:val="22"/>
          <w:lang w:val="ro-RO"/>
        </w:rPr>
        <w:t>puncte</w:t>
      </w:r>
    </w:p>
    <w:p w14:paraId="4A7C5451" w14:textId="77777777" w:rsidR="00A352EE" w:rsidRPr="00E67132" w:rsidRDefault="00A352EE" w:rsidP="00A41E82">
      <w:pPr>
        <w:numPr>
          <w:ilvl w:val="0"/>
          <w:numId w:val="17"/>
        </w:numPr>
        <w:tabs>
          <w:tab w:val="left" w:pos="630"/>
          <w:tab w:val="center" w:pos="4320"/>
          <w:tab w:val="right" w:pos="8640"/>
        </w:tabs>
        <w:jc w:val="both"/>
        <w:rPr>
          <w:rFonts w:ascii="Calibri" w:hAnsi="Calibri" w:cs="Calibri"/>
          <w:bCs/>
          <w:noProof/>
          <w:sz w:val="22"/>
          <w:szCs w:val="22"/>
          <w:lang w:val="ro-RO"/>
        </w:rPr>
      </w:pPr>
      <w:r w:rsidRPr="00E67132">
        <w:rPr>
          <w:rFonts w:ascii="Calibri" w:hAnsi="Calibri" w:cs="Calibri"/>
          <w:noProof/>
          <w:sz w:val="22"/>
          <w:szCs w:val="22"/>
          <w:lang w:val="ro-RO"/>
        </w:rPr>
        <w:t>Proiectul este implementat într-o zonă cu potențial mediu (conform studiului ICPA anexat)</w:t>
      </w:r>
      <w:r w:rsidR="00FE5014" w:rsidRPr="00E67132">
        <w:rPr>
          <w:rFonts w:ascii="Calibri" w:hAnsi="Calibri" w:cs="Calibri"/>
          <w:noProof/>
          <w:sz w:val="22"/>
          <w:szCs w:val="22"/>
          <w:lang w:val="ro-RO"/>
        </w:rPr>
        <w:t xml:space="preserve"> </w:t>
      </w:r>
      <w:r w:rsidR="003C0313" w:rsidRPr="00E67132">
        <w:rPr>
          <w:rFonts w:ascii="Calibri" w:hAnsi="Calibri" w:cs="Calibri"/>
          <w:noProof/>
          <w:sz w:val="22"/>
          <w:szCs w:val="22"/>
          <w:lang w:val="ro-RO"/>
        </w:rPr>
        <w:t xml:space="preserve">5 </w:t>
      </w:r>
      <w:r w:rsidR="00FE5014" w:rsidRPr="00E67132">
        <w:rPr>
          <w:rFonts w:ascii="Calibri" w:hAnsi="Calibri" w:cs="Calibri"/>
          <w:noProof/>
          <w:sz w:val="22"/>
          <w:szCs w:val="22"/>
          <w:lang w:val="ro-RO"/>
        </w:rPr>
        <w:t>puncte</w:t>
      </w:r>
    </w:p>
    <w:p w14:paraId="1EBB83AA" w14:textId="77777777" w:rsidR="0019786A" w:rsidRPr="00E67132" w:rsidRDefault="0019786A" w:rsidP="00B93458">
      <w:pPr>
        <w:tabs>
          <w:tab w:val="left" w:pos="3120"/>
          <w:tab w:val="center" w:pos="4320"/>
          <w:tab w:val="right" w:pos="8640"/>
        </w:tabs>
        <w:jc w:val="both"/>
        <w:rPr>
          <w:rFonts w:ascii="Calibri" w:hAnsi="Calibri" w:cs="Calibri"/>
          <w:noProof/>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60"/>
        <w:gridCol w:w="4860"/>
      </w:tblGrid>
      <w:tr w:rsidR="0019786A" w:rsidRPr="00E67132" w14:paraId="1169E86C" w14:textId="77777777" w:rsidTr="00684B0F">
        <w:tc>
          <w:tcPr>
            <w:tcW w:w="4660" w:type="dxa"/>
            <w:shd w:val="clear" w:color="auto" w:fill="C0C0C0"/>
          </w:tcPr>
          <w:p w14:paraId="1AB6DB3D" w14:textId="77777777" w:rsidR="0019786A" w:rsidRPr="00E67132" w:rsidRDefault="0019786A" w:rsidP="00B9345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DOCUMENTE  PREZENTATE</w:t>
            </w:r>
          </w:p>
        </w:tc>
        <w:tc>
          <w:tcPr>
            <w:tcW w:w="4860" w:type="dxa"/>
            <w:shd w:val="clear" w:color="auto" w:fill="C0C0C0"/>
          </w:tcPr>
          <w:p w14:paraId="74057BC3" w14:textId="77777777" w:rsidR="0019786A" w:rsidRPr="00E67132" w:rsidRDefault="0019786A" w:rsidP="00B93458">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both"/>
              <w:textAlignment w:val="center"/>
              <w:rPr>
                <w:rFonts w:ascii="Calibri" w:hAnsi="Calibri" w:cs="Calibri"/>
                <w:b/>
                <w:noProof/>
                <w:sz w:val="22"/>
                <w:szCs w:val="22"/>
                <w:lang w:val="ro-RO"/>
              </w:rPr>
            </w:pPr>
            <w:r w:rsidRPr="00E67132">
              <w:rPr>
                <w:rFonts w:ascii="Calibri" w:hAnsi="Calibri" w:cs="Calibri"/>
                <w:b/>
                <w:noProof/>
                <w:sz w:val="22"/>
                <w:szCs w:val="22"/>
                <w:lang w:val="ro-RO"/>
              </w:rPr>
              <w:t>PUNCTE DE VERIFICAT ÎN CADRUL DOCUMENTELOR  PREZENTATE</w:t>
            </w:r>
          </w:p>
        </w:tc>
      </w:tr>
      <w:tr w:rsidR="0019786A" w:rsidRPr="00E67132" w14:paraId="5FBDCD3D" w14:textId="77777777" w:rsidTr="00684B0F">
        <w:tc>
          <w:tcPr>
            <w:tcW w:w="4660" w:type="dxa"/>
          </w:tcPr>
          <w:p w14:paraId="27061F06" w14:textId="77777777" w:rsidR="0019786A" w:rsidRPr="00E67132" w:rsidRDefault="0019786A" w:rsidP="00B93458">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both"/>
              <w:textAlignment w:val="center"/>
              <w:rPr>
                <w:rFonts w:ascii="Calibri" w:hAnsi="Calibri" w:cs="Calibri"/>
                <w:noProof/>
                <w:sz w:val="22"/>
                <w:szCs w:val="22"/>
                <w:lang w:val="ro-RO"/>
              </w:rPr>
            </w:pPr>
            <w:r w:rsidRPr="00E67132">
              <w:rPr>
                <w:rFonts w:ascii="Calibri" w:hAnsi="Calibri" w:cs="Calibri"/>
                <w:noProof/>
                <w:sz w:val="22"/>
                <w:szCs w:val="22"/>
                <w:lang w:val="ro-RO"/>
              </w:rPr>
              <w:t>Doc. Cererea de Finantare,</w:t>
            </w:r>
          </w:p>
          <w:p w14:paraId="30E0EDF7" w14:textId="77777777" w:rsidR="0019786A" w:rsidRPr="00E67132" w:rsidRDefault="0019786A"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Doc.1. Planul de afaceri</w:t>
            </w:r>
          </w:p>
          <w:p w14:paraId="4015ECD4" w14:textId="77777777" w:rsidR="0019786A" w:rsidRPr="00E67132" w:rsidRDefault="0019786A"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Doc. APIA</w:t>
            </w:r>
          </w:p>
        </w:tc>
        <w:tc>
          <w:tcPr>
            <w:tcW w:w="4860" w:type="dxa"/>
          </w:tcPr>
          <w:p w14:paraId="242B6186"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În ceea ce priveşte sectorul vegetal, în calculul notei finale (conform notei de bonitare IC</w:t>
            </w:r>
            <w:r w:rsidR="00565506" w:rsidRPr="00E67132">
              <w:rPr>
                <w:rFonts w:ascii="Calibri" w:hAnsi="Calibri" w:cs="Calibri"/>
                <w:noProof/>
                <w:sz w:val="22"/>
                <w:szCs w:val="22"/>
                <w:lang w:val="ro-RO"/>
              </w:rPr>
              <w:t>P</w:t>
            </w:r>
            <w:r w:rsidRPr="00E67132">
              <w:rPr>
                <w:rFonts w:ascii="Calibri" w:hAnsi="Calibri" w:cs="Calibri"/>
                <w:noProof/>
                <w:sz w:val="22"/>
                <w:szCs w:val="22"/>
                <w:lang w:val="ro-RO"/>
              </w:rPr>
              <w:t>A) se va ţine cont de:</w:t>
            </w:r>
          </w:p>
          <w:p w14:paraId="2F4929B9"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Expertul verifica incadrarea în tipul de potențial (ridicat sau mediu) conform anexei nr. </w:t>
            </w:r>
            <w:r w:rsidR="00565506" w:rsidRPr="00E67132">
              <w:rPr>
                <w:rFonts w:ascii="Calibri" w:hAnsi="Calibri" w:cs="Calibri"/>
                <w:noProof/>
                <w:sz w:val="22"/>
                <w:szCs w:val="22"/>
                <w:lang w:val="ro-RO"/>
              </w:rPr>
              <w:t>6</w:t>
            </w:r>
            <w:r w:rsidRPr="00E67132">
              <w:rPr>
                <w:rFonts w:ascii="Calibri" w:hAnsi="Calibri" w:cs="Calibri"/>
                <w:noProof/>
                <w:sz w:val="22"/>
                <w:szCs w:val="22"/>
                <w:lang w:val="ro-RO"/>
              </w:rPr>
              <w:t>, ținând cont de nota de bonitare a terenurilor din UAT unde figurează cultura majoritară existentă/ înființată (raportat la total valoare SO).</w:t>
            </w:r>
          </w:p>
          <w:p w14:paraId="24D26218" w14:textId="77777777" w:rsidR="004F64DE" w:rsidRPr="00E67132" w:rsidRDefault="004D274F"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6. </w:t>
            </w:r>
          </w:p>
          <w:p w14:paraId="3609FBED" w14:textId="77777777" w:rsidR="004D274F" w:rsidRPr="00E67132" w:rsidRDefault="004D274F"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Studiul OSPA județean privind nota de bonitare a terenurilor agricole va fi însoțit de aviz ICPA.</w:t>
            </w:r>
          </w:p>
          <w:p w14:paraId="38127855"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Dacă exploatația este prevăzută cu sistem de irigații sau prin proiect este prevăzut un astfel de sistem, atunci se va încadra în potentialul agricol conform notei de bonitare aferentă culturilor pentru terenurile irigate, conform anexei nr. </w:t>
            </w:r>
            <w:r w:rsidR="00565506" w:rsidRPr="00E67132">
              <w:rPr>
                <w:rFonts w:ascii="Calibri" w:hAnsi="Calibri" w:cs="Calibri"/>
                <w:noProof/>
                <w:sz w:val="22"/>
                <w:szCs w:val="22"/>
                <w:lang w:val="ro-RO"/>
              </w:rPr>
              <w:t>6</w:t>
            </w:r>
            <w:r w:rsidRPr="00E67132">
              <w:rPr>
                <w:rFonts w:ascii="Calibri" w:hAnsi="Calibri" w:cs="Calibri"/>
                <w:noProof/>
                <w:sz w:val="22"/>
                <w:szCs w:val="22"/>
                <w:lang w:val="ro-RO"/>
              </w:rPr>
              <w:t>.</w:t>
            </w:r>
          </w:p>
          <w:p w14:paraId="379F286D"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Expertul va avea în vedere precizările din legenda aferentă anexei </w:t>
            </w:r>
            <w:r w:rsidR="00565506" w:rsidRPr="00E67132">
              <w:rPr>
                <w:rFonts w:ascii="Calibri" w:hAnsi="Calibri" w:cs="Calibri"/>
                <w:noProof/>
                <w:sz w:val="22"/>
                <w:szCs w:val="22"/>
                <w:lang w:val="ro-RO"/>
              </w:rPr>
              <w:t xml:space="preserve">6 </w:t>
            </w:r>
            <w:r w:rsidRPr="00E67132">
              <w:rPr>
                <w:rFonts w:ascii="Calibri" w:hAnsi="Calibri" w:cs="Calibri"/>
                <w:noProof/>
                <w:sz w:val="22"/>
                <w:szCs w:val="22"/>
                <w:lang w:val="ro-RO"/>
              </w:rPr>
              <w:t xml:space="preserve">prin care se face corelarea dintre culoare și potențial: </w:t>
            </w:r>
          </w:p>
          <w:p w14:paraId="6FDEA560"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ridicat = culoarea verde, </w:t>
            </w:r>
          </w:p>
          <w:p w14:paraId="4B7B5487"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mediu= culoarea galben, </w:t>
            </w:r>
          </w:p>
          <w:p w14:paraId="5566943C"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rosu= reprezinta potențial scăzut și nu se acordă punctaj.</w:t>
            </w:r>
          </w:p>
          <w:p w14:paraId="5B51AFCA" w14:textId="77777777" w:rsidR="00284D4B" w:rsidRPr="00E67132" w:rsidRDefault="0019786A" w:rsidP="007D3BBC">
            <w:pPr>
              <w:pStyle w:val="NoSpacing"/>
              <w:tabs>
                <w:tab w:val="left" w:pos="709"/>
                <w:tab w:val="left" w:pos="1418"/>
                <w:tab w:val="left" w:pos="2127"/>
                <w:tab w:val="left" w:pos="4536"/>
              </w:tabs>
              <w:spacing w:line="276" w:lineRule="auto"/>
              <w:jc w:val="both"/>
              <w:rPr>
                <w:rFonts w:cs="Calibri"/>
                <w:noProof/>
                <w:lang w:val="ro-RO"/>
              </w:rPr>
            </w:pPr>
            <w:r w:rsidRPr="00E67132">
              <w:rPr>
                <w:rFonts w:cs="Calibri"/>
                <w:noProof/>
                <w:lang w:val="ro-RO"/>
              </w:rPr>
              <w:t>Investiţiile în spaţiile protejate (sere, solarii, ciupercării) vor fi încadrate în investiţii din zonele cu potenţial agricol ridicat și se acordă punctajul maxim.</w:t>
            </w:r>
            <w:r w:rsidR="00284D4B" w:rsidRPr="00E67132">
              <w:rPr>
                <w:rFonts w:cs="Calibri"/>
                <w:noProof/>
                <w:lang w:val="ro-RO"/>
              </w:rPr>
              <w:t xml:space="preserve"> In cazul in care cultura propusa prin proiect nu este in foia de lucru” vegetal „ din Anexa 5 , solicitantul va consulta foaia 2 de lucru „ asimilari culturi” pentru incadrarea pe potential </w:t>
            </w:r>
          </w:p>
          <w:p w14:paraId="67D1CB19"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p>
          <w:p w14:paraId="76695B71"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Pentru sectorul zootehnic:</w:t>
            </w:r>
          </w:p>
          <w:p w14:paraId="42E5E454" w14:textId="77777777" w:rsidR="0019786A" w:rsidRPr="00E67132" w:rsidRDefault="0019786A" w:rsidP="007D3BBC">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Se va verifca conform sintezei studiului privind </w:t>
            </w:r>
            <w:r w:rsidRPr="00E67132">
              <w:rPr>
                <w:rFonts w:ascii="Calibri" w:hAnsi="Calibri" w:cs="Calibri"/>
                <w:iCs/>
                <w:noProof/>
                <w:sz w:val="22"/>
                <w:szCs w:val="22"/>
                <w:lang w:val="ro-RO"/>
              </w:rPr>
              <w:t>”</w:t>
            </w:r>
            <w:r w:rsidRPr="00E67132">
              <w:rPr>
                <w:rFonts w:ascii="Calibri" w:hAnsi="Calibri" w:cs="Calibri"/>
                <w:noProof/>
                <w:sz w:val="22"/>
                <w:szCs w:val="22"/>
                <w:lang w:val="ro-RO"/>
              </w:rPr>
              <w:t>Zonarea potențialului de producție agricolă şi a potenţialului de dezvoltare a investiţiilor în activităţile de procesare agro-alimentară, estimarea necesarului de stocare și procesare pe zone”</w:t>
            </w:r>
          </w:p>
          <w:p w14:paraId="0875421C" w14:textId="77777777" w:rsidR="00EA7535" w:rsidRPr="00E67132" w:rsidRDefault="00EA7535"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Pentru reconversia/înfiinţarea exploataţiilor pomicole în zonele cu nota de favorabilitate potențată între 2.5 şi 3.5, acestea vor fi încadrate în zonele cu potenţial agricol mediu (20 p), iar cele din zonele cu nota de favorabilitate potențată mai mare de 3,5 de  vor fi încadrate în zonele cu potenţial agricol ridicat (</w:t>
            </w:r>
            <w:r w:rsidR="001E4248" w:rsidRPr="00E67132">
              <w:rPr>
                <w:rFonts w:ascii="Calibri" w:hAnsi="Calibri" w:cs="Calibri"/>
                <w:b w:val="0"/>
                <w:i/>
                <w:noProof/>
                <w:sz w:val="22"/>
                <w:szCs w:val="22"/>
                <w:lang w:val="ro-RO"/>
              </w:rPr>
              <w:t xml:space="preserve"> 15 puncte</w:t>
            </w:r>
            <w:r w:rsidRPr="00E67132">
              <w:rPr>
                <w:rFonts w:ascii="Calibri" w:hAnsi="Calibri" w:cs="Calibri"/>
                <w:b w:val="0"/>
                <w:i/>
                <w:noProof/>
                <w:sz w:val="22"/>
                <w:szCs w:val="22"/>
                <w:lang w:val="ro-RO"/>
              </w:rPr>
              <w:t>).</w:t>
            </w:r>
          </w:p>
          <w:p w14:paraId="1575EC9D" w14:textId="77777777" w:rsidR="00567FE2" w:rsidRPr="00E67132" w:rsidRDefault="00EA7535" w:rsidP="007D3BBC">
            <w:pPr>
              <w:spacing w:line="276" w:lineRule="auto"/>
              <w:jc w:val="both"/>
              <w:rPr>
                <w:rFonts w:ascii="Calibri" w:hAnsi="Calibri" w:cs="Calibri"/>
                <w:i/>
                <w:noProof/>
                <w:sz w:val="22"/>
                <w:szCs w:val="22"/>
                <w:lang w:val="ro-RO"/>
              </w:rPr>
            </w:pPr>
            <w:r w:rsidRPr="00E67132">
              <w:rPr>
                <w:rFonts w:ascii="Calibri" w:hAnsi="Calibri" w:cs="Calibri"/>
                <w:i/>
                <w:noProof/>
                <w:sz w:val="22"/>
                <w:szCs w:val="22"/>
                <w:lang w:val="ro-RO"/>
              </w:rPr>
              <w:t xml:space="preserve">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11), acestea vor fi încadrate în investiţii din zonele cu potenţial agricol ridicat și se acordă automat punctajul aferent primului criteriu </w:t>
            </w:r>
            <w:r w:rsidR="00CC0777" w:rsidRPr="00E67132">
              <w:rPr>
                <w:rFonts w:ascii="Calibri" w:hAnsi="Calibri" w:cs="Calibri"/>
                <w:i/>
                <w:noProof/>
                <w:sz w:val="22"/>
                <w:szCs w:val="22"/>
                <w:lang w:val="ro-RO"/>
              </w:rPr>
              <w:t xml:space="preserve">– potențial ridicat </w:t>
            </w:r>
            <w:r w:rsidRPr="00E67132">
              <w:rPr>
                <w:rFonts w:ascii="Calibri" w:hAnsi="Calibri" w:cs="Calibri"/>
                <w:i/>
                <w:noProof/>
                <w:sz w:val="22"/>
                <w:szCs w:val="22"/>
                <w:lang w:val="ro-RO"/>
              </w:rPr>
              <w:t>(</w:t>
            </w:r>
            <w:r w:rsidR="00107B4A" w:rsidRPr="00E67132">
              <w:rPr>
                <w:rFonts w:ascii="Calibri" w:hAnsi="Calibri" w:cs="Calibri"/>
                <w:i/>
                <w:noProof/>
                <w:sz w:val="22"/>
                <w:szCs w:val="22"/>
                <w:lang w:val="ro-RO"/>
              </w:rPr>
              <w:t>15</w:t>
            </w:r>
            <w:r w:rsidRPr="00E67132">
              <w:rPr>
                <w:rFonts w:ascii="Calibri" w:hAnsi="Calibri" w:cs="Calibri"/>
                <w:i/>
                <w:noProof/>
                <w:sz w:val="22"/>
                <w:szCs w:val="22"/>
                <w:lang w:val="ro-RO"/>
              </w:rPr>
              <w:t xml:space="preserve"> p</w:t>
            </w:r>
            <w:r w:rsidR="00107B4A" w:rsidRPr="00E67132">
              <w:rPr>
                <w:rFonts w:ascii="Calibri" w:hAnsi="Calibri" w:cs="Calibri"/>
                <w:i/>
                <w:noProof/>
                <w:sz w:val="22"/>
                <w:szCs w:val="22"/>
                <w:lang w:val="ro-RO"/>
              </w:rPr>
              <w:t>uncte</w:t>
            </w:r>
            <w:r w:rsidRPr="00E67132">
              <w:rPr>
                <w:rFonts w:ascii="Calibri" w:hAnsi="Calibri" w:cs="Calibri"/>
                <w:i/>
                <w:noProof/>
                <w:sz w:val="22"/>
                <w:szCs w:val="22"/>
                <w:lang w:val="ro-RO"/>
              </w:rPr>
              <w:t>).</w:t>
            </w:r>
          </w:p>
          <w:p w14:paraId="6802FE9A" w14:textId="77777777" w:rsidR="00567FE2" w:rsidRPr="00E67132" w:rsidRDefault="00567FE2" w:rsidP="007D3BBC">
            <w:pPr>
              <w:jc w:val="both"/>
              <w:rPr>
                <w:rFonts w:ascii="Calibri" w:hAnsi="Calibri" w:cs="Calibri"/>
                <w:noProof/>
                <w:sz w:val="22"/>
                <w:szCs w:val="22"/>
                <w:lang w:val="ro-RO"/>
              </w:rPr>
            </w:pPr>
            <w:r w:rsidRPr="00E67132">
              <w:rPr>
                <w:rFonts w:ascii="Calibri" w:hAnsi="Calibri" w:cs="Calibri"/>
                <w:noProof/>
                <w:sz w:val="22"/>
                <w:szCs w:val="22"/>
                <w:lang w:val="ro-RO"/>
              </w:rPr>
              <w:t xml:space="preserve">Referitor la creşterea animalelor, încadrarea în tipul de potențial (ridicat sau mediu) conform anexei nr.6  se va face ținând cont de nota de bonitare acordată UAT unde este </w:t>
            </w:r>
            <w:r w:rsidR="00AB410C" w:rsidRPr="00E67132">
              <w:rPr>
                <w:rFonts w:ascii="Calibri" w:hAnsi="Calibri" w:cs="Calibri"/>
                <w:noProof/>
                <w:sz w:val="22"/>
                <w:szCs w:val="22"/>
                <w:lang w:val="ro-RO"/>
              </w:rPr>
              <w:t xml:space="preserve">înregistrată </w:t>
            </w:r>
            <w:r w:rsidR="008C6C69" w:rsidRPr="00E67132">
              <w:rPr>
                <w:rFonts w:ascii="Calibri" w:hAnsi="Calibri" w:cs="Calibri"/>
                <w:noProof/>
                <w:sz w:val="22"/>
                <w:szCs w:val="22"/>
                <w:lang w:val="ro-RO"/>
              </w:rPr>
              <w:t>exploataţia</w:t>
            </w:r>
            <w:r w:rsidRPr="00E67132">
              <w:rPr>
                <w:rFonts w:ascii="Calibri" w:hAnsi="Calibri" w:cs="Calibri"/>
                <w:noProof/>
                <w:sz w:val="22"/>
                <w:szCs w:val="22"/>
                <w:lang w:val="ro-RO"/>
              </w:rPr>
              <w:t xml:space="preserve">, în funcţie de modul de creştere a animalelor, în sistem închis sau liber, şi de  existenţa sau nu a acţiunii de procesare în cadrul fermei.  Se va lua în calcul </w:t>
            </w:r>
            <w:r w:rsidR="002B692E" w:rsidRPr="00E67132">
              <w:rPr>
                <w:rFonts w:ascii="Calibri" w:hAnsi="Calibri" w:cs="Calibri"/>
                <w:noProof/>
                <w:sz w:val="22"/>
                <w:szCs w:val="22"/>
                <w:lang w:val="ro-RO"/>
              </w:rPr>
              <w:t>specia</w:t>
            </w:r>
            <w:r w:rsidRPr="00E67132">
              <w:rPr>
                <w:rFonts w:ascii="Calibri" w:hAnsi="Calibri" w:cs="Calibri"/>
                <w:noProof/>
                <w:sz w:val="22"/>
                <w:szCs w:val="22"/>
                <w:lang w:val="ro-RO"/>
              </w:rPr>
              <w:t xml:space="preserve"> de animale predominantă din nucleul total al fermei.  (potențial ridicat = culoarea verde, mediu= culoarea galben, culoarea rosu reprezinta potențial scăzut și nu se acordă punctaj).</w:t>
            </w:r>
          </w:p>
          <w:p w14:paraId="55EE434B" w14:textId="77777777" w:rsidR="00A439A0" w:rsidRPr="00E67132" w:rsidRDefault="003F177D" w:rsidP="007D3BBC">
            <w:pPr>
              <w:spacing w:line="276" w:lineRule="auto"/>
              <w:jc w:val="both"/>
              <w:rPr>
                <w:rFonts w:ascii="Calibri" w:hAnsi="Calibri" w:cs="Calibri"/>
                <w:noProof/>
                <w:sz w:val="22"/>
                <w:szCs w:val="22"/>
                <w:lang w:val="ro-RO"/>
              </w:rPr>
            </w:pPr>
            <w:r w:rsidRPr="00E67132">
              <w:rPr>
                <w:rFonts w:ascii="Calibri" w:hAnsi="Calibri" w:cs="Calibri"/>
                <w:i/>
                <w:noProof/>
                <w:sz w:val="22"/>
                <w:szCs w:val="22"/>
                <w:lang w:val="ro-RO"/>
              </w:rPr>
              <w:t xml:space="preserve">În cazul în care solicitantul consideră că </w:t>
            </w:r>
            <w:r w:rsidR="00C373CD" w:rsidRPr="00E67132">
              <w:rPr>
                <w:rFonts w:ascii="Calibri" w:hAnsi="Calibri" w:cs="Calibri"/>
                <w:i/>
                <w:noProof/>
                <w:sz w:val="22"/>
                <w:szCs w:val="22"/>
                <w:lang w:val="ro-RO"/>
              </w:rPr>
              <w:t xml:space="preserve">încadrarea pe tipul de potential </w:t>
            </w:r>
            <w:r w:rsidR="00E603FD" w:rsidRPr="00E67132">
              <w:rPr>
                <w:rFonts w:ascii="Calibri" w:hAnsi="Calibri" w:cs="Calibri"/>
                <w:i/>
                <w:noProof/>
                <w:sz w:val="22"/>
                <w:szCs w:val="22"/>
                <w:lang w:val="ro-RO"/>
              </w:rPr>
              <w:t xml:space="preserve">agricol </w:t>
            </w:r>
            <w:r w:rsidR="00C373CD" w:rsidRPr="00E67132">
              <w:rPr>
                <w:rFonts w:ascii="Calibri" w:hAnsi="Calibri" w:cs="Calibri"/>
                <w:i/>
                <w:noProof/>
                <w:sz w:val="22"/>
                <w:szCs w:val="22"/>
                <w:lang w:val="ro-RO"/>
              </w:rPr>
              <w:t>(</w:t>
            </w:r>
            <w:r w:rsidR="00E603FD" w:rsidRPr="00E67132">
              <w:rPr>
                <w:rFonts w:ascii="Calibri" w:hAnsi="Calibri" w:cs="Calibri"/>
                <w:i/>
                <w:noProof/>
                <w:sz w:val="22"/>
                <w:szCs w:val="22"/>
                <w:lang w:val="ro-RO"/>
              </w:rPr>
              <w:t xml:space="preserve">scăzut, </w:t>
            </w:r>
            <w:r w:rsidR="00C373CD" w:rsidRPr="00E67132">
              <w:rPr>
                <w:rFonts w:ascii="Calibri" w:hAnsi="Calibri" w:cs="Calibri"/>
                <w:i/>
                <w:noProof/>
                <w:sz w:val="22"/>
                <w:szCs w:val="22"/>
                <w:lang w:val="ro-RO"/>
              </w:rPr>
              <w:t>ridicat sau mediu)</w:t>
            </w:r>
            <w:r w:rsidRPr="00E67132">
              <w:rPr>
                <w:rFonts w:ascii="Calibri" w:hAnsi="Calibri" w:cs="Calibri"/>
                <w:i/>
                <w:noProof/>
                <w:sz w:val="22"/>
                <w:szCs w:val="22"/>
                <w:lang w:val="ro-RO"/>
              </w:rPr>
              <w:t xml:space="preserve"> la nivel de UAT nu corespunde cu realitatea</w:t>
            </w:r>
            <w:r w:rsidR="006C0969" w:rsidRPr="00E67132">
              <w:rPr>
                <w:rFonts w:ascii="Calibri" w:hAnsi="Calibri" w:cs="Calibri"/>
                <w:i/>
                <w:noProof/>
                <w:sz w:val="22"/>
                <w:szCs w:val="22"/>
                <w:lang w:val="ro-RO"/>
              </w:rPr>
              <w:t>,</w:t>
            </w:r>
            <w:r w:rsidRPr="00E67132">
              <w:rPr>
                <w:rFonts w:ascii="Calibri" w:hAnsi="Calibri" w:cs="Calibri"/>
                <w:i/>
                <w:noProof/>
                <w:sz w:val="22"/>
                <w:szCs w:val="22"/>
                <w:lang w:val="ro-RO"/>
              </w:rPr>
              <w:t xml:space="preserve"> acesta își va putea reevalua </w:t>
            </w:r>
            <w:r w:rsidR="006C0969" w:rsidRPr="00E67132">
              <w:rPr>
                <w:rFonts w:ascii="Calibri" w:hAnsi="Calibri" w:cs="Calibri"/>
                <w:i/>
                <w:noProof/>
                <w:sz w:val="22"/>
                <w:szCs w:val="22"/>
                <w:lang w:val="ro-RO"/>
              </w:rPr>
              <w:t>potenţialul agricol</w:t>
            </w:r>
            <w:r w:rsidR="00E603FD" w:rsidRPr="00E67132">
              <w:rPr>
                <w:rFonts w:ascii="Calibri" w:hAnsi="Calibri" w:cs="Calibri"/>
                <w:i/>
                <w:noProof/>
                <w:sz w:val="22"/>
                <w:szCs w:val="22"/>
                <w:lang w:val="ro-RO"/>
              </w:rPr>
              <w:t xml:space="preserve"> pentru exploataţia zootehnică</w:t>
            </w:r>
            <w:r w:rsidRPr="00E67132">
              <w:rPr>
                <w:rFonts w:ascii="Calibri" w:hAnsi="Calibri" w:cs="Calibri"/>
                <w:i/>
                <w:noProof/>
                <w:sz w:val="22"/>
                <w:szCs w:val="22"/>
                <w:lang w:val="ro-RO"/>
              </w:rPr>
              <w:t xml:space="preserve">  utilizând calculatorul din  Anexa nr. 6</w:t>
            </w:r>
            <w:r w:rsidR="00E603FD" w:rsidRPr="00E67132">
              <w:rPr>
                <w:rFonts w:ascii="Calibri" w:hAnsi="Calibri" w:cs="Calibri"/>
                <w:i/>
                <w:noProof/>
                <w:sz w:val="22"/>
                <w:szCs w:val="22"/>
                <w:lang w:val="ro-RO"/>
              </w:rPr>
              <w:t xml:space="preserve"> a sector zootehnic la Ghidul solicitantului privind reevaluarea potențialului agricol din sectorul zootehnic pentru efectivul pe care îl deține la momentul depunerii cererii de finanțare. (</w:t>
            </w:r>
            <w:r w:rsidR="006C0969" w:rsidRPr="00E67132">
              <w:rPr>
                <w:rFonts w:ascii="Calibri" w:hAnsi="Calibri" w:cs="Calibri"/>
                <w:i/>
                <w:noProof/>
                <w:sz w:val="22"/>
                <w:szCs w:val="22"/>
                <w:lang w:val="ro-RO"/>
              </w:rPr>
              <w:t>ţinând cont de Metodologia de Calcul inclusă în anexă</w:t>
            </w:r>
            <w:r w:rsidR="00E603FD" w:rsidRPr="00E67132">
              <w:rPr>
                <w:rFonts w:ascii="Calibri" w:hAnsi="Calibri" w:cs="Calibri"/>
                <w:i/>
                <w:noProof/>
                <w:sz w:val="22"/>
                <w:szCs w:val="22"/>
                <w:lang w:val="ro-RO"/>
              </w:rPr>
              <w:t>).</w:t>
            </w:r>
            <w:r w:rsidR="006C0969" w:rsidRPr="00E67132">
              <w:rPr>
                <w:rFonts w:ascii="Calibri" w:hAnsi="Calibri" w:cs="Calibri"/>
                <w:i/>
                <w:noProof/>
                <w:sz w:val="22"/>
                <w:szCs w:val="22"/>
                <w:lang w:val="ro-RO"/>
              </w:rPr>
              <w:t xml:space="preserve"> </w:t>
            </w:r>
            <w:r w:rsidRPr="00E67132">
              <w:rPr>
                <w:rFonts w:ascii="Calibri" w:hAnsi="Calibri" w:cs="Calibri"/>
                <w:i/>
                <w:noProof/>
                <w:sz w:val="22"/>
                <w:szCs w:val="22"/>
                <w:lang w:val="ro-RO"/>
              </w:rPr>
              <w:t xml:space="preserve"> </w:t>
            </w:r>
          </w:p>
          <w:p w14:paraId="30987CEC" w14:textId="77777777" w:rsidR="00A439A0" w:rsidRPr="00E67132" w:rsidRDefault="00A439A0" w:rsidP="007D3BBC">
            <w:pPr>
              <w:jc w:val="both"/>
              <w:rPr>
                <w:rFonts w:ascii="Calibri" w:hAnsi="Calibri" w:cs="Calibri"/>
                <w:noProof/>
                <w:sz w:val="22"/>
                <w:szCs w:val="22"/>
                <w:lang w:val="ro-RO"/>
              </w:rPr>
            </w:pPr>
          </w:p>
          <w:p w14:paraId="64FD3A0E" w14:textId="77777777" w:rsidR="0019786A" w:rsidRPr="00E67132" w:rsidRDefault="00567FE2" w:rsidP="007D3BBC">
            <w:pPr>
              <w:pStyle w:val="BodyText3"/>
              <w:jc w:val="both"/>
              <w:rPr>
                <w:rFonts w:ascii="Calibri" w:hAnsi="Calibri" w:cs="Calibri"/>
                <w:i/>
                <w:noProof/>
                <w:sz w:val="22"/>
                <w:szCs w:val="22"/>
                <w:lang w:val="ro-RO"/>
              </w:rPr>
            </w:pPr>
            <w:r w:rsidRPr="00E67132">
              <w:rPr>
                <w:rFonts w:ascii="Calibri" w:hAnsi="Calibri" w:cs="Calibri"/>
                <w:b w:val="0"/>
                <w:i/>
                <w:noProof/>
                <w:sz w:val="22"/>
                <w:szCs w:val="22"/>
                <w:lang w:val="ro-RO"/>
              </w:rPr>
              <w:t>În cazul exploataţiilor ce vizează creşterea albinelor, se va acorda punctjul maxim</w:t>
            </w:r>
            <w:r w:rsidR="001E1327" w:rsidRPr="00E67132">
              <w:rPr>
                <w:rFonts w:ascii="Calibri" w:hAnsi="Calibri" w:cs="Calibri"/>
                <w:b w:val="0"/>
                <w:bCs w:val="0"/>
                <w:i/>
                <w:noProof/>
                <w:sz w:val="22"/>
                <w:szCs w:val="22"/>
                <w:lang w:val="ro-RO" w:eastAsia="en-US"/>
              </w:rPr>
              <w:t xml:space="preserve"> (potențial ridicat)</w:t>
            </w:r>
            <w:r w:rsidRPr="00E67132">
              <w:rPr>
                <w:rFonts w:ascii="Calibri" w:hAnsi="Calibri" w:cs="Calibri"/>
                <w:b w:val="0"/>
                <w:bCs w:val="0"/>
                <w:i/>
                <w:noProof/>
                <w:sz w:val="22"/>
                <w:szCs w:val="22"/>
                <w:lang w:val="ro-RO" w:eastAsia="en-US"/>
              </w:rPr>
              <w:t>.</w:t>
            </w:r>
            <w:r w:rsidR="00FE5014" w:rsidRPr="00E67132">
              <w:rPr>
                <w:rFonts w:ascii="Calibri" w:hAnsi="Calibri" w:cs="Calibri"/>
                <w:i/>
                <w:noProof/>
                <w:sz w:val="22"/>
                <w:szCs w:val="22"/>
                <w:lang w:val="ro-RO"/>
              </w:rPr>
              <w:t xml:space="preserve"> </w:t>
            </w:r>
          </w:p>
          <w:p w14:paraId="61A9207F" w14:textId="77777777" w:rsidR="0085638F" w:rsidRPr="00E67132" w:rsidRDefault="00EB023E" w:rsidP="007D3BBC">
            <w:pPr>
              <w:pStyle w:val="FootnoteText"/>
              <w:jc w:val="both"/>
              <w:rPr>
                <w:rFonts w:ascii="Calibri" w:hAnsi="Calibri"/>
                <w:noProof/>
                <w:sz w:val="22"/>
                <w:szCs w:val="22"/>
              </w:rPr>
            </w:pPr>
            <w:r w:rsidRPr="00E67132">
              <w:rPr>
                <w:rFonts w:ascii="Calibri" w:hAnsi="Calibri" w:cs="Calibri"/>
                <w:noProof/>
                <w:sz w:val="22"/>
                <w:szCs w:val="22"/>
              </w:rPr>
              <w:t>Dacă animalele sunt crescute doar în sistem închis, sistemul de creştere este considerat „închis”, iar dacă pentru o anumită perioadă din an  animalele sunt crescute în sistem liber, sistemul de creştere este considerat „liber”</w:t>
            </w:r>
            <w:r w:rsidR="0085638F" w:rsidRPr="00E67132">
              <w:rPr>
                <w:rFonts w:ascii="Calibri" w:hAnsi="Calibri" w:cs="Calibri"/>
                <w:noProof/>
                <w:sz w:val="22"/>
                <w:szCs w:val="22"/>
              </w:rPr>
              <w:t xml:space="preserve">, </w:t>
            </w:r>
            <w:r w:rsidR="003F177D" w:rsidRPr="00E67132">
              <w:rPr>
                <w:rFonts w:ascii="Calibri" w:hAnsi="Calibri"/>
                <w:noProof/>
                <w:sz w:val="22"/>
                <w:szCs w:val="22"/>
              </w:rPr>
              <w:t>conform Capitolului 4.4 - Dicţionarul de termeni şi condiţii</w:t>
            </w:r>
          </w:p>
          <w:p w14:paraId="30509A2E" w14:textId="77777777" w:rsidR="00C12B6A" w:rsidRPr="00E67132" w:rsidRDefault="00C12B6A" w:rsidP="007D3BBC">
            <w:pPr>
              <w:pStyle w:val="BodyText3"/>
              <w:numPr>
                <w:ilvl w:val="0"/>
                <w:numId w:val="5"/>
              </w:numPr>
              <w:jc w:val="both"/>
              <w:rPr>
                <w:rFonts w:ascii="Calibri" w:hAnsi="Calibri" w:cs="Calibri"/>
                <w:b w:val="0"/>
                <w:i/>
                <w:noProof/>
                <w:sz w:val="22"/>
                <w:szCs w:val="22"/>
                <w:lang w:val="ro-RO"/>
              </w:rPr>
            </w:pPr>
            <w:r w:rsidRPr="00E67132">
              <w:rPr>
                <w:rFonts w:ascii="Calibri" w:hAnsi="Calibri" w:cs="Calibri"/>
                <w:b w:val="0"/>
                <w:i/>
                <w:noProof/>
                <w:sz w:val="22"/>
                <w:szCs w:val="22"/>
                <w:lang w:val="ro-RO"/>
              </w:rPr>
              <w:t>Stabulația – procedeu de întreținere a animalelor  prin menținerea lor în grajd pe perioada de iarnă sau pe întreaga perioadă de crestere, de ingrașare, de mulgere.</w:t>
            </w:r>
          </w:p>
          <w:p w14:paraId="1F379BB9" w14:textId="77777777" w:rsidR="00C12B6A" w:rsidRPr="00E67132" w:rsidRDefault="00C12B6A"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Astfel: dacă animalele sunt crescute doar în sistem închis, sistemul de creştere este considerat „închis”, iar dacă pentru o anumită perioadă din an  animalele sunt crescute în sistem liber, sistemul de creştere este considerat „liber”.</w:t>
            </w:r>
          </w:p>
          <w:p w14:paraId="335DC6D9" w14:textId="77777777" w:rsidR="00C12B6A" w:rsidRPr="00E67132" w:rsidRDefault="00C12B6A" w:rsidP="007D3BBC">
            <w:pPr>
              <w:pStyle w:val="BodyText3"/>
              <w:jc w:val="both"/>
              <w:rPr>
                <w:rFonts w:ascii="Calibri" w:hAnsi="Calibri" w:cs="Calibri"/>
                <w:b w:val="0"/>
                <w:i/>
                <w:noProof/>
                <w:sz w:val="22"/>
                <w:szCs w:val="22"/>
                <w:lang w:val="ro-RO"/>
              </w:rPr>
            </w:pPr>
          </w:p>
          <w:p w14:paraId="2FA246FA" w14:textId="77777777" w:rsidR="00C12B6A" w:rsidRPr="00E67132" w:rsidRDefault="00C12B6A"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Sisteme de întreținere a animalelor </w:t>
            </w:r>
          </w:p>
          <w:p w14:paraId="7F89BDFB" w14:textId="77777777" w:rsidR="00C12B6A" w:rsidRPr="00E67132" w:rsidRDefault="00C12B6A"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w:t>
            </w:r>
            <w:r w:rsidRPr="00E67132">
              <w:rPr>
                <w:rFonts w:ascii="Calibri" w:hAnsi="Calibri" w:cs="Calibri"/>
                <w:b w:val="0"/>
                <w:i/>
                <w:noProof/>
                <w:sz w:val="22"/>
                <w:szCs w:val="22"/>
                <w:lang w:val="ro-RO"/>
              </w:rPr>
              <w:tab/>
              <w:t>întreținerea animalelor în stabulație tot timpul anului- întreținere în incinta fermei (adăposturi și padocuri) cu furajarea animalelor la iesle</w:t>
            </w:r>
          </w:p>
          <w:p w14:paraId="624A4C3B" w14:textId="77777777" w:rsidR="00C12B6A" w:rsidRPr="00E67132" w:rsidRDefault="00C12B6A"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w:t>
            </w:r>
            <w:r w:rsidRPr="00E67132">
              <w:rPr>
                <w:rFonts w:ascii="Calibri" w:hAnsi="Calibri" w:cs="Calibri"/>
                <w:b w:val="0"/>
                <w:i/>
                <w:noProof/>
                <w:sz w:val="22"/>
                <w:szCs w:val="22"/>
                <w:lang w:val="ro-RO"/>
              </w:rPr>
              <w:tab/>
              <w:t>întreținerea animalelor în stabulație pe timpul iernii și pe pășune în timpul verii, caz în care iarna animalele sunt furajate la iesle, iar vara prin păscut pe pășune.</w:t>
            </w:r>
          </w:p>
          <w:p w14:paraId="575B4BA0" w14:textId="77777777" w:rsidR="00C12B6A" w:rsidRPr="00E67132" w:rsidRDefault="00C12B6A" w:rsidP="007D3BBC">
            <w:pPr>
              <w:pStyle w:val="BodyText3"/>
              <w:jc w:val="both"/>
              <w:rPr>
                <w:rFonts w:ascii="Calibri" w:hAnsi="Calibri" w:cs="Calibri"/>
                <w:b w:val="0"/>
                <w:i/>
                <w:noProof/>
                <w:sz w:val="22"/>
                <w:szCs w:val="22"/>
                <w:lang w:val="ro-RO"/>
              </w:rPr>
            </w:pPr>
            <w:r w:rsidRPr="00E67132">
              <w:rPr>
                <w:rFonts w:ascii="Calibri" w:hAnsi="Calibri" w:cs="Calibri"/>
                <w:b w:val="0"/>
                <w:i/>
                <w:noProof/>
                <w:sz w:val="22"/>
                <w:szCs w:val="22"/>
                <w:lang w:val="ro-RO"/>
              </w:rPr>
              <w:t xml:space="preserve">În perioada de stabulație animalele pot fi întreținute în boxe comune, cu mișcare liberă în boxe și în  padocul aferent adăpostului sau pot fi întreținute legate la iesle cu limitarea posibilitații de mișcare. </w:t>
            </w:r>
          </w:p>
          <w:p w14:paraId="64710AF2" w14:textId="77777777" w:rsidR="00EB023E" w:rsidRPr="00E67132" w:rsidRDefault="00C12B6A" w:rsidP="007D3BBC">
            <w:pPr>
              <w:pStyle w:val="BodyText3"/>
              <w:jc w:val="both"/>
              <w:rPr>
                <w:rFonts w:ascii="Calibri" w:hAnsi="Calibri" w:cs="Calibri"/>
                <w:noProof/>
                <w:sz w:val="22"/>
                <w:szCs w:val="22"/>
                <w:lang w:val="ro-RO"/>
              </w:rPr>
            </w:pPr>
            <w:r w:rsidRPr="00E67132">
              <w:rPr>
                <w:rFonts w:ascii="Calibri" w:hAnsi="Calibri" w:cs="Calibri"/>
                <w:b w:val="0"/>
                <w:i/>
                <w:noProof/>
                <w:sz w:val="22"/>
                <w:szCs w:val="22"/>
                <w:lang w:val="ro-RO"/>
              </w:rPr>
              <w:t>Întreținerea în stabulație legată, poate fi în sistem legat permanent sau în sistem legat     în timpul nopții și al mulgerii și sistem liber, în padocuri, în timpul zilei. Singura specie de animale care poate fi întreținută în stabulație legată este specia taurin, dar care din motive de bunăstare și pentru această specie se recomandă întreținerea în stabulație liberă.</w:t>
            </w:r>
          </w:p>
        </w:tc>
      </w:tr>
    </w:tbl>
    <w:p w14:paraId="0F778982" w14:textId="77777777" w:rsidR="00AE1422" w:rsidRPr="00E67132" w:rsidRDefault="00AE1422" w:rsidP="00B93458">
      <w:pPr>
        <w:tabs>
          <w:tab w:val="left" w:pos="3120"/>
          <w:tab w:val="center" w:pos="4320"/>
          <w:tab w:val="right" w:pos="8640"/>
        </w:tabs>
        <w:jc w:val="both"/>
        <w:rPr>
          <w:rFonts w:ascii="Calibri" w:hAnsi="Calibri" w:cs="Calibri"/>
          <w:b/>
          <w:noProof/>
          <w:sz w:val="22"/>
          <w:szCs w:val="22"/>
          <w:lang w:val="ro-RO"/>
        </w:rPr>
      </w:pPr>
    </w:p>
    <w:p w14:paraId="77E30CBA" w14:textId="77777777" w:rsidR="0019786A" w:rsidRPr="00E67132" w:rsidRDefault="00EA75B5" w:rsidP="00B9345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P</w:t>
      </w:r>
      <w:r w:rsidR="0019786A" w:rsidRPr="00E67132">
        <w:rPr>
          <w:rFonts w:ascii="Calibri" w:hAnsi="Calibri" w:cs="Calibri"/>
          <w:b/>
          <w:noProof/>
          <w:sz w:val="22"/>
          <w:szCs w:val="22"/>
          <w:lang w:val="ro-RO"/>
        </w:rPr>
        <w:t xml:space="preserve">S5: Principiul raselor/soiurilor autohtone. </w:t>
      </w:r>
    </w:p>
    <w:p w14:paraId="5C6C26DE" w14:textId="77777777" w:rsidR="00A352EE" w:rsidRPr="00E67132" w:rsidRDefault="00A352EE"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Solicitantul își propune prin proiect sau demonstrează că deţine/ dezvoltă la nivelul exploataţiei agricole şi prevede în cadrul Planului de Afaceri ca va păstra </w:t>
      </w:r>
      <w:r w:rsidR="00260965" w:rsidRPr="00E67132">
        <w:rPr>
          <w:rFonts w:ascii="Calibri" w:hAnsi="Calibri" w:cs="Calibri"/>
          <w:noProof/>
          <w:sz w:val="22"/>
          <w:szCs w:val="22"/>
          <w:lang w:val="ro-RO"/>
        </w:rPr>
        <w:t>/</w:t>
      </w:r>
      <w:r w:rsidRPr="00E67132">
        <w:rPr>
          <w:rFonts w:ascii="Calibri" w:hAnsi="Calibri" w:cs="Calibri"/>
          <w:noProof/>
          <w:sz w:val="22"/>
          <w:szCs w:val="22"/>
          <w:lang w:val="ro-RO"/>
        </w:rPr>
        <w:t xml:space="preserve"> dezvolta nucleul de rase (rasele vor fi certificate şi se vor regăsi în Registrul genealogic al raselor), respectiv soiuri autohtone (conform  </w:t>
      </w:r>
      <w:r w:rsidR="0001744C" w:rsidRPr="00E67132">
        <w:rPr>
          <w:rFonts w:ascii="Calibri" w:hAnsi="Calibri" w:cs="Calibri"/>
          <w:i/>
          <w:noProof/>
          <w:sz w:val="22"/>
          <w:szCs w:val="22"/>
          <w:lang w:val="ro-RO"/>
        </w:rPr>
        <w:t>Catalogul oficial al soiurilor de plante de cultură din România</w:t>
      </w:r>
      <w:r w:rsidR="0001744C" w:rsidRPr="00E67132" w:rsidDel="0001744C">
        <w:rPr>
          <w:rFonts w:ascii="Calibri" w:hAnsi="Calibri" w:cs="Calibri"/>
          <w:noProof/>
          <w:sz w:val="22"/>
          <w:szCs w:val="22"/>
          <w:lang w:val="ro-RO"/>
        </w:rPr>
        <w:t xml:space="preserve"> </w:t>
      </w:r>
      <w:r w:rsidRPr="00E67132">
        <w:rPr>
          <w:rFonts w:ascii="Calibri" w:hAnsi="Calibri" w:cs="Calibri"/>
          <w:noProof/>
          <w:sz w:val="22"/>
          <w:szCs w:val="22"/>
          <w:lang w:val="ro-RO"/>
        </w:rPr>
        <w:t xml:space="preserve">aprobat de către ISTIS) pe toată durata de implementare </w:t>
      </w:r>
      <w:r w:rsidR="00260965" w:rsidRPr="00E67132">
        <w:rPr>
          <w:rFonts w:ascii="Calibri" w:hAnsi="Calibri" w:cs="Calibri"/>
          <w:noProof/>
          <w:sz w:val="22"/>
          <w:szCs w:val="22"/>
          <w:lang w:val="ro-RO"/>
        </w:rPr>
        <w:t xml:space="preserve">şi monitorizare </w:t>
      </w:r>
      <w:r w:rsidRPr="00E67132">
        <w:rPr>
          <w:rFonts w:ascii="Calibri" w:hAnsi="Calibri" w:cs="Calibri"/>
          <w:noProof/>
          <w:sz w:val="22"/>
          <w:szCs w:val="22"/>
          <w:lang w:val="ro-RO"/>
        </w:rPr>
        <w:t>a proiectului.</w:t>
      </w:r>
    </w:p>
    <w:p w14:paraId="3C1BF0AF" w14:textId="77777777" w:rsidR="00AE1422" w:rsidRPr="00E67132" w:rsidRDefault="00AE1422" w:rsidP="00B93458">
      <w:pPr>
        <w:tabs>
          <w:tab w:val="left" w:pos="3120"/>
          <w:tab w:val="center" w:pos="4320"/>
          <w:tab w:val="right" w:pos="8640"/>
        </w:tabs>
        <w:jc w:val="both"/>
        <w:rPr>
          <w:rFonts w:ascii="Calibri" w:hAnsi="Calibri" w:cs="Calibri"/>
          <w:noProof/>
          <w:sz w:val="22"/>
          <w:szCs w:val="22"/>
          <w:lang w:val="ro-RO"/>
        </w:rPr>
      </w:pPr>
    </w:p>
    <w:p w14:paraId="16ED41D8" w14:textId="77777777" w:rsidR="0019786A" w:rsidRPr="00E67132" w:rsidRDefault="0019786A"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w:t>
      </w:r>
      <w:r w:rsidR="0031249F" w:rsidRPr="00E67132">
        <w:rPr>
          <w:rFonts w:ascii="Calibri" w:hAnsi="Calibri" w:cs="Calibri"/>
          <w:noProof/>
          <w:sz w:val="22"/>
          <w:szCs w:val="22"/>
          <w:lang w:val="ro-RO"/>
        </w:rPr>
        <w:t xml:space="preserve">5 </w:t>
      </w:r>
      <w:r w:rsidRPr="00E67132">
        <w:rPr>
          <w:rFonts w:ascii="Calibri" w:hAnsi="Calibri" w:cs="Calibri"/>
          <w:noProof/>
          <w:sz w:val="22"/>
          <w:szCs w:val="22"/>
          <w:lang w:val="ro-RO"/>
        </w:rPr>
        <w:t>pct.…. daca Da si 0 daca NU)</w:t>
      </w:r>
    </w:p>
    <w:tbl>
      <w:tblPr>
        <w:tblW w:w="972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4680"/>
      </w:tblGrid>
      <w:tr w:rsidR="0019786A" w:rsidRPr="00E67132" w14:paraId="6895C869" w14:textId="77777777" w:rsidTr="004F64DE">
        <w:trPr>
          <w:trHeight w:val="806"/>
        </w:trPr>
        <w:tc>
          <w:tcPr>
            <w:tcW w:w="5040" w:type="dxa"/>
            <w:shd w:val="clear" w:color="auto" w:fill="C0C0C0"/>
          </w:tcPr>
          <w:p w14:paraId="2703ADE6" w14:textId="77777777" w:rsidR="0019786A" w:rsidRPr="00E67132" w:rsidRDefault="0019786A" w:rsidP="00B9345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DOCUMENTE  PREZENTATE</w:t>
            </w:r>
          </w:p>
        </w:tc>
        <w:tc>
          <w:tcPr>
            <w:tcW w:w="4680" w:type="dxa"/>
            <w:shd w:val="clear" w:color="auto" w:fill="C0C0C0"/>
          </w:tcPr>
          <w:p w14:paraId="53330D65" w14:textId="77777777" w:rsidR="0019786A" w:rsidRPr="00E67132" w:rsidRDefault="0019786A" w:rsidP="00B93458">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both"/>
              <w:textAlignment w:val="center"/>
              <w:rPr>
                <w:rFonts w:ascii="Calibri" w:hAnsi="Calibri" w:cs="Calibri"/>
                <w:b/>
                <w:noProof/>
                <w:sz w:val="22"/>
                <w:szCs w:val="22"/>
                <w:lang w:val="ro-RO"/>
              </w:rPr>
            </w:pPr>
            <w:r w:rsidRPr="00E67132">
              <w:rPr>
                <w:rFonts w:ascii="Calibri" w:hAnsi="Calibri" w:cs="Calibri"/>
                <w:b/>
                <w:noProof/>
                <w:sz w:val="22"/>
                <w:szCs w:val="22"/>
                <w:lang w:val="ro-RO"/>
              </w:rPr>
              <w:t>PUNCTE DE VERIFICAT ÎN CADRUL DOCUMENTELOR  PREZENTATE</w:t>
            </w:r>
          </w:p>
        </w:tc>
      </w:tr>
      <w:tr w:rsidR="0019786A" w:rsidRPr="00E67132" w14:paraId="71751BC4" w14:textId="77777777" w:rsidTr="004F64DE">
        <w:trPr>
          <w:trHeight w:val="512"/>
        </w:trPr>
        <w:tc>
          <w:tcPr>
            <w:tcW w:w="5040" w:type="dxa"/>
          </w:tcPr>
          <w:p w14:paraId="5536537D" w14:textId="77777777" w:rsidR="00DC6931" w:rsidRPr="00E67132" w:rsidRDefault="004848E2"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b/>
                <w:noProof/>
                <w:sz w:val="22"/>
                <w:szCs w:val="22"/>
                <w:lang w:val="ro-RO"/>
              </w:rPr>
              <w:t>Declaraţie pe proprie răspundere privind îndeplinirea criteriului de selecţie până la momentul acordării celei de-a doua tranşe de sprijin</w:t>
            </w:r>
            <w:r w:rsidR="00DC6931" w:rsidRPr="00E67132">
              <w:rPr>
                <w:rFonts w:ascii="Calibri" w:hAnsi="Calibri" w:cs="Calibri"/>
                <w:noProof/>
                <w:sz w:val="22"/>
                <w:szCs w:val="22"/>
                <w:lang w:val="ro-RO"/>
              </w:rPr>
              <w:t>.</w:t>
            </w:r>
          </w:p>
          <w:p w14:paraId="202DB91B" w14:textId="77777777" w:rsidR="00DC6931" w:rsidRPr="00E67132" w:rsidRDefault="00DC6931" w:rsidP="00B93458">
            <w:pPr>
              <w:tabs>
                <w:tab w:val="left" w:pos="3120"/>
                <w:tab w:val="center" w:pos="4320"/>
                <w:tab w:val="right" w:pos="8640"/>
              </w:tabs>
              <w:jc w:val="both"/>
              <w:rPr>
                <w:rFonts w:ascii="Calibri" w:hAnsi="Calibri" w:cs="Calibri"/>
                <w:noProof/>
                <w:sz w:val="22"/>
                <w:szCs w:val="22"/>
                <w:lang w:val="ro-RO"/>
              </w:rPr>
            </w:pPr>
          </w:p>
          <w:p w14:paraId="1522FA5B"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79EB3BB6"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505EC055"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5E056999"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10B101EE"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71A3B7C9"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30CEA04B"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01E823E8"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41B639C6"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06D32725"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6D91621F"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7D6E3B7D" w14:textId="77777777" w:rsidR="0085638F" w:rsidRPr="00E67132" w:rsidRDefault="0085638F" w:rsidP="00B93458">
            <w:pPr>
              <w:tabs>
                <w:tab w:val="left" w:pos="3120"/>
                <w:tab w:val="center" w:pos="4320"/>
                <w:tab w:val="right" w:pos="8640"/>
              </w:tabs>
              <w:jc w:val="both"/>
              <w:rPr>
                <w:rFonts w:ascii="Calibri" w:hAnsi="Calibri" w:cs="Calibri"/>
                <w:noProof/>
                <w:sz w:val="22"/>
                <w:szCs w:val="22"/>
                <w:lang w:val="ro-RO"/>
              </w:rPr>
            </w:pPr>
          </w:p>
          <w:p w14:paraId="08ED30E9" w14:textId="77777777" w:rsidR="00A352EE" w:rsidRPr="00E67132" w:rsidRDefault="004848E2" w:rsidP="00B93458">
            <w:pPr>
              <w:tabs>
                <w:tab w:val="left" w:pos="3120"/>
                <w:tab w:val="center" w:pos="4320"/>
                <w:tab w:val="right" w:pos="8640"/>
              </w:tabs>
              <w:jc w:val="both"/>
              <w:rPr>
                <w:rFonts w:ascii="Calibri" w:hAnsi="Calibri" w:cs="Calibri"/>
                <w:b/>
                <w:noProof/>
                <w:sz w:val="22"/>
                <w:szCs w:val="22"/>
                <w:lang w:val="ro-RO"/>
              </w:rPr>
            </w:pPr>
            <w:r w:rsidRPr="00E67132">
              <w:rPr>
                <w:rFonts w:ascii="Calibri" w:hAnsi="Calibri" w:cs="Calibri"/>
                <w:b/>
                <w:noProof/>
                <w:sz w:val="22"/>
                <w:szCs w:val="22"/>
                <w:lang w:val="ro-RO"/>
              </w:rPr>
              <w:t>Document care certifică utilizarea resurselor genetice autohtone.</w:t>
            </w:r>
          </w:p>
          <w:p w14:paraId="0E7A0FEC" w14:textId="77777777" w:rsidR="002F469F" w:rsidRPr="00E67132" w:rsidRDefault="002F469F" w:rsidP="00B93458">
            <w:pPr>
              <w:tabs>
                <w:tab w:val="left" w:pos="3120"/>
                <w:tab w:val="center" w:pos="4320"/>
                <w:tab w:val="right" w:pos="8640"/>
              </w:tabs>
              <w:jc w:val="both"/>
              <w:rPr>
                <w:rFonts w:ascii="Calibri" w:hAnsi="Calibri" w:cs="Calibri"/>
                <w:b/>
                <w:noProof/>
                <w:sz w:val="22"/>
                <w:szCs w:val="22"/>
                <w:lang w:val="ro-RO"/>
              </w:rPr>
            </w:pPr>
          </w:p>
          <w:p w14:paraId="7BC189D4" w14:textId="77777777" w:rsidR="00A352EE" w:rsidRPr="00E67132" w:rsidRDefault="004848E2"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b/>
                <w:noProof/>
                <w:sz w:val="22"/>
                <w:szCs w:val="22"/>
                <w:lang w:val="ro-RO"/>
              </w:rPr>
              <w:t>Certificatul de origine pentru animale de rasă indigenă eliberat de Asociații ale crescătorilor sau Organizațiile de ameliorare, autorizate de ANZ si verificarea in lista raselor indigene (autohtone</w:t>
            </w:r>
            <w:r w:rsidR="009A70C8" w:rsidRPr="00E67132">
              <w:rPr>
                <w:rFonts w:ascii="Calibri" w:hAnsi="Calibri" w:cs="Calibri"/>
                <w:noProof/>
                <w:sz w:val="22"/>
                <w:szCs w:val="22"/>
                <w:lang w:val="ro-RO"/>
              </w:rPr>
              <w:t>).</w:t>
            </w:r>
          </w:p>
        </w:tc>
        <w:tc>
          <w:tcPr>
            <w:tcW w:w="4680" w:type="dxa"/>
          </w:tcPr>
          <w:p w14:paraId="4AD17397" w14:textId="77777777" w:rsidR="0019786A" w:rsidRPr="004C6B61" w:rsidRDefault="0019786A"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Expertul verifică daca solicitantul si-a propus prin proiect</w:t>
            </w:r>
            <w:r w:rsidR="00A352EE" w:rsidRPr="004C6B61">
              <w:rPr>
                <w:rFonts w:asciiTheme="minorHAnsi" w:hAnsiTheme="minorHAnsi" w:cstheme="minorHAnsi"/>
                <w:noProof/>
                <w:sz w:val="22"/>
                <w:szCs w:val="22"/>
                <w:lang w:val="ro-RO"/>
              </w:rPr>
              <w:t xml:space="preserve"> </w:t>
            </w:r>
            <w:r w:rsidRPr="004C6B61">
              <w:rPr>
                <w:rFonts w:asciiTheme="minorHAnsi" w:hAnsiTheme="minorHAnsi" w:cstheme="minorHAnsi"/>
                <w:noProof/>
                <w:sz w:val="22"/>
                <w:szCs w:val="22"/>
                <w:lang w:val="ro-RO"/>
              </w:rPr>
              <w:t>sau a demonstrat că deţine/dezvoltă la nivelul exploataţiei agricole şi a prevazut în Planul de afaceri ca va păstra şi dezvolta nucleul de rase, respectiv soiuri autohtone pe toată durata de implementare si monitorizare a proiectului.</w:t>
            </w:r>
          </w:p>
          <w:p w14:paraId="604C3F25" w14:textId="77777777" w:rsidR="0085638F" w:rsidRPr="004C6B61" w:rsidRDefault="0085638F" w:rsidP="00AE1422">
            <w:pPr>
              <w:tabs>
                <w:tab w:val="left" w:pos="3120"/>
                <w:tab w:val="center" w:pos="4320"/>
                <w:tab w:val="right" w:pos="8640"/>
              </w:tabs>
              <w:jc w:val="both"/>
              <w:rPr>
                <w:rFonts w:asciiTheme="minorHAnsi" w:hAnsiTheme="minorHAnsi" w:cstheme="minorHAnsi"/>
                <w:noProof/>
                <w:sz w:val="22"/>
                <w:szCs w:val="22"/>
                <w:lang w:val="ro-RO"/>
              </w:rPr>
            </w:pPr>
          </w:p>
          <w:p w14:paraId="681F5FBB" w14:textId="77777777" w:rsidR="0085638F" w:rsidRPr="004C6B61" w:rsidRDefault="00A352EE"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 xml:space="preserve">Punctajul se  acorda si </w:t>
            </w:r>
            <w:r w:rsidR="0085638F" w:rsidRPr="004C6B61">
              <w:rPr>
                <w:rFonts w:asciiTheme="minorHAnsi" w:hAnsiTheme="minorHAnsi" w:cstheme="minorHAnsi"/>
                <w:noProof/>
                <w:sz w:val="22"/>
                <w:szCs w:val="22"/>
                <w:lang w:val="ro-RO"/>
              </w:rPr>
              <w:t xml:space="preserve">în cazul în care </w:t>
            </w:r>
            <w:r w:rsidRPr="004C6B61">
              <w:rPr>
                <w:rFonts w:asciiTheme="minorHAnsi" w:hAnsiTheme="minorHAnsi" w:cstheme="minorHAnsi"/>
                <w:noProof/>
                <w:sz w:val="22"/>
                <w:szCs w:val="22"/>
                <w:lang w:val="ro-RO"/>
              </w:rPr>
              <w:t xml:space="preserve"> solicitantul depune angajament pe propria raspundere ca se obliga ca pana la cea de-a doua transa de plata </w:t>
            </w:r>
            <w:r w:rsidR="00053513" w:rsidRPr="004C6B61">
              <w:rPr>
                <w:rFonts w:asciiTheme="minorHAnsi" w:hAnsiTheme="minorHAnsi" w:cstheme="minorHAnsi"/>
                <w:noProof/>
                <w:sz w:val="22"/>
                <w:szCs w:val="22"/>
                <w:lang w:val="ro-RO"/>
              </w:rPr>
              <w:t>sa</w:t>
            </w:r>
            <w:r w:rsidRPr="004C6B61">
              <w:rPr>
                <w:rFonts w:asciiTheme="minorHAnsi" w:hAnsiTheme="minorHAnsi" w:cstheme="minorHAnsi"/>
                <w:noProof/>
                <w:sz w:val="22"/>
                <w:szCs w:val="22"/>
                <w:lang w:val="ro-RO"/>
              </w:rPr>
              <w:t xml:space="preserve"> detine in exploatatie </w:t>
            </w:r>
            <w:r w:rsidR="00053513" w:rsidRPr="004C6B61">
              <w:rPr>
                <w:rFonts w:asciiTheme="minorHAnsi" w:hAnsiTheme="minorHAnsi" w:cstheme="minorHAnsi"/>
                <w:noProof/>
                <w:sz w:val="22"/>
                <w:szCs w:val="22"/>
                <w:lang w:val="ro-RO"/>
              </w:rPr>
              <w:t xml:space="preserve">o dimensiune SO ce poate fi atestata prin certificat de origine animala/ </w:t>
            </w:r>
            <w:r w:rsidR="00630186" w:rsidRPr="004C6B61">
              <w:rPr>
                <w:rFonts w:asciiTheme="minorHAnsi" w:hAnsiTheme="minorHAnsi" w:cstheme="minorHAnsi"/>
                <w:noProof/>
                <w:sz w:val="22"/>
                <w:szCs w:val="22"/>
                <w:lang w:val="ro-RO"/>
              </w:rPr>
              <w:t>categoria biologică certificat  sau dintr-o categorie  sau superioară (</w:t>
            </w:r>
            <w:r w:rsidR="0085638F" w:rsidRPr="004C6B61">
              <w:rPr>
                <w:rFonts w:asciiTheme="minorHAnsi" w:hAnsiTheme="minorHAnsi" w:cstheme="minorHAnsi"/>
                <w:noProof/>
                <w:sz w:val="22"/>
                <w:szCs w:val="22"/>
                <w:lang w:val="ro-RO"/>
              </w:rPr>
              <w:t>p</w:t>
            </w:r>
            <w:r w:rsidR="00053513" w:rsidRPr="004C6B61">
              <w:rPr>
                <w:rFonts w:asciiTheme="minorHAnsi" w:hAnsiTheme="minorHAnsi" w:cstheme="minorHAnsi"/>
                <w:noProof/>
                <w:sz w:val="22"/>
                <w:szCs w:val="22"/>
                <w:lang w:val="ro-RO"/>
              </w:rPr>
              <w:t xml:space="preserve">entru materialul saditor certificat. </w:t>
            </w:r>
          </w:p>
          <w:p w14:paraId="16A87B5A" w14:textId="77777777" w:rsidR="0085638F" w:rsidRPr="004C6B61" w:rsidRDefault="0085638F" w:rsidP="00AE1422">
            <w:pPr>
              <w:tabs>
                <w:tab w:val="left" w:pos="3120"/>
                <w:tab w:val="center" w:pos="4320"/>
                <w:tab w:val="right" w:pos="8640"/>
              </w:tabs>
              <w:jc w:val="both"/>
              <w:rPr>
                <w:rFonts w:asciiTheme="minorHAnsi" w:hAnsiTheme="minorHAnsi" w:cstheme="minorHAnsi"/>
                <w:noProof/>
                <w:sz w:val="22"/>
                <w:szCs w:val="22"/>
                <w:lang w:val="ro-RO"/>
              </w:rPr>
            </w:pPr>
          </w:p>
          <w:p w14:paraId="5890ED2E" w14:textId="77777777" w:rsidR="00A352EE" w:rsidRPr="004C6B61" w:rsidRDefault="00053513"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Aceste precizari trebuie sa se reg</w:t>
            </w:r>
            <w:r w:rsidR="00C9667D" w:rsidRPr="004C6B61">
              <w:rPr>
                <w:rFonts w:asciiTheme="minorHAnsi" w:hAnsiTheme="minorHAnsi" w:cstheme="minorHAnsi"/>
                <w:noProof/>
                <w:sz w:val="22"/>
                <w:szCs w:val="22"/>
                <w:lang w:val="ro-RO"/>
              </w:rPr>
              <w:t>aseasca si in Planul de afaceri, inclusiv  cu detalierea furnizorului care ii va emite materialul saditor certificat/certificatul de origine pentru animalele pe care le va detine. Daca aceste informatii nu se regasesc expertul inscrie “0” in coloana “scor”, in rubrica aferenta acestui criteriu de selectie.</w:t>
            </w:r>
          </w:p>
          <w:p w14:paraId="4AE7F479" w14:textId="77777777" w:rsidR="00053513" w:rsidRPr="004C6B61" w:rsidRDefault="00053513" w:rsidP="00AE1422">
            <w:pPr>
              <w:tabs>
                <w:tab w:val="left" w:pos="3120"/>
                <w:tab w:val="center" w:pos="4320"/>
                <w:tab w:val="right" w:pos="8640"/>
              </w:tabs>
              <w:jc w:val="both"/>
              <w:rPr>
                <w:rFonts w:asciiTheme="minorHAnsi" w:hAnsiTheme="minorHAnsi" w:cstheme="minorHAnsi"/>
                <w:b/>
                <w:noProof/>
                <w:sz w:val="22"/>
                <w:szCs w:val="22"/>
                <w:lang w:val="ro-RO"/>
              </w:rPr>
            </w:pPr>
            <w:r w:rsidRPr="004C6B61">
              <w:rPr>
                <w:rFonts w:asciiTheme="minorHAnsi" w:hAnsiTheme="minorHAnsi" w:cstheme="minorHAnsi"/>
                <w:b/>
                <w:noProof/>
                <w:sz w:val="22"/>
                <w:szCs w:val="22"/>
                <w:lang w:val="ro-RO"/>
              </w:rPr>
              <w:t>Sector Vegetal</w:t>
            </w:r>
          </w:p>
          <w:p w14:paraId="3F9A9BFA" w14:textId="77777777" w:rsidR="00E21F60" w:rsidRPr="004C6B61" w:rsidRDefault="0085638F" w:rsidP="00AE1422">
            <w:pPr>
              <w:pStyle w:val="NoSpacing"/>
              <w:jc w:val="both"/>
              <w:rPr>
                <w:rFonts w:asciiTheme="minorHAnsi" w:hAnsiTheme="minorHAnsi" w:cstheme="minorHAnsi"/>
                <w:noProof/>
                <w:lang w:val="ro-RO"/>
              </w:rPr>
            </w:pPr>
            <w:r w:rsidRPr="004C6B61">
              <w:rPr>
                <w:rFonts w:asciiTheme="minorHAnsi" w:hAnsiTheme="minorHAnsi" w:cstheme="minorHAnsi"/>
                <w:noProof/>
                <w:lang w:val="ro-RO"/>
              </w:rPr>
              <w:t>Expertul verifică dacă s</w:t>
            </w:r>
            <w:r w:rsidR="00053513" w:rsidRPr="004C6B61">
              <w:rPr>
                <w:rFonts w:asciiTheme="minorHAnsi" w:hAnsiTheme="minorHAnsi" w:cstheme="minorHAnsi"/>
                <w:noProof/>
                <w:lang w:val="ro-RO"/>
              </w:rPr>
              <w:t>oiurile autohtone se regăsesc în Catalogul oficial al soiurilor de plante de cultură din România/ Institutul de Stat pentru Testarea și Inregistrarea Soiurilor (ISTIS) – aprobat anual.</w:t>
            </w:r>
            <w:r w:rsidR="00FE5014" w:rsidRPr="004C6B61">
              <w:rPr>
                <w:rFonts w:asciiTheme="minorHAnsi" w:hAnsiTheme="minorHAnsi" w:cstheme="minorHAnsi"/>
                <w:i/>
                <w:noProof/>
                <w:lang w:val="ro-RO"/>
              </w:rPr>
              <w:t xml:space="preserve"> </w:t>
            </w:r>
          </w:p>
          <w:p w14:paraId="295E8D61" w14:textId="77777777" w:rsidR="00E21F60" w:rsidRPr="004C6B61" w:rsidRDefault="00E21F60" w:rsidP="00AE1422">
            <w:pPr>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 xml:space="preserve">Soiurile autohtone sunt cele obținute din sămânță autohtonă, și anume sămânța certificată în conformitate cu prevederile legislației în vigoare în domeniul calității semințelor, care a fost produsă pe teritoriul României din soiuri înregistrate în Catalogul oficial al soiurilor de plante de cultură din România elaborat de către Institutul de Stat pentru Testarea și Inregistrarea Soiurilor (ISTIS), ce se regăseşte la adresa http://istis.ro/Catalog-ISTIS, în anul respectiv de cerere, în dreptul cărora este înscris un cod care aparține menținătorilor din România. </w:t>
            </w:r>
          </w:p>
          <w:p w14:paraId="2B6287A0" w14:textId="77777777" w:rsidR="00053513" w:rsidRPr="004C6B61" w:rsidRDefault="00E21F60"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Punctajul se va acorda proporţional în funcţie de ponderea nucleului soiurilor autohtone în total cultură vegetală (exprimată în SO) din cadrul exploatației</w:t>
            </w:r>
          </w:p>
          <w:p w14:paraId="7DF9C03D" w14:textId="77777777" w:rsidR="009C5D14" w:rsidRPr="004C6B61" w:rsidRDefault="009C5D14" w:rsidP="00AE1422">
            <w:pPr>
              <w:tabs>
                <w:tab w:val="left" w:pos="3120"/>
                <w:tab w:val="center" w:pos="4320"/>
                <w:tab w:val="right" w:pos="8640"/>
              </w:tabs>
              <w:jc w:val="both"/>
              <w:rPr>
                <w:rFonts w:asciiTheme="minorHAnsi" w:hAnsiTheme="minorHAnsi" w:cstheme="minorHAnsi"/>
                <w:bCs/>
                <w:noProof/>
                <w:sz w:val="22"/>
                <w:szCs w:val="22"/>
                <w:lang w:val="ro-RO"/>
              </w:rPr>
            </w:pPr>
            <w:r w:rsidRPr="004C6B61">
              <w:rPr>
                <w:rFonts w:asciiTheme="minorHAnsi" w:hAnsiTheme="minorHAnsi" w:cstheme="minorHAnsi"/>
                <w:bCs/>
                <w:noProof/>
                <w:sz w:val="22"/>
                <w:szCs w:val="22"/>
                <w:lang w:val="ro-RO"/>
              </w:rPr>
              <w:t>Acest criteriu se aplică pentru toate tipurile de activități agricole desfășurate, sau urmează a fi desfăşurate, atât fermierilor care sunt autorizați pentru producerea de semințe și/sau material săditor cu condiția să demonstreze ca acestea sunt soiuri autohtone, cât și în cazul fermierilor care cultivă (utilizează)/vor cultiva (utiliza) soiuri autohtone identificate în catalogul ISTIS.</w:t>
            </w:r>
          </w:p>
          <w:p w14:paraId="7150F06C" w14:textId="77777777" w:rsidR="009C5D14" w:rsidRPr="004C6B61" w:rsidRDefault="009C5D14" w:rsidP="00AE1422">
            <w:pPr>
              <w:tabs>
                <w:tab w:val="left" w:pos="3120"/>
                <w:tab w:val="center" w:pos="4320"/>
                <w:tab w:val="right" w:pos="8640"/>
              </w:tabs>
              <w:jc w:val="both"/>
              <w:rPr>
                <w:rFonts w:asciiTheme="minorHAnsi" w:hAnsiTheme="minorHAnsi" w:cstheme="minorHAnsi"/>
                <w:bCs/>
                <w:noProof/>
                <w:sz w:val="22"/>
                <w:szCs w:val="22"/>
                <w:lang w:val="ro-RO"/>
              </w:rPr>
            </w:pPr>
            <w:r w:rsidRPr="004C6B61">
              <w:rPr>
                <w:rFonts w:asciiTheme="minorHAnsi" w:hAnsiTheme="minorHAnsi" w:cstheme="minorHAnsi"/>
                <w:bCs/>
                <w:noProof/>
                <w:sz w:val="22"/>
                <w:szCs w:val="22"/>
                <w:lang w:val="ro-RO"/>
              </w:rPr>
              <w:t xml:space="preserve">Pentru toți fermierii, atât pentru deținători de autorizații pentru producerea, prelucrarea și comercializarea semințelor și materialului săditor cât și pentru fermierii care cultivă/vor cultiva aceste soiuri pentru consum, verificarea cu privire la soiul autohton se face pe baza documentelor de calitate și conformitate ale furnizorilor sau orice document echivalent (factură fiscală de achiziție/ document oficial de certificare a lotului de sămânță/buletinul de analiză cu mențiunea sămânță ”admisă pentru însămânțare”/buletin de analiză oficială cu mențiunea ”necesar propriu”/etichetă oficială) ce se eliberează fiecărui fermier în care se regăsesc nominalizate soiurile de semințe sau material săditor. </w:t>
            </w:r>
          </w:p>
          <w:p w14:paraId="492460A3" w14:textId="77777777" w:rsidR="009C5D14" w:rsidRPr="004C6B61" w:rsidRDefault="009C5D14" w:rsidP="00AE1422">
            <w:pPr>
              <w:tabs>
                <w:tab w:val="left" w:pos="3120"/>
                <w:tab w:val="center" w:pos="4320"/>
                <w:tab w:val="right" w:pos="8640"/>
              </w:tabs>
              <w:jc w:val="both"/>
              <w:rPr>
                <w:rFonts w:asciiTheme="minorHAnsi" w:hAnsiTheme="minorHAnsi" w:cstheme="minorHAnsi"/>
                <w:bCs/>
                <w:noProof/>
                <w:sz w:val="22"/>
                <w:szCs w:val="22"/>
                <w:lang w:val="ro-RO"/>
              </w:rPr>
            </w:pPr>
            <w:r w:rsidRPr="004C6B61">
              <w:rPr>
                <w:rFonts w:asciiTheme="minorHAnsi" w:hAnsiTheme="minorHAnsi" w:cstheme="minorHAnsi"/>
                <w:bCs/>
                <w:noProof/>
                <w:sz w:val="22"/>
                <w:szCs w:val="22"/>
                <w:lang w:val="ro-RO"/>
              </w:rPr>
              <w:t>Sămânța autohtonă este sămânța certificată în conformitate cu legislația națională în vigoare în dreptul căreia este înscris un cod care aparține menținătorilor din România, conform catalogului ISTIS.</w:t>
            </w:r>
          </w:p>
          <w:p w14:paraId="139C1B5E" w14:textId="77777777" w:rsidR="00053513" w:rsidRPr="004C6B61" w:rsidRDefault="00053513"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Sector Zootehnic</w:t>
            </w:r>
          </w:p>
          <w:p w14:paraId="66D2A9EE" w14:textId="77777777" w:rsidR="00053513" w:rsidRPr="004C6B61" w:rsidRDefault="00053513" w:rsidP="00AE1422">
            <w:pPr>
              <w:tabs>
                <w:tab w:val="left" w:pos="3120"/>
                <w:tab w:val="center" w:pos="4320"/>
                <w:tab w:val="right" w:pos="8640"/>
              </w:tabs>
              <w:jc w:val="both"/>
              <w:rPr>
                <w:rFonts w:asciiTheme="minorHAnsi" w:hAnsiTheme="minorHAnsi" w:cstheme="minorHAnsi"/>
                <w:noProof/>
                <w:sz w:val="22"/>
                <w:szCs w:val="22"/>
                <w:lang w:val="ro-RO"/>
              </w:rPr>
            </w:pPr>
            <w:r w:rsidRPr="004C6B61">
              <w:rPr>
                <w:rFonts w:asciiTheme="minorHAnsi" w:hAnsiTheme="minorHAnsi" w:cstheme="minorHAnsi"/>
                <w:noProof/>
                <w:sz w:val="22"/>
                <w:szCs w:val="22"/>
                <w:lang w:val="ro-RO"/>
              </w:rPr>
              <w:t xml:space="preserve">Punctajul se va acorda pentru animalele pentru care se poate prezenta certificat de origine pentru animale de rasă eliberat de Asociații ale crescătorilor sau Organizațiile de ameliorare care înființează și conduc registre genealogice. </w:t>
            </w:r>
            <w:r w:rsidR="00FE5014" w:rsidRPr="004C6B61">
              <w:rPr>
                <w:rFonts w:asciiTheme="minorHAnsi" w:hAnsiTheme="minorHAnsi" w:cstheme="minorHAnsi"/>
                <w:i/>
                <w:noProof/>
                <w:sz w:val="22"/>
                <w:szCs w:val="22"/>
                <w:lang w:val="ro-RO"/>
              </w:rPr>
              <w:t>Rasele autohtone se regăsesc în lista „Raselor indigene” din Anexa 1</w:t>
            </w:r>
            <w:r w:rsidR="0070758F" w:rsidRPr="004C6B61">
              <w:rPr>
                <w:rFonts w:asciiTheme="minorHAnsi" w:hAnsiTheme="minorHAnsi" w:cstheme="minorHAnsi"/>
                <w:i/>
                <w:noProof/>
                <w:sz w:val="22"/>
                <w:szCs w:val="22"/>
                <w:lang w:val="ro-RO"/>
              </w:rPr>
              <w:t>4</w:t>
            </w:r>
            <w:r w:rsidR="00FE5014" w:rsidRPr="004C6B61">
              <w:rPr>
                <w:rFonts w:asciiTheme="minorHAnsi" w:hAnsiTheme="minorHAnsi" w:cstheme="minorHAnsi"/>
                <w:i/>
                <w:noProof/>
                <w:sz w:val="22"/>
                <w:szCs w:val="22"/>
                <w:lang w:val="ro-RO"/>
              </w:rPr>
              <w:t xml:space="preserve">. Punctajul se </w:t>
            </w:r>
            <w:r w:rsidR="00C30D0B" w:rsidRPr="004C6B61">
              <w:rPr>
                <w:rFonts w:asciiTheme="minorHAnsi" w:hAnsiTheme="minorHAnsi" w:cstheme="minorHAnsi"/>
                <w:i/>
                <w:noProof/>
                <w:sz w:val="22"/>
                <w:szCs w:val="22"/>
                <w:lang w:val="ro-RO"/>
              </w:rPr>
              <w:t>v</w:t>
            </w:r>
            <w:r w:rsidR="00FE5014" w:rsidRPr="004C6B61">
              <w:rPr>
                <w:rFonts w:asciiTheme="minorHAnsi" w:hAnsiTheme="minorHAnsi" w:cstheme="minorHAnsi"/>
                <w:i/>
                <w:noProof/>
                <w:sz w:val="22"/>
                <w:szCs w:val="22"/>
                <w:lang w:val="ro-RO"/>
              </w:rPr>
              <w:t xml:space="preserve">a acorda proporţional în funcţie de ponderea numărului de animale exprimat in SO pentru care se prezintă certificate, din total efectiv de animale </w:t>
            </w:r>
            <w:r w:rsidR="00C8173B" w:rsidRPr="004C6B61">
              <w:rPr>
                <w:rFonts w:asciiTheme="minorHAnsi" w:hAnsiTheme="minorHAnsi" w:cstheme="minorHAnsi"/>
                <w:i/>
                <w:noProof/>
                <w:sz w:val="22"/>
                <w:szCs w:val="22"/>
                <w:lang w:val="ro-RO"/>
              </w:rPr>
              <w:t>(</w:t>
            </w:r>
            <w:r w:rsidR="00FE5014" w:rsidRPr="004C6B61">
              <w:rPr>
                <w:rFonts w:asciiTheme="minorHAnsi" w:hAnsiTheme="minorHAnsi" w:cstheme="minorHAnsi"/>
                <w:i/>
                <w:noProof/>
                <w:sz w:val="22"/>
                <w:szCs w:val="22"/>
                <w:lang w:val="ro-RO"/>
              </w:rPr>
              <w:t>exprimat in SO</w:t>
            </w:r>
            <w:r w:rsidR="00C8173B" w:rsidRPr="004C6B61">
              <w:rPr>
                <w:rFonts w:asciiTheme="minorHAnsi" w:hAnsiTheme="minorHAnsi" w:cstheme="minorHAnsi"/>
                <w:i/>
                <w:noProof/>
                <w:sz w:val="22"/>
                <w:szCs w:val="22"/>
                <w:lang w:val="ro-RO"/>
              </w:rPr>
              <w:t>)</w:t>
            </w:r>
            <w:r w:rsidR="00FE5014" w:rsidRPr="004C6B61">
              <w:rPr>
                <w:rFonts w:asciiTheme="minorHAnsi" w:hAnsiTheme="minorHAnsi" w:cstheme="minorHAnsi"/>
                <w:i/>
                <w:noProof/>
                <w:sz w:val="22"/>
                <w:szCs w:val="22"/>
                <w:lang w:val="ro-RO"/>
              </w:rPr>
              <w:t>,</w:t>
            </w:r>
            <w:r w:rsidR="00FE5014" w:rsidRPr="004C6B61">
              <w:rPr>
                <w:rFonts w:asciiTheme="minorHAnsi" w:hAnsiTheme="minorHAnsi" w:cstheme="minorHAnsi"/>
                <w:noProof/>
                <w:sz w:val="22"/>
                <w:szCs w:val="22"/>
                <w:lang w:val="ro-RO"/>
              </w:rPr>
              <w:t xml:space="preserve"> din </w:t>
            </w:r>
            <w:r w:rsidR="00240FF0" w:rsidRPr="004C6B61">
              <w:rPr>
                <w:rFonts w:asciiTheme="minorHAnsi" w:hAnsiTheme="minorHAnsi" w:cstheme="minorHAnsi"/>
                <w:noProof/>
                <w:sz w:val="22"/>
                <w:szCs w:val="22"/>
                <w:lang w:val="ro-RO"/>
              </w:rPr>
              <w:t xml:space="preserve">cadrul </w:t>
            </w:r>
            <w:r w:rsidR="00FE5014" w:rsidRPr="004C6B61">
              <w:rPr>
                <w:rFonts w:asciiTheme="minorHAnsi" w:hAnsiTheme="minorHAnsi" w:cstheme="minorHAnsi"/>
                <w:noProof/>
                <w:sz w:val="22"/>
                <w:szCs w:val="22"/>
                <w:lang w:val="ro-RO"/>
              </w:rPr>
              <w:t>exploatație</w:t>
            </w:r>
            <w:r w:rsidR="00240FF0" w:rsidRPr="004C6B61">
              <w:rPr>
                <w:rFonts w:asciiTheme="minorHAnsi" w:hAnsiTheme="minorHAnsi" w:cstheme="minorHAnsi"/>
                <w:noProof/>
                <w:sz w:val="22"/>
                <w:szCs w:val="22"/>
                <w:lang w:val="ro-RO"/>
              </w:rPr>
              <w:t>i</w:t>
            </w:r>
            <w:r w:rsidR="00FE5014" w:rsidRPr="004C6B61">
              <w:rPr>
                <w:rFonts w:asciiTheme="minorHAnsi" w:hAnsiTheme="minorHAnsi" w:cstheme="minorHAnsi"/>
                <w:noProof/>
                <w:sz w:val="22"/>
                <w:szCs w:val="22"/>
                <w:lang w:val="ro-RO"/>
              </w:rPr>
              <w:t>.</w:t>
            </w:r>
          </w:p>
          <w:p w14:paraId="3ACE05EC" w14:textId="77777777" w:rsidR="001A05FC" w:rsidRPr="004C6B61" w:rsidRDefault="001A05FC" w:rsidP="00AE1422">
            <w:pPr>
              <w:tabs>
                <w:tab w:val="left" w:pos="3120"/>
                <w:tab w:val="center" w:pos="4320"/>
                <w:tab w:val="right" w:pos="8640"/>
              </w:tabs>
              <w:jc w:val="both"/>
              <w:rPr>
                <w:rFonts w:asciiTheme="minorHAnsi" w:hAnsiTheme="minorHAnsi" w:cstheme="minorHAnsi"/>
                <w:noProof/>
                <w:sz w:val="22"/>
                <w:szCs w:val="22"/>
                <w:lang w:val="ro-RO"/>
              </w:rPr>
            </w:pPr>
          </w:p>
          <w:p w14:paraId="0CC60F3F" w14:textId="77777777" w:rsidR="003C0313" w:rsidRPr="004C6B61" w:rsidRDefault="003C0313" w:rsidP="00AE1422">
            <w:pPr>
              <w:tabs>
                <w:tab w:val="left" w:pos="3120"/>
                <w:tab w:val="center" w:pos="4320"/>
                <w:tab w:val="right" w:pos="8640"/>
              </w:tabs>
              <w:jc w:val="both"/>
              <w:rPr>
                <w:rFonts w:asciiTheme="minorHAnsi" w:hAnsiTheme="minorHAnsi" w:cstheme="minorHAnsi"/>
                <w:i/>
                <w:noProof/>
                <w:sz w:val="22"/>
                <w:szCs w:val="22"/>
                <w:lang w:val="ro-RO"/>
              </w:rPr>
            </w:pPr>
            <w:r w:rsidRPr="004C6B61">
              <w:rPr>
                <w:rFonts w:asciiTheme="minorHAnsi" w:hAnsiTheme="minorHAnsi" w:cstheme="minorHAnsi"/>
                <w:i/>
                <w:noProof/>
                <w:sz w:val="22"/>
                <w:szCs w:val="22"/>
                <w:lang w:val="ro-RO"/>
              </w:rPr>
              <w:t xml:space="preserve">În cazul </w:t>
            </w:r>
            <w:r w:rsidRPr="004C6B61">
              <w:rPr>
                <w:rFonts w:asciiTheme="minorHAnsi" w:hAnsiTheme="minorHAnsi" w:cstheme="minorHAnsi"/>
                <w:b/>
                <w:i/>
                <w:noProof/>
                <w:sz w:val="22"/>
                <w:szCs w:val="22"/>
                <w:lang w:val="ro-RO"/>
              </w:rPr>
              <w:t>exploataţiilor mixte</w:t>
            </w:r>
            <w:r w:rsidRPr="004C6B61">
              <w:rPr>
                <w:rFonts w:asciiTheme="minorHAnsi" w:hAnsiTheme="minorHAnsi" w:cstheme="minorHAnsi"/>
                <w:i/>
                <w:noProof/>
                <w:sz w:val="22"/>
                <w:szCs w:val="22"/>
                <w:lang w:val="ro-RO"/>
              </w:rPr>
              <w:t xml:space="preserve"> analiza SO a </w:t>
            </w:r>
            <w:r w:rsidR="00652984" w:rsidRPr="004C6B61">
              <w:rPr>
                <w:rFonts w:asciiTheme="minorHAnsi" w:hAnsiTheme="minorHAnsi" w:cstheme="minorHAnsi"/>
                <w:i/>
                <w:noProof/>
                <w:sz w:val="22"/>
                <w:szCs w:val="22"/>
                <w:lang w:val="ro-RO"/>
              </w:rPr>
              <w:t>soiurilor autohtone și</w:t>
            </w:r>
            <w:r w:rsidRPr="004C6B61">
              <w:rPr>
                <w:rFonts w:asciiTheme="minorHAnsi" w:hAnsiTheme="minorHAnsi" w:cstheme="minorHAnsi"/>
                <w:i/>
                <w:noProof/>
                <w:sz w:val="22"/>
                <w:szCs w:val="22"/>
                <w:lang w:val="ro-RO"/>
              </w:rPr>
              <w:t>/</w:t>
            </w:r>
            <w:r w:rsidR="00652984" w:rsidRPr="004C6B61">
              <w:rPr>
                <w:rFonts w:asciiTheme="minorHAnsi" w:hAnsiTheme="minorHAnsi" w:cstheme="minorHAnsi"/>
                <w:i/>
                <w:noProof/>
                <w:sz w:val="22"/>
                <w:szCs w:val="22"/>
                <w:lang w:val="ro-RO"/>
              </w:rPr>
              <w:t>sau</w:t>
            </w:r>
            <w:r w:rsidRPr="004C6B61">
              <w:rPr>
                <w:rFonts w:asciiTheme="minorHAnsi" w:hAnsiTheme="minorHAnsi" w:cstheme="minorHAnsi"/>
                <w:i/>
                <w:noProof/>
                <w:sz w:val="22"/>
                <w:szCs w:val="22"/>
                <w:lang w:val="ro-RO"/>
              </w:rPr>
              <w:t xml:space="preserve"> </w:t>
            </w:r>
            <w:r w:rsidR="001A05FC" w:rsidRPr="004C6B61">
              <w:rPr>
                <w:rFonts w:asciiTheme="minorHAnsi" w:hAnsiTheme="minorHAnsi" w:cstheme="minorHAnsi"/>
                <w:i/>
                <w:noProof/>
                <w:sz w:val="22"/>
                <w:szCs w:val="22"/>
                <w:lang w:val="ro-RO"/>
              </w:rPr>
              <w:t xml:space="preserve">rase autohtone </w:t>
            </w:r>
            <w:r w:rsidRPr="004C6B61">
              <w:rPr>
                <w:rFonts w:asciiTheme="minorHAnsi" w:hAnsiTheme="minorHAnsi" w:cstheme="minorHAnsi"/>
                <w:i/>
                <w:noProof/>
                <w:sz w:val="22"/>
                <w:szCs w:val="22"/>
                <w:lang w:val="ro-RO"/>
              </w:rPr>
              <w:t>se va face comparativ cu</w:t>
            </w:r>
            <w:r w:rsidR="001A05FC" w:rsidRPr="004C6B61">
              <w:rPr>
                <w:rFonts w:asciiTheme="minorHAnsi" w:hAnsiTheme="minorHAnsi" w:cstheme="minorHAnsi"/>
                <w:i/>
                <w:noProof/>
                <w:sz w:val="22"/>
                <w:szCs w:val="22"/>
                <w:lang w:val="ro-RO"/>
              </w:rPr>
              <w:t xml:space="preserve"> ponderea din </w:t>
            </w:r>
            <w:r w:rsidRPr="004C6B61">
              <w:rPr>
                <w:rFonts w:asciiTheme="minorHAnsi" w:hAnsiTheme="minorHAnsi" w:cstheme="minorHAnsi"/>
                <w:i/>
                <w:noProof/>
                <w:sz w:val="22"/>
                <w:szCs w:val="22"/>
                <w:lang w:val="ro-RO"/>
              </w:rPr>
              <w:t>totalul SO al întregii exploataţii</w:t>
            </w:r>
            <w:r w:rsidR="002846AF" w:rsidRPr="004C6B61">
              <w:rPr>
                <w:rFonts w:asciiTheme="minorHAnsi" w:hAnsiTheme="minorHAnsi" w:cstheme="minorHAnsi"/>
                <w:i/>
                <w:noProof/>
                <w:sz w:val="22"/>
                <w:szCs w:val="22"/>
                <w:lang w:val="ro-RO"/>
              </w:rPr>
              <w:t>, astfel:</w:t>
            </w:r>
          </w:p>
          <w:p w14:paraId="25439591" w14:textId="77777777" w:rsidR="00DE2223" w:rsidRPr="004C6B61" w:rsidRDefault="00DE2223" w:rsidP="00DE2223">
            <w:pPr>
              <w:tabs>
                <w:tab w:val="left" w:pos="3120"/>
                <w:tab w:val="center" w:pos="4320"/>
                <w:tab w:val="right" w:pos="8640"/>
              </w:tabs>
              <w:jc w:val="both"/>
              <w:rPr>
                <w:rFonts w:asciiTheme="minorHAnsi" w:hAnsiTheme="minorHAnsi" w:cstheme="minorHAnsi"/>
                <w:i/>
                <w:noProof/>
                <w:sz w:val="22"/>
                <w:szCs w:val="22"/>
                <w:lang w:val="ro-RO"/>
              </w:rPr>
            </w:pPr>
          </w:p>
          <w:p w14:paraId="2D3F538D" w14:textId="4A54A4A4" w:rsidR="00C34277" w:rsidRPr="004C6B61" w:rsidRDefault="006B4720" w:rsidP="004C6B61">
            <w:pPr>
              <w:autoSpaceDE w:val="0"/>
              <w:autoSpaceDN w:val="0"/>
              <w:adjustRightInd w:val="0"/>
              <w:spacing w:line="276" w:lineRule="auto"/>
              <w:jc w:val="both"/>
              <w:rPr>
                <w:rFonts w:asciiTheme="minorHAnsi" w:hAnsiTheme="minorHAnsi" w:cstheme="minorHAnsi"/>
                <w:noProof/>
                <w:sz w:val="22"/>
                <w:szCs w:val="22"/>
                <w:lang w:val="ro-RO"/>
              </w:rPr>
            </w:pPr>
            <w:r w:rsidRPr="004C6B61">
              <w:rPr>
                <w:rFonts w:asciiTheme="minorHAnsi" w:hAnsiTheme="minorHAnsi" w:cstheme="minorHAnsi"/>
                <w:b/>
                <w:noProof/>
                <w:sz w:val="22"/>
                <w:szCs w:val="22"/>
                <w:lang w:val="ro-RO"/>
              </w:rPr>
              <w:t xml:space="preserve"> SO </w:t>
            </w:r>
            <w:r w:rsidR="00C77D29" w:rsidRPr="004C6B61">
              <w:rPr>
                <w:rFonts w:asciiTheme="minorHAnsi" w:hAnsiTheme="minorHAnsi" w:cstheme="minorHAnsi"/>
                <w:b/>
                <w:noProof/>
                <w:sz w:val="22"/>
                <w:szCs w:val="22"/>
                <w:lang w:val="ro-RO"/>
              </w:rPr>
              <w:t xml:space="preserve">culturi </w:t>
            </w:r>
            <w:r w:rsidRPr="004C6B61">
              <w:rPr>
                <w:rFonts w:asciiTheme="minorHAnsi" w:hAnsiTheme="minorHAnsi" w:cstheme="minorHAnsi"/>
                <w:b/>
                <w:noProof/>
                <w:sz w:val="22"/>
                <w:szCs w:val="22"/>
                <w:lang w:val="ro-RO"/>
              </w:rPr>
              <w:t>soiuri autohtone</w:t>
            </w:r>
            <w:r w:rsidR="00C77D29" w:rsidRPr="004C6B61">
              <w:rPr>
                <w:rFonts w:asciiTheme="minorHAnsi" w:hAnsiTheme="minorHAnsi" w:cstheme="minorHAnsi"/>
                <w:b/>
                <w:noProof/>
                <w:sz w:val="22"/>
                <w:szCs w:val="22"/>
                <w:lang w:val="ro-RO"/>
              </w:rPr>
              <w:t xml:space="preserve"> </w:t>
            </w:r>
            <w:r w:rsidR="0031249F" w:rsidRPr="004C6B61">
              <w:rPr>
                <w:rFonts w:asciiTheme="minorHAnsi" w:hAnsiTheme="minorHAnsi" w:cstheme="minorHAnsi"/>
                <w:b/>
                <w:noProof/>
                <w:sz w:val="22"/>
                <w:szCs w:val="22"/>
                <w:lang w:val="ro-RO"/>
              </w:rPr>
              <w:t>și/</w:t>
            </w:r>
            <w:r w:rsidR="00C77D29" w:rsidRPr="004C6B61">
              <w:rPr>
                <w:rFonts w:asciiTheme="minorHAnsi" w:hAnsiTheme="minorHAnsi" w:cstheme="minorHAnsi"/>
                <w:b/>
                <w:noProof/>
                <w:sz w:val="22"/>
                <w:szCs w:val="22"/>
                <w:lang w:val="ro-RO"/>
              </w:rPr>
              <w:t xml:space="preserve">sau </w:t>
            </w:r>
            <w:r w:rsidRPr="004C6B61">
              <w:rPr>
                <w:rFonts w:asciiTheme="minorHAnsi" w:hAnsiTheme="minorHAnsi" w:cstheme="minorHAnsi"/>
                <w:b/>
                <w:noProof/>
                <w:sz w:val="22"/>
                <w:szCs w:val="22"/>
                <w:lang w:val="ro-RO"/>
              </w:rPr>
              <w:t xml:space="preserve">SO </w:t>
            </w:r>
            <w:r w:rsidR="00C77D29" w:rsidRPr="004C6B61">
              <w:rPr>
                <w:rFonts w:asciiTheme="minorHAnsi" w:hAnsiTheme="minorHAnsi" w:cstheme="minorHAnsi"/>
                <w:b/>
                <w:noProof/>
                <w:sz w:val="22"/>
                <w:szCs w:val="22"/>
                <w:lang w:val="ro-RO"/>
              </w:rPr>
              <w:t>animal</w:t>
            </w:r>
            <w:r w:rsidRPr="004C6B61">
              <w:rPr>
                <w:rFonts w:asciiTheme="minorHAnsi" w:hAnsiTheme="minorHAnsi" w:cstheme="minorHAnsi"/>
                <w:b/>
                <w:noProof/>
                <w:sz w:val="22"/>
                <w:szCs w:val="22"/>
                <w:lang w:val="ro-RO"/>
              </w:rPr>
              <w:t>e</w:t>
            </w:r>
            <w:r w:rsidR="00C77D29" w:rsidRPr="004C6B61">
              <w:rPr>
                <w:rFonts w:asciiTheme="minorHAnsi" w:hAnsiTheme="minorHAnsi" w:cstheme="minorHAnsi"/>
                <w:b/>
                <w:noProof/>
                <w:sz w:val="22"/>
                <w:szCs w:val="22"/>
                <w:lang w:val="ro-RO"/>
              </w:rPr>
              <w:t xml:space="preserve"> </w:t>
            </w:r>
            <w:r w:rsidRPr="004C6B61">
              <w:rPr>
                <w:rFonts w:asciiTheme="minorHAnsi" w:hAnsiTheme="minorHAnsi" w:cstheme="minorHAnsi"/>
                <w:b/>
                <w:noProof/>
                <w:sz w:val="22"/>
                <w:szCs w:val="22"/>
                <w:lang w:val="ro-RO"/>
              </w:rPr>
              <w:t>rase autohtone / (total SO) X 5 (punctaj maxim)</w:t>
            </w:r>
            <w:r w:rsidR="004C6B61">
              <w:rPr>
                <w:rFonts w:asciiTheme="minorHAnsi" w:hAnsiTheme="minorHAnsi" w:cstheme="minorHAnsi"/>
                <w:b/>
                <w:noProof/>
                <w:sz w:val="22"/>
                <w:szCs w:val="22"/>
                <w:lang w:val="ro-RO"/>
              </w:rPr>
              <w:t>.</w:t>
            </w:r>
          </w:p>
        </w:tc>
      </w:tr>
    </w:tbl>
    <w:p w14:paraId="34B71C59" w14:textId="77777777" w:rsidR="0095624F" w:rsidRPr="00E67132" w:rsidRDefault="0095624F" w:rsidP="0095624F">
      <w:pPr>
        <w:pStyle w:val="BodyText3"/>
        <w:jc w:val="both"/>
        <w:rPr>
          <w:rStyle w:val="tal1"/>
          <w:rFonts w:ascii="Calibri" w:hAnsi="Calibri" w:cs="Calibri"/>
          <w:b w:val="0"/>
          <w:noProof/>
          <w:sz w:val="22"/>
          <w:szCs w:val="22"/>
          <w:lang w:val="ro-RO"/>
        </w:rPr>
      </w:pPr>
      <w:r w:rsidRPr="00E67132">
        <w:rPr>
          <w:rFonts w:ascii="Calibri" w:hAnsi="Calibri" w:cs="Calibri"/>
          <w:b w:val="0"/>
          <w:noProof/>
          <w:sz w:val="22"/>
          <w:szCs w:val="22"/>
          <w:lang w:val="ro-RO"/>
        </w:rPr>
        <w:t xml:space="preserve">În urma evaluarii criteriilor de selectie, proiectul este NECONFORM, din motivul scaderii </w:t>
      </w:r>
      <w:r w:rsidRPr="00E67132">
        <w:rPr>
          <w:rStyle w:val="tal1"/>
          <w:rFonts w:ascii="Calibri" w:hAnsi="Calibri" w:cs="Calibri"/>
          <w:b w:val="0"/>
          <w:noProof/>
          <w:sz w:val="22"/>
          <w:szCs w:val="22"/>
          <w:lang w:val="ro-RO"/>
        </w:rPr>
        <w:t>punctajului din autoevaluare/prescoring sub pragul de calitate corespunzător lunii in care a fost depus proiectul?</w:t>
      </w:r>
    </w:p>
    <w:p w14:paraId="6FC75CC5" w14:textId="77777777" w:rsidR="0095624F" w:rsidRPr="00E67132" w:rsidRDefault="0095624F" w:rsidP="0095624F">
      <w:pPr>
        <w:pStyle w:val="BodyText3"/>
        <w:jc w:val="both"/>
        <w:rPr>
          <w:rStyle w:val="tal1"/>
          <w:rFonts w:ascii="Calibri" w:hAnsi="Calibri" w:cs="Calibri"/>
          <w:b w:val="0"/>
          <w:noProof/>
          <w:sz w:val="22"/>
          <w:szCs w:val="22"/>
          <w:lang w:val="ro-RO"/>
        </w:rPr>
      </w:pPr>
      <w:r w:rsidRPr="00E67132">
        <w:rPr>
          <w:rStyle w:val="tal1"/>
          <w:rFonts w:ascii="Calibri" w:hAnsi="Calibri" w:cs="Calibri"/>
          <w:b w:val="0"/>
          <w:noProof/>
          <w:sz w:val="22"/>
          <w:szCs w:val="22"/>
          <w:lang w:val="ro-RO"/>
        </w:rPr>
        <w:t>Expertul bifeaza cu da sau nu in urma verificarii punctajului total fata de pragul de calitate aferent lunii respective din Anuntul de licitatie.</w:t>
      </w:r>
    </w:p>
    <w:p w14:paraId="4E3ED49F" w14:textId="77777777" w:rsidR="0095624F" w:rsidRPr="00E67132" w:rsidRDefault="0095624F" w:rsidP="0095624F">
      <w:pPr>
        <w:pStyle w:val="BodyText3"/>
        <w:jc w:val="both"/>
        <w:rPr>
          <w:rFonts w:ascii="Calibri" w:hAnsi="Calibri" w:cs="Calibri"/>
          <w:b w:val="0"/>
          <w:noProof/>
          <w:sz w:val="22"/>
          <w:szCs w:val="22"/>
          <w:lang w:val="ro-RO"/>
        </w:rPr>
      </w:pPr>
      <w:r w:rsidRPr="00E67132">
        <w:rPr>
          <w:rFonts w:ascii="Calibri" w:hAnsi="Calibri" w:cs="Calibri"/>
          <w:b w:val="0"/>
          <w:noProof/>
          <w:sz w:val="22"/>
          <w:szCs w:val="22"/>
          <w:lang w:val="ro-RO"/>
        </w:rPr>
        <w:t>Daca expertul bifează DA, proiectul este NECONFORM</w:t>
      </w:r>
      <w:r w:rsidRPr="00E67132">
        <w:rPr>
          <w:rStyle w:val="tal1"/>
          <w:rFonts w:ascii="Calibri" w:hAnsi="Calibri" w:cs="Calibri"/>
          <w:b w:val="0"/>
          <w:noProof/>
          <w:sz w:val="22"/>
          <w:szCs w:val="22"/>
          <w:lang w:val="ro-RO"/>
        </w:rPr>
        <w:t>.</w:t>
      </w:r>
    </w:p>
    <w:p w14:paraId="5B6FB6B2" w14:textId="77777777" w:rsidR="0095624F" w:rsidRPr="00E67132" w:rsidRDefault="0095624F" w:rsidP="00B93458">
      <w:pPr>
        <w:tabs>
          <w:tab w:val="left" w:pos="3120"/>
          <w:tab w:val="center" w:pos="4320"/>
          <w:tab w:val="right" w:pos="8640"/>
        </w:tabs>
        <w:jc w:val="both"/>
        <w:rPr>
          <w:rFonts w:ascii="Calibri" w:hAnsi="Calibri" w:cs="Calibri"/>
          <w:noProof/>
          <w:sz w:val="22"/>
          <w:szCs w:val="22"/>
          <w:lang w:val="ro-RO"/>
        </w:rPr>
      </w:pPr>
    </w:p>
    <w:p w14:paraId="67C0A9D2" w14:textId="77777777" w:rsidR="0019786A" w:rsidRPr="00E67132" w:rsidRDefault="0019786A"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 xml:space="preserve">Expertul completează, semnează şi datează Fişa de evaluare a criteriilor de selecţie si înscrie punctajul total acordat. </w:t>
      </w:r>
    </w:p>
    <w:p w14:paraId="653FD15A" w14:textId="77777777" w:rsidR="003B634E" w:rsidRPr="00E67132" w:rsidRDefault="0019786A" w:rsidP="00B93458">
      <w:pPr>
        <w:tabs>
          <w:tab w:val="left" w:pos="3120"/>
          <w:tab w:val="center" w:pos="4320"/>
          <w:tab w:val="right" w:pos="8640"/>
        </w:tabs>
        <w:jc w:val="both"/>
        <w:rPr>
          <w:rFonts w:ascii="Calibri" w:hAnsi="Calibri" w:cs="Calibri"/>
          <w:noProof/>
          <w:sz w:val="22"/>
          <w:szCs w:val="22"/>
          <w:lang w:val="ro-RO"/>
        </w:rPr>
      </w:pPr>
      <w:r w:rsidRPr="00E67132">
        <w:rPr>
          <w:rFonts w:ascii="Calibri" w:hAnsi="Calibri" w:cs="Calibri"/>
          <w:noProof/>
          <w:sz w:val="22"/>
          <w:szCs w:val="22"/>
          <w:lang w:val="ro-RO"/>
        </w:rPr>
        <w:t>Dacă există divergenţe între expert şi persoana care verifică munca expertului, acestea sunt mediate/rezolvate de şeful ierarhic superior, care îşi însuşeşte decizia prin semnătură</w:t>
      </w:r>
    </w:p>
    <w:p w14:paraId="5C4F5165" w14:textId="77777777" w:rsidR="0004658C" w:rsidRPr="00E67132" w:rsidRDefault="0004658C" w:rsidP="00543B9A">
      <w:pPr>
        <w:overflowPunct w:val="0"/>
        <w:autoSpaceDE w:val="0"/>
        <w:autoSpaceDN w:val="0"/>
        <w:adjustRightInd w:val="0"/>
        <w:textAlignment w:val="baseline"/>
        <w:rPr>
          <w:rFonts w:ascii="Calibri" w:hAnsi="Calibri" w:cs="Calibri"/>
          <w:b/>
          <w:noProof/>
          <w:sz w:val="22"/>
          <w:szCs w:val="22"/>
          <w:lang w:val="ro-RO"/>
        </w:rPr>
      </w:pPr>
    </w:p>
    <w:p w14:paraId="69F27884" w14:textId="77777777" w:rsidR="0004658C" w:rsidRPr="00E67132" w:rsidRDefault="0004658C" w:rsidP="0004658C">
      <w:pPr>
        <w:overflowPunct w:val="0"/>
        <w:autoSpaceDE w:val="0"/>
        <w:autoSpaceDN w:val="0"/>
        <w:adjustRightInd w:val="0"/>
        <w:textAlignment w:val="baseline"/>
        <w:rPr>
          <w:rFonts w:ascii="Calibri" w:hAnsi="Calibri" w:cs="Calibri"/>
          <w:b/>
          <w:noProof/>
          <w:sz w:val="22"/>
          <w:szCs w:val="22"/>
          <w:lang w:val="ro-RO"/>
        </w:rPr>
      </w:pPr>
      <w:r w:rsidRPr="00E67132">
        <w:rPr>
          <w:rFonts w:ascii="Calibri" w:hAnsi="Calibri" w:cs="Calibri"/>
          <w:b/>
          <w:noProof/>
          <w:sz w:val="22"/>
          <w:szCs w:val="22"/>
          <w:lang w:val="ro-RO"/>
        </w:rPr>
        <w:t>SECTIUNEA II</w:t>
      </w:r>
    </w:p>
    <w:p w14:paraId="16063E37" w14:textId="77777777" w:rsidR="0004658C" w:rsidRPr="00E67132" w:rsidRDefault="0004658C" w:rsidP="0004658C">
      <w:pPr>
        <w:overflowPunct w:val="0"/>
        <w:autoSpaceDE w:val="0"/>
        <w:autoSpaceDN w:val="0"/>
        <w:adjustRightInd w:val="0"/>
        <w:textAlignment w:val="baseline"/>
        <w:rPr>
          <w:rFonts w:ascii="Calibri" w:hAnsi="Calibri" w:cs="Calibri"/>
          <w:b/>
          <w:noProof/>
          <w:sz w:val="22"/>
          <w:szCs w:val="22"/>
          <w:lang w:val="ro-RO"/>
        </w:rPr>
      </w:pPr>
      <w:r w:rsidRPr="00E67132">
        <w:rPr>
          <w:rFonts w:ascii="Calibri" w:hAnsi="Calibri" w:cs="Calibri"/>
          <w:b/>
          <w:noProof/>
          <w:sz w:val="22"/>
          <w:szCs w:val="22"/>
          <w:lang w:val="ro-RO"/>
        </w:rPr>
        <w:t>C.Verificarea conformitatii si eligibilitatii documentelor la acordarea deciziei de finantare (Contractare)</w:t>
      </w:r>
    </w:p>
    <w:p w14:paraId="088D8ACB" w14:textId="77777777" w:rsidR="0004658C" w:rsidRPr="00E67132" w:rsidRDefault="0004658C" w:rsidP="0004658C">
      <w:pPr>
        <w:overflowPunct w:val="0"/>
        <w:autoSpaceDE w:val="0"/>
        <w:autoSpaceDN w:val="0"/>
        <w:adjustRightInd w:val="0"/>
        <w:textAlignment w:val="baseline"/>
        <w:rPr>
          <w:rFonts w:ascii="Calibri" w:hAnsi="Calibri" w:cs="Calibri"/>
          <w:bCs/>
          <w:noProof/>
          <w:sz w:val="22"/>
          <w:szCs w:val="22"/>
          <w:lang w:val="ro-RO" w:eastAsia="fr-FR"/>
        </w:rPr>
      </w:pPr>
    </w:p>
    <w:p w14:paraId="391233CF" w14:textId="77777777" w:rsidR="0004658C" w:rsidRPr="00E67132" w:rsidRDefault="0004658C" w:rsidP="0004658C">
      <w:pPr>
        <w:overflowPunct w:val="0"/>
        <w:autoSpaceDE w:val="0"/>
        <w:autoSpaceDN w:val="0"/>
        <w:adjustRightInd w:val="0"/>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t>Numărul de înregistrare al Cererii de Finanţare (CF):</w:t>
      </w:r>
    </w:p>
    <w:p w14:paraId="0A5A7088" w14:textId="77777777" w:rsidR="0004658C" w:rsidRPr="00E67132" w:rsidRDefault="0004658C" w:rsidP="0004658C">
      <w:pPr>
        <w:overflowPunct w:val="0"/>
        <w:autoSpaceDE w:val="0"/>
        <w:autoSpaceDN w:val="0"/>
        <w:adjustRightInd w:val="0"/>
        <w:jc w:val="center"/>
        <w:textAlignment w:val="baseline"/>
        <w:rPr>
          <w:rFonts w:ascii="Calibri" w:hAnsi="Calibri" w:cs="Calibri"/>
          <w:bCs/>
          <w:noProof/>
          <w:sz w:val="22"/>
          <w:szCs w:val="22"/>
          <w:lang w:val="ro-RO" w:eastAsia="fr-FR"/>
        </w:rPr>
      </w:pPr>
    </w:p>
    <w:p w14:paraId="4A9BCD33" w14:textId="77777777" w:rsidR="0004658C" w:rsidRPr="00E67132" w:rsidRDefault="00076A90" w:rsidP="0004658C">
      <w:pPr>
        <w:tabs>
          <w:tab w:val="center" w:pos="4536"/>
          <w:tab w:val="right" w:pos="9072"/>
        </w:tabs>
        <w:rPr>
          <w:rFonts w:ascii="Calibri" w:hAnsi="Calibri" w:cs="Calibri"/>
          <w:b/>
          <w:noProof/>
          <w:sz w:val="22"/>
          <w:szCs w:val="22"/>
          <w:lang w:val="ro-RO"/>
        </w:rPr>
      </w:pPr>
      <w:r w:rsidRPr="00E67132">
        <w:rPr>
          <w:rFonts w:ascii="Calibri" w:hAnsi="Calibri" w:cs="Calibri"/>
          <w:noProof/>
          <w:sz w:val="22"/>
          <w:szCs w:val="22"/>
        </w:rPr>
        <mc:AlternateContent>
          <mc:Choice Requires="wps">
            <w:drawing>
              <wp:anchor distT="4294967292" distB="4294967292" distL="114296" distR="114296" simplePos="0" relativeHeight="251659776" behindDoc="0" locked="0" layoutInCell="0" allowOverlap="1" wp14:anchorId="23942D38" wp14:editId="06979191">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D7C16" id="Rectangle 2" o:spid="_x0000_s1026" style="position:absolute;margin-left:67.5pt;margin-top:3.8pt;width:0;height:0;z-index:25165977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0004658C" w:rsidRPr="00E67132">
        <w:rPr>
          <w:rFonts w:ascii="Calibri" w:hAnsi="Calibri" w:cs="Calibri"/>
          <w:noProof/>
          <w:sz w:val="22"/>
          <w:szCs w:val="22"/>
          <w:bdr w:val="single" w:sz="8" w:space="0" w:color="auto" w:frame="1"/>
          <w:lang w:val="ro-RO"/>
        </w:rPr>
        <w:t>F</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rPr>
        <w:t xml:space="preserve"> </w:t>
      </w:r>
      <w:r w:rsidR="0004658C" w:rsidRPr="00E67132">
        <w:rPr>
          <w:rFonts w:ascii="Calibri" w:hAnsi="Calibri" w:cs="Calibri"/>
          <w:noProof/>
          <w:sz w:val="22"/>
          <w:szCs w:val="22"/>
          <w:bdr w:val="single" w:sz="8" w:space="0" w:color="auto" w:frame="1"/>
          <w:lang w:val="ro-RO"/>
        </w:rPr>
        <w:t xml:space="preserve">  </w:t>
      </w:r>
      <w:r w:rsidR="0004658C" w:rsidRPr="00E67132">
        <w:rPr>
          <w:rFonts w:ascii="Calibri" w:hAnsi="Calibri" w:cs="Calibri"/>
          <w:noProof/>
          <w:sz w:val="22"/>
          <w:szCs w:val="22"/>
          <w:lang w:val="ro-RO" w:eastAsia="fr-FR"/>
        </w:rPr>
        <w:t> </w:t>
      </w:r>
    </w:p>
    <w:p w14:paraId="561BF56B" w14:textId="77777777" w:rsidR="0004658C" w:rsidRPr="00E67132" w:rsidRDefault="0004658C" w:rsidP="0004658C">
      <w:pPr>
        <w:rPr>
          <w:rFonts w:ascii="Calibri" w:hAnsi="Calibri" w:cs="Calibri"/>
          <w:b/>
          <w:noProof/>
          <w:sz w:val="22"/>
          <w:szCs w:val="22"/>
          <w:lang w:val="ro-RO"/>
        </w:rPr>
      </w:pPr>
    </w:p>
    <w:p w14:paraId="09A2E630" w14:textId="77777777" w:rsidR="0004658C" w:rsidRPr="00E67132" w:rsidRDefault="0004658C" w:rsidP="00342928">
      <w:pPr>
        <w:overflowPunct w:val="0"/>
        <w:autoSpaceDE w:val="0"/>
        <w:autoSpaceDN w:val="0"/>
        <w:adjustRightInd w:val="0"/>
        <w:jc w:val="center"/>
        <w:textAlignment w:val="baseline"/>
        <w:rPr>
          <w:rFonts w:ascii="Calibri" w:hAnsi="Calibri" w:cs="Calibri"/>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2"/>
        <w:gridCol w:w="931"/>
        <w:gridCol w:w="989"/>
        <w:gridCol w:w="1272"/>
      </w:tblGrid>
      <w:tr w:rsidR="0004658C" w:rsidRPr="00E67132" w14:paraId="39450C69" w14:textId="77777777" w:rsidTr="00630C53">
        <w:tc>
          <w:tcPr>
            <w:tcW w:w="6382" w:type="dxa"/>
            <w:shd w:val="clear" w:color="auto" w:fill="auto"/>
          </w:tcPr>
          <w:p w14:paraId="49656A85"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t>Document de verificat</w:t>
            </w:r>
          </w:p>
        </w:tc>
        <w:tc>
          <w:tcPr>
            <w:tcW w:w="931" w:type="dxa"/>
            <w:shd w:val="clear" w:color="auto" w:fill="auto"/>
          </w:tcPr>
          <w:p w14:paraId="52B45B2A" w14:textId="77777777" w:rsidR="0004658C" w:rsidRPr="00E67132"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Calibri" w:hAnsi="Calibri" w:cs="Calibri"/>
                <w:noProof/>
                <w:sz w:val="22"/>
                <w:szCs w:val="22"/>
                <w:lang w:val="ro-RO"/>
              </w:rPr>
            </w:pPr>
            <w:r w:rsidRPr="00E67132">
              <w:rPr>
                <w:rFonts w:ascii="Calibri" w:hAnsi="Calibri" w:cs="Calibri"/>
                <w:noProof/>
                <w:sz w:val="22"/>
                <w:szCs w:val="22"/>
                <w:lang w:val="ro-RO"/>
              </w:rPr>
              <w:t>DA</w:t>
            </w:r>
          </w:p>
        </w:tc>
        <w:tc>
          <w:tcPr>
            <w:tcW w:w="989" w:type="dxa"/>
          </w:tcPr>
          <w:p w14:paraId="6C1A34D8" w14:textId="77777777" w:rsidR="0004658C" w:rsidRPr="00E67132"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Calibri" w:hAnsi="Calibri" w:cs="Calibri"/>
                <w:noProof/>
                <w:sz w:val="22"/>
                <w:szCs w:val="22"/>
                <w:lang w:val="ro-RO"/>
              </w:rPr>
            </w:pPr>
            <w:r w:rsidRPr="00E67132">
              <w:rPr>
                <w:rFonts w:ascii="Calibri" w:hAnsi="Calibri" w:cs="Calibri"/>
                <w:noProof/>
                <w:sz w:val="22"/>
                <w:szCs w:val="22"/>
                <w:lang w:val="ro-RO"/>
              </w:rPr>
              <w:t>NU</w:t>
            </w:r>
          </w:p>
        </w:tc>
        <w:tc>
          <w:tcPr>
            <w:tcW w:w="1272" w:type="dxa"/>
            <w:shd w:val="clear" w:color="auto" w:fill="auto"/>
          </w:tcPr>
          <w:p w14:paraId="446A3376" w14:textId="77777777" w:rsidR="0004658C" w:rsidRPr="00E67132"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Calibri" w:hAnsi="Calibri" w:cs="Calibri"/>
                <w:noProof/>
                <w:sz w:val="22"/>
                <w:szCs w:val="22"/>
                <w:lang w:val="ro-RO"/>
              </w:rPr>
            </w:pPr>
            <w:r w:rsidRPr="00E67132">
              <w:rPr>
                <w:rFonts w:ascii="Calibri" w:hAnsi="Calibri" w:cs="Calibri"/>
                <w:noProof/>
                <w:sz w:val="22"/>
                <w:szCs w:val="22"/>
                <w:lang w:val="ro-RO"/>
              </w:rPr>
              <w:t>NU este cazul</w:t>
            </w:r>
          </w:p>
        </w:tc>
      </w:tr>
      <w:tr w:rsidR="0004658C" w:rsidRPr="00E67132" w14:paraId="68AFDE26" w14:textId="77777777" w:rsidTr="00630C53">
        <w:tc>
          <w:tcPr>
            <w:tcW w:w="6382" w:type="dxa"/>
            <w:shd w:val="clear" w:color="auto" w:fill="auto"/>
          </w:tcPr>
          <w:p w14:paraId="28F9EA1E" w14:textId="77777777" w:rsidR="0004658C" w:rsidRPr="00E67132" w:rsidRDefault="0004658C" w:rsidP="00515D1F">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1. Certificat care să ateste lipsa datoriilor restante</w:t>
            </w:r>
            <w:r w:rsidRPr="00E67132">
              <w:rPr>
                <w:rFonts w:ascii="Calibri" w:hAnsi="Calibri" w:cs="Calibri"/>
                <w:noProof/>
                <w:sz w:val="22"/>
                <w:szCs w:val="22"/>
                <w:lang w:val="ro-RO"/>
              </w:rPr>
              <w:t xml:space="preserve"> </w:t>
            </w:r>
            <w:r w:rsidR="00515D1F" w:rsidRPr="00E67132">
              <w:rPr>
                <w:rFonts w:ascii="Calibri" w:hAnsi="Calibri" w:cs="Calibri"/>
                <w:noProof/>
                <w:sz w:val="22"/>
                <w:szCs w:val="22"/>
                <w:lang w:val="ro-RO"/>
              </w:rPr>
              <w:t>locale</w:t>
            </w:r>
            <w:r w:rsidR="00BE0E1B" w:rsidRPr="00E67132">
              <w:rPr>
                <w:rFonts w:ascii="Calibri" w:hAnsi="Calibri" w:cs="Calibri"/>
                <w:noProof/>
                <w:sz w:val="22"/>
                <w:szCs w:val="22"/>
                <w:lang w:val="ro-RO"/>
              </w:rPr>
              <w:t xml:space="preserve"> </w:t>
            </w:r>
            <w:r w:rsidRPr="00E67132">
              <w:rPr>
                <w:rFonts w:ascii="Calibri" w:hAnsi="Calibri" w:cs="Calibri"/>
                <w:noProof/>
                <w:sz w:val="22"/>
                <w:szCs w:val="22"/>
                <w:lang w:val="ro-RO"/>
              </w:rPr>
              <w:t xml:space="preserve">emis </w:t>
            </w:r>
            <w:r w:rsidR="00515D1F" w:rsidRPr="00E67132">
              <w:rPr>
                <w:rFonts w:ascii="Calibri" w:hAnsi="Calibri" w:cs="Calibri"/>
                <w:noProof/>
                <w:sz w:val="22"/>
                <w:szCs w:val="22"/>
                <w:lang w:val="ro-RO"/>
              </w:rPr>
              <w:t xml:space="preserve"> </w:t>
            </w:r>
            <w:r w:rsidRPr="00E67132">
              <w:rPr>
                <w:rFonts w:ascii="Calibri" w:hAnsi="Calibri" w:cs="Calibri"/>
                <w:noProof/>
                <w:sz w:val="22"/>
                <w:szCs w:val="22"/>
                <w:lang w:val="ro-RO"/>
              </w:rPr>
              <w:t>de Primăria de pe raza cărora îşi au sediul social şi punctele de lucru</w:t>
            </w:r>
            <w:r w:rsidR="00515D1F" w:rsidRPr="00E67132">
              <w:rPr>
                <w:rFonts w:ascii="Calibri" w:hAnsi="Calibri" w:cs="Calibri"/>
                <w:noProof/>
                <w:sz w:val="22"/>
                <w:szCs w:val="22"/>
                <w:lang w:val="ro-RO"/>
              </w:rPr>
              <w:t xml:space="preserve"> (în cazul în care solicitantul este proprietar asupra imobilelor)</w:t>
            </w:r>
            <w:r w:rsidR="00515D1F" w:rsidRPr="00E67132">
              <w:rPr>
                <w:noProof/>
                <w:lang w:val="ro-RO"/>
              </w:rPr>
              <w:t xml:space="preserve"> </w:t>
            </w:r>
            <w:r w:rsidR="00515D1F" w:rsidRPr="00E67132">
              <w:rPr>
                <w:rFonts w:ascii="Calibri" w:hAnsi="Calibri" w:cs="Calibri"/>
                <w:noProof/>
                <w:sz w:val="22"/>
                <w:szCs w:val="22"/>
                <w:lang w:val="ro-RO"/>
              </w:rPr>
              <w:t>sau, dacă este cazul, graficul de eşalonare a datoriilor către bugetul local.</w:t>
            </w:r>
          </w:p>
        </w:tc>
        <w:tc>
          <w:tcPr>
            <w:tcW w:w="931" w:type="dxa"/>
            <w:shd w:val="clear" w:color="auto" w:fill="auto"/>
          </w:tcPr>
          <w:p w14:paraId="16974FCD"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5DD2937"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5082F03B"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A46EBB0"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1DCC9A21"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D4199A3"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r>
      <w:tr w:rsidR="001A0D42" w:rsidRPr="00E67132" w14:paraId="5FE6CF38" w14:textId="77777777" w:rsidTr="00630C53">
        <w:tc>
          <w:tcPr>
            <w:tcW w:w="6382" w:type="dxa"/>
            <w:shd w:val="clear" w:color="auto" w:fill="auto"/>
          </w:tcPr>
          <w:p w14:paraId="3DEA5323" w14:textId="77777777" w:rsidR="001A0D42" w:rsidRPr="00E67132" w:rsidRDefault="001A0D42" w:rsidP="00515D1F">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2. Declarație prin care reprezentantul legal al beneficiarului își exprimă consimțământul ca AFIR să solicite instituțiilor abilitate conform legii ( IGPR si ANAF), </w:t>
            </w:r>
            <w:r w:rsidRPr="00E67132">
              <w:rPr>
                <w:rFonts w:ascii="Calibri" w:hAnsi="Calibri" w:cs="Calibri"/>
                <w:noProof/>
                <w:sz w:val="22"/>
                <w:szCs w:val="22"/>
                <w:lang w:val="ro-RO"/>
              </w:rPr>
              <w:t>extrasul de pe cazierul judiciar, respectiv certificatul de atestare fiscală (declaraţia se solicită doar în situaţia în care s-a înlocuit reprezentantul legal înainte de semnarea contractului de finanţare şi care trebuie să fie semnată de noul reprezentant legal)</w:t>
            </w:r>
          </w:p>
        </w:tc>
        <w:tc>
          <w:tcPr>
            <w:tcW w:w="931" w:type="dxa"/>
            <w:shd w:val="clear" w:color="auto" w:fill="auto"/>
          </w:tcPr>
          <w:p w14:paraId="61843ECE" w14:textId="77777777" w:rsidR="00E34F3D" w:rsidRPr="00E67132" w:rsidRDefault="00E34F3D" w:rsidP="00E34F3D">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96A3D8E" w14:textId="77777777" w:rsidR="001A0D42" w:rsidRPr="00E67132" w:rsidRDefault="001A0D42" w:rsidP="00F8423B">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6BC82675" w14:textId="77777777" w:rsidR="00E34F3D" w:rsidRPr="00E67132" w:rsidRDefault="00E34F3D" w:rsidP="00E34F3D">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8784758" w14:textId="77777777" w:rsidR="001A0D42" w:rsidRPr="00E67132" w:rsidRDefault="001A0D42" w:rsidP="00F8423B">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3955EA17" w14:textId="77777777" w:rsidR="00E34F3D" w:rsidRPr="00E67132" w:rsidRDefault="00E34F3D" w:rsidP="00E34F3D">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0023638" w14:textId="77777777" w:rsidR="001A0D42" w:rsidRPr="00E67132" w:rsidRDefault="001A0D42" w:rsidP="00F8423B">
            <w:pPr>
              <w:overflowPunct w:val="0"/>
              <w:autoSpaceDE w:val="0"/>
              <w:autoSpaceDN w:val="0"/>
              <w:adjustRightInd w:val="0"/>
              <w:textAlignment w:val="baseline"/>
              <w:rPr>
                <w:rFonts w:ascii="Calibri" w:hAnsi="Calibri" w:cs="Calibri"/>
                <w:noProof/>
                <w:sz w:val="22"/>
                <w:szCs w:val="22"/>
                <w:lang w:val="ro-RO"/>
              </w:rPr>
            </w:pPr>
          </w:p>
        </w:tc>
      </w:tr>
      <w:tr w:rsidR="0004658C" w:rsidRPr="00E67132" w14:paraId="4E929AF5" w14:textId="77777777" w:rsidTr="00630C53">
        <w:tc>
          <w:tcPr>
            <w:tcW w:w="6382" w:type="dxa"/>
            <w:shd w:val="clear" w:color="auto" w:fill="auto"/>
          </w:tcPr>
          <w:p w14:paraId="34A87F1F" w14:textId="77777777" w:rsidR="0004658C" w:rsidRPr="00E67132" w:rsidRDefault="001A0D42" w:rsidP="00F8423B">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3</w:t>
            </w:r>
            <w:r w:rsidR="0004658C" w:rsidRPr="00E67132">
              <w:rPr>
                <w:rFonts w:ascii="Calibri" w:hAnsi="Calibri" w:cs="Calibri"/>
                <w:b/>
                <w:noProof/>
                <w:sz w:val="22"/>
                <w:szCs w:val="22"/>
                <w:lang w:val="ro-RO"/>
              </w:rPr>
              <w:t>. Document emis de ANSVSA, prin care se certifică înregistrarea exploatație comercială de tip A</w:t>
            </w:r>
            <w:r w:rsidR="00823A3D" w:rsidRPr="00E67132">
              <w:rPr>
                <w:rFonts w:ascii="Calibri" w:hAnsi="Calibri" w:cs="Calibri"/>
                <w:b/>
                <w:noProof/>
                <w:sz w:val="22"/>
                <w:szCs w:val="22"/>
                <w:lang w:val="ro-RO"/>
              </w:rPr>
              <w:t>/</w:t>
            </w:r>
            <w:r w:rsidR="00B422CE" w:rsidRPr="00E67132">
              <w:rPr>
                <w:rFonts w:ascii="Calibri" w:hAnsi="Calibri" w:cs="Calibri"/>
                <w:bCs/>
                <w:noProof/>
                <w:lang w:val="ro-RO"/>
              </w:rPr>
              <w:t>înregistrare sanitară veterinară pentru unitățile de vânzare directă de produse primare apicole</w:t>
            </w:r>
            <w:r w:rsidR="0004658C" w:rsidRPr="00E67132">
              <w:rPr>
                <w:rFonts w:ascii="Calibri" w:hAnsi="Calibri" w:cs="Calibri"/>
                <w:b/>
                <w:noProof/>
                <w:sz w:val="22"/>
                <w:szCs w:val="22"/>
                <w:lang w:val="ro-RO"/>
              </w:rPr>
              <w:t xml:space="preserve">, </w:t>
            </w:r>
            <w:r w:rsidR="0004658C" w:rsidRPr="00E67132">
              <w:rPr>
                <w:rFonts w:ascii="Calibri" w:hAnsi="Calibri" w:cs="Calibri"/>
                <w:noProof/>
                <w:sz w:val="22"/>
                <w:szCs w:val="22"/>
                <w:lang w:val="ro-RO"/>
              </w:rPr>
              <w:t>conform Ordinului ANSVSA nr. 16 din 16.03.2010.</w:t>
            </w:r>
          </w:p>
        </w:tc>
        <w:tc>
          <w:tcPr>
            <w:tcW w:w="931" w:type="dxa"/>
            <w:shd w:val="clear" w:color="auto" w:fill="auto"/>
          </w:tcPr>
          <w:p w14:paraId="3F2191B1"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5DF0D72"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59136F3B"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99F19B3"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47A9DE1D"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ABAE290"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r>
      <w:tr w:rsidR="000C0F27" w:rsidRPr="00E67132" w14:paraId="5AFE0619" w14:textId="77777777" w:rsidTr="00630C53">
        <w:tc>
          <w:tcPr>
            <w:tcW w:w="6382" w:type="dxa"/>
            <w:shd w:val="clear" w:color="auto" w:fill="auto"/>
          </w:tcPr>
          <w:p w14:paraId="694F9160" w14:textId="77777777" w:rsidR="000C0F27" w:rsidRPr="00E67132" w:rsidRDefault="001A0D42" w:rsidP="000C0F27">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b/>
                <w:noProof/>
                <w:sz w:val="22"/>
                <w:szCs w:val="22"/>
                <w:lang w:val="ro-RO"/>
              </w:rPr>
              <w:t>4</w:t>
            </w:r>
            <w:r w:rsidR="000C0F27" w:rsidRPr="00E67132">
              <w:rPr>
                <w:rFonts w:ascii="Calibri" w:hAnsi="Calibri"/>
                <w:b/>
                <w:noProof/>
                <w:sz w:val="22"/>
                <w:szCs w:val="22"/>
                <w:lang w:val="ro-RO"/>
              </w:rPr>
              <w:t>.</w:t>
            </w:r>
            <w:r w:rsidR="00276078" w:rsidRPr="00E67132">
              <w:rPr>
                <w:rFonts w:ascii="Calibri" w:hAnsi="Calibri"/>
                <w:b/>
                <w:noProof/>
                <w:sz w:val="22"/>
                <w:szCs w:val="22"/>
                <w:lang w:val="ro-RO"/>
              </w:rPr>
              <w:t xml:space="preserve"> </w:t>
            </w:r>
            <w:r w:rsidR="003F177D" w:rsidRPr="00E67132">
              <w:rPr>
                <w:rFonts w:ascii="Calibri" w:hAnsi="Calibri"/>
                <w:b/>
                <w:noProof/>
                <w:sz w:val="22"/>
                <w:szCs w:val="22"/>
                <w:lang w:val="ro-RO"/>
              </w:rPr>
              <w:t xml:space="preserve">Exploataţie apicolă comercială  </w:t>
            </w:r>
            <w:r w:rsidR="003F177D" w:rsidRPr="00E67132">
              <w:rPr>
                <w:rFonts w:ascii="Calibri" w:hAnsi="Calibri"/>
                <w:noProof/>
                <w:sz w:val="22"/>
                <w:szCs w:val="22"/>
                <w:lang w:val="ro-RO"/>
              </w:rPr>
              <w:t>pentru material biologic</w:t>
            </w:r>
          </w:p>
        </w:tc>
        <w:tc>
          <w:tcPr>
            <w:tcW w:w="931" w:type="dxa"/>
            <w:shd w:val="clear" w:color="auto" w:fill="auto"/>
          </w:tcPr>
          <w:p w14:paraId="2C89110E"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15FFF42"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7AD05127"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4C63EA1"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645D6AE5"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EDACD2C" w14:textId="77777777" w:rsidR="000C0F27" w:rsidRPr="00E67132" w:rsidRDefault="000C0F27" w:rsidP="000C0F27">
            <w:pPr>
              <w:overflowPunct w:val="0"/>
              <w:autoSpaceDE w:val="0"/>
              <w:autoSpaceDN w:val="0"/>
              <w:adjustRightInd w:val="0"/>
              <w:textAlignment w:val="baseline"/>
              <w:rPr>
                <w:rFonts w:ascii="Calibri" w:hAnsi="Calibri" w:cs="Calibri"/>
                <w:noProof/>
                <w:sz w:val="22"/>
                <w:szCs w:val="22"/>
                <w:lang w:val="ro-RO"/>
              </w:rPr>
            </w:pPr>
          </w:p>
        </w:tc>
      </w:tr>
      <w:tr w:rsidR="0004658C" w:rsidRPr="00E67132" w14:paraId="055EE676" w14:textId="77777777" w:rsidTr="00630C53">
        <w:tc>
          <w:tcPr>
            <w:tcW w:w="6382" w:type="dxa"/>
            <w:shd w:val="clear" w:color="auto" w:fill="auto"/>
          </w:tcPr>
          <w:p w14:paraId="5E3CC353" w14:textId="77777777" w:rsidR="0004658C" w:rsidRPr="00E67132" w:rsidRDefault="001A0D42" w:rsidP="00AB74BE">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5</w:t>
            </w:r>
            <w:r w:rsidR="0004658C" w:rsidRPr="00E67132">
              <w:rPr>
                <w:rFonts w:ascii="Calibri" w:hAnsi="Calibri" w:cs="Calibri"/>
                <w:b/>
                <w:noProof/>
                <w:sz w:val="22"/>
                <w:szCs w:val="22"/>
                <w:lang w:val="ro-RO"/>
              </w:rPr>
              <w:t>.</w:t>
            </w:r>
            <w:r w:rsidR="00AB74BE" w:rsidRPr="00E67132">
              <w:rPr>
                <w:rFonts w:ascii="Calibri" w:hAnsi="Calibri" w:cs="Calibri"/>
                <w:b/>
                <w:noProof/>
                <w:sz w:val="22"/>
                <w:szCs w:val="22"/>
                <w:lang w:val="ro-RO"/>
              </w:rPr>
              <w:t xml:space="preserve"> Adresă emisă de bancă/trezorerie cu datele de identificare ale acesteia și ale contului aferent proiectului FEADR (denumire bancă/trezorerie, codul IBAN al contului de operațiuni cu AFIR) ;</w:t>
            </w:r>
          </w:p>
        </w:tc>
        <w:tc>
          <w:tcPr>
            <w:tcW w:w="931" w:type="dxa"/>
            <w:shd w:val="clear" w:color="auto" w:fill="auto"/>
          </w:tcPr>
          <w:p w14:paraId="5C1E239D"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B491D6C"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0EFA747B"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95347A9"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4AF0E1FB"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61A2DE2"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p>
        </w:tc>
      </w:tr>
      <w:tr w:rsidR="00AB74BE" w:rsidRPr="00E67132" w14:paraId="2227D820" w14:textId="77777777" w:rsidTr="00630C53">
        <w:tc>
          <w:tcPr>
            <w:tcW w:w="6382" w:type="dxa"/>
            <w:shd w:val="clear" w:color="auto" w:fill="auto"/>
          </w:tcPr>
          <w:p w14:paraId="24BBE88D" w14:textId="77777777" w:rsidR="00AB74BE" w:rsidRPr="00E67132" w:rsidRDefault="001A0D42" w:rsidP="00AB74BE">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6</w:t>
            </w:r>
            <w:r w:rsidR="00AB74BE" w:rsidRPr="00E67132">
              <w:rPr>
                <w:rFonts w:ascii="Calibri" w:hAnsi="Calibri" w:cs="Calibri"/>
                <w:b/>
                <w:noProof/>
                <w:sz w:val="22"/>
                <w:szCs w:val="22"/>
                <w:lang w:val="ro-RO"/>
              </w:rPr>
              <w:t>.</w:t>
            </w:r>
            <w:r w:rsidR="00AB74BE" w:rsidRPr="00E67132">
              <w:rPr>
                <w:noProof/>
                <w:lang w:val="ro-RO"/>
              </w:rPr>
              <w:t xml:space="preserve"> </w:t>
            </w:r>
            <w:r w:rsidR="00AB74BE" w:rsidRPr="00E67132">
              <w:rPr>
                <w:rFonts w:ascii="Calibri" w:hAnsi="Calibri" w:cs="Calibri"/>
                <w:b/>
                <w:noProof/>
                <w:sz w:val="22"/>
                <w:szCs w:val="22"/>
                <w:lang w:val="ro-RO"/>
              </w:rPr>
              <w:t>Graficul de eşalonare a datoriilor către bugetul consolidat (în cazul în care beneficiarul figureaza cu datorii restante fiscale şi sociale);</w:t>
            </w:r>
          </w:p>
        </w:tc>
        <w:tc>
          <w:tcPr>
            <w:tcW w:w="931" w:type="dxa"/>
            <w:shd w:val="clear" w:color="auto" w:fill="auto"/>
          </w:tcPr>
          <w:p w14:paraId="57D53F17" w14:textId="77777777" w:rsidR="002E5E30" w:rsidRPr="00E67132" w:rsidRDefault="002E5E30" w:rsidP="002E5E30">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AE23557" w14:textId="77777777" w:rsidR="00AB74BE" w:rsidRPr="00E67132" w:rsidRDefault="00AB74BE" w:rsidP="00F8423B">
            <w:pPr>
              <w:overflowPunct w:val="0"/>
              <w:autoSpaceDE w:val="0"/>
              <w:autoSpaceDN w:val="0"/>
              <w:adjustRightInd w:val="0"/>
              <w:textAlignment w:val="baseline"/>
              <w:rPr>
                <w:rFonts w:ascii="Calibri" w:hAnsi="Calibri" w:cs="Calibri"/>
                <w:noProof/>
                <w:sz w:val="22"/>
                <w:szCs w:val="22"/>
                <w:lang w:val="ro-RO"/>
              </w:rPr>
            </w:pPr>
          </w:p>
        </w:tc>
        <w:tc>
          <w:tcPr>
            <w:tcW w:w="989" w:type="dxa"/>
            <w:shd w:val="clear" w:color="auto" w:fill="auto"/>
          </w:tcPr>
          <w:p w14:paraId="4325183B" w14:textId="77777777" w:rsidR="002E5E30" w:rsidRPr="00E67132" w:rsidRDefault="002E5E30" w:rsidP="002E5E30">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11F702C" w14:textId="77777777" w:rsidR="00AB74BE" w:rsidRPr="00E67132" w:rsidRDefault="00AB74BE" w:rsidP="00F8423B">
            <w:pPr>
              <w:overflowPunct w:val="0"/>
              <w:autoSpaceDE w:val="0"/>
              <w:autoSpaceDN w:val="0"/>
              <w:adjustRightInd w:val="0"/>
              <w:textAlignment w:val="baseline"/>
              <w:rPr>
                <w:rFonts w:ascii="Calibri" w:hAnsi="Calibri" w:cs="Calibri"/>
                <w:noProof/>
                <w:sz w:val="22"/>
                <w:szCs w:val="22"/>
                <w:lang w:val="ro-RO"/>
              </w:rPr>
            </w:pPr>
          </w:p>
        </w:tc>
        <w:tc>
          <w:tcPr>
            <w:tcW w:w="1272" w:type="dxa"/>
          </w:tcPr>
          <w:p w14:paraId="2E1EE834" w14:textId="77777777" w:rsidR="002E5E30" w:rsidRPr="00E67132" w:rsidRDefault="002E5E30" w:rsidP="002E5E30">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2BEF0C6" w14:textId="77777777" w:rsidR="00AB74BE" w:rsidRPr="00E67132" w:rsidRDefault="00AB74BE" w:rsidP="00F8423B">
            <w:pPr>
              <w:overflowPunct w:val="0"/>
              <w:autoSpaceDE w:val="0"/>
              <w:autoSpaceDN w:val="0"/>
              <w:adjustRightInd w:val="0"/>
              <w:textAlignment w:val="baseline"/>
              <w:rPr>
                <w:rFonts w:ascii="Calibri" w:hAnsi="Calibri" w:cs="Calibri"/>
                <w:noProof/>
                <w:sz w:val="22"/>
                <w:szCs w:val="22"/>
                <w:lang w:val="ro-RO"/>
              </w:rPr>
            </w:pPr>
          </w:p>
        </w:tc>
      </w:tr>
    </w:tbl>
    <w:p w14:paraId="6D9B0CFA" w14:textId="77777777" w:rsidR="0004658C" w:rsidRPr="00E67132" w:rsidRDefault="0004658C" w:rsidP="0004658C">
      <w:pPr>
        <w:overflowPunct w:val="0"/>
        <w:autoSpaceDE w:val="0"/>
        <w:autoSpaceDN w:val="0"/>
        <w:adjustRightInd w:val="0"/>
        <w:jc w:val="center"/>
        <w:textAlignment w:val="baseline"/>
        <w:rPr>
          <w:rFonts w:ascii="Calibri" w:hAnsi="Calibri" w:cs="Calibri"/>
          <w:noProof/>
          <w:sz w:val="22"/>
          <w:szCs w:val="22"/>
          <w:lang w:val="ro-RO"/>
        </w:rPr>
      </w:pPr>
    </w:p>
    <w:p w14:paraId="704DCC5A" w14:textId="77777777" w:rsidR="002D2E2C" w:rsidRPr="00E67132" w:rsidRDefault="002D2E2C" w:rsidP="002D2E2C">
      <w:pPr>
        <w:spacing w:after="200" w:line="276" w:lineRule="auto"/>
        <w:jc w:val="both"/>
        <w:rPr>
          <w:rFonts w:ascii="Calibri" w:eastAsia="Calibri" w:hAnsi="Calibri"/>
          <w:noProof/>
          <w:sz w:val="22"/>
          <w:szCs w:val="22"/>
          <w:lang w:val="ro-RO"/>
        </w:rPr>
      </w:pPr>
      <w:r w:rsidRPr="00E67132">
        <w:rPr>
          <w:rFonts w:ascii="Calibri" w:eastAsia="Calibri" w:hAnsi="Calibri"/>
          <w:noProof/>
          <w:sz w:val="22"/>
          <w:szCs w:val="22"/>
          <w:lang w:val="ro-RO"/>
        </w:rPr>
        <w:t>În urma verificării documentelor de mai sus proiectul poate fi încadrat cu statut:</w:t>
      </w:r>
    </w:p>
    <w:p w14:paraId="73A58A82" w14:textId="77777777" w:rsidR="002D2E2C" w:rsidRPr="00E67132" w:rsidRDefault="002D2E2C" w:rsidP="002D2E2C">
      <w:pPr>
        <w:numPr>
          <w:ilvl w:val="0"/>
          <w:numId w:val="26"/>
        </w:numPr>
        <w:spacing w:after="200" w:line="276" w:lineRule="auto"/>
        <w:ind w:left="714" w:hanging="357"/>
        <w:jc w:val="both"/>
        <w:rPr>
          <w:rFonts w:ascii="Calibri" w:eastAsia="Calibri" w:hAnsi="Calibri"/>
          <w:noProof/>
          <w:sz w:val="22"/>
          <w:szCs w:val="22"/>
          <w:lang w:val="ro-RO"/>
        </w:rPr>
      </w:pPr>
      <w:r w:rsidRPr="00E67132">
        <w:rPr>
          <w:rFonts w:ascii="Calibri" w:eastAsia="Calibri" w:hAnsi="Calibri"/>
          <w:noProof/>
          <w:sz w:val="22"/>
          <w:szCs w:val="22"/>
          <w:lang w:val="ro-RO"/>
        </w:rPr>
        <w:t>eligibil;</w:t>
      </w:r>
    </w:p>
    <w:p w14:paraId="30BF9A22" w14:textId="77777777" w:rsidR="002D2E2C" w:rsidRPr="00E67132" w:rsidRDefault="002D2E2C" w:rsidP="002D2E2C">
      <w:pPr>
        <w:numPr>
          <w:ilvl w:val="0"/>
          <w:numId w:val="26"/>
        </w:numPr>
        <w:spacing w:after="200" w:line="276" w:lineRule="auto"/>
        <w:ind w:left="714" w:hanging="357"/>
        <w:jc w:val="both"/>
        <w:rPr>
          <w:rFonts w:ascii="Calibri" w:eastAsia="Calibri" w:hAnsi="Calibri"/>
          <w:noProof/>
          <w:sz w:val="22"/>
          <w:szCs w:val="22"/>
          <w:lang w:val="ro-RO"/>
        </w:rPr>
      </w:pPr>
      <w:r w:rsidRPr="00E67132">
        <w:rPr>
          <w:rFonts w:ascii="Calibri" w:eastAsia="Calibri" w:hAnsi="Calibri"/>
          <w:noProof/>
          <w:sz w:val="22"/>
          <w:szCs w:val="22"/>
          <w:lang w:val="ro-RO"/>
        </w:rPr>
        <w:t>neeligibil.</w:t>
      </w:r>
    </w:p>
    <w:p w14:paraId="4188DC66" w14:textId="77777777" w:rsidR="002D2E2C" w:rsidRPr="00E67132" w:rsidRDefault="002D2E2C" w:rsidP="002D2E2C">
      <w:pPr>
        <w:jc w:val="both"/>
        <w:rPr>
          <w:rFonts w:ascii="Calibri" w:eastAsia="Calibri" w:hAnsi="Calibri"/>
          <w:noProof/>
          <w:sz w:val="22"/>
          <w:szCs w:val="22"/>
          <w:lang w:val="ro-RO"/>
        </w:rPr>
      </w:pPr>
      <w:r w:rsidRPr="00E67132">
        <w:rPr>
          <w:rFonts w:ascii="Calibri" w:eastAsia="Calibri" w:hAnsi="Calibri"/>
          <w:noProof/>
          <w:sz w:val="22"/>
          <w:szCs w:val="22"/>
          <w:lang w:val="ro-RO"/>
        </w:rPr>
        <w:t>Dacă în urma verificării se constată că sunt îndeplinite condițiile de eligibilitate, respectiv, proiectul este declarat eligibil, se trece în etapa următoare în vederea încheierii contractului de finanțare;</w:t>
      </w:r>
    </w:p>
    <w:p w14:paraId="3A7C0AEC" w14:textId="77777777" w:rsidR="002D2E2C" w:rsidRPr="00E67132" w:rsidRDefault="002D2E2C" w:rsidP="002D2E2C">
      <w:pPr>
        <w:jc w:val="both"/>
        <w:rPr>
          <w:rFonts w:ascii="Calibri" w:eastAsia="Calibri" w:hAnsi="Calibri"/>
          <w:bCs/>
          <w:noProof/>
          <w:sz w:val="22"/>
          <w:szCs w:val="22"/>
          <w:lang w:val="ro-RO"/>
        </w:rPr>
      </w:pPr>
      <w:r w:rsidRPr="00E67132">
        <w:rPr>
          <w:rFonts w:ascii="Calibri" w:eastAsia="Calibri" w:hAnsi="Calibri"/>
          <w:bCs/>
          <w:noProof/>
          <w:sz w:val="22"/>
          <w:szCs w:val="22"/>
          <w:lang w:val="ro-RO"/>
        </w:rPr>
        <w:t xml:space="preserve">În cazul nedepunerii unui document din categoria documentelor obligatorii pentru care solicitantul și- a asumat angajamentul depunerii la momentul înregistrării cererii de finanțare sau/și care au fost precizate expres și în cuprinsul notificarii de selecție sau nedepunerea acestora în termenele specificate în notificare sau se constată că în cuprinsul documentului sunt înscrise menţiuni care conduc la încălcarea criteriului/criteriilor de eligibilitate proiectul va fi încadrat cu statut de contract neîncheiat., solicitantul fiind notificat în acest sens. </w:t>
      </w:r>
    </w:p>
    <w:p w14:paraId="43BBDFB8" w14:textId="77777777" w:rsidR="0004658C" w:rsidRPr="00E67132" w:rsidRDefault="0004658C" w:rsidP="0004658C">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b/>
          <w:noProof/>
          <w:sz w:val="22"/>
          <w:szCs w:val="22"/>
          <w:lang w:val="ro-RO"/>
        </w:rPr>
        <w:t>Observaţii.</w:t>
      </w:r>
      <w:r w:rsidRPr="00E67132">
        <w:rPr>
          <w:rFonts w:ascii="Calibri" w:hAnsi="Calibri" w:cs="Calibri"/>
          <w:noProof/>
          <w:sz w:val="22"/>
          <w:szCs w:val="22"/>
          <w:lang w:val="ro-RO"/>
        </w:rPr>
        <w:t>......................................................................................................................................</w:t>
      </w:r>
    </w:p>
    <w:p w14:paraId="19826379" w14:textId="77777777" w:rsidR="0004658C" w:rsidRPr="00E67132" w:rsidRDefault="0004658C" w:rsidP="0004658C">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t>..........................................................................................................................................................</w:t>
      </w:r>
    </w:p>
    <w:p w14:paraId="3A2ED354" w14:textId="77777777" w:rsidR="0004658C" w:rsidRPr="00E67132" w:rsidRDefault="0004658C" w:rsidP="0004658C">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t>.........................................................................................................................................................</w:t>
      </w:r>
    </w:p>
    <w:p w14:paraId="316E0419" w14:textId="77777777" w:rsidR="0004658C" w:rsidRPr="00E67132" w:rsidRDefault="0004658C" w:rsidP="0004658C">
      <w:pPr>
        <w:overflowPunct w:val="0"/>
        <w:autoSpaceDE w:val="0"/>
        <w:autoSpaceDN w:val="0"/>
        <w:adjustRightInd w:val="0"/>
        <w:jc w:val="center"/>
        <w:textAlignment w:val="baseline"/>
        <w:rPr>
          <w:rFonts w:ascii="Calibri" w:hAnsi="Calibri" w:cs="Calibri"/>
          <w:b/>
          <w:noProof/>
          <w:sz w:val="22"/>
          <w:szCs w:val="22"/>
          <w:lang w:val="ro-RO"/>
        </w:rPr>
      </w:pPr>
    </w:p>
    <w:p w14:paraId="64A010F7" w14:textId="77777777" w:rsidR="002D2E2C" w:rsidRPr="00E67132" w:rsidRDefault="002D2E2C" w:rsidP="002D2E2C">
      <w:pPr>
        <w:pStyle w:val="BodyText3"/>
        <w:jc w:val="left"/>
        <w:rPr>
          <w:rFonts w:ascii="Calibri" w:hAnsi="Calibri"/>
          <w:b w:val="0"/>
          <w:bCs w:val="0"/>
          <w:noProof/>
          <w:sz w:val="22"/>
          <w:szCs w:val="22"/>
          <w:lang w:val="ro-RO"/>
        </w:rPr>
      </w:pPr>
      <w:r w:rsidRPr="00E67132">
        <w:rPr>
          <w:rFonts w:ascii="Calibri" w:hAnsi="Calibri"/>
          <w:b w:val="0"/>
          <w:bCs w:val="0"/>
          <w:noProof/>
          <w:sz w:val="22"/>
          <w:szCs w:val="22"/>
          <w:lang w:val="ro-RO"/>
        </w:rPr>
        <w:t>Aprobat de: Director  OJFIR</w:t>
      </w:r>
    </w:p>
    <w:p w14:paraId="6BB7C46C"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Nume Prenume ……………………</w:t>
      </w:r>
    </w:p>
    <w:p w14:paraId="03F74445"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Semnătura DATA………..</w:t>
      </w:r>
    </w:p>
    <w:p w14:paraId="4002C73C" w14:textId="77777777" w:rsidR="002D2E2C" w:rsidRPr="00E67132" w:rsidRDefault="002D2E2C" w:rsidP="002D2E2C">
      <w:pPr>
        <w:pStyle w:val="BodyText3"/>
        <w:jc w:val="left"/>
        <w:rPr>
          <w:rFonts w:ascii="Calibri" w:hAnsi="Calibri"/>
          <w:b w:val="0"/>
          <w:bCs w:val="0"/>
          <w:noProof/>
          <w:sz w:val="22"/>
          <w:szCs w:val="22"/>
          <w:lang w:val="ro-RO"/>
        </w:rPr>
      </w:pPr>
    </w:p>
    <w:p w14:paraId="45A21D2B" w14:textId="77777777" w:rsidR="002D2E2C" w:rsidRPr="00E67132" w:rsidRDefault="002D2E2C" w:rsidP="002D2E2C">
      <w:pPr>
        <w:pStyle w:val="BodyText3"/>
        <w:jc w:val="left"/>
        <w:rPr>
          <w:rFonts w:ascii="Calibri" w:hAnsi="Calibri"/>
          <w:b w:val="0"/>
          <w:bCs w:val="0"/>
          <w:noProof/>
          <w:sz w:val="22"/>
          <w:szCs w:val="22"/>
          <w:lang w:val="ro-RO"/>
        </w:rPr>
      </w:pPr>
      <w:r w:rsidRPr="00E67132">
        <w:rPr>
          <w:rFonts w:ascii="Calibri" w:hAnsi="Calibri"/>
          <w:b w:val="0"/>
          <w:bCs w:val="0"/>
          <w:noProof/>
          <w:sz w:val="22"/>
          <w:szCs w:val="22"/>
          <w:lang w:val="ro-RO"/>
        </w:rPr>
        <w:t>Avizat/Verificat: Şef Serviciu SAFPD OJFIR</w:t>
      </w:r>
      <w:r w:rsidRPr="00E67132" w:rsidDel="001F01A6">
        <w:rPr>
          <w:rFonts w:ascii="Calibri" w:hAnsi="Calibri"/>
          <w:b w:val="0"/>
          <w:bCs w:val="0"/>
          <w:noProof/>
          <w:sz w:val="22"/>
          <w:szCs w:val="22"/>
          <w:lang w:val="ro-RO"/>
        </w:rPr>
        <w:t xml:space="preserve"> </w:t>
      </w:r>
    </w:p>
    <w:p w14:paraId="7745C253"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Nume Prenume …………………… </w:t>
      </w:r>
    </w:p>
    <w:p w14:paraId="4A3CE3D6"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Semnătura                        </w:t>
      </w:r>
    </w:p>
    <w:p w14:paraId="1CFD61FC"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DATA………..</w:t>
      </w:r>
    </w:p>
    <w:p w14:paraId="3FA4C0D6" w14:textId="77777777" w:rsidR="002D2E2C" w:rsidRPr="00E67132" w:rsidRDefault="002D2E2C" w:rsidP="002D2E2C">
      <w:pPr>
        <w:pStyle w:val="BodyText3"/>
        <w:jc w:val="left"/>
        <w:rPr>
          <w:rFonts w:ascii="Calibri" w:hAnsi="Calibri"/>
          <w:b w:val="0"/>
          <w:bCs w:val="0"/>
          <w:noProof/>
          <w:sz w:val="22"/>
          <w:szCs w:val="22"/>
          <w:lang w:val="ro-RO"/>
        </w:rPr>
      </w:pPr>
    </w:p>
    <w:p w14:paraId="2E86A5BD" w14:textId="77777777" w:rsidR="002D2E2C" w:rsidRPr="00E67132" w:rsidRDefault="002D2E2C" w:rsidP="002D2E2C">
      <w:pPr>
        <w:pStyle w:val="BodyText3"/>
        <w:jc w:val="left"/>
        <w:rPr>
          <w:rFonts w:ascii="Calibri" w:hAnsi="Calibri"/>
          <w:b w:val="0"/>
          <w:bCs w:val="0"/>
          <w:noProof/>
          <w:sz w:val="22"/>
          <w:szCs w:val="22"/>
          <w:lang w:val="ro-RO"/>
        </w:rPr>
      </w:pPr>
      <w:r w:rsidRPr="00E67132">
        <w:rPr>
          <w:rFonts w:ascii="Calibri" w:hAnsi="Calibri"/>
          <w:b w:val="0"/>
          <w:bCs w:val="0"/>
          <w:noProof/>
          <w:sz w:val="22"/>
          <w:szCs w:val="22"/>
          <w:lang w:val="ro-RO"/>
        </w:rPr>
        <w:t>Verificat de: Expert 2  SAFPD OJFIR</w:t>
      </w:r>
    </w:p>
    <w:p w14:paraId="7E910EE2"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Nume Prenume …………………… </w:t>
      </w:r>
    </w:p>
    <w:p w14:paraId="1DF50265"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Semnătura                        </w:t>
      </w:r>
    </w:p>
    <w:p w14:paraId="5B698DC5"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DATA………..</w:t>
      </w:r>
    </w:p>
    <w:p w14:paraId="7B70976E" w14:textId="77777777" w:rsidR="002D2E2C" w:rsidRPr="00E67132" w:rsidRDefault="002D2E2C" w:rsidP="002D2E2C">
      <w:pPr>
        <w:pStyle w:val="BodyText3"/>
        <w:jc w:val="left"/>
        <w:rPr>
          <w:rFonts w:ascii="Calibri" w:hAnsi="Calibri"/>
          <w:b w:val="0"/>
          <w:bCs w:val="0"/>
          <w:noProof/>
          <w:sz w:val="22"/>
          <w:szCs w:val="22"/>
          <w:lang w:val="ro-RO"/>
        </w:rPr>
      </w:pPr>
    </w:p>
    <w:p w14:paraId="296E4123" w14:textId="77777777" w:rsidR="002D2E2C" w:rsidRPr="00E67132" w:rsidRDefault="002D2E2C" w:rsidP="002D2E2C">
      <w:pPr>
        <w:pStyle w:val="BodyText3"/>
        <w:jc w:val="left"/>
        <w:rPr>
          <w:rFonts w:ascii="Calibri" w:hAnsi="Calibri"/>
          <w:b w:val="0"/>
          <w:bCs w:val="0"/>
          <w:noProof/>
          <w:sz w:val="22"/>
          <w:szCs w:val="22"/>
          <w:lang w:val="ro-RO"/>
        </w:rPr>
      </w:pPr>
      <w:r w:rsidRPr="00E67132">
        <w:rPr>
          <w:rFonts w:ascii="Calibri" w:hAnsi="Calibri"/>
          <w:b w:val="0"/>
          <w:bCs w:val="0"/>
          <w:noProof/>
          <w:sz w:val="22"/>
          <w:szCs w:val="22"/>
          <w:lang w:val="ro-RO"/>
        </w:rPr>
        <w:t>Întocmit de: Expert 1 SAFPD OJFIR</w:t>
      </w:r>
    </w:p>
    <w:p w14:paraId="05C59E08"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Nume Prenume …………………… </w:t>
      </w:r>
    </w:p>
    <w:p w14:paraId="094C42DF"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 xml:space="preserve">Semnătura                        </w:t>
      </w:r>
    </w:p>
    <w:p w14:paraId="4DAE0DB3" w14:textId="77777777" w:rsidR="002D2E2C" w:rsidRPr="00E67132" w:rsidRDefault="002D2E2C" w:rsidP="002D2E2C">
      <w:pPr>
        <w:pStyle w:val="BodyText3"/>
        <w:jc w:val="left"/>
        <w:rPr>
          <w:rFonts w:ascii="Calibri" w:hAnsi="Calibri"/>
          <w:b w:val="0"/>
          <w:bCs w:val="0"/>
          <w:i/>
          <w:iCs/>
          <w:noProof/>
          <w:sz w:val="22"/>
          <w:szCs w:val="22"/>
          <w:lang w:val="ro-RO"/>
        </w:rPr>
      </w:pPr>
      <w:r w:rsidRPr="00E67132">
        <w:rPr>
          <w:rFonts w:ascii="Calibri" w:hAnsi="Calibri"/>
          <w:b w:val="0"/>
          <w:bCs w:val="0"/>
          <w:i/>
          <w:iCs/>
          <w:noProof/>
          <w:sz w:val="22"/>
          <w:szCs w:val="22"/>
          <w:lang w:val="ro-RO"/>
        </w:rPr>
        <w:t>DATA………..</w:t>
      </w:r>
    </w:p>
    <w:p w14:paraId="295057B5" w14:textId="77777777" w:rsidR="0004658C" w:rsidRPr="00E67132" w:rsidRDefault="0004658C" w:rsidP="0004658C">
      <w:pPr>
        <w:overflowPunct w:val="0"/>
        <w:autoSpaceDE w:val="0"/>
        <w:autoSpaceDN w:val="0"/>
        <w:adjustRightInd w:val="0"/>
        <w:jc w:val="center"/>
        <w:textAlignment w:val="baseline"/>
        <w:rPr>
          <w:rFonts w:ascii="Calibri" w:hAnsi="Calibri" w:cs="Calibri"/>
          <w:b/>
          <w:noProof/>
          <w:sz w:val="22"/>
          <w:szCs w:val="22"/>
          <w:lang w:val="ro-RO"/>
        </w:rPr>
      </w:pPr>
    </w:p>
    <w:p w14:paraId="0A417FC4" w14:textId="77777777" w:rsidR="0004658C" w:rsidRPr="00E67132" w:rsidRDefault="0004658C" w:rsidP="0004658C">
      <w:pPr>
        <w:overflowPunct w:val="0"/>
        <w:autoSpaceDE w:val="0"/>
        <w:autoSpaceDN w:val="0"/>
        <w:adjustRightInd w:val="0"/>
        <w:textAlignment w:val="baseline"/>
        <w:rPr>
          <w:rFonts w:ascii="Calibri" w:hAnsi="Calibri" w:cs="Calibri"/>
          <w:b/>
          <w:noProof/>
          <w:sz w:val="22"/>
          <w:szCs w:val="22"/>
          <w:lang w:val="ro-RO"/>
        </w:rPr>
      </w:pPr>
      <w:r w:rsidRPr="00E67132">
        <w:rPr>
          <w:rFonts w:ascii="Calibri" w:hAnsi="Calibri" w:cs="Calibri"/>
          <w:b/>
          <w:noProof/>
          <w:sz w:val="22"/>
          <w:szCs w:val="22"/>
          <w:lang w:val="ro-RO"/>
        </w:rPr>
        <w:t>Metodologia de verificare pentru documentele prezentate in vederea contractarii</w:t>
      </w:r>
    </w:p>
    <w:p w14:paraId="0DCF40D9" w14:textId="77777777" w:rsidR="0004658C" w:rsidRPr="00E67132" w:rsidRDefault="0004658C" w:rsidP="0004658C">
      <w:pPr>
        <w:overflowPunct w:val="0"/>
        <w:autoSpaceDE w:val="0"/>
        <w:autoSpaceDN w:val="0"/>
        <w:adjustRightInd w:val="0"/>
        <w:textAlignment w:val="baseline"/>
        <w:rPr>
          <w:rFonts w:ascii="Calibri" w:hAnsi="Calibri" w:cs="Calibri"/>
          <w:b/>
          <w:noProof/>
          <w:sz w:val="22"/>
          <w:szCs w:val="22"/>
          <w:lang w:val="ro-RO"/>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72"/>
        <w:gridCol w:w="4716"/>
        <w:gridCol w:w="232"/>
      </w:tblGrid>
      <w:tr w:rsidR="0004658C" w:rsidRPr="00E67132" w14:paraId="1F656027" w14:textId="77777777" w:rsidTr="00630C53">
        <w:trPr>
          <w:trHeight w:val="1025"/>
        </w:trPr>
        <w:tc>
          <w:tcPr>
            <w:tcW w:w="4860" w:type="dxa"/>
            <w:gridSpan w:val="2"/>
            <w:shd w:val="clear" w:color="auto" w:fill="auto"/>
          </w:tcPr>
          <w:p w14:paraId="62F7729D"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color w:val="595959"/>
                <w:sz w:val="22"/>
                <w:szCs w:val="22"/>
                <w:lang w:val="ro-RO"/>
              </w:rPr>
            </w:pPr>
          </w:p>
          <w:p w14:paraId="49F4CA33"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color w:val="595959"/>
                <w:sz w:val="22"/>
                <w:szCs w:val="22"/>
                <w:lang w:val="ro-RO"/>
              </w:rPr>
            </w:pPr>
            <w:r w:rsidRPr="00E67132">
              <w:rPr>
                <w:rFonts w:ascii="Calibri" w:hAnsi="Calibri" w:cs="Calibri"/>
                <w:b/>
                <w:noProof/>
                <w:color w:val="595959"/>
                <w:sz w:val="22"/>
                <w:szCs w:val="22"/>
                <w:lang w:val="ro-RO"/>
              </w:rPr>
              <w:t>DOCUMENTE   DE   PREZENTAT</w:t>
            </w:r>
          </w:p>
        </w:tc>
        <w:tc>
          <w:tcPr>
            <w:tcW w:w="4948" w:type="dxa"/>
            <w:gridSpan w:val="2"/>
            <w:shd w:val="clear" w:color="auto" w:fill="auto"/>
          </w:tcPr>
          <w:p w14:paraId="4EFDE636"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color w:val="595959"/>
                <w:sz w:val="22"/>
                <w:szCs w:val="22"/>
                <w:lang w:val="ro-RO"/>
              </w:rPr>
            </w:pPr>
          </w:p>
          <w:p w14:paraId="7D757DBB"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color w:val="595959"/>
                <w:sz w:val="22"/>
                <w:szCs w:val="22"/>
                <w:lang w:val="ro-RO"/>
              </w:rPr>
            </w:pPr>
            <w:r w:rsidRPr="00E67132">
              <w:rPr>
                <w:rFonts w:ascii="Calibri" w:hAnsi="Calibri" w:cs="Calibri"/>
                <w:b/>
                <w:noProof/>
                <w:color w:val="595959"/>
                <w:sz w:val="22"/>
                <w:szCs w:val="22"/>
                <w:lang w:val="ro-RO"/>
              </w:rPr>
              <w:t>PUNCTE DE VERIFICAT IN DOCUMENTE</w:t>
            </w:r>
          </w:p>
        </w:tc>
      </w:tr>
      <w:tr w:rsidR="0004658C" w:rsidRPr="00E67132" w14:paraId="654256CB" w14:textId="77777777" w:rsidTr="00630C53">
        <w:trPr>
          <w:trHeight w:val="1025"/>
        </w:trPr>
        <w:tc>
          <w:tcPr>
            <w:tcW w:w="4860" w:type="dxa"/>
            <w:gridSpan w:val="2"/>
            <w:shd w:val="clear" w:color="auto" w:fill="auto"/>
          </w:tcPr>
          <w:p w14:paraId="0F267D55" w14:textId="77777777" w:rsidR="002D272C" w:rsidRPr="00E67132" w:rsidRDefault="002D272C" w:rsidP="002D272C">
            <w:pPr>
              <w:jc w:val="both"/>
              <w:rPr>
                <w:rFonts w:ascii="Calibri" w:hAnsi="Calibri" w:cs="Calibri"/>
                <w:b/>
                <w:noProof/>
                <w:sz w:val="22"/>
                <w:szCs w:val="22"/>
                <w:lang w:val="ro-RO"/>
              </w:rPr>
            </w:pPr>
            <w:r w:rsidRPr="00E67132">
              <w:rPr>
                <w:rFonts w:ascii="Calibri" w:hAnsi="Calibri" w:cs="Calibri"/>
                <w:b/>
                <w:noProof/>
                <w:sz w:val="22"/>
                <w:szCs w:val="22"/>
                <w:lang w:val="ro-RO"/>
              </w:rPr>
              <w:t xml:space="preserve">1.Certificat care să ateste lipsa datoriilor restante </w:t>
            </w:r>
            <w:r w:rsidR="00AB74BE" w:rsidRPr="00E67132">
              <w:rPr>
                <w:rFonts w:ascii="Calibri" w:hAnsi="Calibri" w:cs="Calibri"/>
                <w:b/>
                <w:noProof/>
                <w:sz w:val="22"/>
                <w:szCs w:val="22"/>
                <w:lang w:val="ro-RO"/>
              </w:rPr>
              <w:t xml:space="preserve"> locale </w:t>
            </w:r>
            <w:r w:rsidRPr="00E67132">
              <w:rPr>
                <w:rFonts w:ascii="Calibri" w:hAnsi="Calibri" w:cs="Calibri"/>
                <w:b/>
                <w:noProof/>
                <w:sz w:val="22"/>
                <w:szCs w:val="22"/>
                <w:lang w:val="ro-RO"/>
              </w:rPr>
              <w:t>emis de Primăria de pe raza cărora îşi au sediul social şi punctele de lucru</w:t>
            </w:r>
            <w:r w:rsidR="00AB74BE" w:rsidRPr="00E67132">
              <w:rPr>
                <w:noProof/>
                <w:lang w:val="ro-RO"/>
              </w:rPr>
              <w:t xml:space="preserve"> </w:t>
            </w:r>
            <w:r w:rsidR="00AB74BE" w:rsidRPr="00E67132">
              <w:rPr>
                <w:b/>
                <w:noProof/>
                <w:lang w:val="ro-RO"/>
              </w:rPr>
              <w:t>(</w:t>
            </w:r>
            <w:r w:rsidR="00AB74BE" w:rsidRPr="00E67132">
              <w:rPr>
                <w:rFonts w:ascii="Calibri" w:hAnsi="Calibri" w:cs="Calibri"/>
                <w:b/>
                <w:noProof/>
                <w:sz w:val="22"/>
                <w:szCs w:val="22"/>
                <w:lang w:val="ro-RO"/>
              </w:rPr>
              <w:t>în cazul în care solicitantul este proprietar asupra imobilelor)</w:t>
            </w:r>
          </w:p>
          <w:p w14:paraId="52A2CC17" w14:textId="77777777" w:rsidR="002D272C" w:rsidRPr="00E67132" w:rsidRDefault="002D272C" w:rsidP="002D272C">
            <w:pPr>
              <w:jc w:val="both"/>
              <w:rPr>
                <w:rFonts w:ascii="Calibri" w:hAnsi="Calibri" w:cs="Calibri"/>
                <w:b/>
                <w:noProof/>
                <w:sz w:val="22"/>
                <w:szCs w:val="22"/>
                <w:lang w:val="ro-RO"/>
              </w:rPr>
            </w:pPr>
          </w:p>
          <w:p w14:paraId="4A7C809F" w14:textId="77777777" w:rsidR="0004658C" w:rsidRPr="00E67132" w:rsidRDefault="0004658C" w:rsidP="002D272C">
            <w:pPr>
              <w:rPr>
                <w:rFonts w:ascii="Calibri" w:hAnsi="Calibri" w:cs="Calibri"/>
                <w:noProof/>
                <w:sz w:val="22"/>
                <w:szCs w:val="22"/>
                <w:lang w:val="ro-RO"/>
              </w:rPr>
            </w:pPr>
          </w:p>
        </w:tc>
        <w:tc>
          <w:tcPr>
            <w:tcW w:w="4948" w:type="dxa"/>
            <w:gridSpan w:val="2"/>
            <w:shd w:val="clear" w:color="auto" w:fill="auto"/>
          </w:tcPr>
          <w:p w14:paraId="255F2DAD" w14:textId="77777777" w:rsidR="0004658C" w:rsidRPr="00E67132" w:rsidRDefault="0004658C" w:rsidP="003013E6">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1.Expertul verifica  daca solicitantul a prezentat in vederea contractarii  urmatoarele documente:</w:t>
            </w:r>
          </w:p>
          <w:p w14:paraId="4F681E7D" w14:textId="77777777" w:rsidR="0004658C" w:rsidRPr="00E67132" w:rsidRDefault="0004658C" w:rsidP="003013E6">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Certificat care să ateste lipsa datoriilor </w:t>
            </w:r>
            <w:r w:rsidR="00AB74BE" w:rsidRPr="00E67132">
              <w:rPr>
                <w:rFonts w:ascii="Calibri" w:hAnsi="Calibri" w:cs="Calibri"/>
                <w:noProof/>
                <w:sz w:val="22"/>
                <w:szCs w:val="22"/>
                <w:lang w:val="ro-RO"/>
              </w:rPr>
              <w:t>la bugetul local</w:t>
            </w:r>
            <w:r w:rsidRPr="00E67132">
              <w:rPr>
                <w:rFonts w:ascii="Calibri" w:hAnsi="Calibri" w:cs="Calibri"/>
                <w:noProof/>
                <w:sz w:val="22"/>
                <w:szCs w:val="22"/>
                <w:lang w:val="ro-RO"/>
              </w:rPr>
              <w:t>Certificat</w:t>
            </w:r>
            <w:r w:rsidR="00AB74BE" w:rsidRPr="00E67132">
              <w:rPr>
                <w:rFonts w:ascii="Calibri" w:hAnsi="Calibri" w:cs="Calibri"/>
                <w:noProof/>
                <w:sz w:val="22"/>
                <w:szCs w:val="22"/>
                <w:lang w:val="ro-RO"/>
              </w:rPr>
              <w:t>ul</w:t>
            </w:r>
            <w:r w:rsidRPr="00E67132">
              <w:rPr>
                <w:rFonts w:ascii="Calibri" w:hAnsi="Calibri" w:cs="Calibri"/>
                <w:noProof/>
                <w:sz w:val="22"/>
                <w:szCs w:val="22"/>
                <w:lang w:val="ro-RO"/>
              </w:rPr>
              <w:t xml:space="preserve"> trebuie sa mentioneze clar lipsa datoriilor prin mentiunea “nu are datorii” sau bararea liniei in care ar trebui sa fie mentionte</w:t>
            </w:r>
            <w:r w:rsidRPr="00E67132">
              <w:rPr>
                <w:rFonts w:ascii="Calibri" w:hAnsi="Calibri" w:cs="Calibri"/>
                <w:b/>
                <w:noProof/>
                <w:sz w:val="22"/>
                <w:szCs w:val="22"/>
                <w:lang w:val="ro-RO"/>
              </w:rPr>
              <w:t xml:space="preserve"> </w:t>
            </w:r>
          </w:p>
          <w:p w14:paraId="686676AD" w14:textId="77777777" w:rsidR="0004658C" w:rsidRPr="00E67132" w:rsidRDefault="00AB74BE" w:rsidP="003013E6">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s</w:t>
            </w:r>
            <w:r w:rsidR="0004658C" w:rsidRPr="00E67132">
              <w:rPr>
                <w:rFonts w:ascii="Calibri" w:hAnsi="Calibri" w:cs="Calibri"/>
                <w:noProof/>
                <w:sz w:val="22"/>
                <w:szCs w:val="22"/>
                <w:lang w:val="ro-RO"/>
              </w:rPr>
              <w:t>au, dupa caz graficul de esalonare a datoriilor</w:t>
            </w:r>
            <w:r w:rsidRPr="00E67132">
              <w:rPr>
                <w:rFonts w:ascii="Calibri" w:hAnsi="Calibri" w:cs="Calibri"/>
                <w:noProof/>
                <w:sz w:val="22"/>
                <w:szCs w:val="22"/>
                <w:lang w:val="ro-RO"/>
              </w:rPr>
              <w:t>.</w:t>
            </w:r>
            <w:r w:rsidR="0004658C" w:rsidRPr="00E67132">
              <w:rPr>
                <w:rFonts w:ascii="Calibri" w:hAnsi="Calibri" w:cs="Calibri"/>
                <w:noProof/>
                <w:sz w:val="22"/>
                <w:szCs w:val="22"/>
                <w:lang w:val="ro-RO"/>
              </w:rPr>
              <w:t xml:space="preserve"> </w:t>
            </w:r>
          </w:p>
          <w:p w14:paraId="3DE3BFD0" w14:textId="77777777" w:rsidR="0004658C" w:rsidRPr="00E67132" w:rsidRDefault="0004658C" w:rsidP="00AB74BE">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noProof/>
                <w:sz w:val="22"/>
                <w:szCs w:val="22"/>
                <w:lang w:val="ro-RO"/>
              </w:rPr>
              <w:t xml:space="preserve">Daca solicitantul are datorii </w:t>
            </w:r>
            <w:r w:rsidR="00AB74BE" w:rsidRPr="00E67132">
              <w:rPr>
                <w:rFonts w:ascii="Calibri" w:hAnsi="Calibri" w:cs="Calibri"/>
                <w:noProof/>
                <w:sz w:val="22"/>
                <w:szCs w:val="22"/>
                <w:lang w:val="ro-RO"/>
              </w:rPr>
              <w:t>la bugetul local</w:t>
            </w:r>
            <w:r w:rsidR="003542E6" w:rsidRPr="00E67132">
              <w:rPr>
                <w:rFonts w:ascii="Calibri" w:hAnsi="Calibri" w:cs="Calibri"/>
                <w:noProof/>
                <w:sz w:val="22"/>
                <w:szCs w:val="22"/>
                <w:lang w:val="ro-RO"/>
              </w:rPr>
              <w:t xml:space="preserve">, </w:t>
            </w:r>
            <w:r w:rsidRPr="00E67132">
              <w:rPr>
                <w:rFonts w:ascii="Calibri" w:hAnsi="Calibri" w:cs="Calibri"/>
                <w:noProof/>
                <w:sz w:val="22"/>
                <w:szCs w:val="22"/>
                <w:lang w:val="ro-RO"/>
              </w:rPr>
              <w:t>acesta devine neeligibil pentru sprijin, iar expertul va bifa NU. In caz contrar expertul bifeaza casuta DA</w:t>
            </w:r>
            <w:r w:rsidRPr="00E67132">
              <w:rPr>
                <w:rFonts w:ascii="Calibri" w:hAnsi="Calibri" w:cs="Calibri"/>
                <w:b/>
                <w:noProof/>
                <w:sz w:val="22"/>
                <w:szCs w:val="22"/>
                <w:lang w:val="ro-RO"/>
              </w:rPr>
              <w:t xml:space="preserve">. </w:t>
            </w:r>
          </w:p>
        </w:tc>
      </w:tr>
      <w:tr w:rsidR="009C4159" w:rsidRPr="00E67132" w14:paraId="0BE11DF7" w14:textId="77777777" w:rsidTr="00630C53">
        <w:trPr>
          <w:trHeight w:val="1025"/>
        </w:trPr>
        <w:tc>
          <w:tcPr>
            <w:tcW w:w="4860" w:type="dxa"/>
            <w:gridSpan w:val="2"/>
            <w:shd w:val="clear" w:color="auto" w:fill="auto"/>
          </w:tcPr>
          <w:p w14:paraId="3D08877B" w14:textId="77777777" w:rsidR="009C4159" w:rsidRPr="00E67132" w:rsidRDefault="009C4159" w:rsidP="002D272C">
            <w:pPr>
              <w:jc w:val="both"/>
              <w:rPr>
                <w:rFonts w:ascii="Calibri" w:hAnsi="Calibri" w:cs="Calibri"/>
                <w:b/>
                <w:noProof/>
                <w:sz w:val="22"/>
                <w:szCs w:val="22"/>
                <w:lang w:val="ro-RO"/>
              </w:rPr>
            </w:pPr>
            <w:r w:rsidRPr="00E67132">
              <w:rPr>
                <w:rFonts w:ascii="Calibri" w:hAnsi="Calibri" w:cs="Calibri"/>
                <w:b/>
                <w:noProof/>
                <w:sz w:val="22"/>
                <w:szCs w:val="22"/>
                <w:lang w:val="ro-RO"/>
              </w:rPr>
              <w:t>2. Declarație prin care reprezentantul legal al beneficiarului își exprimă consimțământul ca AFIR să solicite instituțiilor abilitate conform legii ( IGPR si ANAF), extrasul de pe cazierul judiciar, respectiv certificatul de atestare fiscală (declaraţia se solicită doar în situaţia în care s-a înlocuit reprezentantul legal înainte de semnarea contractului de finanţare şi care trebuie să fie semnată de noul reprezentant legal)</w:t>
            </w:r>
          </w:p>
        </w:tc>
        <w:tc>
          <w:tcPr>
            <w:tcW w:w="4948" w:type="dxa"/>
            <w:gridSpan w:val="2"/>
            <w:shd w:val="clear" w:color="auto" w:fill="auto"/>
          </w:tcPr>
          <w:p w14:paraId="0B425C71" w14:textId="77777777" w:rsidR="009C4159" w:rsidRPr="00E67132" w:rsidRDefault="009C4159" w:rsidP="003013E6">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In cazul in care inainte de semnarea contractului de finantare se constata inlocuirea reprezentantului legal existent la depunerea cererii de finantare, se verifica daca s-a depus declaratia semnata de noul reprezentant legal prin care isi exprima consimțământul ca AFIR să solicite instituțiilor abilitate conform legii ( IGPR si ANAF), extrasul de pe cazierul judiciar, respectiv certificatul de atestare fiscală</w:t>
            </w:r>
          </w:p>
        </w:tc>
      </w:tr>
      <w:tr w:rsidR="0004658C" w:rsidRPr="00E67132" w14:paraId="71B6C9EC" w14:textId="77777777" w:rsidTr="00630C53">
        <w:trPr>
          <w:trHeight w:val="1025"/>
        </w:trPr>
        <w:tc>
          <w:tcPr>
            <w:tcW w:w="4860" w:type="dxa"/>
            <w:gridSpan w:val="2"/>
            <w:shd w:val="clear" w:color="auto" w:fill="auto"/>
          </w:tcPr>
          <w:p w14:paraId="56474813" w14:textId="77777777" w:rsidR="0004658C" w:rsidRPr="00E67132" w:rsidRDefault="009C4159" w:rsidP="00F8423B">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3</w:t>
            </w:r>
            <w:r w:rsidR="0004658C" w:rsidRPr="00E67132">
              <w:rPr>
                <w:rFonts w:ascii="Calibri" w:hAnsi="Calibri" w:cs="Calibri"/>
                <w:b/>
                <w:noProof/>
                <w:sz w:val="22"/>
                <w:szCs w:val="22"/>
                <w:lang w:val="ro-RO"/>
              </w:rPr>
              <w:t>.Document emis de ANSVSA, prin care se certifică înregistrarea exploatație comercială de tip A</w:t>
            </w:r>
            <w:r w:rsidR="00B422CE" w:rsidRPr="00E67132">
              <w:rPr>
                <w:rFonts w:ascii="Calibri" w:hAnsi="Calibri" w:cs="Calibri"/>
                <w:b/>
                <w:noProof/>
                <w:sz w:val="22"/>
                <w:szCs w:val="22"/>
                <w:lang w:val="ro-RO"/>
              </w:rPr>
              <w:t>/</w:t>
            </w:r>
            <w:r w:rsidR="00B422CE" w:rsidRPr="00E67132">
              <w:rPr>
                <w:rFonts w:ascii="Calibri" w:hAnsi="Calibri" w:cs="Calibri"/>
                <w:bCs/>
                <w:noProof/>
                <w:lang w:val="ro-RO"/>
              </w:rPr>
              <w:t>înregistrare sanitară veterinară pentru unitățile de vânzare directă de produse primare apicole</w:t>
            </w:r>
            <w:r w:rsidR="00B422CE" w:rsidRPr="00E67132">
              <w:rPr>
                <w:rFonts w:ascii="Calibri" w:hAnsi="Calibri" w:cs="Calibri"/>
                <w:noProof/>
                <w:lang w:val="ro-RO"/>
              </w:rPr>
              <w:t>.</w:t>
            </w:r>
            <w:r w:rsidR="0004658C" w:rsidRPr="00E67132">
              <w:rPr>
                <w:rFonts w:ascii="Calibri" w:hAnsi="Calibri" w:cs="Calibri"/>
                <w:b/>
                <w:noProof/>
                <w:sz w:val="22"/>
                <w:szCs w:val="22"/>
                <w:lang w:val="ro-RO"/>
              </w:rPr>
              <w:t>, conform Ordinului ANSVSA nr. 16 din 16.03.2010.</w:t>
            </w:r>
          </w:p>
        </w:tc>
        <w:tc>
          <w:tcPr>
            <w:tcW w:w="4948" w:type="dxa"/>
            <w:gridSpan w:val="2"/>
            <w:shd w:val="clear" w:color="auto" w:fill="auto"/>
          </w:tcPr>
          <w:p w14:paraId="07A4D55A" w14:textId="77777777" w:rsidR="0004658C" w:rsidRPr="00E67132" w:rsidRDefault="0004658C" w:rsidP="003651C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3.</w:t>
            </w:r>
            <w:r w:rsidR="003651C7" w:rsidRPr="00E67132">
              <w:rPr>
                <w:rFonts w:ascii="Calibri" w:hAnsi="Calibri" w:cs="Calibri"/>
                <w:b/>
                <w:noProof/>
                <w:sz w:val="22"/>
                <w:szCs w:val="22"/>
                <w:lang w:val="ro-RO"/>
              </w:rPr>
              <w:t xml:space="preserve"> </w:t>
            </w:r>
            <w:r w:rsidRPr="00E67132">
              <w:rPr>
                <w:rFonts w:ascii="Calibri" w:hAnsi="Calibri" w:cs="Calibri"/>
                <w:noProof/>
                <w:sz w:val="22"/>
                <w:szCs w:val="22"/>
                <w:lang w:val="ro-RO"/>
              </w:rPr>
              <w:t>Document obligatoriu pentru solicitantii care detin in exploatatie animale la momentul depunerii  cererii de finantare.</w:t>
            </w:r>
          </w:p>
          <w:p w14:paraId="59998601" w14:textId="77777777" w:rsidR="0004658C" w:rsidRPr="00E67132" w:rsidRDefault="0004658C" w:rsidP="003651C7">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noProof/>
                <w:sz w:val="22"/>
                <w:szCs w:val="22"/>
                <w:lang w:val="ro-RO"/>
              </w:rPr>
              <w:t>Expertul verifica existenta acestuia pentru solicitantii care si-au format dimensiunea economica (SO) din animale</w:t>
            </w:r>
            <w:r w:rsidR="00B422CE" w:rsidRPr="00E67132">
              <w:rPr>
                <w:rFonts w:ascii="Calibri" w:hAnsi="Calibri" w:cs="Calibri"/>
                <w:noProof/>
                <w:sz w:val="22"/>
                <w:szCs w:val="22"/>
                <w:lang w:val="ro-RO"/>
              </w:rPr>
              <w:t>(inclusiv familii de albine)</w:t>
            </w:r>
            <w:r w:rsidRPr="00E67132">
              <w:rPr>
                <w:rFonts w:ascii="Calibri" w:hAnsi="Calibri" w:cs="Calibri"/>
                <w:noProof/>
                <w:sz w:val="22"/>
                <w:szCs w:val="22"/>
                <w:lang w:val="ro-RO"/>
              </w:rPr>
              <w:t>, conform</w:t>
            </w:r>
            <w:r w:rsidR="00B422CE" w:rsidRPr="00E67132">
              <w:rPr>
                <w:rFonts w:ascii="Calibri" w:hAnsi="Calibri" w:cs="Calibri"/>
                <w:noProof/>
                <w:sz w:val="22"/>
                <w:szCs w:val="22"/>
                <w:lang w:val="ro-RO"/>
              </w:rPr>
              <w:t xml:space="preserve"> cererii de finanțare</w:t>
            </w:r>
            <w:r w:rsidRPr="00E67132">
              <w:rPr>
                <w:rFonts w:ascii="Calibri" w:hAnsi="Calibri" w:cs="Calibri"/>
                <w:noProof/>
                <w:sz w:val="22"/>
                <w:szCs w:val="22"/>
                <w:lang w:val="ro-RO"/>
              </w:rPr>
              <w:t>. Daca solicitantul nu are animale expertul va bifa „nu este cazul”. Daca solicitantul detine animale si prezinta documentul acesta va bifa DA, iar CF este eligibila pentru sprijin. In caz contrar expertul bifeaza casuta NU iar CF devine neeligibila.</w:t>
            </w:r>
          </w:p>
        </w:tc>
      </w:tr>
      <w:tr w:rsidR="009E76DA" w:rsidRPr="00E67132" w14:paraId="27425453" w14:textId="77777777" w:rsidTr="00630C53">
        <w:trPr>
          <w:trHeight w:val="1025"/>
        </w:trPr>
        <w:tc>
          <w:tcPr>
            <w:tcW w:w="4860" w:type="dxa"/>
            <w:gridSpan w:val="2"/>
            <w:shd w:val="clear" w:color="auto" w:fill="auto"/>
          </w:tcPr>
          <w:p w14:paraId="0C6D62B7" w14:textId="77777777" w:rsidR="00A22459" w:rsidRPr="00E67132" w:rsidRDefault="009C4159" w:rsidP="00DD7D14">
            <w:pPr>
              <w:overflowPunct w:val="0"/>
              <w:autoSpaceDE w:val="0"/>
              <w:autoSpaceDN w:val="0"/>
              <w:adjustRightInd w:val="0"/>
              <w:jc w:val="both"/>
              <w:textAlignment w:val="baseline"/>
              <w:rPr>
                <w:rFonts w:ascii="Calibri" w:hAnsi="Calibri"/>
                <w:b/>
                <w:noProof/>
                <w:sz w:val="22"/>
                <w:szCs w:val="22"/>
                <w:lang w:val="ro-RO"/>
              </w:rPr>
            </w:pPr>
            <w:r w:rsidRPr="00E67132">
              <w:rPr>
                <w:rFonts w:ascii="Calibri" w:hAnsi="Calibri" w:cs="Calibri"/>
                <w:b/>
                <w:noProof/>
                <w:sz w:val="22"/>
                <w:szCs w:val="22"/>
                <w:lang w:val="ro-RO"/>
              </w:rPr>
              <w:t>4</w:t>
            </w:r>
            <w:r w:rsidR="009E76DA" w:rsidRPr="00E67132">
              <w:rPr>
                <w:rFonts w:ascii="Calibri" w:hAnsi="Calibri" w:cs="Calibri"/>
                <w:b/>
                <w:noProof/>
                <w:sz w:val="22"/>
                <w:szCs w:val="22"/>
                <w:lang w:val="ro-RO"/>
              </w:rPr>
              <w:t>.</w:t>
            </w:r>
            <w:r w:rsidR="009E76DA" w:rsidRPr="00E67132">
              <w:rPr>
                <w:rFonts w:ascii="Calibri" w:hAnsi="Calibri"/>
                <w:b/>
                <w:noProof/>
                <w:lang w:val="ro-RO"/>
              </w:rPr>
              <w:t xml:space="preserve"> </w:t>
            </w:r>
            <w:r w:rsidR="00DD7D14" w:rsidRPr="00E67132">
              <w:rPr>
                <w:rFonts w:ascii="Calibri" w:hAnsi="Calibri" w:cs="Calibri"/>
                <w:b/>
                <w:noProof/>
                <w:sz w:val="22"/>
                <w:szCs w:val="22"/>
                <w:lang w:val="ro-RO"/>
              </w:rPr>
              <w:t>Document emis de ANSVSA, prin care se certifică înregistrarea e</w:t>
            </w:r>
            <w:r w:rsidR="003F177D" w:rsidRPr="00E67132">
              <w:rPr>
                <w:rFonts w:ascii="Calibri" w:hAnsi="Calibri"/>
                <w:b/>
                <w:noProof/>
                <w:sz w:val="22"/>
                <w:szCs w:val="22"/>
                <w:lang w:val="ro-RO"/>
              </w:rPr>
              <w:t>xploataţie</w:t>
            </w:r>
            <w:r w:rsidR="00E603FD" w:rsidRPr="00E67132">
              <w:rPr>
                <w:rFonts w:ascii="Calibri" w:hAnsi="Calibri"/>
                <w:b/>
                <w:noProof/>
                <w:sz w:val="22"/>
                <w:szCs w:val="22"/>
                <w:lang w:val="ro-RO"/>
              </w:rPr>
              <w:t>i</w:t>
            </w:r>
            <w:r w:rsidR="003F177D" w:rsidRPr="00E67132">
              <w:rPr>
                <w:rFonts w:ascii="Calibri" w:hAnsi="Calibri"/>
                <w:b/>
                <w:noProof/>
                <w:sz w:val="22"/>
                <w:szCs w:val="22"/>
                <w:lang w:val="ro-RO"/>
              </w:rPr>
              <w:t xml:space="preserve"> apico</w:t>
            </w:r>
          </w:p>
          <w:p w14:paraId="5B70C33F" w14:textId="77777777" w:rsidR="009E76DA" w:rsidRPr="00E67132" w:rsidRDefault="003F177D" w:rsidP="00DD7D14">
            <w:pPr>
              <w:overflowPunct w:val="0"/>
              <w:autoSpaceDE w:val="0"/>
              <w:autoSpaceDN w:val="0"/>
              <w:adjustRightInd w:val="0"/>
              <w:jc w:val="both"/>
              <w:textAlignment w:val="baseline"/>
              <w:rPr>
                <w:rFonts w:ascii="Calibri" w:hAnsi="Calibri"/>
                <w:b/>
                <w:noProof/>
                <w:lang w:val="ro-RO"/>
              </w:rPr>
            </w:pPr>
            <w:r w:rsidRPr="00E67132">
              <w:rPr>
                <w:rFonts w:ascii="Calibri" w:hAnsi="Calibri"/>
                <w:b/>
                <w:noProof/>
                <w:sz w:val="22"/>
                <w:szCs w:val="22"/>
                <w:lang w:val="ro-RO"/>
              </w:rPr>
              <w:t>le comerciale  pentru material biologic</w:t>
            </w:r>
          </w:p>
          <w:p w14:paraId="0FFF2DA5" w14:textId="77777777" w:rsidR="005A32CA" w:rsidRPr="00E67132" w:rsidRDefault="005A32CA" w:rsidP="00DD7D14">
            <w:pPr>
              <w:overflowPunct w:val="0"/>
              <w:autoSpaceDE w:val="0"/>
              <w:autoSpaceDN w:val="0"/>
              <w:adjustRightInd w:val="0"/>
              <w:jc w:val="both"/>
              <w:textAlignment w:val="baseline"/>
              <w:rPr>
                <w:rFonts w:ascii="Calibri" w:hAnsi="Calibri" w:cs="Calibri"/>
                <w:b/>
                <w:noProof/>
                <w:sz w:val="22"/>
                <w:szCs w:val="22"/>
                <w:lang w:val="ro-RO"/>
              </w:rPr>
            </w:pPr>
          </w:p>
          <w:p w14:paraId="4B86B9AE" w14:textId="77777777" w:rsidR="005A32CA" w:rsidRPr="00E67132" w:rsidRDefault="005A32CA" w:rsidP="00DD7D14">
            <w:pPr>
              <w:overflowPunct w:val="0"/>
              <w:autoSpaceDE w:val="0"/>
              <w:autoSpaceDN w:val="0"/>
              <w:adjustRightInd w:val="0"/>
              <w:jc w:val="both"/>
              <w:textAlignment w:val="baseline"/>
              <w:rPr>
                <w:rFonts w:ascii="Calibri" w:hAnsi="Calibri" w:cs="Calibri"/>
                <w:b/>
                <w:noProof/>
                <w:sz w:val="22"/>
                <w:szCs w:val="22"/>
                <w:lang w:val="ro-RO"/>
              </w:rPr>
            </w:pPr>
          </w:p>
          <w:p w14:paraId="0A8E1E88" w14:textId="77777777" w:rsidR="005A32CA" w:rsidRPr="00E67132" w:rsidRDefault="005A32CA" w:rsidP="00DD7D14">
            <w:pPr>
              <w:overflowPunct w:val="0"/>
              <w:autoSpaceDE w:val="0"/>
              <w:autoSpaceDN w:val="0"/>
              <w:adjustRightInd w:val="0"/>
              <w:jc w:val="both"/>
              <w:textAlignment w:val="baseline"/>
              <w:rPr>
                <w:rFonts w:ascii="Calibri" w:hAnsi="Calibri" w:cs="Calibri"/>
                <w:b/>
                <w:noProof/>
                <w:sz w:val="22"/>
                <w:szCs w:val="22"/>
                <w:lang w:val="ro-RO"/>
              </w:rPr>
            </w:pPr>
          </w:p>
        </w:tc>
        <w:tc>
          <w:tcPr>
            <w:tcW w:w="4948" w:type="dxa"/>
            <w:gridSpan w:val="2"/>
            <w:shd w:val="clear" w:color="auto" w:fill="auto"/>
          </w:tcPr>
          <w:p w14:paraId="0936047A" w14:textId="77777777" w:rsidR="00023EF8" w:rsidRPr="00E67132" w:rsidRDefault="009E76DA" w:rsidP="00B82EBD">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4.</w:t>
            </w:r>
            <w:r w:rsidR="005A32CA" w:rsidRPr="00E67132">
              <w:rPr>
                <w:rFonts w:ascii="Calibri" w:hAnsi="Calibri" w:cs="Calibri"/>
                <w:noProof/>
                <w:sz w:val="22"/>
                <w:szCs w:val="22"/>
                <w:lang w:val="ro-RO"/>
              </w:rPr>
              <w:t xml:space="preserve"> </w:t>
            </w:r>
            <w:r w:rsidRPr="00E67132">
              <w:rPr>
                <w:rFonts w:ascii="Calibri" w:hAnsi="Calibri" w:cs="Calibri"/>
                <w:noProof/>
                <w:sz w:val="22"/>
                <w:szCs w:val="22"/>
                <w:lang w:val="ro-RO"/>
              </w:rPr>
              <w:t xml:space="preserve">Document obligatoriu </w:t>
            </w:r>
            <w:r w:rsidR="005A32CA" w:rsidRPr="00E67132">
              <w:rPr>
                <w:rFonts w:ascii="Calibri" w:hAnsi="Calibri" w:cs="Calibri"/>
                <w:noProof/>
                <w:sz w:val="22"/>
                <w:szCs w:val="22"/>
                <w:lang w:val="ro-RO"/>
              </w:rPr>
              <w:t>pentru solicitantii care deț</w:t>
            </w:r>
            <w:r w:rsidRPr="00E67132">
              <w:rPr>
                <w:rFonts w:ascii="Calibri" w:hAnsi="Calibri" w:cs="Calibri"/>
                <w:noProof/>
                <w:sz w:val="22"/>
                <w:szCs w:val="22"/>
                <w:lang w:val="ro-RO"/>
              </w:rPr>
              <w:t xml:space="preserve">in în exploatatie albine la momentul depunerii  cererii de finantare și </w:t>
            </w:r>
            <w:r w:rsidRPr="00E67132">
              <w:rPr>
                <w:rFonts w:ascii="Calibri" w:hAnsi="Calibri"/>
                <w:noProof/>
                <w:sz w:val="22"/>
                <w:szCs w:val="22"/>
                <w:lang w:val="ro-RO"/>
              </w:rPr>
              <w:t>care  desfăşoară activităţi de creştere şi selecţie a mătcilor şi/sau coloniilor/familiilor - roiurilor de albine, în vederea comercializării.</w:t>
            </w:r>
          </w:p>
          <w:p w14:paraId="78567137" w14:textId="77777777" w:rsidR="00023EF8" w:rsidRPr="00E67132" w:rsidRDefault="009E76DA" w:rsidP="00B82EBD">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noProof/>
                <w:sz w:val="22"/>
                <w:szCs w:val="22"/>
                <w:lang w:val="ro-RO"/>
              </w:rPr>
              <w:t>Exper</w:t>
            </w:r>
            <w:r w:rsidR="005A32CA" w:rsidRPr="00E67132">
              <w:rPr>
                <w:rFonts w:ascii="Calibri" w:hAnsi="Calibri" w:cs="Calibri"/>
                <w:noProof/>
                <w:sz w:val="22"/>
                <w:szCs w:val="22"/>
                <w:lang w:val="ro-RO"/>
              </w:rPr>
              <w:t>tul verifică existenț</w:t>
            </w:r>
            <w:r w:rsidRPr="00E67132">
              <w:rPr>
                <w:rFonts w:ascii="Calibri" w:hAnsi="Calibri" w:cs="Calibri"/>
                <w:noProof/>
                <w:sz w:val="22"/>
                <w:szCs w:val="22"/>
                <w:lang w:val="ro-RO"/>
              </w:rPr>
              <w:t>a acestuia pentru solicitan</w:t>
            </w:r>
            <w:r w:rsidR="005A32CA" w:rsidRPr="00E67132">
              <w:rPr>
                <w:rFonts w:ascii="Calibri" w:hAnsi="Calibri" w:cs="Calibri"/>
                <w:noProof/>
                <w:sz w:val="22"/>
                <w:szCs w:val="22"/>
                <w:lang w:val="ro-RO"/>
              </w:rPr>
              <w:t>ț</w:t>
            </w:r>
            <w:r w:rsidRPr="00E67132">
              <w:rPr>
                <w:rFonts w:ascii="Calibri" w:hAnsi="Calibri" w:cs="Calibri"/>
                <w:noProof/>
                <w:sz w:val="22"/>
                <w:szCs w:val="22"/>
                <w:lang w:val="ro-RO"/>
              </w:rPr>
              <w:t xml:space="preserve">ii care </w:t>
            </w:r>
            <w:r w:rsidR="005A32CA" w:rsidRPr="00E67132">
              <w:rPr>
                <w:rFonts w:ascii="Calibri" w:hAnsi="Calibri" w:cs="Calibri"/>
                <w:noProof/>
                <w:sz w:val="22"/>
                <w:szCs w:val="22"/>
                <w:lang w:val="ro-RO"/>
              </w:rPr>
              <w:t>ș</w:t>
            </w:r>
            <w:r w:rsidRPr="00E67132">
              <w:rPr>
                <w:rFonts w:ascii="Calibri" w:hAnsi="Calibri" w:cs="Calibri"/>
                <w:noProof/>
                <w:sz w:val="22"/>
                <w:szCs w:val="22"/>
                <w:lang w:val="ro-RO"/>
              </w:rPr>
              <w:t>i-au format dimensiunea economic</w:t>
            </w:r>
            <w:r w:rsidR="005A32CA" w:rsidRPr="00E67132">
              <w:rPr>
                <w:rFonts w:ascii="Calibri" w:hAnsi="Calibri" w:cs="Calibri"/>
                <w:noProof/>
                <w:sz w:val="22"/>
                <w:szCs w:val="22"/>
                <w:lang w:val="ro-RO"/>
              </w:rPr>
              <w:t>ă</w:t>
            </w:r>
            <w:r w:rsidRPr="00E67132">
              <w:rPr>
                <w:rFonts w:ascii="Calibri" w:hAnsi="Calibri" w:cs="Calibri"/>
                <w:noProof/>
                <w:sz w:val="22"/>
                <w:szCs w:val="22"/>
                <w:lang w:val="ro-RO"/>
              </w:rPr>
              <w:t xml:space="preserve"> (SO) din albine, conform cererii de finanțare. Dac</w:t>
            </w:r>
            <w:r w:rsidR="00550B14" w:rsidRPr="00E67132">
              <w:rPr>
                <w:rFonts w:ascii="Calibri" w:hAnsi="Calibri" w:cs="Calibri"/>
                <w:noProof/>
                <w:sz w:val="22"/>
                <w:szCs w:val="22"/>
                <w:lang w:val="ro-RO"/>
              </w:rPr>
              <w:t>ă</w:t>
            </w:r>
            <w:r w:rsidRPr="00E67132">
              <w:rPr>
                <w:rFonts w:ascii="Calibri" w:hAnsi="Calibri" w:cs="Calibri"/>
                <w:noProof/>
                <w:sz w:val="22"/>
                <w:szCs w:val="22"/>
                <w:lang w:val="ro-RO"/>
              </w:rPr>
              <w:t xml:space="preserve"> solicitantul nu </w:t>
            </w:r>
            <w:r w:rsidR="00550B14" w:rsidRPr="00E67132">
              <w:rPr>
                <w:rFonts w:ascii="Calibri" w:hAnsi="Calibri" w:cs="Calibri"/>
                <w:noProof/>
                <w:sz w:val="22"/>
                <w:szCs w:val="22"/>
                <w:lang w:val="ro-RO"/>
              </w:rPr>
              <w:t xml:space="preserve">prevede prin planul de afaceri </w:t>
            </w:r>
            <w:r w:rsidR="00550B14" w:rsidRPr="00E67132">
              <w:rPr>
                <w:rFonts w:ascii="Calibri" w:hAnsi="Calibri"/>
                <w:noProof/>
                <w:sz w:val="22"/>
                <w:szCs w:val="22"/>
                <w:lang w:val="ro-RO"/>
              </w:rPr>
              <w:t>creşterea şi selecţia mătcilor şi/sau coloniilor/familiilor - roiurilor de albine, în vederea comercializării</w:t>
            </w:r>
            <w:r w:rsidRPr="00E67132">
              <w:rPr>
                <w:rFonts w:ascii="Calibri" w:hAnsi="Calibri" w:cs="Calibri"/>
                <w:noProof/>
                <w:sz w:val="22"/>
                <w:szCs w:val="22"/>
                <w:lang w:val="ro-RO"/>
              </w:rPr>
              <w:t xml:space="preserve"> expert</w:t>
            </w:r>
            <w:r w:rsidR="00550B14" w:rsidRPr="00E67132">
              <w:rPr>
                <w:rFonts w:ascii="Calibri" w:hAnsi="Calibri" w:cs="Calibri"/>
                <w:noProof/>
                <w:sz w:val="22"/>
                <w:szCs w:val="22"/>
                <w:lang w:val="ro-RO"/>
              </w:rPr>
              <w:t>ul va bifa „nu este cazul”. Dacă</w:t>
            </w:r>
            <w:r w:rsidRPr="00E67132">
              <w:rPr>
                <w:rFonts w:ascii="Calibri" w:hAnsi="Calibri" w:cs="Calibri"/>
                <w:noProof/>
                <w:sz w:val="22"/>
                <w:szCs w:val="22"/>
                <w:lang w:val="ro-RO"/>
              </w:rPr>
              <w:t xml:space="preserve"> solicitantul </w:t>
            </w:r>
            <w:r w:rsidR="00550B14" w:rsidRPr="00E67132">
              <w:rPr>
                <w:rFonts w:ascii="Calibri" w:hAnsi="Calibri" w:cs="Calibri"/>
                <w:noProof/>
                <w:sz w:val="22"/>
                <w:szCs w:val="22"/>
                <w:lang w:val="ro-RO"/>
              </w:rPr>
              <w:t xml:space="preserve">și-a prevăzut comercializarea acestora prin planul de afaceri, </w:t>
            </w:r>
            <w:r w:rsidRPr="00E67132">
              <w:rPr>
                <w:rFonts w:ascii="Calibri" w:hAnsi="Calibri" w:cs="Calibri"/>
                <w:noProof/>
                <w:sz w:val="22"/>
                <w:szCs w:val="22"/>
                <w:lang w:val="ro-RO"/>
              </w:rPr>
              <w:t>va bifa DA, iar CF este eligibil</w:t>
            </w:r>
            <w:r w:rsidR="00550B14" w:rsidRPr="00E67132">
              <w:rPr>
                <w:rFonts w:ascii="Calibri" w:hAnsi="Calibri" w:cs="Calibri"/>
                <w:noProof/>
                <w:sz w:val="22"/>
                <w:szCs w:val="22"/>
                <w:lang w:val="ro-RO"/>
              </w:rPr>
              <w:t>ă pentru sprijin. Î</w:t>
            </w:r>
            <w:r w:rsidRPr="00E67132">
              <w:rPr>
                <w:rFonts w:ascii="Calibri" w:hAnsi="Calibri" w:cs="Calibri"/>
                <w:noProof/>
                <w:sz w:val="22"/>
                <w:szCs w:val="22"/>
                <w:lang w:val="ro-RO"/>
              </w:rPr>
              <w:t>n caz contrar expertul bifeaz</w:t>
            </w:r>
            <w:r w:rsidR="00550B14" w:rsidRPr="00E67132">
              <w:rPr>
                <w:rFonts w:ascii="Calibri" w:hAnsi="Calibri" w:cs="Calibri"/>
                <w:noProof/>
                <w:sz w:val="22"/>
                <w:szCs w:val="22"/>
                <w:lang w:val="ro-RO"/>
              </w:rPr>
              <w:t>ă casuța</w:t>
            </w:r>
            <w:r w:rsidRPr="00E67132">
              <w:rPr>
                <w:rFonts w:ascii="Calibri" w:hAnsi="Calibri" w:cs="Calibri"/>
                <w:noProof/>
                <w:sz w:val="22"/>
                <w:szCs w:val="22"/>
                <w:lang w:val="ro-RO"/>
              </w:rPr>
              <w:t xml:space="preserve"> NU</w:t>
            </w:r>
            <w:r w:rsidR="00550B14" w:rsidRPr="00E67132">
              <w:rPr>
                <w:rFonts w:ascii="Calibri" w:hAnsi="Calibri" w:cs="Calibri"/>
                <w:noProof/>
                <w:sz w:val="22"/>
                <w:szCs w:val="22"/>
                <w:lang w:val="ro-RO"/>
              </w:rPr>
              <w:t>,</w:t>
            </w:r>
            <w:r w:rsidRPr="00E67132">
              <w:rPr>
                <w:rFonts w:ascii="Calibri" w:hAnsi="Calibri" w:cs="Calibri"/>
                <w:noProof/>
                <w:sz w:val="22"/>
                <w:szCs w:val="22"/>
                <w:lang w:val="ro-RO"/>
              </w:rPr>
              <w:t xml:space="preserve"> iar CF devine neeligibil</w:t>
            </w:r>
            <w:r w:rsidR="00550B14" w:rsidRPr="00E67132">
              <w:rPr>
                <w:rFonts w:ascii="Calibri" w:hAnsi="Calibri" w:cs="Calibri"/>
                <w:noProof/>
                <w:sz w:val="22"/>
                <w:szCs w:val="22"/>
                <w:lang w:val="ro-RO"/>
              </w:rPr>
              <w:t>ă</w:t>
            </w:r>
            <w:r w:rsidRPr="00E67132">
              <w:rPr>
                <w:rFonts w:ascii="Calibri" w:hAnsi="Calibri" w:cs="Calibri"/>
                <w:noProof/>
                <w:sz w:val="22"/>
                <w:szCs w:val="22"/>
                <w:lang w:val="ro-RO"/>
              </w:rPr>
              <w:t>.</w:t>
            </w:r>
          </w:p>
        </w:tc>
      </w:tr>
      <w:tr w:rsidR="0004658C" w:rsidRPr="00E67132" w14:paraId="6B068C49" w14:textId="77777777" w:rsidTr="004C6B61">
        <w:trPr>
          <w:trHeight w:val="1264"/>
        </w:trPr>
        <w:tc>
          <w:tcPr>
            <w:tcW w:w="4860" w:type="dxa"/>
            <w:gridSpan w:val="2"/>
            <w:shd w:val="clear" w:color="auto" w:fill="auto"/>
          </w:tcPr>
          <w:p w14:paraId="2B059E4F" w14:textId="1843C714" w:rsidR="0004658C" w:rsidRPr="00E67132" w:rsidRDefault="009C4159" w:rsidP="004C6B61">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5</w:t>
            </w:r>
            <w:r w:rsidR="0004658C" w:rsidRPr="00E67132">
              <w:rPr>
                <w:rFonts w:ascii="Calibri" w:hAnsi="Calibri" w:cs="Calibri"/>
                <w:b/>
                <w:noProof/>
                <w:sz w:val="22"/>
                <w:szCs w:val="22"/>
                <w:lang w:val="ro-RO"/>
              </w:rPr>
              <w:t xml:space="preserve">. </w:t>
            </w:r>
            <w:r w:rsidR="00E61676" w:rsidRPr="00E67132">
              <w:rPr>
                <w:rFonts w:ascii="Calibri" w:hAnsi="Calibri" w:cs="Calibri"/>
                <w:b/>
                <w:noProof/>
                <w:sz w:val="22"/>
                <w:szCs w:val="22"/>
                <w:lang w:val="ro-RO"/>
              </w:rPr>
              <w:t>Adresă emisă de bancă/trezorerie cu datele de identificare ale acesteia și ale contului aferent proiectului FEADR (denumire bancă/trezorerie, codul IBAN al contului de operațiuni cu AFIR)</w:t>
            </w:r>
            <w:r w:rsidR="004C6B61">
              <w:rPr>
                <w:rFonts w:ascii="Calibri" w:hAnsi="Calibri" w:cs="Calibri"/>
                <w:b/>
                <w:noProof/>
                <w:sz w:val="22"/>
                <w:szCs w:val="22"/>
                <w:lang w:val="ro-RO"/>
              </w:rPr>
              <w:t>.</w:t>
            </w:r>
            <w:r w:rsidR="00E61676" w:rsidRPr="00E67132">
              <w:rPr>
                <w:rFonts w:ascii="Calibri" w:hAnsi="Calibri" w:cs="Calibri"/>
                <w:b/>
                <w:noProof/>
                <w:sz w:val="22"/>
                <w:szCs w:val="22"/>
                <w:lang w:val="ro-RO"/>
              </w:rPr>
              <w:t xml:space="preserve"> </w:t>
            </w:r>
          </w:p>
        </w:tc>
        <w:tc>
          <w:tcPr>
            <w:tcW w:w="4948" w:type="dxa"/>
            <w:gridSpan w:val="2"/>
            <w:shd w:val="clear" w:color="auto" w:fill="auto"/>
          </w:tcPr>
          <w:p w14:paraId="11970E26" w14:textId="77777777" w:rsidR="0004658C" w:rsidRPr="00E67132" w:rsidRDefault="009E76DA" w:rsidP="001A309A">
            <w:pPr>
              <w:overflowPunct w:val="0"/>
              <w:autoSpaceDE w:val="0"/>
              <w:autoSpaceDN w:val="0"/>
              <w:adjustRightInd w:val="0"/>
              <w:textAlignment w:val="baseline"/>
              <w:rPr>
                <w:rFonts w:ascii="Calibri" w:hAnsi="Calibri" w:cs="Calibri"/>
                <w:b/>
                <w:noProof/>
                <w:sz w:val="22"/>
                <w:szCs w:val="22"/>
                <w:lang w:val="ro-RO"/>
              </w:rPr>
            </w:pPr>
            <w:r w:rsidRPr="00E67132">
              <w:rPr>
                <w:rFonts w:ascii="Calibri" w:hAnsi="Calibri" w:cs="Calibri"/>
                <w:b/>
                <w:noProof/>
                <w:sz w:val="22"/>
                <w:szCs w:val="22"/>
                <w:lang w:val="ro-RO"/>
              </w:rPr>
              <w:t>5</w:t>
            </w:r>
            <w:r w:rsidR="0004658C" w:rsidRPr="00E67132">
              <w:rPr>
                <w:rFonts w:ascii="Calibri" w:hAnsi="Calibri" w:cs="Calibri"/>
                <w:b/>
                <w:noProof/>
                <w:sz w:val="22"/>
                <w:szCs w:val="22"/>
                <w:lang w:val="ro-RO"/>
              </w:rPr>
              <w:t xml:space="preserve">. </w:t>
            </w:r>
            <w:r w:rsidR="0004658C" w:rsidRPr="00E67132">
              <w:rPr>
                <w:rFonts w:ascii="Calibri" w:hAnsi="Calibri" w:cs="Calibri"/>
                <w:noProof/>
                <w:sz w:val="22"/>
                <w:szCs w:val="22"/>
                <w:lang w:val="ro-RO"/>
              </w:rPr>
              <w:t xml:space="preserve">Expertul verifica existenta acestui document sa fie emis pe numele solicitantului de catre </w:t>
            </w:r>
            <w:r w:rsidR="001A309A" w:rsidRPr="00E67132">
              <w:rPr>
                <w:rFonts w:ascii="Calibri" w:hAnsi="Calibri" w:cs="Calibri"/>
                <w:noProof/>
                <w:sz w:val="22"/>
                <w:szCs w:val="22"/>
                <w:lang w:val="ro-RO"/>
              </w:rPr>
              <w:t xml:space="preserve"> o</w:t>
            </w:r>
            <w:r w:rsidR="0004658C" w:rsidRPr="00E67132">
              <w:rPr>
                <w:rFonts w:ascii="Calibri" w:hAnsi="Calibri" w:cs="Calibri"/>
                <w:noProof/>
                <w:sz w:val="22"/>
                <w:szCs w:val="22"/>
                <w:lang w:val="ro-RO"/>
              </w:rPr>
              <w:t xml:space="preserve"> institutie bancara cu sediul in Romania. Documentul este obligatoriu de prezentat.</w:t>
            </w:r>
          </w:p>
        </w:tc>
      </w:tr>
      <w:tr w:rsidR="00F0167D" w:rsidRPr="00E67132" w14:paraId="38212F01" w14:textId="77777777" w:rsidTr="00630C53">
        <w:trPr>
          <w:trHeight w:val="1025"/>
        </w:trPr>
        <w:tc>
          <w:tcPr>
            <w:tcW w:w="4860" w:type="dxa"/>
            <w:gridSpan w:val="2"/>
            <w:shd w:val="clear" w:color="auto" w:fill="auto"/>
          </w:tcPr>
          <w:p w14:paraId="7540CD78" w14:textId="77777777" w:rsidR="00F0167D" w:rsidRPr="00E67132" w:rsidRDefault="009C4159" w:rsidP="00F8423B">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6</w:t>
            </w:r>
            <w:r w:rsidR="00F0167D" w:rsidRPr="00E67132">
              <w:rPr>
                <w:rFonts w:ascii="Calibri" w:hAnsi="Calibri" w:cs="Calibri"/>
                <w:b/>
                <w:noProof/>
                <w:sz w:val="22"/>
                <w:szCs w:val="22"/>
                <w:lang w:val="ro-RO"/>
              </w:rPr>
              <w:t>. Graficul de eşalonare a datoriilor către bugetul consolidat (în cazul în care beneficiarul figureaza cu datorii restante fiscale şi sociale);</w:t>
            </w:r>
          </w:p>
        </w:tc>
        <w:tc>
          <w:tcPr>
            <w:tcW w:w="4948" w:type="dxa"/>
            <w:gridSpan w:val="2"/>
            <w:shd w:val="clear" w:color="auto" w:fill="auto"/>
          </w:tcPr>
          <w:p w14:paraId="521765A9" w14:textId="77777777" w:rsidR="00F0167D" w:rsidRPr="00E67132" w:rsidRDefault="00F0167D" w:rsidP="00F0167D">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Dacă în urma obținerii de către expertul AFIR  a certificatului de atestare fiscală, din baza de date ANAF, rezultă că beneficiarul figurează cu datorii fiscale restante, iar graficul de eșalonare nu a fost depus de beneficiar odată cu celelalte documente necesare contractării, documentul va fi solicitat beneficiarului prin intermediul informaţiilor suplimentare;</w:t>
            </w:r>
          </w:p>
          <w:p w14:paraId="66A3E1FA" w14:textId="77777777" w:rsidR="00F0167D" w:rsidRPr="00E67132" w:rsidRDefault="00F0167D" w:rsidP="00F0167D">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noProof/>
                <w:sz w:val="22"/>
                <w:szCs w:val="22"/>
                <w:lang w:val="ro-RO"/>
              </w:rPr>
              <w:t>Dacă toate precizările de mai sus sunt verificate, expertul bifează căsuţa DA. În caz contrar se bifează căsuţele NU şi se motivează poziţia la rubrica Observaţii.</w:t>
            </w:r>
          </w:p>
        </w:tc>
      </w:tr>
      <w:tr w:rsidR="0004658C" w:rsidRPr="00E67132" w14:paraId="2B70F249" w14:textId="77777777" w:rsidTr="00F8423B">
        <w:trPr>
          <w:gridAfter w:val="1"/>
          <w:wAfter w:w="232" w:type="dxa"/>
          <w:hidden/>
        </w:trPr>
        <w:tc>
          <w:tcPr>
            <w:tcW w:w="4788" w:type="dxa"/>
            <w:shd w:val="clear" w:color="auto" w:fill="auto"/>
          </w:tcPr>
          <w:p w14:paraId="6C150484" w14:textId="77777777" w:rsidR="0004658C" w:rsidRPr="00E67132" w:rsidRDefault="0004658C" w:rsidP="00F8423B">
            <w:pPr>
              <w:overflowPunct w:val="0"/>
              <w:autoSpaceDE w:val="0"/>
              <w:autoSpaceDN w:val="0"/>
              <w:adjustRightInd w:val="0"/>
              <w:jc w:val="both"/>
              <w:textAlignment w:val="baseline"/>
              <w:rPr>
                <w:rFonts w:ascii="Calibri" w:hAnsi="Calibri" w:cs="Calibri"/>
                <w:b/>
                <w:noProof/>
                <w:vanish/>
                <w:color w:val="FFFFFF"/>
                <w:sz w:val="22"/>
                <w:szCs w:val="22"/>
                <w:lang w:val="ro-RO"/>
              </w:rPr>
            </w:pPr>
          </w:p>
        </w:tc>
        <w:tc>
          <w:tcPr>
            <w:tcW w:w="4788" w:type="dxa"/>
            <w:gridSpan w:val="2"/>
            <w:shd w:val="clear" w:color="auto" w:fill="auto"/>
          </w:tcPr>
          <w:p w14:paraId="7D5B1CE8"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vanish/>
                <w:color w:val="FFFFFF"/>
                <w:sz w:val="22"/>
                <w:szCs w:val="22"/>
                <w:lang w:val="ro-RO"/>
              </w:rPr>
            </w:pPr>
          </w:p>
        </w:tc>
      </w:tr>
      <w:tr w:rsidR="0004658C" w:rsidRPr="00E67132" w14:paraId="2EE4BCC8" w14:textId="77777777" w:rsidTr="00F8423B">
        <w:trPr>
          <w:gridAfter w:val="1"/>
          <w:wAfter w:w="232" w:type="dxa"/>
          <w:hidden/>
        </w:trPr>
        <w:tc>
          <w:tcPr>
            <w:tcW w:w="4788" w:type="dxa"/>
            <w:shd w:val="clear" w:color="auto" w:fill="auto"/>
          </w:tcPr>
          <w:p w14:paraId="270B93B1" w14:textId="77777777" w:rsidR="0004658C" w:rsidRPr="00E67132" w:rsidRDefault="0004658C" w:rsidP="00F8423B">
            <w:pPr>
              <w:overflowPunct w:val="0"/>
              <w:autoSpaceDE w:val="0"/>
              <w:autoSpaceDN w:val="0"/>
              <w:adjustRightInd w:val="0"/>
              <w:jc w:val="both"/>
              <w:textAlignment w:val="baseline"/>
              <w:rPr>
                <w:rFonts w:ascii="Calibri" w:hAnsi="Calibri" w:cs="Calibri"/>
                <w:b/>
                <w:noProof/>
                <w:vanish/>
                <w:color w:val="FFFFFF"/>
                <w:sz w:val="22"/>
                <w:szCs w:val="22"/>
                <w:lang w:val="ro-RO"/>
              </w:rPr>
            </w:pPr>
          </w:p>
        </w:tc>
        <w:tc>
          <w:tcPr>
            <w:tcW w:w="4788" w:type="dxa"/>
            <w:gridSpan w:val="2"/>
            <w:shd w:val="clear" w:color="auto" w:fill="auto"/>
          </w:tcPr>
          <w:p w14:paraId="022DB77C" w14:textId="77777777" w:rsidR="0004658C" w:rsidRPr="00E67132" w:rsidRDefault="0004658C" w:rsidP="00F8423B">
            <w:pPr>
              <w:overflowPunct w:val="0"/>
              <w:autoSpaceDE w:val="0"/>
              <w:autoSpaceDN w:val="0"/>
              <w:adjustRightInd w:val="0"/>
              <w:jc w:val="center"/>
              <w:textAlignment w:val="baseline"/>
              <w:rPr>
                <w:rFonts w:ascii="Calibri" w:hAnsi="Calibri" w:cs="Calibri"/>
                <w:b/>
                <w:noProof/>
                <w:vanish/>
                <w:color w:val="FFFFFF"/>
                <w:sz w:val="22"/>
                <w:szCs w:val="22"/>
                <w:lang w:val="ro-RO"/>
              </w:rPr>
            </w:pPr>
          </w:p>
        </w:tc>
      </w:tr>
    </w:tbl>
    <w:p w14:paraId="21681E53" w14:textId="77777777" w:rsidR="0004658C" w:rsidRPr="00E67132" w:rsidRDefault="0004658C" w:rsidP="00C63050">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Daca toate documentele aplicabile proiectului au fost prezentate, CF este eligibila, iar contractul poate fi incheiat.  Expertul completeaza si dateaza fisa de evaluare generala a proiectului. </w:t>
      </w:r>
    </w:p>
    <w:p w14:paraId="326008BB" w14:textId="77777777" w:rsidR="0004658C" w:rsidRPr="00E67132" w:rsidRDefault="0004658C" w:rsidP="00D73BAE">
      <w:pPr>
        <w:overflowPunct w:val="0"/>
        <w:autoSpaceDE w:val="0"/>
        <w:autoSpaceDN w:val="0"/>
        <w:adjustRightInd w:val="0"/>
        <w:textAlignment w:val="baseline"/>
        <w:rPr>
          <w:rFonts w:ascii="Calibri" w:hAnsi="Calibri" w:cs="Calibri"/>
          <w:b/>
          <w:noProof/>
          <w:sz w:val="22"/>
          <w:szCs w:val="22"/>
          <w:lang w:val="ro-RO"/>
        </w:rPr>
      </w:pPr>
    </w:p>
    <w:p w14:paraId="210B8268" w14:textId="77777777" w:rsidR="0004658C" w:rsidRPr="00E67132" w:rsidRDefault="0004658C" w:rsidP="0004658C">
      <w:pPr>
        <w:overflowPunct w:val="0"/>
        <w:autoSpaceDE w:val="0"/>
        <w:autoSpaceDN w:val="0"/>
        <w:adjustRightInd w:val="0"/>
        <w:textAlignment w:val="baseline"/>
        <w:rPr>
          <w:rFonts w:ascii="Calibri" w:hAnsi="Calibri" w:cs="Calibri"/>
          <w:b/>
          <w:noProof/>
          <w:sz w:val="22"/>
          <w:szCs w:val="22"/>
          <w:lang w:val="ro-RO"/>
        </w:rPr>
      </w:pPr>
      <w:r w:rsidRPr="00E67132">
        <w:rPr>
          <w:rFonts w:ascii="Calibri" w:hAnsi="Calibri" w:cs="Calibri"/>
          <w:b/>
          <w:noProof/>
          <w:sz w:val="22"/>
          <w:szCs w:val="22"/>
          <w:lang w:val="ro-RO"/>
        </w:rPr>
        <w:t>D: Verificarea conformitatii copiei cu originalul pentru documentele atasate la cererea de finantare la acordarea deciziei de finantare (Contractare)</w:t>
      </w:r>
    </w:p>
    <w:p w14:paraId="51968D72" w14:textId="77777777" w:rsidR="0004658C" w:rsidRPr="00E67132" w:rsidRDefault="0004658C" w:rsidP="0004658C">
      <w:pPr>
        <w:overflowPunct w:val="0"/>
        <w:autoSpaceDE w:val="0"/>
        <w:autoSpaceDN w:val="0"/>
        <w:adjustRightInd w:val="0"/>
        <w:jc w:val="center"/>
        <w:textAlignment w:val="baseline"/>
        <w:rPr>
          <w:rFonts w:ascii="Calibri" w:hAnsi="Calibri" w:cs="Calibri"/>
          <w:noProof/>
          <w:sz w:val="22"/>
          <w:szCs w:val="22"/>
          <w:lang w:val="ro-RO"/>
        </w:rPr>
      </w:pPr>
    </w:p>
    <w:tbl>
      <w:tblPr>
        <w:tblW w:w="531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31"/>
        <w:gridCol w:w="1341"/>
        <w:gridCol w:w="863"/>
        <w:gridCol w:w="767"/>
        <w:gridCol w:w="1349"/>
      </w:tblGrid>
      <w:tr w:rsidR="00D830BD" w:rsidRPr="00E67132" w14:paraId="09B76FC5" w14:textId="77777777" w:rsidTr="00A033B7">
        <w:trPr>
          <w:cantSplit/>
          <w:trHeight w:val="1898"/>
        </w:trPr>
        <w:tc>
          <w:tcPr>
            <w:tcW w:w="2893" w:type="pct"/>
            <w:tcBorders>
              <w:bottom w:val="nil"/>
              <w:right w:val="single" w:sz="4" w:space="0" w:color="auto"/>
            </w:tcBorders>
            <w:vAlign w:val="center"/>
          </w:tcPr>
          <w:p w14:paraId="17BD3B10" w14:textId="77777777" w:rsidR="00D830BD" w:rsidRPr="00E67132" w:rsidRDefault="00D830BD" w:rsidP="00D830BD">
            <w:pPr>
              <w:overflowPunct w:val="0"/>
              <w:autoSpaceDE w:val="0"/>
              <w:autoSpaceDN w:val="0"/>
              <w:adjustRightInd w:val="0"/>
              <w:jc w:val="center"/>
              <w:textAlignment w:val="baseline"/>
              <w:rPr>
                <w:rFonts w:asciiTheme="minorHAnsi" w:hAnsiTheme="minorHAnsi" w:cstheme="minorHAnsi"/>
                <w:bCs/>
                <w:noProof/>
                <w:sz w:val="22"/>
                <w:szCs w:val="22"/>
                <w:lang w:val="ro-RO" w:eastAsia="fr-FR"/>
              </w:rPr>
            </w:pPr>
            <w:r w:rsidRPr="00E67132">
              <w:rPr>
                <w:rFonts w:asciiTheme="minorHAnsi" w:hAnsiTheme="minorHAnsi" w:cstheme="minorHAnsi"/>
                <w:bCs/>
                <w:noProof/>
                <w:sz w:val="22"/>
                <w:szCs w:val="22"/>
                <w:lang w:val="ro-RO" w:eastAsia="fr-FR"/>
              </w:rPr>
              <w:t>Documente</w:t>
            </w:r>
          </w:p>
        </w:tc>
        <w:tc>
          <w:tcPr>
            <w:tcW w:w="1449" w:type="pct"/>
            <w:gridSpan w:val="3"/>
            <w:tcBorders>
              <w:top w:val="single" w:sz="4" w:space="0" w:color="auto"/>
              <w:left w:val="single" w:sz="4" w:space="0" w:color="auto"/>
              <w:bottom w:val="single" w:sz="4" w:space="0" w:color="auto"/>
            </w:tcBorders>
          </w:tcPr>
          <w:p w14:paraId="518F96D3" w14:textId="77777777" w:rsidR="00D830BD" w:rsidRPr="00E67132" w:rsidRDefault="00D830BD" w:rsidP="00D830BD">
            <w:pPr>
              <w:overflowPunct w:val="0"/>
              <w:autoSpaceDE w:val="0"/>
              <w:autoSpaceDN w:val="0"/>
              <w:adjustRightInd w:val="0"/>
              <w:jc w:val="center"/>
              <w:textAlignment w:val="baseline"/>
              <w:rPr>
                <w:rFonts w:asciiTheme="minorHAnsi" w:hAnsiTheme="minorHAnsi" w:cstheme="minorHAnsi"/>
                <w:bCs/>
                <w:noProof/>
                <w:sz w:val="22"/>
                <w:szCs w:val="22"/>
                <w:lang w:val="ro-RO" w:eastAsia="fr-FR"/>
              </w:rPr>
            </w:pPr>
            <w:r w:rsidRPr="00E67132">
              <w:rPr>
                <w:rFonts w:asciiTheme="minorHAnsi" w:hAnsiTheme="minorHAnsi" w:cstheme="minorHAnsi"/>
                <w:noProof/>
                <w:sz w:val="22"/>
                <w:szCs w:val="22"/>
                <w:lang w:val="ro-RO"/>
              </w:rPr>
              <w:t>Existenta documentului, daca este semnat, daca are toate rubricile completate pt.CF,daca se respecta valabilitatea conform legislatiei in vigoare sau precizarilor din Ghid</w:t>
            </w:r>
          </w:p>
        </w:tc>
        <w:tc>
          <w:tcPr>
            <w:tcW w:w="658" w:type="pct"/>
            <w:tcBorders>
              <w:top w:val="single" w:sz="4" w:space="0" w:color="auto"/>
              <w:bottom w:val="single" w:sz="4" w:space="0" w:color="auto"/>
              <w:right w:val="single" w:sz="4" w:space="0" w:color="auto"/>
            </w:tcBorders>
          </w:tcPr>
          <w:p w14:paraId="0C99F778" w14:textId="77777777" w:rsidR="00D830BD" w:rsidRPr="00E67132" w:rsidRDefault="00D830BD" w:rsidP="008F2FB1">
            <w:pPr>
              <w:tabs>
                <w:tab w:val="left" w:pos="781"/>
              </w:tabs>
              <w:overflowPunct w:val="0"/>
              <w:autoSpaceDE w:val="0"/>
              <w:autoSpaceDN w:val="0"/>
              <w:adjustRightInd w:val="0"/>
              <w:jc w:val="center"/>
              <w:textAlignment w:val="baseline"/>
              <w:rPr>
                <w:rFonts w:asciiTheme="minorHAnsi" w:hAnsiTheme="minorHAnsi" w:cstheme="minorHAnsi"/>
                <w:bCs/>
                <w:noProof/>
                <w:sz w:val="22"/>
                <w:szCs w:val="22"/>
                <w:lang w:val="ro-RO" w:eastAsia="fr-FR"/>
              </w:rPr>
            </w:pPr>
            <w:r w:rsidRPr="00E67132">
              <w:rPr>
                <w:rFonts w:asciiTheme="minorHAnsi" w:hAnsiTheme="minorHAnsi" w:cstheme="minorHAnsi"/>
                <w:noProof/>
                <w:sz w:val="22"/>
                <w:szCs w:val="22"/>
                <w:lang w:val="ro-RO"/>
              </w:rPr>
              <w:t>Concordanţă copie cu originalul</w:t>
            </w:r>
          </w:p>
        </w:tc>
      </w:tr>
      <w:tr w:rsidR="00EF3194" w:rsidRPr="00E67132" w14:paraId="226E0FBF" w14:textId="77777777" w:rsidTr="00A033B7">
        <w:trPr>
          <w:trHeight w:val="71"/>
        </w:trPr>
        <w:tc>
          <w:tcPr>
            <w:tcW w:w="2893" w:type="pct"/>
            <w:tcBorders>
              <w:top w:val="nil"/>
            </w:tcBorders>
            <w:vAlign w:val="center"/>
          </w:tcPr>
          <w:p w14:paraId="5D477C61"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4" w:type="pct"/>
            <w:tcBorders>
              <w:top w:val="single" w:sz="4" w:space="0" w:color="auto"/>
            </w:tcBorders>
            <w:vAlign w:val="center"/>
          </w:tcPr>
          <w:p w14:paraId="1A7B8EB3"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t>DA</w:t>
            </w:r>
          </w:p>
        </w:tc>
        <w:tc>
          <w:tcPr>
            <w:tcW w:w="421" w:type="pct"/>
            <w:tcBorders>
              <w:top w:val="single" w:sz="4" w:space="0" w:color="auto"/>
            </w:tcBorders>
            <w:vAlign w:val="center"/>
          </w:tcPr>
          <w:p w14:paraId="111E2D5D"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t>NU</w:t>
            </w:r>
          </w:p>
        </w:tc>
        <w:tc>
          <w:tcPr>
            <w:tcW w:w="374" w:type="pct"/>
            <w:tcBorders>
              <w:top w:val="single" w:sz="4" w:space="0" w:color="auto"/>
            </w:tcBorders>
            <w:vAlign w:val="center"/>
          </w:tcPr>
          <w:p w14:paraId="4DBF157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t>Nu este cazul</w:t>
            </w:r>
          </w:p>
        </w:tc>
        <w:tc>
          <w:tcPr>
            <w:tcW w:w="658" w:type="pct"/>
            <w:tcBorders>
              <w:top w:val="single" w:sz="4" w:space="0" w:color="auto"/>
            </w:tcBorders>
          </w:tcPr>
          <w:p w14:paraId="36A63C8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EF3194" w:rsidRPr="00E67132" w14:paraId="6048BA0C" w14:textId="77777777" w:rsidTr="00A033B7">
        <w:tc>
          <w:tcPr>
            <w:tcW w:w="2893" w:type="pct"/>
            <w:tcBorders>
              <w:top w:val="nil"/>
            </w:tcBorders>
            <w:vAlign w:val="center"/>
          </w:tcPr>
          <w:p w14:paraId="735EC509" w14:textId="77777777" w:rsidR="0004658C" w:rsidRPr="00E67132" w:rsidRDefault="0004658C" w:rsidP="009176A8">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1. Plan de afaceri pentru dezvoltarea exploataţiei</w:t>
            </w:r>
          </w:p>
        </w:tc>
        <w:tc>
          <w:tcPr>
            <w:tcW w:w="654" w:type="pct"/>
            <w:vAlign w:val="center"/>
          </w:tcPr>
          <w:p w14:paraId="15B9E26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72E83A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421" w:type="pct"/>
            <w:vAlign w:val="center"/>
          </w:tcPr>
          <w:p w14:paraId="6E7E2E8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9CCEBF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374" w:type="pct"/>
            <w:vAlign w:val="center"/>
          </w:tcPr>
          <w:p w14:paraId="4584DEE9" w14:textId="77777777" w:rsidR="0004658C" w:rsidRPr="00E67132" w:rsidRDefault="0004658C" w:rsidP="009176A8">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658" w:type="pct"/>
          </w:tcPr>
          <w:p w14:paraId="15686072" w14:textId="77777777" w:rsidR="0004658C" w:rsidRPr="00E67132" w:rsidRDefault="0004658C" w:rsidP="009176A8">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r>
      <w:tr w:rsidR="00EF3194" w:rsidRPr="00E67132" w14:paraId="58CC41ED" w14:textId="77777777" w:rsidTr="00A033B7">
        <w:trPr>
          <w:trHeight w:val="669"/>
        </w:trPr>
        <w:tc>
          <w:tcPr>
            <w:tcW w:w="2893" w:type="pct"/>
          </w:tcPr>
          <w:p w14:paraId="611646E2" w14:textId="77777777" w:rsidR="0004658C" w:rsidRPr="00E67132" w:rsidRDefault="0004658C" w:rsidP="00F8423B">
            <w:pPr>
              <w:overflowPunct w:val="0"/>
              <w:autoSpaceDE w:val="0"/>
              <w:autoSpaceDN w:val="0"/>
              <w:adjustRightInd w:val="0"/>
              <w:textAlignment w:val="baseline"/>
              <w:rPr>
                <w:rFonts w:ascii="Calibri" w:hAnsi="Calibri" w:cs="Calibri"/>
                <w:noProof/>
                <w:sz w:val="22"/>
                <w:szCs w:val="22"/>
                <w:lang w:val="ro-RO"/>
              </w:rPr>
            </w:pPr>
            <w:r w:rsidRPr="00E67132">
              <w:rPr>
                <w:rFonts w:ascii="Calibri" w:hAnsi="Calibri" w:cs="Calibri"/>
                <w:b/>
                <w:noProof/>
                <w:sz w:val="22"/>
                <w:szCs w:val="22"/>
                <w:lang w:val="ro-RO"/>
              </w:rPr>
              <w:t>2. Documente proprietate</w:t>
            </w:r>
            <w:r w:rsidRPr="00E67132">
              <w:rPr>
                <w:rFonts w:ascii="Calibri" w:hAnsi="Calibri" w:cs="Calibri"/>
                <w:noProof/>
                <w:sz w:val="22"/>
                <w:szCs w:val="22"/>
                <w:lang w:val="ro-RO"/>
              </w:rPr>
              <w:t xml:space="preserve">/ folosinţă pentru exploataţia agricolă; </w:t>
            </w:r>
          </w:p>
          <w:p w14:paraId="2EAA34DA" w14:textId="77777777" w:rsidR="0004658C" w:rsidRPr="00E67132" w:rsidRDefault="0004658C" w:rsidP="00F8423B">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 xml:space="preserve">a.Documente solicitate </w:t>
            </w:r>
            <w:r w:rsidRPr="00E67132">
              <w:rPr>
                <w:rFonts w:ascii="Calibri" w:hAnsi="Calibri" w:cs="Calibri"/>
                <w:b/>
                <w:noProof/>
                <w:sz w:val="22"/>
                <w:szCs w:val="22"/>
                <w:lang w:val="ro-RO"/>
              </w:rPr>
              <w:t>pentru terenul agricol</w:t>
            </w:r>
            <w:r w:rsidRPr="00E67132">
              <w:rPr>
                <w:rFonts w:ascii="Calibri" w:hAnsi="Calibri" w:cs="Calibri"/>
                <w:noProof/>
                <w:sz w:val="22"/>
                <w:szCs w:val="22"/>
                <w:lang w:val="ro-RO"/>
              </w:rPr>
              <w:t>:</w:t>
            </w:r>
          </w:p>
          <w:p w14:paraId="52BA667C" w14:textId="77777777" w:rsidR="0004658C" w:rsidRPr="00E67132" w:rsidRDefault="0004658C" w:rsidP="00D830BD">
            <w:pPr>
              <w:pStyle w:val="ListParagraph"/>
              <w:numPr>
                <w:ilvl w:val="0"/>
                <w:numId w:val="7"/>
              </w:num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14:paraId="53FA9456" w14:textId="77777777" w:rsidR="0004658C" w:rsidRPr="00E67132" w:rsidRDefault="0004658C" w:rsidP="00F8423B">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şi/sau</w:t>
            </w:r>
          </w:p>
          <w:p w14:paraId="4F1999A8" w14:textId="77777777" w:rsidR="00D830BD" w:rsidRPr="00E67132" w:rsidRDefault="0004658C" w:rsidP="00342928">
            <w:pPr>
              <w:pStyle w:val="ListParagraph"/>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tabel centralizator - emis de Primărie, semnat de persoanele autorizate conform legii, (conţinând sumarul contractelor de arendare  valabi</w:t>
            </w:r>
            <w:r w:rsidR="002E6016" w:rsidRPr="00E67132">
              <w:rPr>
                <w:rFonts w:ascii="Calibri" w:hAnsi="Calibri" w:cs="Calibri"/>
                <w:noProof/>
                <w:sz w:val="22"/>
                <w:szCs w:val="22"/>
                <w:lang w:val="ro-RO"/>
              </w:rPr>
              <w:t>e</w:t>
            </w:r>
            <w:r w:rsidRPr="00E67132">
              <w:rPr>
                <w:rFonts w:ascii="Calibri" w:hAnsi="Calibri" w:cs="Calibri"/>
                <w:noProof/>
                <w:sz w:val="22"/>
                <w:szCs w:val="22"/>
                <w:lang w:val="ro-RO"/>
              </w:rPr>
              <w:t xml:space="preserve">la data depunerii Cererii de Finanţare), cu suprafeţele luate în arendă pe categorii de folosinţă </w:t>
            </w:r>
          </w:p>
          <w:p w14:paraId="2428A9E2" w14:textId="77777777" w:rsidR="00023EF8" w:rsidRPr="00E67132" w:rsidRDefault="003F177D" w:rsidP="00B82EBD">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şi/sau</w:t>
            </w:r>
          </w:p>
          <w:p w14:paraId="470A1380" w14:textId="77777777" w:rsidR="00D830BD" w:rsidRPr="00E67132" w:rsidRDefault="0004658C">
            <w:pPr>
              <w:pStyle w:val="ListParagraph"/>
              <w:numPr>
                <w:ilvl w:val="0"/>
                <w:numId w:val="7"/>
              </w:num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contract de concesionare valabil la data depunerii Cererii de Finanţare însoţit de adresa emisă de concedent care conţine situaţia privind respectarea clauzelor contractuale, dacă este în graficul de realizare a investiţiilor prevăzute în contract şi alte clauze;</w:t>
            </w:r>
          </w:p>
          <w:p w14:paraId="689AEB84" w14:textId="77777777" w:rsidR="00D830BD" w:rsidRPr="00E67132" w:rsidRDefault="00D830BD" w:rsidP="00D830BD">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şi/sau</w:t>
            </w:r>
          </w:p>
          <w:p w14:paraId="1A4A14E0" w14:textId="77777777" w:rsidR="00D170F7" w:rsidRPr="00E67132" w:rsidRDefault="00D170F7" w:rsidP="00D830BD">
            <w:pPr>
              <w:pStyle w:val="ListParagraph"/>
              <w:numPr>
                <w:ilvl w:val="0"/>
                <w:numId w:val="7"/>
              </w:numPr>
              <w:rPr>
                <w:rFonts w:ascii="Calibri" w:hAnsi="Calibri" w:cs="Calibri"/>
                <w:noProof/>
                <w:sz w:val="22"/>
                <w:szCs w:val="22"/>
                <w:lang w:val="ro-RO"/>
              </w:rPr>
            </w:pPr>
            <w:r w:rsidRPr="00E67132">
              <w:rPr>
                <w:rFonts w:ascii="Calibri" w:hAnsi="Calibri" w:cs="Calibri"/>
                <w:noProof/>
                <w:sz w:val="22"/>
                <w:szCs w:val="22"/>
                <w:lang w:val="ro-RO"/>
              </w:rPr>
              <w:t>Contractul de comodat/ contractul de inchiriere/ documentul potrivit caruia suprafata de teren a fost data temporar in administrare/folosinţă</w:t>
            </w:r>
          </w:p>
          <w:p w14:paraId="270F9AC3" w14:textId="77777777" w:rsidR="00023EF8" w:rsidRPr="00E67132" w:rsidRDefault="00D830BD" w:rsidP="00B82EBD">
            <w:pPr>
              <w:pStyle w:val="NoSpacing"/>
              <w:spacing w:line="276" w:lineRule="auto"/>
              <w:jc w:val="both"/>
              <w:rPr>
                <w:rFonts w:cs="Calibri"/>
                <w:b/>
                <w:noProof/>
                <w:lang w:val="ro-RO"/>
              </w:rPr>
            </w:pPr>
            <w:r w:rsidRPr="00E67132">
              <w:rPr>
                <w:rFonts w:cs="Calibri"/>
                <w:b/>
                <w:noProof/>
                <w:lang w:val="ro-RO"/>
              </w:rPr>
              <w:t>şi/sau</w:t>
            </w:r>
          </w:p>
          <w:p w14:paraId="1CB0E5F6" w14:textId="77777777" w:rsidR="00023EF8" w:rsidRPr="00E67132" w:rsidRDefault="00D830BD" w:rsidP="00B82EBD">
            <w:pPr>
              <w:pStyle w:val="NoSpacing"/>
              <w:numPr>
                <w:ilvl w:val="0"/>
                <w:numId w:val="7"/>
              </w:numPr>
              <w:spacing w:line="276" w:lineRule="auto"/>
              <w:jc w:val="both"/>
              <w:rPr>
                <w:rFonts w:cs="Calibri"/>
                <w:noProof/>
                <w:lang w:val="ro-RO"/>
              </w:rPr>
            </w:pPr>
            <w:r w:rsidRPr="00E67132">
              <w:rPr>
                <w:rFonts w:cs="Calibri"/>
                <w:noProof/>
                <w:lang w:val="ro-RO"/>
              </w:rPr>
              <w:t>Document notarial care atesta constituirea patrimoniului de afectațiune</w:t>
            </w:r>
          </w:p>
          <w:p w14:paraId="4972CDE8" w14:textId="77777777" w:rsidR="00D830BD" w:rsidRPr="00E67132" w:rsidRDefault="00D830BD" w:rsidP="00D830BD">
            <w:pPr>
              <w:pStyle w:val="NoSpacing"/>
              <w:spacing w:line="276" w:lineRule="auto"/>
              <w:jc w:val="both"/>
              <w:rPr>
                <w:rFonts w:cs="Calibri"/>
                <w:noProof/>
                <w:lang w:val="ro-RO"/>
              </w:rPr>
            </w:pPr>
            <w:r w:rsidRPr="00E67132">
              <w:rPr>
                <w:rFonts w:cs="Calibri"/>
                <w:b/>
                <w:noProof/>
                <w:sz w:val="24"/>
                <w:szCs w:val="24"/>
                <w:lang w:val="ro-RO"/>
              </w:rPr>
              <w:t>și/sau</w:t>
            </w:r>
          </w:p>
          <w:p w14:paraId="54521851" w14:textId="77777777" w:rsidR="0004658C" w:rsidRPr="00E67132" w:rsidRDefault="0004658C" w:rsidP="00D830BD">
            <w:pPr>
              <w:pStyle w:val="ListParagraph"/>
              <w:numPr>
                <w:ilvl w:val="0"/>
                <w:numId w:val="7"/>
              </w:numPr>
              <w:overflowPunct w:val="0"/>
              <w:autoSpaceDE w:val="0"/>
              <w:autoSpaceDN w:val="0"/>
              <w:adjustRightInd w:val="0"/>
              <w:jc w:val="both"/>
              <w:textAlignment w:val="baseline"/>
              <w:rPr>
                <w:rFonts w:ascii="Calibri" w:hAnsi="Calibri" w:cs="Calibri"/>
                <w:bCs/>
                <w:noProof/>
                <w:sz w:val="22"/>
                <w:szCs w:val="22"/>
                <w:lang w:val="ro-RO" w:eastAsia="fr-FR"/>
              </w:rPr>
            </w:pPr>
            <w:r w:rsidRPr="00E67132">
              <w:rPr>
                <w:rFonts w:ascii="Calibri" w:hAnsi="Calibri" w:cs="Calibri"/>
                <w:noProof/>
                <w:sz w:val="22"/>
                <w:szCs w:val="22"/>
                <w:lang w:val="ro-RO"/>
              </w:rPr>
              <w:t>documente pentru terenul ce constituie vatra stupinei – acte de proprietate conform legislaţiei în vigoare, sau contract de concesiune/ contract de arendă/ închiriere/comodat</w:t>
            </w:r>
            <w:r w:rsidR="002E6016" w:rsidRPr="00E67132">
              <w:rPr>
                <w:rFonts w:ascii="Calibri" w:hAnsi="Calibri" w:cs="Calibri"/>
                <w:noProof/>
                <w:sz w:val="22"/>
                <w:szCs w:val="22"/>
                <w:lang w:val="ro-RO"/>
              </w:rPr>
              <w:t xml:space="preserve"> valabil la data depunerii cererii de finanţare </w:t>
            </w:r>
            <w:r w:rsidRPr="00E67132">
              <w:rPr>
                <w:rFonts w:ascii="Calibri" w:hAnsi="Calibri" w:cs="Calibri"/>
                <w:noProof/>
                <w:sz w:val="22"/>
                <w:szCs w:val="22"/>
                <w:lang w:val="ro-RO"/>
              </w:rPr>
              <w:t>. Suprafaţa de teren eligibilă pentru vatra stupinei este de minim 5 mp/stup şi 50 mp pentru fiecare pavilion apicol.</w:t>
            </w:r>
          </w:p>
          <w:p w14:paraId="6C7BCFDD" w14:textId="77777777" w:rsidR="000130B3" w:rsidRPr="00E67132" w:rsidRDefault="00681AD5" w:rsidP="00D830BD">
            <w:pPr>
              <w:pStyle w:val="ListParagraph"/>
              <w:numPr>
                <w:ilvl w:val="0"/>
                <w:numId w:val="7"/>
              </w:num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Cs/>
                <w:noProof/>
                <w:sz w:val="22"/>
                <w:szCs w:val="22"/>
                <w:lang w:val="ro-RO" w:eastAsia="fr-FR"/>
              </w:rPr>
              <w:t>Contractele care conferă dreptul de folosință (arendă, concesiune) asupra  terenurilor agricole, în cazul exploataţiilor pomicole să aibă o valabilitate de  minimum 15 ani (excepție: pepinierele, culturile de căpșun, zmeur, mur, coacăz și agriș unde perioada minimă este de 10 ani)</w:t>
            </w:r>
            <w:r w:rsidR="0046275F" w:rsidRPr="00E67132">
              <w:rPr>
                <w:rFonts w:ascii="Calibri" w:hAnsi="Calibri" w:cs="Calibri"/>
                <w:bCs/>
                <w:noProof/>
                <w:sz w:val="22"/>
                <w:szCs w:val="22"/>
                <w:lang w:val="ro-RO" w:eastAsia="fr-FR"/>
              </w:rPr>
              <w:t>,</w:t>
            </w:r>
            <w:r w:rsidR="0046275F" w:rsidRPr="00E67132">
              <w:rPr>
                <w:rFonts w:ascii="Calibri" w:hAnsi="Calibri" w:cs="Calibri"/>
                <w:noProof/>
                <w:sz w:val="22"/>
                <w:szCs w:val="22"/>
                <w:lang w:val="ro-RO"/>
              </w:rPr>
              <w:t xml:space="preserve"> începând cu anul depunerii Cererii de Finanțare</w:t>
            </w:r>
            <w:r w:rsidR="0046275F" w:rsidRPr="00E67132">
              <w:rPr>
                <w:rFonts w:ascii="Calibri" w:hAnsi="Calibri" w:cs="Calibri"/>
                <w:bCs/>
                <w:noProof/>
                <w:sz w:val="22"/>
                <w:szCs w:val="22"/>
                <w:lang w:val="ro-RO" w:eastAsia="fr-FR"/>
              </w:rPr>
              <w:t xml:space="preserve"> </w:t>
            </w:r>
            <w:r w:rsidRPr="00E67132">
              <w:rPr>
                <w:rFonts w:ascii="Calibri" w:hAnsi="Calibri" w:cs="Calibri"/>
                <w:bCs/>
                <w:noProof/>
                <w:sz w:val="22"/>
                <w:szCs w:val="22"/>
                <w:lang w:val="ro-RO" w:eastAsia="fr-FR"/>
              </w:rPr>
              <w:t>.</w:t>
            </w:r>
          </w:p>
          <w:p w14:paraId="64E23576" w14:textId="77777777" w:rsidR="000130B3" w:rsidRPr="00E67132" w:rsidRDefault="000130B3" w:rsidP="00FE14F6">
            <w:pPr>
              <w:pStyle w:val="ListParagraph"/>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noProof/>
                <w:lang w:val="ro-RO"/>
              </w:rPr>
              <w:t>Contractele care conferă dreptul de folosință asupra terenurilor agricole trebuie să fie încheiate în numele solicitantului şi să fie valabile la momentul depunerii cererii de finanţare</w:t>
            </w:r>
          </w:p>
        </w:tc>
        <w:tc>
          <w:tcPr>
            <w:tcW w:w="654" w:type="pct"/>
          </w:tcPr>
          <w:p w14:paraId="5529EA8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416FDC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112B91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653CCF3" w14:textId="77777777" w:rsidR="00023EF8" w:rsidRPr="00E67132" w:rsidRDefault="0004658C" w:rsidP="00575FC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7EA4A16" w14:textId="77777777" w:rsidR="00023EF8" w:rsidRPr="00E67132" w:rsidRDefault="00023EF8" w:rsidP="00B82EBD">
            <w:pPr>
              <w:overflowPunct w:val="0"/>
              <w:autoSpaceDE w:val="0"/>
              <w:autoSpaceDN w:val="0"/>
              <w:adjustRightInd w:val="0"/>
              <w:textAlignment w:val="baseline"/>
              <w:rPr>
                <w:rFonts w:ascii="Calibri" w:hAnsi="Calibri" w:cs="Calibri"/>
                <w:bCs/>
                <w:noProof/>
                <w:sz w:val="22"/>
                <w:szCs w:val="22"/>
                <w:lang w:val="ro-RO" w:eastAsia="fr-FR"/>
              </w:rPr>
            </w:pPr>
          </w:p>
          <w:p w14:paraId="52291697"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D548E94"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FEE7092"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96182B4"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CE0225C"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D92FDB6"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B1C043C"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CDB58D2"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5EB6734"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2E2F38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7A67B3B"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8D26ECF" w14:textId="77777777" w:rsidR="00D73BAE" w:rsidRPr="00E67132" w:rsidRDefault="00D73BAE" w:rsidP="00D73BAE">
            <w:pPr>
              <w:overflowPunct w:val="0"/>
              <w:autoSpaceDE w:val="0"/>
              <w:autoSpaceDN w:val="0"/>
              <w:adjustRightInd w:val="0"/>
              <w:textAlignment w:val="baseline"/>
              <w:rPr>
                <w:rFonts w:ascii="Calibri" w:hAnsi="Calibri" w:cs="Calibri"/>
                <w:bCs/>
                <w:noProof/>
                <w:sz w:val="22"/>
                <w:szCs w:val="22"/>
                <w:lang w:val="ro-RO" w:eastAsia="fr-FR"/>
              </w:rPr>
            </w:pPr>
          </w:p>
          <w:p w14:paraId="1BF1D604" w14:textId="77777777" w:rsidR="00575FC7" w:rsidRPr="00E67132" w:rsidRDefault="00575FC7" w:rsidP="00D73BAE">
            <w:pPr>
              <w:overflowPunct w:val="0"/>
              <w:autoSpaceDE w:val="0"/>
              <w:autoSpaceDN w:val="0"/>
              <w:adjustRightInd w:val="0"/>
              <w:textAlignment w:val="baseline"/>
              <w:rPr>
                <w:rFonts w:ascii="Calibri" w:hAnsi="Calibri" w:cs="Calibri"/>
                <w:bCs/>
                <w:noProof/>
                <w:sz w:val="22"/>
                <w:szCs w:val="22"/>
                <w:lang w:val="ro-RO" w:eastAsia="fr-FR"/>
              </w:rPr>
            </w:pPr>
          </w:p>
          <w:p w14:paraId="27AC10A0" w14:textId="77777777" w:rsidR="0004658C" w:rsidRPr="00E67132" w:rsidRDefault="0004658C" w:rsidP="00D73B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F06944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A74476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9E531A9"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8AEED0C"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9C8B83B"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450853A" w14:textId="77777777" w:rsidR="00023EF8" w:rsidRPr="00E67132" w:rsidRDefault="00023EF8" w:rsidP="00B82EBD">
            <w:pPr>
              <w:overflowPunct w:val="0"/>
              <w:autoSpaceDE w:val="0"/>
              <w:autoSpaceDN w:val="0"/>
              <w:adjustRightInd w:val="0"/>
              <w:textAlignment w:val="baseline"/>
              <w:rPr>
                <w:rFonts w:ascii="Calibri" w:hAnsi="Calibri" w:cs="Calibri"/>
                <w:bCs/>
                <w:noProof/>
                <w:sz w:val="22"/>
                <w:szCs w:val="22"/>
                <w:lang w:val="ro-RO" w:eastAsia="fr-FR"/>
              </w:rPr>
            </w:pPr>
          </w:p>
          <w:p w14:paraId="1013DB17" w14:textId="77777777" w:rsidR="00575FC7" w:rsidRPr="00E67132" w:rsidRDefault="00575FC7" w:rsidP="00B82EBD">
            <w:pPr>
              <w:overflowPunct w:val="0"/>
              <w:autoSpaceDE w:val="0"/>
              <w:autoSpaceDN w:val="0"/>
              <w:adjustRightInd w:val="0"/>
              <w:textAlignment w:val="baseline"/>
              <w:rPr>
                <w:rFonts w:ascii="Calibri" w:hAnsi="Calibri" w:cs="Calibri"/>
                <w:bCs/>
                <w:noProof/>
                <w:sz w:val="22"/>
                <w:szCs w:val="22"/>
                <w:lang w:val="ro-RO" w:eastAsia="fr-FR"/>
              </w:rPr>
            </w:pPr>
          </w:p>
          <w:p w14:paraId="64C8ACBD"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197AF06"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3221CEC" w14:textId="77777777" w:rsidR="00023EF8" w:rsidRPr="00E67132" w:rsidRDefault="00023EF8" w:rsidP="00B82EBD">
            <w:pPr>
              <w:overflowPunct w:val="0"/>
              <w:autoSpaceDE w:val="0"/>
              <w:autoSpaceDN w:val="0"/>
              <w:adjustRightInd w:val="0"/>
              <w:textAlignment w:val="baseline"/>
              <w:rPr>
                <w:rFonts w:ascii="Calibri" w:hAnsi="Calibri" w:cs="Calibri"/>
                <w:bCs/>
                <w:noProof/>
                <w:sz w:val="22"/>
                <w:szCs w:val="22"/>
                <w:lang w:val="ro-RO" w:eastAsia="fr-FR"/>
              </w:rPr>
            </w:pPr>
          </w:p>
          <w:p w14:paraId="3EBC55DD"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A36D33E"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452CC7E"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77B9E84"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C7D164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5CB8F75"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2D4B5F29"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3F8E71B3"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56ACB6A5"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3AE7B0E2"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657998E1"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04EAD439"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FDC321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7D79D28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58F484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4D4E31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6181F7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67C616A"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CB1EE0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105908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D86934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ECC53B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FB4A6A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069B18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1CC5A9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7BD195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C8121E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0FF515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DE08B7D"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A54112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623DDB0"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8FC89D2" w14:textId="77777777" w:rsidR="0004658C" w:rsidRPr="00E67132" w:rsidRDefault="0004658C" w:rsidP="00D73B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B4011C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3F807D7"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D51B48D"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2883900"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EFF7C2F"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A4BDFF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BDC6FE8"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2BDFB4F"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D5EF259"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E840258"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95AC4C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A3C0C31"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p>
          <w:p w14:paraId="7CAC7DF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069D94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7C1639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115854C"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1A791B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48F1DC2"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11757F5C"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63A3A4C4"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17F4E3D3"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28D4C95B"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63D6847" w14:textId="77777777" w:rsidR="0004658C" w:rsidRPr="00E67132" w:rsidRDefault="0004658C" w:rsidP="00D73BAE">
            <w:pPr>
              <w:overflowPunct w:val="0"/>
              <w:autoSpaceDE w:val="0"/>
              <w:autoSpaceDN w:val="0"/>
              <w:adjustRightInd w:val="0"/>
              <w:textAlignment w:val="baseline"/>
              <w:rPr>
                <w:rFonts w:ascii="Calibri" w:hAnsi="Calibri" w:cs="Calibri"/>
                <w:i/>
                <w:noProof/>
                <w:sz w:val="22"/>
                <w:szCs w:val="22"/>
                <w:lang w:val="ro-RO"/>
              </w:rPr>
            </w:pPr>
          </w:p>
        </w:tc>
        <w:tc>
          <w:tcPr>
            <w:tcW w:w="374" w:type="pct"/>
          </w:tcPr>
          <w:p w14:paraId="7CD6127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B8EE1D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37B4FD1"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CB20D25"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5AF26F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B76F2D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D4E76B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62D6A8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75C964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5FE2EC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3568F3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AC03C6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BD9B041"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94B850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13C42F3"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FE14E74"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18B7A6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EE2A497"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7D12E65" w14:textId="77777777" w:rsidR="0004658C" w:rsidRPr="00E67132" w:rsidRDefault="0004658C" w:rsidP="00D73B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EED7DC7"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7FF381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518EEC8"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88D2952"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A77379B"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A9D293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A434978"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26671A9"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F233DE8"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60ABB22"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4B9D6A1"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86B98B5"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p>
          <w:p w14:paraId="02CE36C4"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C17BCF8"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5B93FAC"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ECCA890"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6C6B788C"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71FC83B3"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7F555924"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0849C8AC"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11A41513"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5EC94248"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A00AFD3" w14:textId="77777777" w:rsidR="006776ED" w:rsidRPr="00E67132" w:rsidRDefault="006776ED" w:rsidP="00F8423B">
            <w:pPr>
              <w:overflowPunct w:val="0"/>
              <w:autoSpaceDE w:val="0"/>
              <w:autoSpaceDN w:val="0"/>
              <w:adjustRightInd w:val="0"/>
              <w:jc w:val="center"/>
              <w:textAlignment w:val="baseline"/>
              <w:rPr>
                <w:rFonts w:ascii="Calibri" w:hAnsi="Calibri" w:cs="Calibri"/>
                <w:noProof/>
                <w:sz w:val="22"/>
                <w:szCs w:val="22"/>
                <w:u w:val="single"/>
                <w:lang w:val="ro-RO"/>
              </w:rPr>
            </w:pPr>
          </w:p>
        </w:tc>
        <w:tc>
          <w:tcPr>
            <w:tcW w:w="658" w:type="pct"/>
          </w:tcPr>
          <w:p w14:paraId="3766328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6AD4F11"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1BF19D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B4F1EB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559B1C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D074AE9" w14:textId="77777777" w:rsidR="0004658C" w:rsidRPr="00E67132" w:rsidRDefault="0004658C" w:rsidP="00DC6931">
            <w:pPr>
              <w:tabs>
                <w:tab w:val="left" w:pos="192"/>
                <w:tab w:val="left" w:pos="782"/>
              </w:tabs>
              <w:overflowPunct w:val="0"/>
              <w:autoSpaceDE w:val="0"/>
              <w:autoSpaceDN w:val="0"/>
              <w:adjustRightInd w:val="0"/>
              <w:ind w:left="-1242" w:right="2726"/>
              <w:jc w:val="center"/>
              <w:textAlignment w:val="baseline"/>
              <w:rPr>
                <w:rFonts w:ascii="Calibri" w:hAnsi="Calibri" w:cs="Calibri"/>
                <w:noProof/>
                <w:sz w:val="22"/>
                <w:szCs w:val="22"/>
                <w:lang w:val="ro-RO"/>
              </w:rPr>
            </w:pPr>
          </w:p>
          <w:p w14:paraId="5BD19805"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2C1EDA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4C7FB5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701E4E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EB6BFB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3E5B50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E5DEC4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43E8F3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F0879E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339A627" w14:textId="77777777" w:rsidR="00D73BAE" w:rsidRPr="00E67132" w:rsidRDefault="00D73BAE" w:rsidP="00D73BAE">
            <w:pPr>
              <w:overflowPunct w:val="0"/>
              <w:autoSpaceDE w:val="0"/>
              <w:autoSpaceDN w:val="0"/>
              <w:adjustRightInd w:val="0"/>
              <w:textAlignment w:val="baseline"/>
              <w:rPr>
                <w:rFonts w:ascii="Calibri" w:hAnsi="Calibri" w:cs="Calibri"/>
                <w:bCs/>
                <w:noProof/>
                <w:sz w:val="22"/>
                <w:szCs w:val="22"/>
                <w:lang w:val="ro-RO" w:eastAsia="fr-FR"/>
              </w:rPr>
            </w:pPr>
          </w:p>
          <w:p w14:paraId="75A7FD15" w14:textId="77777777" w:rsidR="00D73BAE" w:rsidRPr="00E67132" w:rsidRDefault="00D73BAE" w:rsidP="00D73BAE">
            <w:pPr>
              <w:overflowPunct w:val="0"/>
              <w:autoSpaceDE w:val="0"/>
              <w:autoSpaceDN w:val="0"/>
              <w:adjustRightInd w:val="0"/>
              <w:textAlignment w:val="baseline"/>
              <w:rPr>
                <w:rFonts w:ascii="Calibri" w:hAnsi="Calibri" w:cs="Calibri"/>
                <w:bCs/>
                <w:noProof/>
                <w:sz w:val="22"/>
                <w:szCs w:val="22"/>
                <w:lang w:val="ro-RO" w:eastAsia="fr-FR"/>
              </w:rPr>
            </w:pPr>
          </w:p>
          <w:p w14:paraId="48A50371" w14:textId="77777777" w:rsidR="00575FC7" w:rsidRPr="00E67132" w:rsidRDefault="00575FC7" w:rsidP="00D73BAE">
            <w:pPr>
              <w:overflowPunct w:val="0"/>
              <w:autoSpaceDE w:val="0"/>
              <w:autoSpaceDN w:val="0"/>
              <w:adjustRightInd w:val="0"/>
              <w:textAlignment w:val="baseline"/>
              <w:rPr>
                <w:rFonts w:ascii="Calibri" w:hAnsi="Calibri" w:cs="Calibri"/>
                <w:bCs/>
                <w:noProof/>
                <w:sz w:val="22"/>
                <w:szCs w:val="22"/>
                <w:lang w:val="ro-RO" w:eastAsia="fr-FR"/>
              </w:rPr>
            </w:pPr>
          </w:p>
          <w:p w14:paraId="7D81E6C8" w14:textId="77777777" w:rsidR="0004658C" w:rsidRPr="00E67132" w:rsidRDefault="0004658C" w:rsidP="00D73B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B7F739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382B8F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8FF4D87"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54DED70"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99AC0C5"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0E232A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0BE6937"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3D74B6E" w14:textId="77777777" w:rsidR="00575FC7" w:rsidRPr="00E67132" w:rsidRDefault="00575FC7"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5759CBE"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1C0B007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D1C933D"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C498118"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p>
          <w:p w14:paraId="2AEA7253"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F30B6AF"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ADD644B"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A5D4984"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17DA369B"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296D9022"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6B3F2830"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70F5B059"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1C7B2A5D"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p>
          <w:p w14:paraId="3C14F825" w14:textId="77777777" w:rsidR="006776ED" w:rsidRPr="00E67132" w:rsidRDefault="006776ED" w:rsidP="006776E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B806C6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r>
      <w:tr w:rsidR="00EF3194" w:rsidRPr="00E67132" w14:paraId="1874DA4F" w14:textId="77777777" w:rsidTr="00A033B7">
        <w:trPr>
          <w:trHeight w:val="471"/>
        </w:trPr>
        <w:tc>
          <w:tcPr>
            <w:tcW w:w="2893" w:type="pct"/>
          </w:tcPr>
          <w:p w14:paraId="2F0A0102" w14:textId="77777777" w:rsidR="000130B3" w:rsidRPr="00E67132" w:rsidRDefault="000130B3" w:rsidP="000130B3">
            <w:pPr>
              <w:jc w:val="both"/>
              <w:rPr>
                <w:rFonts w:asciiTheme="minorHAnsi" w:hAnsiTheme="minorHAnsi"/>
                <w:iCs/>
                <w:noProof/>
                <w:lang w:val="ro-RO"/>
              </w:rPr>
            </w:pPr>
            <w:r w:rsidRPr="00E67132">
              <w:rPr>
                <w:rFonts w:asciiTheme="minorHAnsi" w:hAnsiTheme="minorHAnsi"/>
                <w:bCs/>
                <w:iCs/>
                <w:noProof/>
                <w:lang w:val="ro-RO"/>
              </w:rPr>
              <w:t xml:space="preserve">În cazul </w:t>
            </w:r>
            <w:r w:rsidRPr="00E67132">
              <w:rPr>
                <w:rFonts w:asciiTheme="minorHAnsi" w:hAnsiTheme="minorHAnsi"/>
                <w:bCs/>
                <w:noProof/>
                <w:lang w:val="ro-RO"/>
              </w:rPr>
              <w:t>terenurilor asupra cărora nu se intervine prin proiect și</w:t>
            </w:r>
            <w:r w:rsidRPr="00E67132">
              <w:rPr>
                <w:rFonts w:asciiTheme="minorHAnsi" w:hAnsiTheme="minorHAnsi"/>
                <w:iCs/>
                <w:noProof/>
                <w:lang w:val="ro-RO"/>
              </w:rPr>
              <w:t xml:space="preserve"> în cazul </w:t>
            </w:r>
            <w:r w:rsidRPr="00E67132">
              <w:rPr>
                <w:rFonts w:asciiTheme="minorHAnsi" w:hAnsiTheme="minorHAnsi"/>
                <w:bCs/>
                <w:iCs/>
                <w:noProof/>
                <w:lang w:val="ro-RO"/>
              </w:rPr>
              <w:t>clădirilor deja existente,</w:t>
            </w:r>
            <w:r w:rsidRPr="00E67132">
              <w:rPr>
                <w:rFonts w:asciiTheme="minorHAnsi" w:hAnsiTheme="minorHAnsi"/>
                <w:iCs/>
                <w:noProof/>
                <w:lang w:val="ro-RO"/>
              </w:rPr>
              <w:t xml:space="preserve"> sunt acceptate toate tipurile de documente invocate în secțiunea dedicată documentelor acceptate pentru construcții, după cum urmează:</w:t>
            </w:r>
          </w:p>
          <w:p w14:paraId="2DD57063" w14:textId="77777777" w:rsidR="000130B3" w:rsidRPr="00E67132" w:rsidRDefault="000130B3" w:rsidP="000130B3">
            <w:pPr>
              <w:jc w:val="both"/>
              <w:rPr>
                <w:rFonts w:asciiTheme="minorHAnsi" w:hAnsiTheme="minorHAnsi"/>
                <w:iCs/>
                <w:noProof/>
                <w:lang w:val="ro-RO"/>
              </w:rPr>
            </w:pPr>
            <w:r w:rsidRPr="00E67132">
              <w:rPr>
                <w:rFonts w:asciiTheme="minorHAnsi" w:hAnsiTheme="minorHAnsi"/>
                <w:bCs/>
                <w:iCs/>
                <w:noProof/>
                <w:lang w:val="ro-RO"/>
              </w:rPr>
              <w:t xml:space="preserve">- documente care atestă: </w:t>
            </w:r>
            <w:r w:rsidRPr="00E67132">
              <w:rPr>
                <w:rFonts w:asciiTheme="minorHAnsi" w:hAnsiTheme="minorHAnsi"/>
                <w:iCs/>
                <w:noProof/>
                <w:lang w:val="ro-RO"/>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14:paraId="70454474" w14:textId="77777777" w:rsidR="000130B3" w:rsidRPr="00E67132" w:rsidRDefault="000130B3" w:rsidP="00F8554A">
            <w:pPr>
              <w:pStyle w:val="NoSpacing"/>
              <w:shd w:val="clear" w:color="auto" w:fill="FFFFFF"/>
              <w:jc w:val="both"/>
              <w:rPr>
                <w:rFonts w:cs="Calibri"/>
                <w:noProof/>
                <w:lang w:val="ro-RO"/>
              </w:rPr>
            </w:pPr>
            <w:r w:rsidRPr="00E67132">
              <w:rPr>
                <w:rFonts w:cs="Calibri"/>
                <w:noProof/>
                <w:lang w:val="ro-RO"/>
              </w:rPr>
              <w:t>În cazul în care solicitantul îşi propune prin proiect construcţii noi, documentele solicitate sunt următoarele:</w:t>
            </w:r>
          </w:p>
          <w:p w14:paraId="2C6002B7" w14:textId="77777777" w:rsidR="000130B3" w:rsidRPr="00E67132" w:rsidRDefault="000130B3" w:rsidP="00F8554A">
            <w:pPr>
              <w:pStyle w:val="NoSpacing"/>
              <w:shd w:val="clear" w:color="auto" w:fill="FFFFFF"/>
              <w:jc w:val="both"/>
              <w:rPr>
                <w:rFonts w:cs="Calibri"/>
                <w:noProof/>
                <w:lang w:val="ro-RO"/>
              </w:rPr>
            </w:pPr>
          </w:p>
          <w:p w14:paraId="7A54E198" w14:textId="77777777" w:rsidR="00F8554A" w:rsidRPr="00E67132" w:rsidRDefault="000130B3" w:rsidP="00F8554A">
            <w:pPr>
              <w:pStyle w:val="NoSpacing"/>
              <w:shd w:val="clear" w:color="auto" w:fill="FFFFFF"/>
              <w:jc w:val="both"/>
              <w:rPr>
                <w:rFonts w:cs="Calibri"/>
                <w:noProof/>
                <w:lang w:val="ro-RO"/>
              </w:rPr>
            </w:pPr>
            <w:r w:rsidRPr="00E67132">
              <w:rPr>
                <w:rFonts w:cs="Calibri"/>
                <w:noProof/>
                <w:lang w:val="ro-RO"/>
              </w:rPr>
              <w:t>b)</w:t>
            </w:r>
            <w:r w:rsidR="00F8554A" w:rsidRPr="00E67132">
              <w:rPr>
                <w:rFonts w:cs="Calibri"/>
                <w:noProof/>
                <w:lang w:val="ro-RO"/>
              </w:rPr>
              <w:t xml:space="preserve"> Pentru  </w:t>
            </w:r>
            <w:r w:rsidR="00F8554A" w:rsidRPr="00E67132">
              <w:rPr>
                <w:rFonts w:cs="Calibri"/>
                <w:b/>
                <w:noProof/>
                <w:lang w:val="ro-RO"/>
              </w:rPr>
              <w:t>construcții permanente</w:t>
            </w:r>
            <w:r w:rsidR="00F8554A" w:rsidRPr="00E67132">
              <w:rPr>
                <w:rFonts w:cs="Calibri"/>
                <w:noProof/>
                <w:lang w:val="ro-RO"/>
              </w:rPr>
              <w:t>, conform prevederilor Legii nr 50/ 1991, cu modificările și completările ulterioare:</w:t>
            </w:r>
          </w:p>
          <w:p w14:paraId="255F907D" w14:textId="77777777" w:rsidR="00F8554A" w:rsidRPr="00E67132" w:rsidRDefault="00F8554A" w:rsidP="00F8554A">
            <w:pPr>
              <w:pStyle w:val="NoSpacing"/>
              <w:shd w:val="clear" w:color="auto" w:fill="FFFFFF"/>
              <w:ind w:hanging="11"/>
              <w:jc w:val="both"/>
              <w:rPr>
                <w:rFonts w:cs="Calibri"/>
                <w:noProof/>
                <w:lang w:val="ro-RO"/>
              </w:rPr>
            </w:pPr>
            <w:r w:rsidRPr="00E67132">
              <w:rPr>
                <w:rFonts w:cs="Calibri"/>
                <w:noProof/>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5E36C015" w14:textId="77777777" w:rsidR="00F8554A" w:rsidRPr="00E67132" w:rsidRDefault="00F8554A" w:rsidP="00F8554A">
            <w:pPr>
              <w:pStyle w:val="NoSpacing"/>
              <w:shd w:val="clear" w:color="auto" w:fill="FFFFFF"/>
              <w:jc w:val="both"/>
              <w:rPr>
                <w:rFonts w:cs="Calibri"/>
                <w:noProof/>
                <w:lang w:val="ro-RO"/>
              </w:rPr>
            </w:pPr>
            <w:r w:rsidRPr="00E67132">
              <w:rPr>
                <w:rFonts w:cs="Calibri"/>
                <w:noProof/>
                <w:lang w:val="ro-RO"/>
              </w:rPr>
              <w:t> </w:t>
            </w:r>
          </w:p>
          <w:p w14:paraId="7573DA11" w14:textId="77777777" w:rsidR="00F8554A" w:rsidRPr="00E67132" w:rsidRDefault="00F8554A" w:rsidP="00F8554A">
            <w:pPr>
              <w:pStyle w:val="NoSpacing"/>
              <w:shd w:val="clear" w:color="auto" w:fill="FFFFFF"/>
              <w:jc w:val="both"/>
              <w:rPr>
                <w:rFonts w:cs="Calibri"/>
                <w:noProof/>
                <w:lang w:val="ro-RO"/>
              </w:rPr>
            </w:pPr>
            <w:r w:rsidRPr="00E67132">
              <w:rPr>
                <w:rFonts w:cs="Calibri"/>
                <w:noProof/>
                <w:lang w:val="ro-RO"/>
              </w:rPr>
              <w:t xml:space="preserve">c) Pentru </w:t>
            </w:r>
            <w:r w:rsidRPr="00E67132">
              <w:rPr>
                <w:rFonts w:cs="Calibri"/>
                <w:b/>
                <w:noProof/>
                <w:lang w:val="ro-RO"/>
              </w:rPr>
              <w:t>construcții provizorii</w:t>
            </w:r>
            <w:r w:rsidRPr="00E67132">
              <w:rPr>
                <w:rFonts w:cs="Calibri"/>
                <w:noProof/>
                <w:lang w:val="ro-RO"/>
              </w:rPr>
              <w:t>, conform prevederilor Legii nr 50/ 1991, cu modificările și completările ulterioare:</w:t>
            </w:r>
          </w:p>
          <w:p w14:paraId="7881A25A" w14:textId="77777777" w:rsidR="00F8554A" w:rsidRPr="00E67132" w:rsidRDefault="00F8554A" w:rsidP="00F8554A">
            <w:pPr>
              <w:pStyle w:val="NoSpacing"/>
              <w:shd w:val="clear" w:color="auto" w:fill="FFFFFF"/>
              <w:ind w:hanging="11"/>
              <w:jc w:val="both"/>
              <w:rPr>
                <w:rFonts w:cs="Calibri"/>
                <w:noProof/>
                <w:lang w:val="ro-RO"/>
              </w:rPr>
            </w:pPr>
            <w:r w:rsidRPr="00E67132">
              <w:rPr>
                <w:rFonts w:cs="Calibri"/>
                <w:noProof/>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203E515B" w14:textId="77777777" w:rsidR="00F8554A" w:rsidRPr="00E67132" w:rsidRDefault="00F8554A" w:rsidP="00F8554A">
            <w:pPr>
              <w:pStyle w:val="NoSpacing"/>
              <w:shd w:val="clear" w:color="auto" w:fill="FFFFFF"/>
              <w:ind w:hanging="11"/>
              <w:jc w:val="both"/>
              <w:rPr>
                <w:rFonts w:cs="Calibri"/>
                <w:noProof/>
                <w:lang w:val="ro-RO"/>
              </w:rPr>
            </w:pPr>
            <w:r w:rsidRPr="00E67132">
              <w:rPr>
                <w:rFonts w:cs="Calibri"/>
                <w:noProof/>
                <w:lang w:val="ro-RO"/>
              </w:rPr>
              <w:t xml:space="preserve">- documentul care atestă dreptul de creanţă asupra construcției dobândit prin: concesiune, comodat, locaţiune. </w:t>
            </w:r>
          </w:p>
          <w:p w14:paraId="11C3D0E0" w14:textId="77777777" w:rsidR="00F8554A" w:rsidRPr="00E67132" w:rsidRDefault="00F8554A" w:rsidP="002D3DC6">
            <w:pPr>
              <w:pStyle w:val="NoSpacing"/>
              <w:shd w:val="clear" w:color="auto" w:fill="FFFFFF"/>
              <w:jc w:val="both"/>
              <w:rPr>
                <w:rFonts w:cs="Calibri"/>
                <w:noProof/>
                <w:lang w:val="ro-RO"/>
              </w:rPr>
            </w:pPr>
          </w:p>
          <w:p w14:paraId="2030D96C" w14:textId="77777777" w:rsidR="00F8554A" w:rsidRPr="00E67132" w:rsidRDefault="00F8554A" w:rsidP="002D3DC6">
            <w:pPr>
              <w:pStyle w:val="NoSpacing"/>
              <w:shd w:val="clear" w:color="auto" w:fill="FFFFFF"/>
              <w:jc w:val="both"/>
              <w:rPr>
                <w:rFonts w:cs="Calibri"/>
                <w:noProof/>
                <w:lang w:val="ro-RO"/>
              </w:rPr>
            </w:pPr>
            <w:r w:rsidRPr="00E67132">
              <w:rPr>
                <w:rFonts w:cs="Calibri"/>
                <w:noProof/>
                <w:lang w:val="ro-RO"/>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14:paraId="0D11D8FB" w14:textId="77777777" w:rsidR="00F8554A" w:rsidRPr="00E67132" w:rsidRDefault="00F8554A" w:rsidP="002D3DC6">
            <w:pPr>
              <w:jc w:val="both"/>
              <w:rPr>
                <w:rFonts w:ascii="Calibri" w:hAnsi="Calibri" w:cs="Calibri"/>
                <w:noProof/>
                <w:sz w:val="22"/>
                <w:szCs w:val="22"/>
                <w:lang w:val="ro-RO"/>
              </w:rPr>
            </w:pPr>
            <w:r w:rsidRPr="00E67132">
              <w:rPr>
                <w:rFonts w:ascii="Calibri" w:hAnsi="Calibri" w:cs="Calibri"/>
                <w:noProof/>
                <w:sz w:val="22"/>
                <w:szCs w:val="22"/>
                <w:lang w:val="ro-RO"/>
              </w:rPr>
              <w:t>Contractele care conferă dreptul de folosință</w:t>
            </w:r>
            <w:r w:rsidR="003C1737" w:rsidRPr="00E67132">
              <w:rPr>
                <w:rFonts w:asciiTheme="minorHAnsi" w:hAnsiTheme="minorHAnsi"/>
                <w:noProof/>
                <w:lang w:val="ro-RO"/>
              </w:rPr>
              <w:t xml:space="preserve"> </w:t>
            </w:r>
            <w:r w:rsidR="003C1737" w:rsidRPr="00E67132">
              <w:rPr>
                <w:rFonts w:asciiTheme="minorHAnsi" w:hAnsiTheme="minorHAnsi"/>
                <w:noProof/>
                <w:sz w:val="22"/>
                <w:szCs w:val="22"/>
                <w:lang w:val="ro-RO"/>
              </w:rPr>
              <w:t>asupra clădirilor și a terenurilor</w:t>
            </w:r>
            <w:r w:rsidRPr="00E67132">
              <w:rPr>
                <w:rFonts w:asciiTheme="minorHAnsi" w:hAnsiTheme="minorHAnsi" w:cs="Calibri"/>
                <w:noProof/>
                <w:sz w:val="22"/>
                <w:szCs w:val="22"/>
                <w:lang w:val="ro-RO"/>
              </w:rPr>
              <w:t xml:space="preserve"> trebuie încheiate pentru o perioadă </w:t>
            </w:r>
            <w:r w:rsidR="003C1737" w:rsidRPr="00E67132">
              <w:rPr>
                <w:rFonts w:asciiTheme="minorHAnsi" w:hAnsiTheme="minorHAnsi"/>
                <w:noProof/>
                <w:sz w:val="22"/>
                <w:szCs w:val="22"/>
                <w:lang w:val="ro-RO"/>
              </w:rPr>
              <w:t>egală cu perioada de implementare şi monitorizare a proiectelor</w:t>
            </w:r>
            <w:r w:rsidRPr="00E67132">
              <w:rPr>
                <w:rFonts w:ascii="Calibri" w:hAnsi="Calibri" w:cs="Calibri"/>
                <w:noProof/>
                <w:sz w:val="22"/>
                <w:szCs w:val="22"/>
                <w:lang w:val="ro-RO"/>
              </w:rPr>
              <w:t xml:space="preserve">începând cu anul depunerii cererii de finanțare </w:t>
            </w:r>
            <w:r w:rsidRPr="00E67132">
              <w:rPr>
                <w:rFonts w:ascii="Calibri" w:hAnsi="Calibri" w:cs="Calibri"/>
                <w:b/>
                <w:bCs/>
                <w:noProof/>
                <w:sz w:val="22"/>
                <w:szCs w:val="22"/>
                <w:lang w:val="ro-RO"/>
              </w:rPr>
              <w:t>în cazul clădirilor asupra cărora se intervine cu investiții de modernizare/extindere și a terenurilor pe care se vor realiza investiții ce presupun lucrări de construcții-montaj</w:t>
            </w:r>
            <w:r w:rsidRPr="00E67132">
              <w:rPr>
                <w:rFonts w:ascii="Calibri" w:hAnsi="Calibri" w:cs="Calibri"/>
                <w:noProof/>
                <w:sz w:val="22"/>
                <w:szCs w:val="22"/>
                <w:lang w:val="ro-RO"/>
              </w:rPr>
              <w:t>.</w:t>
            </w:r>
          </w:p>
          <w:p w14:paraId="00BDD95F" w14:textId="77777777" w:rsidR="00C70B95" w:rsidRPr="00E67132" w:rsidRDefault="00C70B95" w:rsidP="002D3DC6">
            <w:pPr>
              <w:overflowPunct w:val="0"/>
              <w:autoSpaceDE w:val="0"/>
              <w:autoSpaceDN w:val="0"/>
              <w:adjustRightInd w:val="0"/>
              <w:jc w:val="both"/>
              <w:textAlignment w:val="baseline"/>
              <w:rPr>
                <w:rFonts w:ascii="Calibri" w:hAnsi="Calibri" w:cs="Calibri"/>
                <w:bCs/>
                <w:noProof/>
                <w:sz w:val="22"/>
                <w:szCs w:val="22"/>
                <w:lang w:val="ro-RO" w:eastAsia="fr-FR"/>
              </w:rPr>
            </w:pPr>
          </w:p>
          <w:p w14:paraId="0E48D03B" w14:textId="77777777" w:rsidR="00974CFB" w:rsidRPr="00E67132" w:rsidRDefault="00974CFB" w:rsidP="00974CFB">
            <w:pPr>
              <w:jc w:val="both"/>
              <w:rPr>
                <w:rFonts w:asciiTheme="minorHAnsi" w:hAnsiTheme="minorHAnsi"/>
                <w:bCs/>
                <w:iCs/>
                <w:noProof/>
                <w:sz w:val="22"/>
                <w:szCs w:val="22"/>
                <w:lang w:val="ro-RO"/>
              </w:rPr>
            </w:pPr>
            <w:r w:rsidRPr="00E67132">
              <w:rPr>
                <w:rFonts w:asciiTheme="minorHAnsi" w:hAnsiTheme="minorHAnsi"/>
                <w:bCs/>
                <w:iCs/>
                <w:noProof/>
                <w:sz w:val="22"/>
                <w:szCs w:val="22"/>
                <w:lang w:val="ro-RO"/>
              </w:rPr>
              <w:t>De asemenea, precizăm că locațiunea bunurilor imobile și aceea a bunurilor mobile se numește închiriere, iar locațiunea bunurilor agricole poartă denumirea de arendare (conform Codului Civil – Legea 287/2009, cu modificările şi completările ulterioare).</w:t>
            </w:r>
          </w:p>
          <w:p w14:paraId="1A691C30" w14:textId="77777777" w:rsidR="00974CFB" w:rsidRPr="00E67132" w:rsidRDefault="00974CFB" w:rsidP="00974CFB">
            <w:pPr>
              <w:jc w:val="both"/>
              <w:rPr>
                <w:rFonts w:ascii="Calibri" w:hAnsi="Calibri"/>
                <w:b/>
                <w:noProof/>
                <w:sz w:val="22"/>
                <w:szCs w:val="22"/>
                <w:lang w:val="ro-RO"/>
              </w:rPr>
            </w:pPr>
            <w:r w:rsidRPr="00E67132">
              <w:rPr>
                <w:rFonts w:ascii="Calibri" w:hAnsi="Calibri"/>
                <w:b/>
                <w:noProof/>
                <w:sz w:val="22"/>
                <w:szCs w:val="22"/>
                <w:lang w:val="ro-RO"/>
              </w:rPr>
              <w:t xml:space="preserve">Excepție de la atașarea documentelor </w:t>
            </w:r>
            <w:r w:rsidRPr="00E67132">
              <w:rPr>
                <w:rFonts w:asciiTheme="minorHAnsi" w:hAnsiTheme="minorHAnsi"/>
                <w:bCs/>
                <w:iCs/>
                <w:noProof/>
                <w:sz w:val="22"/>
                <w:szCs w:val="22"/>
                <w:lang w:val="ro-RO"/>
              </w:rPr>
              <w:t xml:space="preserve">care atestă: </w:t>
            </w:r>
            <w:r w:rsidRPr="00E67132">
              <w:rPr>
                <w:rFonts w:asciiTheme="minorHAnsi" w:hAnsiTheme="minorHAnsi"/>
                <w:iCs/>
                <w:noProof/>
                <w:sz w:val="22"/>
                <w:szCs w:val="22"/>
                <w:lang w:val="ro-RO"/>
              </w:rPr>
              <w:t xml:space="preserve">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  </w:t>
            </w:r>
            <w:r w:rsidRPr="00E67132">
              <w:rPr>
                <w:rFonts w:asciiTheme="minorHAnsi" w:hAnsiTheme="minorHAnsi"/>
                <w:bCs/>
                <w:iCs/>
                <w:noProof/>
                <w:sz w:val="22"/>
                <w:szCs w:val="22"/>
                <w:lang w:val="ro-RO"/>
              </w:rPr>
              <w:t xml:space="preserve">în cazrul </w:t>
            </w:r>
            <w:r w:rsidRPr="00E67132">
              <w:rPr>
                <w:rFonts w:asciiTheme="minorHAnsi" w:hAnsiTheme="minorHAnsi"/>
                <w:bCs/>
                <w:noProof/>
                <w:sz w:val="22"/>
                <w:szCs w:val="22"/>
                <w:lang w:val="ro-RO"/>
              </w:rPr>
              <w:t xml:space="preserve">terenurilor pe care se vor realiza investiții fac solicitanții </w:t>
            </w:r>
            <w:r w:rsidRPr="00E67132">
              <w:rPr>
                <w:rFonts w:ascii="Calibri" w:hAnsi="Calibri"/>
                <w:b/>
                <w:noProof/>
                <w:sz w:val="22"/>
                <w:szCs w:val="22"/>
                <w:lang w:val="ro-RO"/>
              </w:rPr>
              <w:t xml:space="preserve">care prevăd în Planul de afaceri ca acțiune pentru îndeplinirea obiectivului, cumpărarea terenului pe care va construi platforma de gestionare a gunoiului de grajd. </w:t>
            </w:r>
          </w:p>
          <w:p w14:paraId="4D6B179E" w14:textId="77777777" w:rsidR="00974CFB" w:rsidRPr="00E67132" w:rsidRDefault="00974CFB" w:rsidP="00974CFB">
            <w:pPr>
              <w:jc w:val="both"/>
              <w:rPr>
                <w:rFonts w:asciiTheme="minorHAnsi" w:hAnsiTheme="minorHAnsi"/>
                <w:noProof/>
                <w:sz w:val="22"/>
                <w:szCs w:val="22"/>
                <w:lang w:val="ro-RO"/>
              </w:rPr>
            </w:pPr>
            <w:r w:rsidRPr="00E67132">
              <w:rPr>
                <w:rFonts w:asciiTheme="minorHAnsi" w:hAnsiTheme="minorHAnsi"/>
                <w:b/>
                <w:noProof/>
                <w:sz w:val="22"/>
                <w:szCs w:val="22"/>
                <w:lang w:val="ro-RO"/>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E67132">
              <w:rPr>
                <w:rFonts w:asciiTheme="minorHAnsi" w:hAnsiTheme="minorHAnsi"/>
                <w:noProof/>
                <w:sz w:val="22"/>
                <w:szCs w:val="22"/>
                <w:lang w:val="ro-RO"/>
              </w:rPr>
              <w:t>lucrărilor Legii 50/1991, cu modificările și completările ulterioare</w:t>
            </w:r>
            <w:r w:rsidR="00943925" w:rsidRPr="00E67132">
              <w:rPr>
                <w:rFonts w:asciiTheme="minorHAnsi" w:hAnsiTheme="minorHAnsi"/>
                <w:noProof/>
                <w:sz w:val="22"/>
                <w:szCs w:val="22"/>
                <w:lang w:val="ro-RO"/>
              </w:rPr>
              <w:t>.</w:t>
            </w:r>
          </w:p>
          <w:p w14:paraId="2075F71B" w14:textId="77777777" w:rsidR="00C70B95" w:rsidRPr="00E67132" w:rsidRDefault="00C70B95" w:rsidP="002D3DC6">
            <w:pPr>
              <w:pStyle w:val="ListParagraph"/>
              <w:overflowPunct w:val="0"/>
              <w:autoSpaceDE w:val="0"/>
              <w:autoSpaceDN w:val="0"/>
              <w:adjustRightInd w:val="0"/>
              <w:ind w:left="0"/>
              <w:jc w:val="both"/>
              <w:textAlignment w:val="baseline"/>
              <w:rPr>
                <w:rFonts w:ascii="Calibri" w:hAnsi="Calibri" w:cs="Calibri"/>
                <w:noProof/>
                <w:sz w:val="22"/>
                <w:szCs w:val="22"/>
                <w:lang w:val="ro-RO"/>
              </w:rPr>
            </w:pPr>
          </w:p>
        </w:tc>
        <w:tc>
          <w:tcPr>
            <w:tcW w:w="654" w:type="pct"/>
          </w:tcPr>
          <w:p w14:paraId="68959BC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E85FA62"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4E35A52"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F08913C"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6B899C5"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2EFCE7D"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4D18CE4"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2616EDDB"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58AFBB1B"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8A9DEC3"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57D3C484"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226E872"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59B05E37"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5E1B471C"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5783E2EC"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9A56B32"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A0E59D8"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39996E5"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63ED0D1"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2DDC50F"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0DD8FD6"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EE3F835"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AB5DF91" w14:textId="77777777" w:rsidR="00C428AE" w:rsidRPr="00E67132" w:rsidRDefault="00C428AE" w:rsidP="00F8423B">
            <w:pPr>
              <w:overflowPunct w:val="0"/>
              <w:autoSpaceDE w:val="0"/>
              <w:autoSpaceDN w:val="0"/>
              <w:adjustRightInd w:val="0"/>
              <w:jc w:val="center"/>
              <w:textAlignment w:val="baseline"/>
              <w:rPr>
                <w:rFonts w:ascii="Calibri" w:hAnsi="Calibri" w:cs="Calibri"/>
                <w:noProof/>
                <w:sz w:val="22"/>
                <w:szCs w:val="22"/>
                <w:lang w:val="ro-RO"/>
              </w:rPr>
            </w:pPr>
          </w:p>
          <w:p w14:paraId="2E4EC778" w14:textId="77777777" w:rsidR="00C428AE" w:rsidRPr="00E67132" w:rsidRDefault="00C428AE" w:rsidP="00F8423B">
            <w:pPr>
              <w:overflowPunct w:val="0"/>
              <w:autoSpaceDE w:val="0"/>
              <w:autoSpaceDN w:val="0"/>
              <w:adjustRightInd w:val="0"/>
              <w:jc w:val="center"/>
              <w:textAlignment w:val="baseline"/>
              <w:rPr>
                <w:rFonts w:ascii="Calibri" w:hAnsi="Calibri" w:cs="Calibri"/>
                <w:noProof/>
                <w:sz w:val="22"/>
                <w:szCs w:val="22"/>
                <w:lang w:val="ro-RO"/>
              </w:rPr>
            </w:pPr>
          </w:p>
          <w:p w14:paraId="1F4721EF" w14:textId="77777777" w:rsidR="00C428AE" w:rsidRPr="00E67132" w:rsidRDefault="00C428AE" w:rsidP="00C428AE">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6ED916A"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62F03CD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55AD9D3"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96345B2"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F696652"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98759CA"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188C79EB"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02DF68C" w14:textId="77777777" w:rsidR="00F84BF1" w:rsidRPr="00E67132" w:rsidRDefault="00F84BF1" w:rsidP="008724D1">
            <w:pPr>
              <w:overflowPunct w:val="0"/>
              <w:autoSpaceDE w:val="0"/>
              <w:autoSpaceDN w:val="0"/>
              <w:adjustRightInd w:val="0"/>
              <w:textAlignment w:val="baseline"/>
              <w:rPr>
                <w:rFonts w:ascii="Calibri" w:hAnsi="Calibri" w:cs="Calibri"/>
                <w:bCs/>
                <w:noProof/>
                <w:sz w:val="22"/>
                <w:szCs w:val="22"/>
                <w:lang w:val="ro-RO" w:eastAsia="fr-FR"/>
              </w:rPr>
            </w:pPr>
          </w:p>
          <w:p w14:paraId="5E585251"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D5AD81F"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21221047"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32D746BD"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07C19D6D"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29C10D21"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E217D1B"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15C97803" w14:textId="77777777" w:rsidR="00140C00" w:rsidRPr="00E67132" w:rsidRDefault="00140C00"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D0DC0A9" w14:textId="77777777" w:rsidR="00F84BF1" w:rsidRPr="00E67132" w:rsidRDefault="00F84BF1" w:rsidP="00F84BF1">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3A50EBA"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2E32CED0"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E34C1D9"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8FD9C30"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345DCF1B"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0DDF076B"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402C47B9"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7DC8525B"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090C5836" w14:textId="77777777" w:rsidR="00C428AE" w:rsidRPr="00E67132" w:rsidRDefault="00C428AE" w:rsidP="00C428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9A0B981" w14:textId="77777777" w:rsidR="00C428AE" w:rsidRPr="00E67132" w:rsidRDefault="00C428AE" w:rsidP="00F84BF1">
            <w:pPr>
              <w:overflowPunct w:val="0"/>
              <w:autoSpaceDE w:val="0"/>
              <w:autoSpaceDN w:val="0"/>
              <w:adjustRightInd w:val="0"/>
              <w:jc w:val="center"/>
              <w:textAlignment w:val="baseline"/>
              <w:rPr>
                <w:rFonts w:ascii="Calibri" w:hAnsi="Calibri" w:cs="Calibri"/>
                <w:bCs/>
                <w:noProof/>
                <w:sz w:val="22"/>
                <w:szCs w:val="22"/>
                <w:lang w:val="ro-RO" w:eastAsia="fr-FR"/>
              </w:rPr>
            </w:pPr>
          </w:p>
          <w:p w14:paraId="65F951F1"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28C980B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55BB11D"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5A4BE33"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C2181D1"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C7E2039" w14:textId="77777777" w:rsidR="00F84BF1"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DA6D065"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3959A8A" w14:textId="77777777" w:rsidR="00F84BF1" w:rsidRPr="00E67132" w:rsidRDefault="00F84BF1" w:rsidP="008724D1">
            <w:pPr>
              <w:overflowPunct w:val="0"/>
              <w:autoSpaceDE w:val="0"/>
              <w:autoSpaceDN w:val="0"/>
              <w:adjustRightInd w:val="0"/>
              <w:textAlignment w:val="baseline"/>
              <w:rPr>
                <w:rFonts w:ascii="Calibri" w:hAnsi="Calibri" w:cs="Calibri"/>
                <w:bCs/>
                <w:noProof/>
                <w:sz w:val="22"/>
                <w:szCs w:val="22"/>
                <w:lang w:val="ro-RO" w:eastAsia="fr-FR"/>
              </w:rPr>
            </w:pPr>
          </w:p>
          <w:p w14:paraId="7D5696E4"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DE7A535"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AB9D02D"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57413CF"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128AE49"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0B3084E"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F524D63"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36F9984"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B6152E4" w14:textId="77777777" w:rsidR="0004658C"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FB5CAEB"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C368E43"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3FC619A"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43932CD"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15EC4DA"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BB2CBFF"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5489F38"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E112048"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2102413" w14:textId="77777777" w:rsidR="00C428AE" w:rsidRPr="00E67132" w:rsidRDefault="00C428AE" w:rsidP="00C428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044D667" w14:textId="77777777" w:rsidR="00C428AE" w:rsidRPr="00E67132" w:rsidRDefault="00C428AE" w:rsidP="00F8423B">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0BE1FDA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7CD5133"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AB107B1"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D9EFA3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6F21AF9"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1019A1F"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5828508"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B3661B8"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04F9335"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7CF170A"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EB3E313"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61B4744"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F89BCBE"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21A91F9"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05EEC35" w14:textId="77777777" w:rsidR="00140C00" w:rsidRPr="00E67132" w:rsidRDefault="00140C00"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4984C59" w14:textId="77777777" w:rsidR="00F84BF1" w:rsidRPr="00E67132" w:rsidRDefault="00F84BF1"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1B5DAC8"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8971AD2"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7ECE759"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673FAE1"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A6C5065"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855178C"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3751C11"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EC29995" w14:textId="77777777" w:rsidR="00C428AE" w:rsidRPr="00E67132" w:rsidRDefault="00C428AE"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A8AC80F" w14:textId="77777777" w:rsidR="00C428AE" w:rsidRPr="00E67132" w:rsidRDefault="00C428AE" w:rsidP="00C428A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929ECF9" w14:textId="77777777" w:rsidR="00C428AE" w:rsidRPr="00E67132" w:rsidRDefault="00C428AE" w:rsidP="00F8423B">
            <w:pPr>
              <w:overflowPunct w:val="0"/>
              <w:autoSpaceDE w:val="0"/>
              <w:autoSpaceDN w:val="0"/>
              <w:adjustRightInd w:val="0"/>
              <w:jc w:val="center"/>
              <w:textAlignment w:val="baseline"/>
              <w:rPr>
                <w:rFonts w:ascii="Calibri" w:hAnsi="Calibri" w:cs="Calibri"/>
                <w:noProof/>
                <w:sz w:val="22"/>
                <w:szCs w:val="22"/>
                <w:lang w:val="ro-RO"/>
              </w:rPr>
            </w:pPr>
          </w:p>
        </w:tc>
      </w:tr>
      <w:tr w:rsidR="00EF3194" w:rsidRPr="00E67132" w14:paraId="4E48A51D" w14:textId="77777777" w:rsidTr="00A033B7">
        <w:trPr>
          <w:trHeight w:val="3869"/>
        </w:trPr>
        <w:tc>
          <w:tcPr>
            <w:tcW w:w="2893" w:type="pct"/>
          </w:tcPr>
          <w:p w14:paraId="55E7D7F9" w14:textId="77777777" w:rsidR="0004658C" w:rsidRPr="00E67132" w:rsidRDefault="006E6A07" w:rsidP="00F8423B">
            <w:pPr>
              <w:tabs>
                <w:tab w:val="left" w:pos="2220"/>
                <w:tab w:val="center" w:pos="2392"/>
              </w:tabs>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d</w:t>
            </w:r>
            <w:r w:rsidR="0004658C" w:rsidRPr="00E67132">
              <w:rPr>
                <w:rFonts w:ascii="Calibri" w:hAnsi="Calibri" w:cs="Calibri"/>
                <w:noProof/>
                <w:sz w:val="22"/>
                <w:szCs w:val="22"/>
                <w:lang w:val="ro-RO"/>
              </w:rPr>
              <w:t xml:space="preserve">. Documente solicitate </w:t>
            </w:r>
            <w:r w:rsidR="0004658C" w:rsidRPr="00E67132">
              <w:rPr>
                <w:rFonts w:ascii="Calibri" w:hAnsi="Calibri" w:cs="Calibri"/>
                <w:b/>
                <w:noProof/>
                <w:sz w:val="22"/>
                <w:szCs w:val="22"/>
                <w:lang w:val="ro-RO"/>
              </w:rPr>
              <w:t>pentru animale, păsări şi familii de albine</w:t>
            </w:r>
            <w:r w:rsidR="0004658C" w:rsidRPr="00E67132">
              <w:rPr>
                <w:rFonts w:ascii="Calibri" w:hAnsi="Calibri" w:cs="Calibri"/>
                <w:noProof/>
                <w:sz w:val="22"/>
                <w:szCs w:val="22"/>
                <w:lang w:val="ro-RO"/>
              </w:rPr>
              <w:t>:</w:t>
            </w:r>
          </w:p>
          <w:p w14:paraId="3A554C0A" w14:textId="77777777" w:rsidR="0004658C" w:rsidRPr="00E67132" w:rsidRDefault="0004658C" w:rsidP="00A41E82">
            <w:pPr>
              <w:pStyle w:val="ListParagraph"/>
              <w:numPr>
                <w:ilvl w:val="0"/>
                <w:numId w:val="8"/>
              </w:numPr>
              <w:tabs>
                <w:tab w:val="left" w:pos="2220"/>
                <w:tab w:val="center" w:pos="2392"/>
              </w:tabs>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extras din Registrul Exploataţiei emis de ANSVSA/ DSVSA/ Circumscripţia Veterinară (adeverinţă eliberată de medicul veterinar de circumscripţie)</w:t>
            </w:r>
            <w:r w:rsidR="00FE5014" w:rsidRPr="00E67132">
              <w:rPr>
                <w:rFonts w:ascii="Calibri" w:eastAsia="Calibri" w:hAnsi="Calibri" w:cs="Calibri"/>
                <w:noProof/>
                <w:sz w:val="22"/>
                <w:szCs w:val="22"/>
                <w:lang w:val="ro-RO"/>
              </w:rPr>
              <w:t xml:space="preserve"> actualizat cu cel mult 30 zile</w:t>
            </w:r>
            <w:r w:rsidR="0020452D" w:rsidRPr="00E67132">
              <w:rPr>
                <w:rFonts w:ascii="Calibri" w:eastAsia="Calibri" w:hAnsi="Calibri" w:cs="Calibri"/>
                <w:noProof/>
                <w:sz w:val="22"/>
                <w:szCs w:val="22"/>
                <w:lang w:val="ro-RO"/>
              </w:rPr>
              <w:t xml:space="preserve"> calendaristice</w:t>
            </w:r>
            <w:r w:rsidR="00FE5014" w:rsidRPr="00E67132">
              <w:rPr>
                <w:rFonts w:ascii="Calibri" w:eastAsia="Calibri" w:hAnsi="Calibri" w:cs="Calibri"/>
                <w:noProof/>
                <w:sz w:val="22"/>
                <w:szCs w:val="22"/>
                <w:lang w:val="ro-RO"/>
              </w:rPr>
              <w:t xml:space="preserve"> înaintea depuneri cereri de finanţare</w:t>
            </w:r>
            <w:r w:rsidRPr="00E67132">
              <w:rPr>
                <w:rFonts w:ascii="Calibri" w:hAnsi="Calibri" w:cs="Calibri"/>
                <w:noProof/>
                <w:sz w:val="22"/>
                <w:szCs w:val="22"/>
                <w:lang w:val="ro-RO"/>
              </w:rPr>
              <w:t xml:space="preserve"> din care să rezulte: efectivul de animale deţinut, al păsărilor şi al familiilor de albine şi data primei înscrieri a solicitantului în Registrul Exploataţiei, însoţit de formular de mişcare ANSVSA/DSVSA (Anexa 4 din Normele sanitare veterinare ale Ordinului ANSVSA nr. 40/2010);</w:t>
            </w:r>
          </w:p>
          <w:p w14:paraId="7552FAA4" w14:textId="77777777" w:rsidR="0004658C" w:rsidRPr="00E67132" w:rsidRDefault="000206F0" w:rsidP="004F64DE">
            <w:pPr>
              <w:pStyle w:val="ListParagraph"/>
              <w:numPr>
                <w:ilvl w:val="0"/>
                <w:numId w:val="8"/>
              </w:numPr>
              <w:tabs>
                <w:tab w:val="left" w:pos="2220"/>
                <w:tab w:val="center" w:pos="2392"/>
              </w:tabs>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noProof/>
                <w:sz w:val="22"/>
                <w:szCs w:val="22"/>
                <w:lang w:val="ro-RO"/>
              </w:rPr>
              <w:t>PAŞAPORTUL emis de ANZ pentru ecvideele  cu rasă şi origine</w:t>
            </w:r>
          </w:p>
        </w:tc>
        <w:tc>
          <w:tcPr>
            <w:tcW w:w="654" w:type="pct"/>
          </w:tcPr>
          <w:p w14:paraId="0B664BB5"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E73286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2E20CD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512DBF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F8E2A8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C01C6E0"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B37266A"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DC97C5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5B3C230"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C2D883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9CEE16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0AABE5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15585E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8FE7E0D" w14:textId="77777777" w:rsidR="002C47F3" w:rsidRPr="00E67132" w:rsidRDefault="002C47F3" w:rsidP="002C47F3">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636AD17" w14:textId="77777777" w:rsidR="0004658C" w:rsidRPr="00E67132" w:rsidRDefault="0004658C" w:rsidP="004A36CE">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7A9B023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7B05D3C"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3F58045"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C4696C1"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B12531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90A5F4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DF5794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D3BC21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8919F88"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5A2009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2FCA48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14181F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923211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3BA4D92" w14:textId="77777777" w:rsidR="002C47F3" w:rsidRPr="00E67132" w:rsidRDefault="002C47F3" w:rsidP="002C47F3">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D3EB36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39765130"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B156A3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F97A5C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7BFA42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5E0A26D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681E84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0B9505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04B5A2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5CDF6B0"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97D9A8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29EDA2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324F11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B4141F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618D69D0" w14:textId="77777777" w:rsidR="002C47F3" w:rsidRPr="00E67132" w:rsidRDefault="002C47F3" w:rsidP="002C47F3">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92147C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5CCB5065"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ED807E2"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0B35719"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B21266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01CC4DB0"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5CD18D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783F3AB6"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CBC4EF4"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F2DC3C7"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9BC7AA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3EBAAFA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1AF0DEED"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25A4F45B"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43EFAC2" w14:textId="77777777" w:rsidR="002C47F3" w:rsidRPr="00E67132" w:rsidRDefault="002C47F3" w:rsidP="002C47F3">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F26CB0E"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tc>
      </w:tr>
      <w:tr w:rsidR="00EF3194" w:rsidRPr="00E67132" w14:paraId="6DD57402" w14:textId="77777777" w:rsidTr="00A033B7">
        <w:trPr>
          <w:trHeight w:val="471"/>
        </w:trPr>
        <w:tc>
          <w:tcPr>
            <w:tcW w:w="2893" w:type="pct"/>
          </w:tcPr>
          <w:p w14:paraId="53F318E2" w14:textId="77777777" w:rsidR="00A23ABC" w:rsidRPr="00E67132" w:rsidRDefault="00195FC7" w:rsidP="002D272C">
            <w:pPr>
              <w:pStyle w:val="NoSpacing"/>
              <w:tabs>
                <w:tab w:val="left" w:pos="1418"/>
              </w:tabs>
              <w:spacing w:line="276" w:lineRule="auto"/>
              <w:jc w:val="both"/>
              <w:rPr>
                <w:rFonts w:cs="Calibri"/>
                <w:noProof/>
                <w:lang w:val="ro-RO"/>
              </w:rPr>
            </w:pPr>
            <w:r w:rsidRPr="00E67132">
              <w:rPr>
                <w:rFonts w:cs="Calibri"/>
                <w:b/>
                <w:noProof/>
                <w:lang w:val="ro-RO"/>
              </w:rPr>
              <w:t>e</w:t>
            </w:r>
            <w:r w:rsidR="0004658C" w:rsidRPr="00E67132">
              <w:rPr>
                <w:rFonts w:cs="Calibri"/>
                <w:b/>
                <w:noProof/>
                <w:lang w:val="ro-RO"/>
              </w:rPr>
              <w:t xml:space="preserve">. </w:t>
            </w:r>
            <w:r w:rsidR="00202026" w:rsidRPr="00E67132">
              <w:rPr>
                <w:rFonts w:cs="Calibri"/>
                <w:b/>
                <w:noProof/>
                <w:lang w:val="ro-RO"/>
              </w:rPr>
              <w:t xml:space="preserve">Pentru exploatații vegetale: </w:t>
            </w:r>
            <w:r w:rsidR="00A23ABC" w:rsidRPr="00E67132">
              <w:rPr>
                <w:rFonts w:cs="Calibri"/>
                <w:b/>
                <w:noProof/>
                <w:lang w:val="ro-RO"/>
              </w:rPr>
              <w:t>Copie din Registrul agricol emis de Primării</w:t>
            </w:r>
            <w:r w:rsidR="00A23ABC" w:rsidRPr="00E67132">
              <w:rPr>
                <w:rFonts w:cs="Calibri"/>
                <w:noProof/>
                <w:lang w:val="ro-RO"/>
              </w:rPr>
              <w:t xml:space="preserve"> actualizată în anul depunerii cererii de finanţare</w:t>
            </w:r>
            <w:r w:rsidR="00A23ABC" w:rsidRPr="00E67132">
              <w:rPr>
                <w:rFonts w:cs="Calibri"/>
                <w:bCs/>
                <w:noProof/>
                <w:lang w:val="ro-RO" w:eastAsia="fr-FR"/>
              </w:rPr>
              <w:t xml:space="preserve"> </w:t>
            </w:r>
            <w:r w:rsidR="00A23ABC" w:rsidRPr="00E67132">
              <w:rPr>
                <w:rFonts w:cs="Calibri"/>
                <w:noProof/>
                <w:lang w:val="ro-RO"/>
              </w:rPr>
              <w:t>care să confirme dreptul de folosinţă (p</w:t>
            </w:r>
            <w:r w:rsidR="00202026" w:rsidRPr="00E67132">
              <w:rPr>
                <w:rFonts w:cs="Calibri"/>
                <w:noProof/>
                <w:lang w:val="ro-RO"/>
              </w:rPr>
              <w:t>roprietate/arendă/concesionare</w:t>
            </w:r>
            <w:r w:rsidR="00A23ABC" w:rsidRPr="00E67132">
              <w:rPr>
                <w:rFonts w:cs="Calibri"/>
                <w:noProof/>
                <w:lang w:val="ro-RO"/>
              </w:rPr>
              <w:t>) al terenului/ fermei zootehnice/ animalelor (doar proprietate) înregistrate pentru baza de producţie,.</w:t>
            </w:r>
          </w:p>
          <w:p w14:paraId="300E7DA7" w14:textId="77777777" w:rsidR="00A23ABC" w:rsidRPr="00E67132" w:rsidRDefault="00A23ABC" w:rsidP="000D23B0">
            <w:pPr>
              <w:overflowPunct w:val="0"/>
              <w:autoSpaceDE w:val="0"/>
              <w:autoSpaceDN w:val="0"/>
              <w:adjustRightInd w:val="0"/>
              <w:jc w:val="both"/>
              <w:textAlignment w:val="baseline"/>
              <w:rPr>
                <w:rFonts w:ascii="Calibri" w:hAnsi="Calibri" w:cs="Calibri"/>
                <w:noProof/>
                <w:sz w:val="22"/>
                <w:szCs w:val="22"/>
                <w:lang w:val="ro-RO" w:eastAsia="fr-FR"/>
              </w:rPr>
            </w:pPr>
            <w:r w:rsidRPr="00E67132">
              <w:rPr>
                <w:rFonts w:ascii="Calibri" w:hAnsi="Calibri" w:cs="Calibri"/>
                <w:b/>
                <w:bCs/>
                <w:noProof/>
                <w:sz w:val="22"/>
                <w:szCs w:val="22"/>
                <w:lang w:val="ro-RO" w:eastAsia="fr-FR"/>
              </w:rPr>
              <w:t xml:space="preserve">Pentru exploataţiile mixte şi zootehnice: </w:t>
            </w:r>
            <w:r w:rsidRPr="00E67132">
              <w:rPr>
                <w:rFonts w:ascii="Calibri" w:hAnsi="Calibri" w:cs="Calibri"/>
                <w:noProof/>
                <w:sz w:val="22"/>
                <w:szCs w:val="22"/>
                <w:lang w:val="ro-RO" w:eastAsia="fr-FR"/>
              </w:rPr>
              <w:t>Copie din Registrul agricol emis de Primării</w:t>
            </w:r>
            <w:r w:rsidRPr="00E67132">
              <w:rPr>
                <w:rFonts w:ascii="Calibri" w:hAnsi="Calibri" w:cs="Calibri"/>
                <w:noProof/>
                <w:sz w:val="22"/>
                <w:szCs w:val="22"/>
                <w:lang w:val="ro-RO"/>
              </w:rPr>
              <w:t xml:space="preserve"> actualizat care să confirme dreptul de folosinţă (proprie</w:t>
            </w:r>
            <w:r w:rsidR="003C5EAD" w:rsidRPr="00E67132">
              <w:rPr>
                <w:rFonts w:ascii="Calibri" w:hAnsi="Calibri" w:cs="Calibri"/>
                <w:noProof/>
                <w:sz w:val="22"/>
                <w:szCs w:val="22"/>
                <w:lang w:val="ro-RO"/>
              </w:rPr>
              <w:t>tate/arendă/concesionare</w:t>
            </w:r>
            <w:r w:rsidRPr="00E67132">
              <w:rPr>
                <w:rFonts w:ascii="Calibri" w:hAnsi="Calibri" w:cs="Calibri"/>
                <w:noProof/>
                <w:sz w:val="22"/>
                <w:szCs w:val="22"/>
                <w:lang w:val="ro-RO"/>
              </w:rPr>
              <w:t>) al terenului/ fermei zootehnice/ animalelor (doar proprietate) înregistrate pentru baza de producţie</w:t>
            </w:r>
          </w:p>
        </w:tc>
        <w:tc>
          <w:tcPr>
            <w:tcW w:w="654" w:type="pct"/>
          </w:tcPr>
          <w:p w14:paraId="36F74A8F"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t xml:space="preserve"> </w:t>
            </w:r>
          </w:p>
          <w:p w14:paraId="47F41016"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noProof/>
                <w:sz w:val="22"/>
                <w:szCs w:val="22"/>
                <w:lang w:val="ro-RO"/>
              </w:rPr>
              <w:sym w:font="Wingdings" w:char="F06F"/>
            </w:r>
          </w:p>
          <w:p w14:paraId="791A0869"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6C19DFA"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CD66725"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83FE2DD"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5EF0BD4"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EA5B229"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5B0A92F"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6B6C065" w14:textId="77777777" w:rsidR="00A23ABC" w:rsidRPr="00E67132" w:rsidRDefault="00A23ABC" w:rsidP="00F8423B">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bCs/>
                <w:noProof/>
                <w:sz w:val="22"/>
                <w:szCs w:val="22"/>
                <w:lang w:val="ro-RO" w:eastAsia="fr-FR"/>
              </w:rPr>
              <w:sym w:font="Wingdings" w:char="F06F"/>
            </w:r>
          </w:p>
        </w:tc>
        <w:tc>
          <w:tcPr>
            <w:tcW w:w="421" w:type="pct"/>
          </w:tcPr>
          <w:p w14:paraId="3BFFCC7E"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F54C388"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1DE165E"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500CE572"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9CB2354"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11709FC"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0BE6D26E"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1237D2F"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59093BC" w14:textId="77777777" w:rsidR="00A23ABC" w:rsidRPr="00E67132" w:rsidRDefault="00A23ABC" w:rsidP="00F8423B">
            <w:pPr>
              <w:overflowPunct w:val="0"/>
              <w:autoSpaceDE w:val="0"/>
              <w:autoSpaceDN w:val="0"/>
              <w:adjustRightInd w:val="0"/>
              <w:jc w:val="center"/>
              <w:textAlignment w:val="baseline"/>
              <w:rPr>
                <w:rFonts w:ascii="Calibri" w:hAnsi="Calibri" w:cs="Calibri"/>
                <w:noProof/>
                <w:sz w:val="22"/>
                <w:szCs w:val="22"/>
                <w:lang w:val="ro-RO"/>
              </w:rPr>
            </w:pPr>
          </w:p>
          <w:p w14:paraId="068072D6" w14:textId="77777777" w:rsidR="00A23ABC" w:rsidRPr="00E67132" w:rsidRDefault="00A23ABC" w:rsidP="00A23ABC">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374" w:type="pct"/>
          </w:tcPr>
          <w:p w14:paraId="08C21F90"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A41840C"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E7384B1"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0B66D52"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18C8F4C"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8622C67"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94E446E"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4AA42812"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6171FB56" w14:textId="77777777" w:rsidR="00A23ABC" w:rsidRPr="00E67132" w:rsidRDefault="00A23ABC" w:rsidP="00F8423B">
            <w:pPr>
              <w:overflowPunct w:val="0"/>
              <w:autoSpaceDE w:val="0"/>
              <w:autoSpaceDN w:val="0"/>
              <w:adjustRightInd w:val="0"/>
              <w:jc w:val="center"/>
              <w:textAlignment w:val="baseline"/>
              <w:rPr>
                <w:rFonts w:ascii="Calibri" w:hAnsi="Calibri" w:cs="Calibri"/>
                <w:noProof/>
                <w:sz w:val="22"/>
                <w:szCs w:val="22"/>
                <w:lang w:val="ro-RO"/>
              </w:rPr>
            </w:pPr>
          </w:p>
          <w:p w14:paraId="6CC4015C" w14:textId="77777777" w:rsidR="00A23ABC" w:rsidRPr="00E67132" w:rsidRDefault="00A23ABC" w:rsidP="00A23ABC">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658" w:type="pct"/>
          </w:tcPr>
          <w:p w14:paraId="36750E93" w14:textId="77777777" w:rsidR="0004658C" w:rsidRPr="00E67132" w:rsidRDefault="0004658C" w:rsidP="00F8423B">
            <w:pPr>
              <w:overflowPunct w:val="0"/>
              <w:autoSpaceDE w:val="0"/>
              <w:autoSpaceDN w:val="0"/>
              <w:adjustRightInd w:val="0"/>
              <w:jc w:val="center"/>
              <w:textAlignment w:val="baseline"/>
              <w:rPr>
                <w:rFonts w:ascii="Calibri" w:hAnsi="Calibri" w:cs="Calibri"/>
                <w:noProof/>
                <w:sz w:val="22"/>
                <w:szCs w:val="22"/>
                <w:lang w:val="ro-RO"/>
              </w:rPr>
            </w:pPr>
          </w:p>
          <w:p w14:paraId="43BCE376" w14:textId="77777777" w:rsidR="0004658C" w:rsidRPr="00E67132" w:rsidRDefault="0004658C" w:rsidP="00F8423B">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noProof/>
                <w:sz w:val="22"/>
                <w:szCs w:val="22"/>
                <w:lang w:val="ro-RO"/>
              </w:rPr>
              <w:sym w:font="Wingdings" w:char="F06F"/>
            </w:r>
          </w:p>
          <w:p w14:paraId="406EF956"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C603F6A"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136DCA49"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5F600E6"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98D6219"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3FF964AC"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2BCF4B71" w14:textId="77777777" w:rsidR="00A23ABC" w:rsidRPr="00E67132" w:rsidRDefault="00A23ABC" w:rsidP="00F8423B">
            <w:pPr>
              <w:overflowPunct w:val="0"/>
              <w:autoSpaceDE w:val="0"/>
              <w:autoSpaceDN w:val="0"/>
              <w:adjustRightInd w:val="0"/>
              <w:jc w:val="center"/>
              <w:textAlignment w:val="baseline"/>
              <w:rPr>
                <w:rFonts w:ascii="Calibri" w:hAnsi="Calibri" w:cs="Calibri"/>
                <w:bCs/>
                <w:noProof/>
                <w:sz w:val="22"/>
                <w:szCs w:val="22"/>
                <w:lang w:val="ro-RO" w:eastAsia="fr-FR"/>
              </w:rPr>
            </w:pPr>
          </w:p>
          <w:p w14:paraId="70BBCABB" w14:textId="77777777" w:rsidR="00A23ABC" w:rsidRPr="00E67132" w:rsidRDefault="00A23ABC" w:rsidP="00A23ABC">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F5D6AC1" w14:textId="77777777" w:rsidR="00A23ABC" w:rsidRPr="00E67132" w:rsidRDefault="00A23ABC" w:rsidP="00F8423B">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0491C42D" w14:textId="77777777" w:rsidTr="00A033B7">
        <w:trPr>
          <w:trHeight w:val="471"/>
        </w:trPr>
        <w:tc>
          <w:tcPr>
            <w:tcW w:w="2893" w:type="pct"/>
          </w:tcPr>
          <w:p w14:paraId="30D06158" w14:textId="77777777" w:rsidR="008B0417" w:rsidRPr="00E67132" w:rsidRDefault="008B0417" w:rsidP="008B0417">
            <w:pPr>
              <w:pStyle w:val="NoSpacing"/>
              <w:tabs>
                <w:tab w:val="left" w:pos="1418"/>
              </w:tabs>
              <w:spacing w:line="276" w:lineRule="auto"/>
              <w:jc w:val="both"/>
              <w:rPr>
                <w:rFonts w:cs="Calibri"/>
                <w:b/>
                <w:noProof/>
                <w:lang w:val="ro-RO"/>
              </w:rPr>
            </w:pPr>
            <w:r w:rsidRPr="00E67132">
              <w:rPr>
                <w:rFonts w:cs="Calibri"/>
                <w:b/>
                <w:bCs/>
                <w:noProof/>
                <w:lang w:val="ro-RO" w:eastAsia="fr-FR"/>
              </w:rPr>
              <w:t>3.</w:t>
            </w:r>
            <w:r w:rsidRPr="00E67132">
              <w:rPr>
                <w:rFonts w:cs="Calibri"/>
                <w:noProof/>
                <w:lang w:val="ro-RO"/>
              </w:rPr>
              <w:t xml:space="preserve"> </w:t>
            </w:r>
            <w:r w:rsidRPr="00E67132">
              <w:rPr>
                <w:rFonts w:cs="Calibri"/>
                <w:b/>
                <w:bCs/>
                <w:noProof/>
                <w:lang w:val="ro-RO" w:eastAsia="fr-FR"/>
              </w:rPr>
              <w:t>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tc>
        <w:tc>
          <w:tcPr>
            <w:tcW w:w="654" w:type="pct"/>
          </w:tcPr>
          <w:p w14:paraId="4533471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bCs/>
                <w:noProof/>
                <w:sz w:val="22"/>
                <w:szCs w:val="22"/>
                <w:lang w:val="ro-RO" w:eastAsia="fr-FR"/>
              </w:rPr>
              <w:sym w:font="Wingdings" w:char="F06F"/>
            </w:r>
          </w:p>
        </w:tc>
        <w:tc>
          <w:tcPr>
            <w:tcW w:w="421" w:type="pct"/>
          </w:tcPr>
          <w:p w14:paraId="5B3BC45A"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tc>
        <w:tc>
          <w:tcPr>
            <w:tcW w:w="374" w:type="pct"/>
          </w:tcPr>
          <w:p w14:paraId="1EE89FF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tc>
        <w:tc>
          <w:tcPr>
            <w:tcW w:w="658" w:type="pct"/>
          </w:tcPr>
          <w:p w14:paraId="5D4D967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bCs/>
                <w:noProof/>
                <w:sz w:val="22"/>
                <w:szCs w:val="22"/>
                <w:lang w:val="ro-RO" w:eastAsia="fr-FR"/>
              </w:rPr>
              <w:sym w:font="Wingdings" w:char="F06F"/>
            </w:r>
          </w:p>
        </w:tc>
      </w:tr>
      <w:tr w:rsidR="008B0417" w:rsidRPr="00E67132" w14:paraId="45530600" w14:textId="77777777" w:rsidTr="00A033B7">
        <w:trPr>
          <w:trHeight w:val="471"/>
        </w:trPr>
        <w:tc>
          <w:tcPr>
            <w:tcW w:w="2893" w:type="pct"/>
          </w:tcPr>
          <w:p w14:paraId="671F9244" w14:textId="77777777" w:rsidR="008B0417" w:rsidRPr="00E67132" w:rsidRDefault="008B0417" w:rsidP="008B0417">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4.</w:t>
            </w:r>
            <w:r w:rsidRPr="00E67132">
              <w:rPr>
                <w:rFonts w:ascii="Calibri" w:hAnsi="Calibri" w:cs="Calibri"/>
                <w:noProof/>
                <w:sz w:val="22"/>
                <w:szCs w:val="22"/>
                <w:lang w:val="ro-RO"/>
              </w:rPr>
              <w:t xml:space="preserve"> </w:t>
            </w:r>
            <w:r w:rsidRPr="00E67132">
              <w:rPr>
                <w:rFonts w:ascii="Calibri" w:hAnsi="Calibri" w:cs="Calibri"/>
                <w:b/>
                <w:bCs/>
                <w:noProof/>
                <w:sz w:val="22"/>
                <w:szCs w:val="22"/>
                <w:lang w:val="ro-RO" w:eastAsia="fr-FR"/>
              </w:rPr>
              <w:t>Copiile situaţiilor</w:t>
            </w:r>
            <w:r w:rsidRPr="00E67132">
              <w:rPr>
                <w:rFonts w:ascii="Calibri" w:hAnsi="Calibri" w:cs="Calibri"/>
                <w:b/>
                <w:noProof/>
                <w:sz w:val="22"/>
                <w:szCs w:val="22"/>
                <w:lang w:val="ro-RO"/>
              </w:rPr>
              <w:t xml:space="preserve"> financiare pentru anii “n” </w:t>
            </w:r>
            <w:r w:rsidRPr="00E67132">
              <w:rPr>
                <w:rFonts w:ascii="Calibri" w:hAnsi="Calibri" w:cs="Calibri"/>
                <w:b/>
                <w:bCs/>
                <w:noProof/>
                <w:sz w:val="22"/>
                <w:szCs w:val="22"/>
                <w:lang w:val="ro-RO" w:eastAsia="fr-FR"/>
              </w:rPr>
              <w:t xml:space="preserve">și </w:t>
            </w:r>
            <w:r w:rsidRPr="00E67132">
              <w:rPr>
                <w:rFonts w:ascii="Calibri" w:hAnsi="Calibri" w:cs="Calibri"/>
                <w:b/>
                <w:noProof/>
                <w:sz w:val="22"/>
                <w:szCs w:val="22"/>
                <w:lang w:val="ro-RO"/>
              </w:rPr>
              <w:t xml:space="preserve">, “n-1”, unde “n” este anul anterior </w:t>
            </w:r>
            <w:r w:rsidRPr="00E67132">
              <w:rPr>
                <w:rFonts w:ascii="Calibri" w:hAnsi="Calibri" w:cs="Calibri"/>
                <w:b/>
                <w:bCs/>
                <w:noProof/>
                <w:sz w:val="22"/>
                <w:szCs w:val="22"/>
                <w:lang w:val="ro-RO" w:eastAsia="fr-FR"/>
              </w:rPr>
              <w:t>anului în care solicitantul depune Cererea de Finanțare</w:t>
            </w:r>
            <w:r w:rsidRPr="00E67132">
              <w:rPr>
                <w:rFonts w:ascii="Calibri" w:hAnsi="Calibri" w:cs="Calibri"/>
                <w:b/>
                <w:noProof/>
                <w:sz w:val="22"/>
                <w:szCs w:val="22"/>
                <w:lang w:val="ro-RO"/>
              </w:rPr>
              <w:t>, înregistrate la Administraţia Financiară</w:t>
            </w:r>
            <w:r w:rsidRPr="00E67132">
              <w:rPr>
                <w:rFonts w:ascii="Calibri" w:hAnsi="Calibri" w:cs="Calibri"/>
                <w:b/>
                <w:bCs/>
                <w:noProof/>
                <w:sz w:val="22"/>
                <w:szCs w:val="22"/>
                <w:lang w:val="ro-RO" w:eastAsia="fr-FR"/>
              </w:rPr>
              <w:t>:</w:t>
            </w:r>
          </w:p>
          <w:p w14:paraId="413B2314"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xml:space="preserve">a) Pentru societăţi comerciale: </w:t>
            </w:r>
          </w:p>
          <w:p w14:paraId="14BD9115"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Bilanţul (cod 10);</w:t>
            </w:r>
          </w:p>
          <w:p w14:paraId="47738BCD"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Contul de profit şi pierderi (cod 20);</w:t>
            </w:r>
          </w:p>
          <w:p w14:paraId="36C701A7"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Datele informative (cod 30);</w:t>
            </w:r>
          </w:p>
          <w:p w14:paraId="0B9736C4"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Situaţia activelor imobilizate (cod 40);</w:t>
            </w:r>
          </w:p>
          <w:p w14:paraId="431CC18A"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Și/sau</w:t>
            </w:r>
          </w:p>
          <w:p w14:paraId="413997C9"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Declaraţia de inactivitate înregistrată la Administraţia Financiară (cod S1046), în cazul solicitanţilor care de la constituire, nu au desfăşurat activitate pe o perioadă mai mare de un an fiscal.</w:t>
            </w:r>
          </w:p>
          <w:p w14:paraId="5980CCE4"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ab/>
            </w:r>
            <w:r w:rsidRPr="00E67132">
              <w:rPr>
                <w:rFonts w:ascii="Calibri" w:hAnsi="Calibri" w:cs="Calibri"/>
                <w:b/>
                <w:bCs/>
                <w:noProof/>
                <w:sz w:val="22"/>
                <w:szCs w:val="22"/>
                <w:lang w:val="ro-RO" w:eastAsia="fr-FR"/>
              </w:rPr>
              <w:tab/>
            </w:r>
          </w:p>
          <w:p w14:paraId="3D411C9F" w14:textId="77777777" w:rsidR="008B0417" w:rsidRPr="00E67132" w:rsidRDefault="008B0417" w:rsidP="008B0417">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bCs/>
                <w:noProof/>
                <w:sz w:val="22"/>
                <w:szCs w:val="22"/>
                <w:lang w:val="ro-RO" w:eastAsia="fr-FR"/>
              </w:rPr>
              <w:t xml:space="preserve">b) </w:t>
            </w:r>
            <w:r w:rsidRPr="00E67132">
              <w:rPr>
                <w:rFonts w:ascii="Calibri" w:hAnsi="Calibri" w:cs="Calibri"/>
                <w:b/>
                <w:noProof/>
                <w:sz w:val="22"/>
                <w:szCs w:val="22"/>
                <w:lang w:val="ro-RO"/>
              </w:rPr>
              <w:t>Pentru persoane fizice autorizate, întreprinderi individuale şi întreprinderi familiale:</w:t>
            </w:r>
          </w:p>
          <w:p w14:paraId="05F3D8C8" w14:textId="77777777" w:rsidR="008B0417" w:rsidRPr="00E67132" w:rsidRDefault="008B0417" w:rsidP="008B0417">
            <w:pPr>
              <w:pStyle w:val="NoSpacing"/>
              <w:numPr>
                <w:ilvl w:val="0"/>
                <w:numId w:val="2"/>
              </w:numPr>
              <w:spacing w:line="276" w:lineRule="auto"/>
              <w:jc w:val="center"/>
              <w:rPr>
                <w:rFonts w:cs="Calibri"/>
                <w:bCs/>
                <w:noProof/>
                <w:sz w:val="24"/>
                <w:szCs w:val="24"/>
                <w:lang w:val="ro-RO"/>
              </w:rPr>
            </w:pPr>
            <w:r w:rsidRPr="00E67132">
              <w:rPr>
                <w:rStyle w:val="Strong"/>
                <w:rFonts w:eastAsia="Calibri" w:cs="Calibri"/>
                <w:noProof/>
                <w:lang w:val="ro-RO"/>
              </w:rPr>
              <w:t>Declarația unică privind impozitul pe venit și contribuțiile sociale datorate de persoanele fizice</w:t>
            </w:r>
          </w:p>
          <w:p w14:paraId="76D01C09" w14:textId="77777777" w:rsidR="008B0417" w:rsidRPr="00E67132" w:rsidRDefault="008B0417" w:rsidP="008B0417">
            <w:pPr>
              <w:tabs>
                <w:tab w:val="left" w:pos="2970"/>
              </w:tabs>
              <w:overflowPunct w:val="0"/>
              <w:autoSpaceDE w:val="0"/>
              <w:autoSpaceDN w:val="0"/>
              <w:adjustRightInd w:val="0"/>
              <w:jc w:val="both"/>
              <w:textAlignment w:val="baseline"/>
              <w:rPr>
                <w:rFonts w:ascii="Calibri" w:hAnsi="Calibri" w:cs="Calibri"/>
                <w:b/>
                <w:noProof/>
                <w:sz w:val="22"/>
                <w:szCs w:val="22"/>
                <w:lang w:val="ro-RO"/>
              </w:rPr>
            </w:pPr>
          </w:p>
          <w:p w14:paraId="28D08BFE" w14:textId="77777777" w:rsidR="008B0417" w:rsidRPr="00E67132" w:rsidRDefault="008B0417">
            <w:pPr>
              <w:tabs>
                <w:tab w:val="left" w:pos="2970"/>
              </w:tabs>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În cazul solicitanților persoane fizice autorizate, întreprinderi individuale şi întreprinderi familiale înființate în anul depunerii Cererii de Finanțare, nu este cazul depunerii document</w:t>
            </w:r>
            <w:r w:rsidR="00AA6FEA" w:rsidRPr="00E67132">
              <w:rPr>
                <w:rFonts w:ascii="Calibri" w:hAnsi="Calibri" w:cs="Calibri"/>
                <w:b/>
                <w:noProof/>
                <w:sz w:val="22"/>
                <w:szCs w:val="22"/>
                <w:lang w:val="ro-RO"/>
              </w:rPr>
              <w:t>u</w:t>
            </w:r>
            <w:r w:rsidRPr="00E67132">
              <w:rPr>
                <w:rFonts w:ascii="Calibri" w:hAnsi="Calibri" w:cs="Calibri"/>
                <w:b/>
                <w:noProof/>
                <w:sz w:val="22"/>
                <w:szCs w:val="22"/>
                <w:lang w:val="ro-RO"/>
              </w:rPr>
              <w:t>l</w:t>
            </w:r>
            <w:r w:rsidR="00AA6FEA" w:rsidRPr="00E67132">
              <w:rPr>
                <w:rFonts w:ascii="Calibri" w:hAnsi="Calibri" w:cs="Calibri"/>
                <w:b/>
                <w:noProof/>
                <w:sz w:val="22"/>
                <w:szCs w:val="22"/>
                <w:lang w:val="ro-RO"/>
              </w:rPr>
              <w:t>ui</w:t>
            </w:r>
            <w:r w:rsidRPr="00E67132">
              <w:rPr>
                <w:rFonts w:ascii="Calibri" w:hAnsi="Calibri" w:cs="Calibri"/>
                <w:b/>
                <w:noProof/>
                <w:sz w:val="22"/>
                <w:szCs w:val="22"/>
                <w:lang w:val="ro-RO"/>
              </w:rPr>
              <w:t xml:space="preserve"> mai sus menționat.</w:t>
            </w:r>
          </w:p>
        </w:tc>
        <w:tc>
          <w:tcPr>
            <w:tcW w:w="654" w:type="pct"/>
          </w:tcPr>
          <w:p w14:paraId="6397598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0526A1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4BD746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326C6F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1ACCD9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D59345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238BBF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58F3FC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38EA1B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1DEBD0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9067D5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902B371"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7AACB2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E4117A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2350BC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811AE4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957C39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347558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2A9E50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AC513F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59BC85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460A05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69F33BE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34E367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A8CE88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AC210D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20DA52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084E1B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4D3231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2F4D58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5B0AF8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649AD52"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38B223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BAD2139"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BE0883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FD646E0"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A69CF40"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84095DA"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0C1B099"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1A0C6B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FF3E185" w14:textId="77777777" w:rsidR="00F02EF3" w:rsidRPr="00E67132" w:rsidRDefault="00F02EF3"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A1FAE5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124813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07E584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0A0C625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825B4A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990DC4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55F4AF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3CB228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2F824C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4A7C5D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35D203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6A8F14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A3C5BA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895C880"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539A95E"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023774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1BA4C45A"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B0D8272"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052096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63FCB40"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865227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AE78B90" w14:textId="77777777" w:rsidR="00F02EF3" w:rsidRPr="00E67132" w:rsidRDefault="00F02EF3"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FE201D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3F9CE6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16F484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65350BA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F0E196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AF0922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A23BBE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7ED8A8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EE83A8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E1B277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2C4C2F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17837F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C07444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DD3A1A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AED442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B5D819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D4222E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D41BA9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DA0991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51EA7F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41F15B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791A70F" w14:textId="77777777" w:rsidR="00F02EF3" w:rsidRPr="00E67132" w:rsidRDefault="00F02EF3"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9C2DB8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DA171B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593E20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7D9EB3FC" w14:textId="77777777" w:rsidTr="00A033B7">
        <w:tc>
          <w:tcPr>
            <w:tcW w:w="2893" w:type="pct"/>
          </w:tcPr>
          <w:p w14:paraId="1D1A17BA"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bCs/>
                <w:noProof/>
                <w:sz w:val="22"/>
                <w:szCs w:val="22"/>
                <w:lang w:val="ro-RO" w:eastAsia="fr-FR"/>
              </w:rPr>
              <w:t>5</w:t>
            </w:r>
            <w:r w:rsidRPr="00E67132">
              <w:rPr>
                <w:rFonts w:ascii="Calibri" w:hAnsi="Calibri" w:cs="Calibri"/>
                <w:b/>
                <w:noProof/>
                <w:sz w:val="22"/>
                <w:szCs w:val="22"/>
                <w:lang w:val="ro-RO"/>
              </w:rPr>
              <w:t>. Copia actului de identitate</w:t>
            </w:r>
            <w:r w:rsidRPr="00E67132">
              <w:rPr>
                <w:rFonts w:ascii="Calibri" w:hAnsi="Calibri" w:cs="Calibri"/>
                <w:noProof/>
                <w:sz w:val="22"/>
                <w:szCs w:val="22"/>
                <w:lang w:val="ro-RO"/>
              </w:rPr>
              <w:t xml:space="preserve"> pentru reprezentantul legal de proiect (asociat unic/asociat majoritar/administrator); </w:t>
            </w:r>
          </w:p>
        </w:tc>
        <w:tc>
          <w:tcPr>
            <w:tcW w:w="654" w:type="pct"/>
          </w:tcPr>
          <w:p w14:paraId="0D0CF95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421" w:type="pct"/>
          </w:tcPr>
          <w:p w14:paraId="45C7208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374" w:type="pct"/>
          </w:tcPr>
          <w:p w14:paraId="0336C5C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tc>
        <w:tc>
          <w:tcPr>
            <w:tcW w:w="658" w:type="pct"/>
          </w:tcPr>
          <w:p w14:paraId="674E907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C08833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168E3832" w14:textId="77777777" w:rsidTr="00A033B7">
        <w:tc>
          <w:tcPr>
            <w:tcW w:w="2893" w:type="pct"/>
          </w:tcPr>
          <w:p w14:paraId="4C6BD709"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bCs/>
                <w:noProof/>
                <w:sz w:val="22"/>
                <w:szCs w:val="22"/>
                <w:lang w:val="ro-RO" w:eastAsia="fr-FR"/>
              </w:rPr>
              <w:t>6</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Certificatul de înregistrare</w:t>
            </w:r>
            <w:r w:rsidRPr="00E67132">
              <w:rPr>
                <w:rFonts w:ascii="Calibri" w:hAnsi="Calibri" w:cs="Calibri"/>
                <w:noProof/>
                <w:sz w:val="22"/>
                <w:szCs w:val="22"/>
                <w:lang w:val="ro-RO"/>
              </w:rPr>
              <w:t xml:space="preserve"> eliberat de Oficiul Registrului Comertului conform legislaţiei în vigoare, document obligatoriu de prezentat la depunerea cererii de finanţare;</w:t>
            </w:r>
          </w:p>
        </w:tc>
        <w:tc>
          <w:tcPr>
            <w:tcW w:w="654" w:type="pct"/>
          </w:tcPr>
          <w:p w14:paraId="6025644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585339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3217FC7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D3E5E2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3CAF5CC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E87313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137896B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43A2AF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399D30C1" w14:textId="77777777" w:rsidTr="00A033B7">
        <w:tc>
          <w:tcPr>
            <w:tcW w:w="2893" w:type="pct"/>
          </w:tcPr>
          <w:p w14:paraId="690E8511"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bCs/>
                <w:noProof/>
                <w:sz w:val="22"/>
                <w:szCs w:val="22"/>
                <w:lang w:val="ro-RO" w:eastAsia="fr-FR"/>
              </w:rPr>
              <w:t>7</w:t>
            </w:r>
            <w:r w:rsidRPr="00E67132">
              <w:rPr>
                <w:rFonts w:ascii="Calibri" w:hAnsi="Calibri" w:cs="Calibri"/>
                <w:b/>
                <w:noProof/>
                <w:sz w:val="22"/>
                <w:szCs w:val="22"/>
                <w:lang w:val="ro-RO"/>
              </w:rPr>
              <w:t>. Hotărârea Adunării Generale a Acţionarilor</w:t>
            </w:r>
            <w:r w:rsidRPr="00E67132">
              <w:rPr>
                <w:rFonts w:ascii="Calibri" w:hAnsi="Calibri" w:cs="Calibri"/>
                <w:noProof/>
                <w:sz w:val="22"/>
                <w:szCs w:val="22"/>
                <w:lang w:val="ro-RO"/>
              </w:rPr>
              <w:t xml:space="preserve"> (AGA) persoanei juridice, prin care se desemnează ca tânărul fermier (actionar majoritar 50%+1) să reprezinte societatea în relaţia cu AFIR și că exercită un control efectiv pe termen lung (</w:t>
            </w:r>
            <w:r w:rsidRPr="00E67132">
              <w:rPr>
                <w:rFonts w:ascii="Calibri" w:hAnsi="Calibri" w:cs="Calibri"/>
                <w:bCs/>
                <w:noProof/>
                <w:sz w:val="22"/>
                <w:szCs w:val="22"/>
                <w:lang w:val="ro-RO" w:eastAsia="fr-FR"/>
              </w:rPr>
              <w:t>pentru</w:t>
            </w:r>
            <w:r w:rsidRPr="00E67132">
              <w:rPr>
                <w:rFonts w:ascii="Calibri" w:hAnsi="Calibri" w:cs="Calibri"/>
                <w:noProof/>
                <w:sz w:val="22"/>
                <w:szCs w:val="22"/>
                <w:lang w:val="ro-RO"/>
              </w:rPr>
              <w:t xml:space="preserve"> cel putin </w:t>
            </w:r>
            <w:r w:rsidRPr="00E67132">
              <w:rPr>
                <w:rFonts w:ascii="Calibri" w:hAnsi="Calibri" w:cs="Calibri"/>
                <w:bCs/>
                <w:noProof/>
                <w:sz w:val="22"/>
                <w:szCs w:val="22"/>
                <w:lang w:val="ro-RO" w:eastAsia="fr-FR"/>
              </w:rPr>
              <w:t>6</w:t>
            </w:r>
            <w:r w:rsidRPr="00E67132">
              <w:rPr>
                <w:rFonts w:ascii="Calibri" w:hAnsi="Calibri" w:cs="Calibri"/>
                <w:noProof/>
                <w:sz w:val="22"/>
                <w:szCs w:val="22"/>
                <w:lang w:val="ro-RO"/>
              </w:rPr>
              <w:t xml:space="preserve"> ani) în ceea ce priveşte deciziile referitoare la gestionare, beneficii, riscuri financiare în cadrul exploataţiei respective</w:t>
            </w:r>
          </w:p>
        </w:tc>
        <w:tc>
          <w:tcPr>
            <w:tcW w:w="654" w:type="pct"/>
          </w:tcPr>
          <w:p w14:paraId="6D13D22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C71774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17FAEF7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0C0581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3DFFE08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C55EFD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27DEDF8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C32F2E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2E83C3DE" w14:textId="77777777" w:rsidTr="00A033B7">
        <w:tc>
          <w:tcPr>
            <w:tcW w:w="2893" w:type="pct"/>
          </w:tcPr>
          <w:p w14:paraId="5E6435BA" w14:textId="77777777" w:rsidR="008B0417"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bCs/>
                <w:noProof/>
                <w:sz w:val="22"/>
                <w:szCs w:val="22"/>
                <w:lang w:val="ro-RO" w:eastAsia="fr-FR"/>
              </w:rPr>
              <w:t>8</w:t>
            </w:r>
            <w:r w:rsidRPr="00E67132">
              <w:rPr>
                <w:rFonts w:ascii="Calibri" w:hAnsi="Calibri" w:cs="Calibri"/>
                <w:b/>
                <w:noProof/>
                <w:sz w:val="22"/>
                <w:szCs w:val="22"/>
                <w:lang w:val="ro-RO"/>
              </w:rPr>
              <w:t>. Copie după certificat/ diplomă de studii/</w:t>
            </w:r>
            <w:r w:rsidRPr="00E67132">
              <w:rPr>
                <w:rFonts w:ascii="Calibri" w:hAnsi="Calibri" w:cs="Calibri"/>
                <w:noProof/>
                <w:sz w:val="22"/>
                <w:szCs w:val="22"/>
                <w:lang w:val="ro-RO"/>
              </w:rPr>
              <w:t xml:space="preserve"> </w:t>
            </w:r>
            <w:r w:rsidRPr="00E67132">
              <w:rPr>
                <w:rFonts w:ascii="Calibri" w:hAnsi="Calibri" w:cs="Calibri"/>
                <w:b/>
                <w:noProof/>
                <w:sz w:val="22"/>
                <w:szCs w:val="22"/>
                <w:lang w:val="ro-RO"/>
              </w:rPr>
              <w:t>certificat ANC pentru competenţele profesionale</w:t>
            </w:r>
            <w:r w:rsidRPr="00E67132">
              <w:rPr>
                <w:rFonts w:ascii="Calibri" w:hAnsi="Calibri" w:cs="Calibri"/>
                <w:noProof/>
                <w:sz w:val="22"/>
                <w:szCs w:val="22"/>
                <w:lang w:val="ro-RO"/>
              </w:rPr>
              <w:t>:</w:t>
            </w:r>
          </w:p>
          <w:p w14:paraId="456E03B3" w14:textId="77777777" w:rsidR="008B0417"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8.1 Studii medii/superioare în domeniul agricol/veterinar/economie agrară;</w:t>
            </w:r>
          </w:p>
          <w:p w14:paraId="2890CFC8" w14:textId="77777777" w:rsidR="008B0417"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 xml:space="preserve">- diplomă de absolvire studii superioare în domeniul agricol </w:t>
            </w:r>
          </w:p>
          <w:p w14:paraId="567FF8C2" w14:textId="77777777" w:rsidR="008B0417" w:rsidRPr="00E67132" w:rsidRDefault="008B0417" w:rsidP="00F02EF3">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sau </w:t>
            </w:r>
          </w:p>
          <w:p w14:paraId="067700CC" w14:textId="77777777" w:rsidR="00E924DC"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 diplomă de absolvire  studii postliceale sau liceale în domeniul agricol;</w:t>
            </w:r>
          </w:p>
          <w:p w14:paraId="1E664F2E" w14:textId="77777777" w:rsidR="008B0417"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 xml:space="preserve"> Sau</w:t>
            </w:r>
          </w:p>
          <w:p w14:paraId="55F84C9C" w14:textId="77777777" w:rsidR="008B0417" w:rsidRPr="00E67132" w:rsidRDefault="008B0417" w:rsidP="00F02EF3">
            <w:pPr>
              <w:overflowPunct w:val="0"/>
              <w:autoSpaceDE w:val="0"/>
              <w:autoSpaceDN w:val="0"/>
              <w:adjustRightInd w:val="0"/>
              <w:jc w:val="both"/>
              <w:textAlignment w:val="baseline"/>
              <w:rPr>
                <w:rFonts w:ascii="Calibri" w:hAnsi="Calibri" w:cs="Calibri"/>
                <w:noProof/>
                <w:lang w:val="ro-RO"/>
              </w:rPr>
            </w:pPr>
            <w:r w:rsidRPr="00E67132">
              <w:rPr>
                <w:rFonts w:ascii="Calibri" w:eastAsia="Calibri" w:hAnsi="Calibri" w:cs="Calibri"/>
                <w:noProof/>
                <w:lang w:val="ro-RO"/>
              </w:rPr>
              <w:t>8.2  Certificat de calificare profesională care atestă urmarea unui curs de calificare în domeniul agricol, agro-alimentar, veterinar sau economie agrară de cel puţin Nivel 1 de calificare profesională, conform legislaţiei aplicabile la momentul acordării certificatului;</w:t>
            </w:r>
          </w:p>
          <w:p w14:paraId="319FDFA7" w14:textId="77777777" w:rsidR="00023EF8" w:rsidRPr="00E67132" w:rsidRDefault="008B0417" w:rsidP="00F02EF3">
            <w:pPr>
              <w:autoSpaceDE w:val="0"/>
              <w:autoSpaceDN w:val="0"/>
              <w:adjustRightInd w:val="0"/>
              <w:jc w:val="both"/>
              <w:rPr>
                <w:rFonts w:ascii="Calibri" w:hAnsi="Calibri" w:cs="Calibri"/>
                <w:noProof/>
                <w:sz w:val="22"/>
                <w:szCs w:val="22"/>
                <w:lang w:val="ro-RO"/>
              </w:rPr>
            </w:pPr>
            <w:r w:rsidRPr="00E67132">
              <w:rPr>
                <w:rFonts w:ascii="Calibri" w:hAnsi="Calibri" w:cs="Calibri"/>
                <w:bCs/>
                <w:noProof/>
                <w:sz w:val="22"/>
                <w:szCs w:val="22"/>
                <w:lang w:val="ro-RO" w:eastAsia="fr-FR"/>
              </w:rPr>
              <w:t>8.3.a competențe</w:t>
            </w:r>
            <w:r w:rsidRPr="00E67132">
              <w:rPr>
                <w:rFonts w:ascii="Calibri" w:hAnsi="Calibri" w:cs="Calibri"/>
                <w:noProof/>
                <w:sz w:val="22"/>
                <w:szCs w:val="22"/>
                <w:lang w:val="ro-RO"/>
              </w:rPr>
              <w:t xml:space="preserve"> în domeniul agricol/ veterinar/ sau economie agrară dobândite prin participarea la programe de inițiere/instruire/specializare</w:t>
            </w: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 xml:space="preserve">care nu necesită un document eliberat de formatorii recunoscuţi de către ANC şi presupune un număr de ore sub numărul de ore aferent Nivelului I de calificare profesională </w:t>
            </w:r>
            <w:r w:rsidRPr="00E67132">
              <w:rPr>
                <w:rFonts w:cs="Calibri"/>
                <w:noProof/>
                <w:lang w:val="ro-RO"/>
              </w:rPr>
              <w:t>(</w:t>
            </w:r>
            <w:r w:rsidRPr="00E67132">
              <w:rPr>
                <w:rFonts w:ascii="Calibri" w:hAnsi="Calibri" w:cs="Calibri"/>
                <w:noProof/>
                <w:sz w:val="22"/>
                <w:szCs w:val="22"/>
                <w:lang w:val="ro-RO"/>
              </w:rPr>
              <w:t>Nivelul I de calificare presupune 360 de ore de curs pentru cei care au urmat cursuri până la 1 ianuarie 2016, şi 80 de ore de curs pentru cei care au urmat cursuri după 1 ianuarie 2016) competențele în domeniile menționate vor fi dovedite prin prezentarea certificatului/diplomei/atestatului de absolvire a cursului sau a unui document echivalent acestora/ adeverință de absolvire a cursului (se acceptă inclusiv certificat de calificare/adeverinţă de absolvire ANCA)</w:t>
            </w:r>
            <w:r w:rsidR="00E924DC" w:rsidRPr="00E67132">
              <w:rPr>
                <w:rFonts w:ascii="Arial" w:eastAsia="SimSun" w:hAnsi="Arial" w:cs="Arial"/>
                <w:noProof/>
                <w:sz w:val="22"/>
                <w:szCs w:val="22"/>
                <w:lang w:val="ro-RO" w:eastAsia="ro-RO"/>
              </w:rPr>
              <w:t xml:space="preserve"> </w:t>
            </w:r>
            <w:r w:rsidR="003F177D" w:rsidRPr="00E67132">
              <w:rPr>
                <w:rFonts w:ascii="Calibri" w:eastAsia="SimSun" w:hAnsi="Calibri" w:cs="Calibri"/>
                <w:noProof/>
                <w:sz w:val="22"/>
                <w:szCs w:val="22"/>
                <w:lang w:val="ro-RO" w:eastAsia="ro-RO"/>
              </w:rPr>
              <w:t>In cazul în care, la depunerea Cererii</w:t>
            </w:r>
            <w:r w:rsidR="00E924DC" w:rsidRPr="00E67132">
              <w:rPr>
                <w:rFonts w:ascii="Calibri" w:eastAsia="SimSun" w:hAnsi="Calibri" w:cs="Calibri"/>
                <w:noProof/>
                <w:sz w:val="22"/>
                <w:szCs w:val="22"/>
                <w:lang w:val="ro-RO" w:eastAsia="ro-RO"/>
              </w:rPr>
              <w:t xml:space="preserve"> </w:t>
            </w:r>
            <w:r w:rsidR="003F177D" w:rsidRPr="00E67132">
              <w:rPr>
                <w:rFonts w:ascii="Calibri" w:eastAsia="SimSun" w:hAnsi="Calibri" w:cs="Calibri"/>
                <w:noProof/>
                <w:sz w:val="22"/>
                <w:szCs w:val="22"/>
                <w:lang w:val="ro-RO" w:eastAsia="ro-RO"/>
              </w:rPr>
              <w:t>de Finanțare nu este emis documentul de absolvire a cursului</w:t>
            </w:r>
            <w:r w:rsidR="00CD2312" w:rsidRPr="00E67132">
              <w:rPr>
                <w:rFonts w:ascii="Calibri" w:eastAsia="SimSun" w:hAnsi="Calibri" w:cs="Calibri"/>
                <w:noProof/>
                <w:sz w:val="22"/>
                <w:szCs w:val="22"/>
                <w:lang w:val="ro-RO" w:eastAsia="ro-RO"/>
              </w:rPr>
              <w:t xml:space="preserve"> de iniţiere/instruire/specializare</w:t>
            </w:r>
            <w:r w:rsidR="003F177D" w:rsidRPr="00E67132">
              <w:rPr>
                <w:rFonts w:ascii="Calibri" w:eastAsia="SimSun" w:hAnsi="Calibri" w:cs="Calibri"/>
                <w:noProof/>
                <w:sz w:val="22"/>
                <w:szCs w:val="22"/>
                <w:lang w:val="ro-RO" w:eastAsia="ro-RO"/>
              </w:rPr>
              <w:t>, va fi acceptată</w:t>
            </w:r>
            <w:r w:rsidR="00E924DC" w:rsidRPr="00E67132">
              <w:rPr>
                <w:rFonts w:ascii="Calibri" w:eastAsia="SimSun" w:hAnsi="Calibri" w:cs="Calibri"/>
                <w:noProof/>
                <w:sz w:val="22"/>
                <w:szCs w:val="22"/>
                <w:lang w:val="ro-RO" w:eastAsia="ro-RO"/>
              </w:rPr>
              <w:t xml:space="preserve"> </w:t>
            </w:r>
            <w:r w:rsidR="003F177D" w:rsidRPr="00E67132">
              <w:rPr>
                <w:rFonts w:ascii="Calibri" w:eastAsia="SimSun" w:hAnsi="Calibri" w:cs="Calibri"/>
                <w:noProof/>
                <w:sz w:val="22"/>
                <w:szCs w:val="22"/>
                <w:lang w:val="ro-RO" w:eastAsia="ro-RO"/>
              </w:rPr>
              <w:t xml:space="preserve">adeverința de absolvire a cursului </w:t>
            </w:r>
            <w:r w:rsidR="003F177D" w:rsidRPr="00E67132">
              <w:rPr>
                <w:rFonts w:ascii="Calibri" w:eastAsia="SimSun" w:hAnsi="Calibri" w:cs="Calibri"/>
                <w:b/>
                <w:bCs/>
                <w:noProof/>
                <w:sz w:val="22"/>
                <w:szCs w:val="22"/>
                <w:lang w:val="ro-RO" w:eastAsia="ro-RO"/>
              </w:rPr>
              <w:t>sub condiţia prezentării certificatului/</w:t>
            </w:r>
            <w:r w:rsidR="00E924DC" w:rsidRPr="00E67132">
              <w:rPr>
                <w:rFonts w:ascii="Calibri" w:eastAsia="SimSun" w:hAnsi="Calibri" w:cs="Calibri"/>
                <w:b/>
                <w:bCs/>
                <w:noProof/>
                <w:sz w:val="22"/>
                <w:szCs w:val="22"/>
                <w:lang w:val="ro-RO" w:eastAsia="ro-RO"/>
              </w:rPr>
              <w:t xml:space="preserve"> </w:t>
            </w:r>
            <w:r w:rsidR="003F177D" w:rsidRPr="00E67132">
              <w:rPr>
                <w:rFonts w:ascii="Calibri" w:eastAsia="SimSun" w:hAnsi="Calibri" w:cs="Calibri"/>
                <w:b/>
                <w:bCs/>
                <w:noProof/>
                <w:sz w:val="22"/>
                <w:szCs w:val="22"/>
                <w:lang w:val="ro-RO" w:eastAsia="ro-RO"/>
              </w:rPr>
              <w:t>diplomei/ atestatului de absolvire a cursului sau a unui document</w:t>
            </w:r>
            <w:r w:rsidR="00BC0471" w:rsidRPr="00E67132">
              <w:rPr>
                <w:rFonts w:ascii="Calibri" w:eastAsia="SimSun" w:hAnsi="Calibri" w:cs="Calibri"/>
                <w:b/>
                <w:bCs/>
                <w:noProof/>
                <w:sz w:val="22"/>
                <w:szCs w:val="22"/>
                <w:lang w:val="ro-RO" w:eastAsia="ro-RO"/>
              </w:rPr>
              <w:t xml:space="preserve"> </w:t>
            </w:r>
            <w:r w:rsidR="003F177D" w:rsidRPr="00E67132">
              <w:rPr>
                <w:rFonts w:ascii="Calibri" w:eastAsia="SimSun" w:hAnsi="Calibri" w:cs="Calibri"/>
                <w:b/>
                <w:bCs/>
                <w:noProof/>
                <w:sz w:val="22"/>
                <w:szCs w:val="22"/>
                <w:lang w:val="ro-RO" w:eastAsia="ro-RO"/>
              </w:rPr>
              <w:t>echivalent acestora în original pentru acordarea celei de-a doua tranş</w:t>
            </w:r>
            <w:r w:rsidR="00E924DC" w:rsidRPr="00E67132">
              <w:rPr>
                <w:rFonts w:ascii="Calibri" w:eastAsia="SimSun" w:hAnsi="Calibri" w:cs="Calibri"/>
                <w:b/>
                <w:bCs/>
                <w:noProof/>
                <w:sz w:val="22"/>
                <w:szCs w:val="22"/>
                <w:lang w:val="ro-RO" w:eastAsia="ro-RO"/>
              </w:rPr>
              <w:t>ă</w:t>
            </w:r>
            <w:r w:rsidR="003F177D" w:rsidRPr="00E67132">
              <w:rPr>
                <w:rFonts w:ascii="Calibri" w:eastAsia="SimSun" w:hAnsi="Calibri" w:cs="Calibri"/>
                <w:b/>
                <w:bCs/>
                <w:noProof/>
                <w:sz w:val="22"/>
                <w:szCs w:val="22"/>
                <w:lang w:val="ro-RO" w:eastAsia="ro-RO"/>
              </w:rPr>
              <w:t xml:space="preserve"> de</w:t>
            </w:r>
            <w:r w:rsidR="00E924DC" w:rsidRPr="00E67132">
              <w:rPr>
                <w:rFonts w:ascii="Calibri" w:eastAsia="SimSun" w:hAnsi="Calibri" w:cs="Calibri"/>
                <w:b/>
                <w:bCs/>
                <w:noProof/>
                <w:sz w:val="22"/>
                <w:szCs w:val="22"/>
                <w:lang w:val="ro-RO" w:eastAsia="ro-RO"/>
              </w:rPr>
              <w:t xml:space="preserve"> sprijin</w:t>
            </w:r>
          </w:p>
          <w:p w14:paraId="5D53E17C" w14:textId="77777777" w:rsidR="00023EF8" w:rsidRPr="00E67132" w:rsidRDefault="008B0417" w:rsidP="00F02EF3">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sau</w:t>
            </w:r>
          </w:p>
          <w:p w14:paraId="75FE2763" w14:textId="77777777" w:rsidR="00E924DC" w:rsidRPr="00E67132" w:rsidRDefault="008B0417" w:rsidP="00F02EF3">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b/>
                <w:noProof/>
                <w:sz w:val="22"/>
                <w:szCs w:val="22"/>
                <w:lang w:val="ro-RO"/>
              </w:rPr>
              <w:t xml:space="preserve"> </w:t>
            </w:r>
            <w:r w:rsidRPr="00E67132">
              <w:rPr>
                <w:rFonts w:ascii="Calibri" w:hAnsi="Calibri" w:cs="Calibri"/>
                <w:noProof/>
                <w:sz w:val="22"/>
                <w:szCs w:val="22"/>
                <w:lang w:val="ro-RO"/>
              </w:rPr>
              <w:t>8.3.b recunoaşterea de către un centru de evaluare si certificare a competențelor profesionale obținute pe alte căi decât cele formale autorizat ANC a competenţelor dobândite ca urmare a experienţei profesionale;</w:t>
            </w:r>
          </w:p>
          <w:p w14:paraId="3239FCE6" w14:textId="77777777" w:rsidR="00E924DC" w:rsidRPr="00E67132" w:rsidRDefault="008B0417" w:rsidP="00F02EF3">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sau</w:t>
            </w:r>
          </w:p>
          <w:p w14:paraId="75A7C7D0" w14:textId="77777777" w:rsidR="008B0417" w:rsidRPr="00E67132" w:rsidRDefault="008B0417" w:rsidP="00F02EF3">
            <w:pPr>
              <w:overflowPunct w:val="0"/>
              <w:autoSpaceDE w:val="0"/>
              <w:autoSpaceDN w:val="0"/>
              <w:adjustRightInd w:val="0"/>
              <w:jc w:val="both"/>
              <w:textAlignment w:val="baseline"/>
              <w:rPr>
                <w:rFonts w:ascii="Calibri" w:hAnsi="Calibri" w:cs="Calibri"/>
                <w:b/>
                <w:noProof/>
                <w:sz w:val="22"/>
                <w:szCs w:val="22"/>
                <w:lang w:val="ro-RO"/>
              </w:rPr>
            </w:pPr>
            <w:r w:rsidRPr="00E67132">
              <w:rPr>
                <w:rFonts w:ascii="Calibri" w:hAnsi="Calibri" w:cs="Calibri"/>
                <w:noProof/>
                <w:sz w:val="22"/>
                <w:szCs w:val="22"/>
                <w:lang w:val="ro-RO"/>
              </w:rPr>
              <w:t xml:space="preserve">8.4 angajamentul de a dobândi competențele profesionale adecvate într-o perioadă de grație de maximum 33 de luni de la data adoptării deciziei individuale de acordare a ajutorului. </w:t>
            </w:r>
          </w:p>
          <w:p w14:paraId="40A9629C" w14:textId="77777777" w:rsidR="008B0417" w:rsidRPr="00E67132" w:rsidRDefault="008B0417" w:rsidP="00F02EF3">
            <w:pPr>
              <w:overflowPunct w:val="0"/>
              <w:autoSpaceDE w:val="0"/>
              <w:autoSpaceDN w:val="0"/>
              <w:adjustRightInd w:val="0"/>
              <w:jc w:val="both"/>
              <w:textAlignment w:val="baseline"/>
              <w:rPr>
                <w:rFonts w:ascii="Calibri" w:hAnsi="Calibri" w:cs="Calibri"/>
                <w:i/>
                <w:noProof/>
                <w:sz w:val="22"/>
                <w:szCs w:val="22"/>
                <w:lang w:val="ro-RO"/>
              </w:rPr>
            </w:pPr>
            <w:r w:rsidRPr="00E67132">
              <w:rPr>
                <w:rFonts w:ascii="Calibri" w:hAnsi="Calibri" w:cs="Calibri"/>
                <w:i/>
                <w:noProof/>
                <w:sz w:val="22"/>
                <w:szCs w:val="22"/>
                <w:lang w:val="ro-RO"/>
              </w:rPr>
              <w:t>În cazul în care solicitantul nu poate prezenta diploma în original. Poate fi acceptată o adeverinţă de absolvire a studiilor respective, însoţită de situația școlară disponibilă, sub condiţia prezentării diplomei în original pentru acordarea celei de-a doua tranşe de sprijin.</w:t>
            </w:r>
          </w:p>
        </w:tc>
        <w:tc>
          <w:tcPr>
            <w:tcW w:w="654" w:type="pct"/>
          </w:tcPr>
          <w:p w14:paraId="3D38D1D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7D5FBE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72E3AA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38D72D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47C395D"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p w14:paraId="4CB17DA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02E337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779B7E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391A21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5041F8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A3A495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91CA3E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ACA086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3B1259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DFB16D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4A76CC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603E24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E0BD60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71E41B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ECB5F9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B1F35D1"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7606679"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847F7BE"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BF7E7F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08A2A6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F894BB8"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12AA250" w14:textId="264462DB" w:rsidR="008B0417"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891336B" w14:textId="77777777" w:rsidR="00CB52F0" w:rsidRPr="00E67132" w:rsidRDefault="00CB52F0"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65B225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1410EF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7E8E044" w14:textId="77777777" w:rsidR="008B0417" w:rsidRPr="00E67132" w:rsidRDefault="008B0417" w:rsidP="008B0417">
            <w:pPr>
              <w:overflowPunct w:val="0"/>
              <w:autoSpaceDE w:val="0"/>
              <w:autoSpaceDN w:val="0"/>
              <w:adjustRightInd w:val="0"/>
              <w:textAlignment w:val="baseline"/>
              <w:rPr>
                <w:rFonts w:ascii="Calibri" w:hAnsi="Calibri" w:cs="Calibri"/>
                <w:bCs/>
                <w:noProof/>
                <w:sz w:val="22"/>
                <w:szCs w:val="22"/>
                <w:lang w:val="ro-RO" w:eastAsia="fr-FR"/>
              </w:rPr>
            </w:pPr>
          </w:p>
          <w:p w14:paraId="3BF0812C" w14:textId="6BE898DD" w:rsidR="00E924DC" w:rsidRDefault="00E924DC" w:rsidP="008B0417">
            <w:pPr>
              <w:overflowPunct w:val="0"/>
              <w:autoSpaceDE w:val="0"/>
              <w:autoSpaceDN w:val="0"/>
              <w:adjustRightInd w:val="0"/>
              <w:textAlignment w:val="baseline"/>
              <w:rPr>
                <w:rFonts w:ascii="Calibri" w:hAnsi="Calibri" w:cs="Calibri"/>
                <w:bCs/>
                <w:noProof/>
                <w:sz w:val="22"/>
                <w:szCs w:val="22"/>
                <w:lang w:val="ro-RO" w:eastAsia="fr-FR"/>
              </w:rPr>
            </w:pPr>
          </w:p>
          <w:p w14:paraId="553D4494" w14:textId="77777777" w:rsidR="00CB52F0" w:rsidRPr="00E67132" w:rsidRDefault="00CB52F0" w:rsidP="008B0417">
            <w:pPr>
              <w:overflowPunct w:val="0"/>
              <w:autoSpaceDE w:val="0"/>
              <w:autoSpaceDN w:val="0"/>
              <w:adjustRightInd w:val="0"/>
              <w:textAlignment w:val="baseline"/>
              <w:rPr>
                <w:rFonts w:ascii="Calibri" w:hAnsi="Calibri" w:cs="Calibri"/>
                <w:bCs/>
                <w:noProof/>
                <w:sz w:val="22"/>
                <w:szCs w:val="22"/>
                <w:lang w:val="ro-RO" w:eastAsia="fr-FR"/>
              </w:rPr>
            </w:pPr>
          </w:p>
          <w:p w14:paraId="14984130" w14:textId="77777777" w:rsidR="00E924DC" w:rsidRPr="00E67132" w:rsidRDefault="00E924DC" w:rsidP="008B0417">
            <w:pPr>
              <w:overflowPunct w:val="0"/>
              <w:autoSpaceDE w:val="0"/>
              <w:autoSpaceDN w:val="0"/>
              <w:adjustRightInd w:val="0"/>
              <w:textAlignment w:val="baseline"/>
              <w:rPr>
                <w:rFonts w:ascii="Calibri" w:hAnsi="Calibri" w:cs="Calibri"/>
                <w:bCs/>
                <w:noProof/>
                <w:sz w:val="22"/>
                <w:szCs w:val="22"/>
                <w:lang w:val="ro-RO" w:eastAsia="fr-FR"/>
              </w:rPr>
            </w:pPr>
          </w:p>
          <w:p w14:paraId="30099DD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BF9EF70"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E6398D1"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DEA70F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5FC111C"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229628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8B57230"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3EA8E88" w14:textId="77777777" w:rsidR="00E924DC" w:rsidRPr="00E67132" w:rsidRDefault="00E924DC" w:rsidP="00E924DC">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86AAAE2"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1F2A71C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A5B925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609220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76ABF3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536203C"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p w14:paraId="287F585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86BEFF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FE0EC8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2DFF50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4C7E78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40A2C0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547669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F37F0F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025325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E08127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06B8115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E7DA60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557EEBB" w14:textId="77777777" w:rsidR="008B0417" w:rsidRPr="00E67132" w:rsidRDefault="008B0417" w:rsidP="008B0417">
            <w:pPr>
              <w:overflowPunct w:val="0"/>
              <w:autoSpaceDE w:val="0"/>
              <w:autoSpaceDN w:val="0"/>
              <w:adjustRightInd w:val="0"/>
              <w:spacing w:after="240"/>
              <w:jc w:val="center"/>
              <w:textAlignment w:val="baseline"/>
              <w:rPr>
                <w:rFonts w:ascii="Calibri" w:hAnsi="Calibri" w:cs="Calibri"/>
                <w:noProof/>
                <w:sz w:val="22"/>
                <w:szCs w:val="22"/>
                <w:lang w:val="ro-RO"/>
              </w:rPr>
            </w:pPr>
          </w:p>
          <w:p w14:paraId="696E43A3" w14:textId="77777777" w:rsidR="008B0417" w:rsidRPr="00E67132" w:rsidRDefault="008B0417" w:rsidP="008B0417">
            <w:pPr>
              <w:overflowPunct w:val="0"/>
              <w:autoSpaceDE w:val="0"/>
              <w:autoSpaceDN w:val="0"/>
              <w:adjustRightInd w:val="0"/>
              <w:spacing w:after="240"/>
              <w:jc w:val="center"/>
              <w:textAlignment w:val="baseline"/>
              <w:rPr>
                <w:rFonts w:ascii="Calibri" w:hAnsi="Calibri" w:cs="Calibri"/>
                <w:noProof/>
                <w:sz w:val="22"/>
                <w:szCs w:val="22"/>
                <w:lang w:val="ro-RO"/>
              </w:rPr>
            </w:pPr>
          </w:p>
          <w:p w14:paraId="4625BDE6" w14:textId="77777777" w:rsidR="008B0417" w:rsidRPr="00E67132" w:rsidRDefault="008B0417" w:rsidP="008B0417">
            <w:pPr>
              <w:overflowPunct w:val="0"/>
              <w:autoSpaceDE w:val="0"/>
              <w:autoSpaceDN w:val="0"/>
              <w:adjustRightInd w:val="0"/>
              <w:spacing w:after="240"/>
              <w:jc w:val="center"/>
              <w:textAlignment w:val="baseline"/>
              <w:rPr>
                <w:rFonts w:ascii="Calibri" w:hAnsi="Calibri" w:cs="Calibri"/>
                <w:noProof/>
                <w:sz w:val="22"/>
                <w:szCs w:val="22"/>
                <w:lang w:val="ro-RO"/>
              </w:rPr>
            </w:pPr>
          </w:p>
          <w:p w14:paraId="30F2F9C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465C76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F9F680C"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1678607" w14:textId="77777777" w:rsidR="008B0417" w:rsidRPr="00E67132" w:rsidRDefault="008B0417" w:rsidP="008B0417">
            <w:pPr>
              <w:overflowPunct w:val="0"/>
              <w:autoSpaceDE w:val="0"/>
              <w:autoSpaceDN w:val="0"/>
              <w:adjustRightInd w:val="0"/>
              <w:textAlignment w:val="baseline"/>
              <w:rPr>
                <w:rFonts w:ascii="Calibri" w:hAnsi="Calibri" w:cs="Calibri"/>
                <w:bCs/>
                <w:noProof/>
                <w:sz w:val="22"/>
                <w:szCs w:val="22"/>
                <w:lang w:val="ro-RO" w:eastAsia="fr-FR"/>
              </w:rPr>
            </w:pPr>
          </w:p>
          <w:p w14:paraId="1B8D832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A6544F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A13A2E0" w14:textId="77777777" w:rsidR="008B0417" w:rsidRPr="00E67132" w:rsidRDefault="008B0417" w:rsidP="008B0417">
            <w:pPr>
              <w:overflowPunct w:val="0"/>
              <w:autoSpaceDE w:val="0"/>
              <w:autoSpaceDN w:val="0"/>
              <w:adjustRightInd w:val="0"/>
              <w:textAlignment w:val="baseline"/>
              <w:rPr>
                <w:rFonts w:ascii="Calibri" w:hAnsi="Calibri" w:cs="Calibri"/>
                <w:bCs/>
                <w:noProof/>
                <w:sz w:val="22"/>
                <w:szCs w:val="22"/>
                <w:lang w:val="ro-RO" w:eastAsia="fr-FR"/>
              </w:rPr>
            </w:pPr>
          </w:p>
          <w:p w14:paraId="0E5C61D7"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9222F41"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F7B824A" w14:textId="77777777" w:rsidR="005B0F2E" w:rsidRPr="00E67132" w:rsidRDefault="005B0F2E"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0423B22" w14:textId="77777777" w:rsidR="005B0F2E" w:rsidRPr="00E67132" w:rsidRDefault="005B0F2E"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7E350B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69C02EC"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A290966"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35A7D0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17B2964"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CEFD5D8"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7EB8454" w14:textId="7148171F" w:rsidR="00E924DC"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DEC6D83" w14:textId="77777777" w:rsidR="00E924DC" w:rsidRPr="00E67132" w:rsidRDefault="00E924DC" w:rsidP="00E924DC">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232395E"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BCFB1E1"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9E7B96A"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9C0E596" w14:textId="77777777" w:rsidR="00023EF8" w:rsidRPr="00E67132" w:rsidRDefault="00023EF8" w:rsidP="00B82EBD">
            <w:pPr>
              <w:overflowPunct w:val="0"/>
              <w:autoSpaceDE w:val="0"/>
              <w:autoSpaceDN w:val="0"/>
              <w:adjustRightInd w:val="0"/>
              <w:textAlignment w:val="baseline"/>
              <w:rPr>
                <w:rFonts w:ascii="Calibri" w:hAnsi="Calibri" w:cs="Calibri"/>
                <w:noProof/>
                <w:sz w:val="22"/>
                <w:szCs w:val="22"/>
                <w:lang w:val="ro-RO"/>
              </w:rPr>
            </w:pPr>
          </w:p>
        </w:tc>
        <w:tc>
          <w:tcPr>
            <w:tcW w:w="374" w:type="pct"/>
          </w:tcPr>
          <w:p w14:paraId="4834694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DB8CFE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60D4A8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6F0126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2FFB816"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p w14:paraId="374611B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62163C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9FDB72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5679E7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3382D6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D31A16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409CAF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6BCBBA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177BFA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9FF1B5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AC7C31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C95799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D6777E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56F495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95D241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53F250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27C7C1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CB19CE8"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4DD313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4B703D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C1C4E8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4FCE2E4"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498FC7F"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8285039"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D9A58D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54E6062" w14:textId="77777777" w:rsidR="008B0417" w:rsidRPr="00E67132" w:rsidRDefault="008B0417" w:rsidP="008B0417">
            <w:pPr>
              <w:overflowPunct w:val="0"/>
              <w:autoSpaceDE w:val="0"/>
              <w:autoSpaceDN w:val="0"/>
              <w:adjustRightInd w:val="0"/>
              <w:textAlignment w:val="baseline"/>
              <w:rPr>
                <w:rFonts w:ascii="Calibri" w:hAnsi="Calibri" w:cs="Calibri"/>
                <w:bCs/>
                <w:noProof/>
                <w:sz w:val="22"/>
                <w:szCs w:val="22"/>
                <w:lang w:val="ro-RO" w:eastAsia="fr-FR"/>
              </w:rPr>
            </w:pPr>
          </w:p>
          <w:p w14:paraId="7AD45F3F" w14:textId="2F4172C6" w:rsidR="00E924DC" w:rsidRDefault="00E924DC" w:rsidP="008B0417">
            <w:pPr>
              <w:overflowPunct w:val="0"/>
              <w:autoSpaceDE w:val="0"/>
              <w:autoSpaceDN w:val="0"/>
              <w:adjustRightInd w:val="0"/>
              <w:textAlignment w:val="baseline"/>
              <w:rPr>
                <w:rFonts w:ascii="Calibri" w:hAnsi="Calibri" w:cs="Calibri"/>
                <w:bCs/>
                <w:noProof/>
                <w:sz w:val="22"/>
                <w:szCs w:val="22"/>
                <w:lang w:val="ro-RO" w:eastAsia="fr-FR"/>
              </w:rPr>
            </w:pPr>
          </w:p>
          <w:p w14:paraId="7CDCEEB7" w14:textId="77777777" w:rsidR="00CB52F0" w:rsidRPr="00E67132" w:rsidRDefault="00CB52F0" w:rsidP="008B0417">
            <w:pPr>
              <w:overflowPunct w:val="0"/>
              <w:autoSpaceDE w:val="0"/>
              <w:autoSpaceDN w:val="0"/>
              <w:adjustRightInd w:val="0"/>
              <w:textAlignment w:val="baseline"/>
              <w:rPr>
                <w:rFonts w:ascii="Calibri" w:hAnsi="Calibri" w:cs="Calibri"/>
                <w:bCs/>
                <w:noProof/>
                <w:sz w:val="22"/>
                <w:szCs w:val="22"/>
                <w:lang w:val="ro-RO" w:eastAsia="fr-FR"/>
              </w:rPr>
            </w:pPr>
          </w:p>
          <w:p w14:paraId="4056F750" w14:textId="77777777" w:rsidR="00E924DC" w:rsidRPr="00E67132" w:rsidRDefault="00E924DC" w:rsidP="008B0417">
            <w:pPr>
              <w:overflowPunct w:val="0"/>
              <w:autoSpaceDE w:val="0"/>
              <w:autoSpaceDN w:val="0"/>
              <w:adjustRightInd w:val="0"/>
              <w:textAlignment w:val="baseline"/>
              <w:rPr>
                <w:rFonts w:ascii="Calibri" w:hAnsi="Calibri" w:cs="Calibri"/>
                <w:bCs/>
                <w:noProof/>
                <w:sz w:val="22"/>
                <w:szCs w:val="22"/>
                <w:lang w:val="ro-RO" w:eastAsia="fr-FR"/>
              </w:rPr>
            </w:pPr>
          </w:p>
          <w:p w14:paraId="635A829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251B6F9"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3E5448D"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D83A3BE"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E2DBE03"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BDF5B0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2B3B82A"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3AD0C16" w14:textId="77777777" w:rsidR="00E924DC" w:rsidRPr="00E67132" w:rsidRDefault="00E924DC" w:rsidP="00E924DC">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0B55FE4"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92C74A2"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9835DA4"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6FAC40E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E42E67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78F2EB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B007FD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D34647F"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p w14:paraId="7E00215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60D0D0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DBAC04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070519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FF7053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28FF66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7EBDA8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E2C41F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2EB8C6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176260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C9CE55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A17AA9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8F8A7F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651912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239F21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4081D71"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65E326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6C11FD1"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9EE72C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BB75FE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4E68EDC"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C037061"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AFB06A4"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9FC3956"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C3046C7" w14:textId="77777777" w:rsidR="008B0417" w:rsidRPr="00E67132" w:rsidRDefault="008B0417" w:rsidP="008B0417">
            <w:pPr>
              <w:overflowPunct w:val="0"/>
              <w:autoSpaceDE w:val="0"/>
              <w:autoSpaceDN w:val="0"/>
              <w:adjustRightInd w:val="0"/>
              <w:textAlignment w:val="baseline"/>
              <w:rPr>
                <w:rFonts w:ascii="Calibri" w:hAnsi="Calibri" w:cs="Calibri"/>
                <w:bCs/>
                <w:noProof/>
                <w:sz w:val="22"/>
                <w:szCs w:val="22"/>
                <w:lang w:val="ro-RO" w:eastAsia="fr-FR"/>
              </w:rPr>
            </w:pPr>
          </w:p>
          <w:p w14:paraId="5317FA6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9EF16C1"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448C287"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65B9BC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373AF87"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821BB84"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12378F8"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8E4768B"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FA49207"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783128C" w14:textId="1179BE87" w:rsidR="00E924DC"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68EEE01" w14:textId="77777777" w:rsidR="00CB52F0" w:rsidRPr="00E67132" w:rsidRDefault="00CB52F0" w:rsidP="008B0417">
            <w:pPr>
              <w:overflowPunct w:val="0"/>
              <w:autoSpaceDE w:val="0"/>
              <w:autoSpaceDN w:val="0"/>
              <w:adjustRightInd w:val="0"/>
              <w:jc w:val="center"/>
              <w:textAlignment w:val="baseline"/>
              <w:rPr>
                <w:rFonts w:ascii="Calibri" w:hAnsi="Calibri" w:cs="Calibri"/>
                <w:bCs/>
                <w:noProof/>
                <w:sz w:val="22"/>
                <w:szCs w:val="22"/>
                <w:lang w:val="ro-RO" w:eastAsia="fr-FR"/>
              </w:rPr>
            </w:pPr>
            <w:bookmarkStart w:id="2" w:name="_GoBack"/>
            <w:bookmarkEnd w:id="2"/>
          </w:p>
          <w:p w14:paraId="2A6B7661" w14:textId="77777777" w:rsidR="00E924DC" w:rsidRPr="00E67132" w:rsidRDefault="00E924DC" w:rsidP="00E924DC">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7A921D4" w14:textId="77777777" w:rsidR="00E924DC" w:rsidRPr="00E67132" w:rsidRDefault="00E924DC"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7BD1F306" w14:textId="77777777" w:rsidTr="00A033B7">
        <w:tc>
          <w:tcPr>
            <w:tcW w:w="2893" w:type="pct"/>
          </w:tcPr>
          <w:p w14:paraId="0FFDED40"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I  În cazul solicitanţilor care nu au studii medii/superioare, aceştia prezintă diploma de absolvire a minim 8 clase</w:t>
            </w:r>
            <w:r w:rsidRPr="00E67132">
              <w:rPr>
                <w:rFonts w:ascii="Calibri" w:hAnsi="Calibri" w:cs="Calibri"/>
                <w:b/>
                <w:bCs/>
                <w:noProof/>
                <w:sz w:val="22"/>
                <w:szCs w:val="22"/>
                <w:lang w:val="ro-RO" w:eastAsia="fr-FR"/>
              </w:rPr>
              <w:t xml:space="preserve"> </w:t>
            </w:r>
            <w:r w:rsidRPr="00E67132">
              <w:rPr>
                <w:rFonts w:ascii="Calibri" w:hAnsi="Calibri" w:cs="Calibri"/>
                <w:b/>
                <w:noProof/>
                <w:sz w:val="22"/>
                <w:szCs w:val="22"/>
                <w:lang w:val="ro-RO"/>
              </w:rPr>
              <w:t>(inclusiv suplimentul descriptiv al certificatelor de formare profesională atestate ANC care cuprind această informaţie)</w:t>
            </w:r>
            <w:r w:rsidRPr="00E67132">
              <w:rPr>
                <w:rFonts w:ascii="Calibri" w:hAnsi="Calibri" w:cs="Calibri"/>
                <w:bCs/>
                <w:noProof/>
                <w:sz w:val="22"/>
                <w:szCs w:val="22"/>
                <w:lang w:val="ro-RO" w:eastAsia="fr-FR"/>
              </w:rPr>
              <w:t>.</w:t>
            </w:r>
            <w:r w:rsidRPr="00E67132">
              <w:rPr>
                <w:rFonts w:ascii="Calibri" w:hAnsi="Calibri" w:cs="Calibri"/>
                <w:noProof/>
                <w:sz w:val="22"/>
                <w:szCs w:val="22"/>
                <w:lang w:val="ro-RO"/>
              </w:rPr>
              <w:t xml:space="preserve"> </w:t>
            </w:r>
          </w:p>
          <w:p w14:paraId="1B835C4F"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 xml:space="preserve">II Pentru demonstrarea criteriului de selecţie privind formarea profesională care conferă un nivel de calificare superior nivelului minim obligatoriu solicitat, se va prezenta </w:t>
            </w:r>
            <w:r w:rsidRPr="00E67132">
              <w:rPr>
                <w:rFonts w:ascii="Calibri" w:hAnsi="Calibri" w:cs="Calibri"/>
                <w:noProof/>
                <w:sz w:val="22"/>
                <w:szCs w:val="22"/>
                <w:lang w:val="ro-RO"/>
              </w:rPr>
              <w:t xml:space="preserve">actul doveditor (certificat de calificare) eliberat de un formator de formare profesională acreditat (recunoscut de Ministerul Educaţiei și </w:t>
            </w:r>
            <w:r w:rsidRPr="00E67132">
              <w:rPr>
                <w:rFonts w:ascii="Calibri" w:eastAsia="Calibri" w:hAnsi="Calibri" w:cs="Arial"/>
                <w:noProof/>
                <w:lang w:val="ro-RO"/>
              </w:rPr>
              <w:t xml:space="preserve">Naţionale) </w:t>
            </w:r>
            <w:r w:rsidRPr="00E67132">
              <w:rPr>
                <w:rFonts w:ascii="Calibri" w:hAnsi="Calibri" w:cs="Calibri"/>
                <w:noProof/>
                <w:lang w:val="ro-RO"/>
              </w:rPr>
              <w:t>sau certificat de absolvire a cursului de calificare emis de ANCA,</w:t>
            </w:r>
            <w:r w:rsidRPr="00E67132">
              <w:rPr>
                <w:rFonts w:ascii="Calibri" w:eastAsia="Calibri" w:hAnsi="Calibri" w:cs="Arial"/>
                <w:noProof/>
                <w:lang w:val="ro-RO"/>
              </w:rPr>
              <w:t xml:space="preserve"> </w:t>
            </w:r>
            <w:r w:rsidRPr="00E67132">
              <w:rPr>
                <w:rFonts w:ascii="Calibri" w:hAnsi="Calibri" w:cs="Calibri"/>
                <w:noProof/>
                <w:sz w:val="22"/>
                <w:szCs w:val="22"/>
                <w:lang w:val="ro-RO"/>
              </w:rPr>
              <w:t xml:space="preserve">prin care se certifică competențele profesionale de minim Nivel 1 de calificare </w:t>
            </w:r>
            <w:r w:rsidRPr="00E67132">
              <w:rPr>
                <w:rFonts w:ascii="Calibri" w:hAnsi="Calibri"/>
                <w:bCs/>
                <w:noProof/>
                <w:lang w:val="ro-RO"/>
              </w:rPr>
              <w:t>(Nivelul I de calificare presupune 360 de ore de curs pentru cei care au urmat cursuri până la 1 ianuarie 2016, şi 80 de ore de curs pentru cei care au urmat cursuri după 1 ianuarie 2016)</w:t>
            </w:r>
            <w:r w:rsidRPr="00E67132">
              <w:rPr>
                <w:rFonts w:ascii="Calibri" w:hAnsi="Calibri" w:cs="Calibri"/>
                <w:noProof/>
                <w:sz w:val="22"/>
                <w:szCs w:val="22"/>
                <w:lang w:val="ro-RO"/>
              </w:rPr>
              <w:t xml:space="preserve"> în domeniul agricol, agro-alimentar, veterinar sau economie agrară, conform legislaţiei aplicabile la momentul acordării certificatului.</w:t>
            </w:r>
          </w:p>
        </w:tc>
        <w:tc>
          <w:tcPr>
            <w:tcW w:w="654" w:type="pct"/>
          </w:tcPr>
          <w:p w14:paraId="1979150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52938B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9727A2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7C5460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61C007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B4A961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76DE24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5D8E8E6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0FA636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60C5548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D4838D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6B8CD9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AB3287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6625241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9E5862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3558682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BA1504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6927E8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D0CD1B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FD7318D"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3D94CBA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055D94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87D4C3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9E0ADA6"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B72757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111775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61B993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56987F9D" w14:textId="77777777" w:rsidTr="00A033B7">
        <w:tc>
          <w:tcPr>
            <w:tcW w:w="2893" w:type="pct"/>
          </w:tcPr>
          <w:p w14:paraId="40652CC8"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bCs/>
                <w:noProof/>
                <w:sz w:val="22"/>
                <w:szCs w:val="22"/>
                <w:lang w:val="ro-RO" w:eastAsia="fr-FR"/>
              </w:rPr>
              <w:t>9</w:t>
            </w:r>
            <w:r w:rsidRPr="00E67132">
              <w:rPr>
                <w:rFonts w:ascii="Calibri" w:hAnsi="Calibri" w:cs="Calibri"/>
                <w:b/>
                <w:noProof/>
                <w:sz w:val="22"/>
                <w:szCs w:val="22"/>
                <w:lang w:val="ro-RO"/>
              </w:rPr>
              <w:t>. Declaraţie pe proprie răspundere</w:t>
            </w:r>
            <w:r w:rsidRPr="00E67132">
              <w:rPr>
                <w:rFonts w:ascii="Calibri" w:hAnsi="Calibri" w:cs="Calibri"/>
                <w:noProof/>
                <w:sz w:val="22"/>
                <w:szCs w:val="22"/>
                <w:lang w:val="ro-RO"/>
              </w:rPr>
              <w:t xml:space="preserve"> privind îndeplinirea criteriului de selecţie până la momentul acordării celei de-a doua tranşe de sprijin</w:t>
            </w:r>
          </w:p>
          <w:p w14:paraId="0473DB63" w14:textId="77777777" w:rsidR="008B0417" w:rsidRPr="00E67132" w:rsidRDefault="008B0417" w:rsidP="008B0417">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sau</w:t>
            </w:r>
            <w:r w:rsidRPr="00E67132">
              <w:rPr>
                <w:rFonts w:ascii="Calibri" w:hAnsi="Calibri" w:cs="Calibri"/>
                <w:noProof/>
                <w:sz w:val="22"/>
                <w:szCs w:val="22"/>
                <w:lang w:val="ro-RO"/>
              </w:rPr>
              <w:tab/>
            </w:r>
          </w:p>
          <w:p w14:paraId="6BB41990" w14:textId="77777777" w:rsidR="008B0417" w:rsidRPr="00E67132" w:rsidRDefault="008B0417" w:rsidP="008B0417">
            <w:pPr>
              <w:jc w:val="both"/>
              <w:rPr>
                <w:rFonts w:ascii="Calibri" w:hAnsi="Calibri" w:cs="Calibri"/>
                <w:b/>
                <w:noProof/>
                <w:sz w:val="22"/>
                <w:szCs w:val="22"/>
                <w:lang w:val="ro-RO"/>
              </w:rPr>
            </w:pPr>
            <w:r w:rsidRPr="00E67132">
              <w:rPr>
                <w:rFonts w:ascii="Calibri" w:hAnsi="Calibri" w:cs="Calibri"/>
                <w:b/>
                <w:noProof/>
                <w:sz w:val="22"/>
                <w:szCs w:val="22"/>
                <w:lang w:val="ro-RO"/>
              </w:rPr>
              <w:t>Document care certifică utilizarea resurselor genetice autohtone</w:t>
            </w:r>
            <w:r w:rsidRPr="00E67132">
              <w:rPr>
                <w:rFonts w:ascii="Calibri" w:hAnsi="Calibri" w:cs="Calibri"/>
                <w:noProof/>
                <w:sz w:val="22"/>
                <w:szCs w:val="22"/>
                <w:lang w:val="ro-RO"/>
              </w:rPr>
              <w:t>, document obligatoriu de prezentat la depunerea cererii de finanţare. Soiurile autohtone se regăsesc în Catalogul oficial al soiurilor de plante de cultură din România/Institutul de Stat pentru Testarea și Inregistrarea Soiurilor (ISTIS) – aprobat anual. In cazul animalelor, certificatul de origine pentru animale de rasă indigenă eliberat de Asociații ale crescătorilor sau Organizațiile de ameliorare, autorizate de ANZ si verificarea in lista raselor indigene (autohtone).</w:t>
            </w:r>
          </w:p>
        </w:tc>
        <w:tc>
          <w:tcPr>
            <w:tcW w:w="654" w:type="pct"/>
          </w:tcPr>
          <w:p w14:paraId="774596C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3B65F0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466890C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487A24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268374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31EA52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9B349C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E22F58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1E31DB1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9ADD671"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1D08A0E4"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6F111DC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EB011B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3A3885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3B27819"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0B6590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0E817A5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8403D6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3810078"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6FBEA3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7954112B"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2923A7BE"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57E6E71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03C0045"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28E349A2"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28C9B47"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72DBAF3"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1069D30C"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46D233DF"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091CDAEA"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p w14:paraId="330701E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EDFB110" w14:textId="77777777" w:rsidR="008B0417" w:rsidRPr="00E67132" w:rsidRDefault="008B0417" w:rsidP="008B0417">
            <w:pPr>
              <w:overflowPunct w:val="0"/>
              <w:autoSpaceDE w:val="0"/>
              <w:autoSpaceDN w:val="0"/>
              <w:adjustRightInd w:val="0"/>
              <w:jc w:val="center"/>
              <w:textAlignment w:val="baseline"/>
              <w:rPr>
                <w:rFonts w:ascii="Calibri" w:hAnsi="Calibri" w:cs="Calibri"/>
                <w:noProof/>
                <w:sz w:val="22"/>
                <w:szCs w:val="22"/>
                <w:lang w:val="ro-RO"/>
              </w:rPr>
            </w:pPr>
          </w:p>
        </w:tc>
      </w:tr>
      <w:tr w:rsidR="008B0417" w:rsidRPr="00E67132" w14:paraId="6DF90143" w14:textId="77777777" w:rsidTr="00A033B7">
        <w:trPr>
          <w:trHeight w:val="656"/>
        </w:trPr>
        <w:tc>
          <w:tcPr>
            <w:tcW w:w="2893" w:type="pct"/>
          </w:tcPr>
          <w:p w14:paraId="33648AD8" w14:textId="77777777" w:rsidR="008B0417" w:rsidRPr="00E67132" w:rsidDel="003F15B7"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 xml:space="preserve">10. </w:t>
            </w:r>
            <w:r w:rsidRPr="00E67132">
              <w:rPr>
                <w:rFonts w:ascii="Calibri" w:hAnsi="Calibri" w:cs="Calibri"/>
                <w:b/>
                <w:noProof/>
                <w:sz w:val="22"/>
                <w:szCs w:val="22"/>
                <w:lang w:val="ro-RO"/>
              </w:rPr>
              <w:t>Autorizația pentru producerea, prelucrarea și comercializarea semințelor certificate și a materialului săditor (în cazul producătorilor de seminţe şi material săditor);</w:t>
            </w:r>
          </w:p>
        </w:tc>
        <w:tc>
          <w:tcPr>
            <w:tcW w:w="654" w:type="pct"/>
          </w:tcPr>
          <w:p w14:paraId="332F4E0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8D0EF9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421" w:type="pct"/>
          </w:tcPr>
          <w:p w14:paraId="4283F1D5"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AE155E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374" w:type="pct"/>
          </w:tcPr>
          <w:p w14:paraId="11A8D9A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15B3B77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8" w:type="pct"/>
          </w:tcPr>
          <w:p w14:paraId="2A92F0A2"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2262F7F"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8B0417" w:rsidRPr="00E67132" w14:paraId="4057E3FB" w14:textId="77777777" w:rsidTr="00A033B7">
        <w:trPr>
          <w:trHeight w:val="656"/>
        </w:trPr>
        <w:tc>
          <w:tcPr>
            <w:tcW w:w="2893" w:type="pct"/>
          </w:tcPr>
          <w:p w14:paraId="04B25749" w14:textId="77777777" w:rsidR="008B0417" w:rsidRPr="00E67132" w:rsidRDefault="008B0417" w:rsidP="008B0417">
            <w:pPr>
              <w:overflowPunct w:val="0"/>
              <w:autoSpaceDE w:val="0"/>
              <w:autoSpaceDN w:val="0"/>
              <w:adjustRightInd w:val="0"/>
              <w:jc w:val="both"/>
              <w:textAlignment w:val="baseline"/>
              <w:rPr>
                <w:rFonts w:ascii="Calibri" w:hAnsi="Calibri" w:cs="Calibri"/>
                <w:b/>
                <w:bCs/>
                <w:noProof/>
                <w:sz w:val="22"/>
                <w:szCs w:val="22"/>
                <w:lang w:val="ro-RO" w:eastAsia="fr-FR"/>
              </w:rPr>
            </w:pPr>
            <w:r w:rsidRPr="00E67132">
              <w:rPr>
                <w:rFonts w:ascii="Calibri" w:hAnsi="Calibri" w:cs="Calibri"/>
                <w:b/>
                <w:bCs/>
                <w:noProof/>
                <w:sz w:val="22"/>
                <w:szCs w:val="22"/>
                <w:lang w:val="ro-RO" w:eastAsia="fr-FR"/>
              </w:rPr>
              <w:t>11. Adeverinţă de la facultatea unde este înscris solicitantul din care să rezulte: anul de studiu, forma de învăţământ (cu frecvenţă/  frecvenţă redusă, etc.) specializarea şi UAT-ul în care este situată unitatea de învăţământ frecventată</w:t>
            </w:r>
          </w:p>
        </w:tc>
        <w:tc>
          <w:tcPr>
            <w:tcW w:w="654" w:type="pct"/>
          </w:tcPr>
          <w:p w14:paraId="48CB4D62"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A64757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421" w:type="pct"/>
          </w:tcPr>
          <w:p w14:paraId="3AFBB119"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4C5D583"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374" w:type="pct"/>
          </w:tcPr>
          <w:p w14:paraId="149CDCBB"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0CCB91D"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8" w:type="pct"/>
          </w:tcPr>
          <w:p w14:paraId="28E67CCE"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D4EBA90" w14:textId="77777777" w:rsidR="008B0417" w:rsidRPr="00E67132" w:rsidRDefault="008B0417"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E924DC" w:rsidRPr="00E67132" w14:paraId="1A367A46" w14:textId="77777777" w:rsidTr="00A033B7">
        <w:trPr>
          <w:trHeight w:val="656"/>
        </w:trPr>
        <w:tc>
          <w:tcPr>
            <w:tcW w:w="2893" w:type="pct"/>
          </w:tcPr>
          <w:p w14:paraId="06D1DA78" w14:textId="77777777" w:rsidR="00E924DC" w:rsidRPr="008A17D6" w:rsidRDefault="00E924DC" w:rsidP="00394B48">
            <w:pPr>
              <w:pStyle w:val="NoSpacing"/>
              <w:tabs>
                <w:tab w:val="left" w:pos="709"/>
              </w:tabs>
              <w:jc w:val="both"/>
              <w:rPr>
                <w:rFonts w:cs="Calibri"/>
                <w:noProof/>
                <w:lang w:val="ro-RO"/>
              </w:rPr>
            </w:pPr>
            <w:r w:rsidRPr="008A17D6">
              <w:rPr>
                <w:rFonts w:cs="Calibri"/>
                <w:b/>
                <w:bCs/>
                <w:noProof/>
                <w:lang w:val="ro-RO"/>
              </w:rPr>
              <w:t xml:space="preserve">12. Aviz de conformitate proiect cu obiectivele Strategiei Integrate de Dezvoltare Durabilă pentru Delta Dunării emis de Asociația pentru Dezvoltare Intercomunitară Delta Dunării - ITI Delta Dunării (pentru solicitanții din </w:t>
            </w:r>
            <w:r w:rsidRPr="008A17D6">
              <w:rPr>
                <w:rFonts w:cs="Calibri"/>
                <w:b/>
                <w:iCs/>
                <w:noProof/>
                <w:lang w:val="ro-RO"/>
              </w:rPr>
              <w:t>arealul vizat de Strategia Integrată de Dezvoltare Durabilă a Deltei Dunării SIDD)</w:t>
            </w:r>
            <w:r w:rsidRPr="008A17D6">
              <w:rPr>
                <w:rFonts w:cs="Calibri"/>
                <w:bCs/>
                <w:noProof/>
                <w:lang w:val="ro-RO"/>
              </w:rPr>
              <w:t>;</w:t>
            </w:r>
          </w:p>
          <w:p w14:paraId="3BB6EF9B" w14:textId="77777777" w:rsidR="00E924DC" w:rsidRPr="00402C94" w:rsidRDefault="00E924DC" w:rsidP="00394B48">
            <w:pPr>
              <w:overflowPunct w:val="0"/>
              <w:autoSpaceDE w:val="0"/>
              <w:autoSpaceDN w:val="0"/>
              <w:adjustRightInd w:val="0"/>
              <w:jc w:val="both"/>
              <w:textAlignment w:val="baseline"/>
              <w:rPr>
                <w:rFonts w:ascii="Calibri" w:hAnsi="Calibri" w:cs="Calibri"/>
                <w:b/>
                <w:bCs/>
                <w:noProof/>
                <w:sz w:val="22"/>
                <w:szCs w:val="22"/>
                <w:lang w:val="ro-RO" w:eastAsia="fr-FR"/>
              </w:rPr>
            </w:pPr>
          </w:p>
        </w:tc>
        <w:tc>
          <w:tcPr>
            <w:tcW w:w="654" w:type="pct"/>
          </w:tcPr>
          <w:p w14:paraId="7412E81E"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145FCCCC"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A40785D"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65661D9"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AF4A869"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421" w:type="pct"/>
          </w:tcPr>
          <w:p w14:paraId="26ED912C"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2E71456"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603E86D"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EF89EDB"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2F2E856"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374" w:type="pct"/>
          </w:tcPr>
          <w:p w14:paraId="6BC80E98"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74E4D806"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A40534C"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0C83A7D"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C78A9DE"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8" w:type="pct"/>
          </w:tcPr>
          <w:p w14:paraId="3C19AF65"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406A985F"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546456D1"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286375C1"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AA94130"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E924DC" w:rsidRPr="00E67132" w14:paraId="601EFE0A" w14:textId="77777777" w:rsidTr="00A033B7">
        <w:trPr>
          <w:trHeight w:val="1016"/>
        </w:trPr>
        <w:tc>
          <w:tcPr>
            <w:tcW w:w="2893" w:type="pct"/>
          </w:tcPr>
          <w:p w14:paraId="36FD8CDF" w14:textId="77777777" w:rsidR="00402C94" w:rsidRDefault="00402C94" w:rsidP="00394B48">
            <w:pPr>
              <w:pStyle w:val="NoSpacing"/>
              <w:shd w:val="clear" w:color="auto" w:fill="FFFFFF"/>
              <w:jc w:val="both"/>
              <w:rPr>
                <w:b/>
                <w:noProof/>
                <w:lang w:val="ro-RO"/>
              </w:rPr>
            </w:pPr>
          </w:p>
          <w:p w14:paraId="38121EC1" w14:textId="77777777" w:rsidR="00E924DC" w:rsidRPr="008A17D6" w:rsidRDefault="00E924DC" w:rsidP="00394B48">
            <w:pPr>
              <w:pStyle w:val="NoSpacing"/>
              <w:shd w:val="clear" w:color="auto" w:fill="FFFFFF"/>
              <w:jc w:val="both"/>
              <w:rPr>
                <w:rFonts w:cs="Calibri"/>
                <w:b/>
                <w:noProof/>
                <w:lang w:val="ro-RO"/>
              </w:rPr>
            </w:pPr>
            <w:r w:rsidRPr="008A17D6">
              <w:rPr>
                <w:b/>
                <w:noProof/>
                <w:lang w:val="ro-RO"/>
              </w:rPr>
              <w:t xml:space="preserve">13 </w:t>
            </w:r>
            <w:r w:rsidRPr="008A17D6">
              <w:rPr>
                <w:rFonts w:cs="Calibri"/>
                <w:b/>
                <w:noProof/>
                <w:lang w:val="ro-RO"/>
              </w:rPr>
              <w:t>Declarație privind prelucrarea datelor cu caracter personal</w:t>
            </w:r>
          </w:p>
          <w:p w14:paraId="2A32A07D" w14:textId="77777777" w:rsidR="00E924DC" w:rsidRPr="00E67132" w:rsidRDefault="00E924DC" w:rsidP="00394B48">
            <w:pPr>
              <w:pStyle w:val="NoSpacing"/>
              <w:tabs>
                <w:tab w:val="left" w:pos="709"/>
              </w:tabs>
              <w:jc w:val="both"/>
              <w:rPr>
                <w:rFonts w:cs="Calibri"/>
                <w:bCs/>
                <w:noProof/>
                <w:sz w:val="24"/>
                <w:szCs w:val="24"/>
                <w:lang w:val="ro-RO"/>
              </w:rPr>
            </w:pPr>
          </w:p>
        </w:tc>
        <w:tc>
          <w:tcPr>
            <w:tcW w:w="654" w:type="pct"/>
          </w:tcPr>
          <w:p w14:paraId="7343B519"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7876A2F"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1014857"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421" w:type="pct"/>
          </w:tcPr>
          <w:p w14:paraId="59412572"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3346595C"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CDEFB2F"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374" w:type="pct"/>
          </w:tcPr>
          <w:p w14:paraId="01570EF9"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03E61238"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C55A4D2"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8" w:type="pct"/>
          </w:tcPr>
          <w:p w14:paraId="6CA0CD48" w14:textId="77777777" w:rsidR="00E924DC" w:rsidRPr="00E67132" w:rsidRDefault="00E924DC" w:rsidP="008B0417">
            <w:pPr>
              <w:overflowPunct w:val="0"/>
              <w:autoSpaceDE w:val="0"/>
              <w:autoSpaceDN w:val="0"/>
              <w:adjustRightInd w:val="0"/>
              <w:jc w:val="center"/>
              <w:textAlignment w:val="baseline"/>
              <w:rPr>
                <w:rFonts w:ascii="Calibri" w:hAnsi="Calibri" w:cs="Calibri"/>
                <w:bCs/>
                <w:noProof/>
                <w:sz w:val="22"/>
                <w:szCs w:val="22"/>
                <w:lang w:val="ro-RO" w:eastAsia="fr-FR"/>
              </w:rPr>
            </w:pPr>
          </w:p>
          <w:p w14:paraId="6FF03E86" w14:textId="77777777" w:rsidR="00D830BD" w:rsidRPr="00E67132" w:rsidRDefault="00D830BD" w:rsidP="00D830BD">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E9B8A8C" w14:textId="77777777" w:rsidR="00D830BD" w:rsidRPr="00E67132" w:rsidRDefault="00D830BD" w:rsidP="008B0417">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7B53B6" w:rsidRPr="00E67132" w14:paraId="557AE7C8" w14:textId="77777777" w:rsidTr="00A033B7">
        <w:trPr>
          <w:trHeight w:val="656"/>
        </w:trPr>
        <w:tc>
          <w:tcPr>
            <w:tcW w:w="2893" w:type="pct"/>
          </w:tcPr>
          <w:p w14:paraId="2004B61A" w14:textId="77777777" w:rsidR="00402C94" w:rsidRPr="008A17D6" w:rsidRDefault="007B53B6" w:rsidP="004E6D28">
            <w:pPr>
              <w:pStyle w:val="BodyText3"/>
              <w:jc w:val="both"/>
              <w:rPr>
                <w:rFonts w:ascii="Calibri" w:hAnsi="Calibri"/>
                <w:b w:val="0"/>
                <w:bCs w:val="0"/>
                <w:noProof/>
                <w:sz w:val="22"/>
                <w:szCs w:val="22"/>
                <w:lang w:val="ro-RO" w:eastAsia="en-US"/>
              </w:rPr>
            </w:pPr>
            <w:r w:rsidRPr="008A17D6">
              <w:rPr>
                <w:rFonts w:ascii="Calibri" w:hAnsi="Calibri"/>
                <w:bCs w:val="0"/>
                <w:noProof/>
                <w:sz w:val="22"/>
                <w:szCs w:val="22"/>
                <w:lang w:val="ro-RO" w:eastAsia="en-US"/>
              </w:rPr>
              <w:t>14.</w:t>
            </w:r>
            <w:r w:rsidR="00402C94" w:rsidRPr="008A17D6">
              <w:rPr>
                <w:rFonts w:ascii="Calibri" w:hAnsi="Calibri" w:cs="Calibri"/>
                <w:sz w:val="22"/>
                <w:szCs w:val="22"/>
              </w:rPr>
              <w:t xml:space="preserve"> Documente depuse de cetățenii români din afara granițelor României pentru dovada locului de muncă (doc.14.1) </w:t>
            </w:r>
            <w:r w:rsidR="00402C94" w:rsidRPr="008A17D6">
              <w:rPr>
                <w:rFonts w:ascii="Calibri" w:hAnsi="Calibri" w:cs="Calibri"/>
                <w:sz w:val="22"/>
                <w:szCs w:val="22"/>
                <w:u w:val="single"/>
              </w:rPr>
              <w:t>SAU</w:t>
            </w:r>
            <w:r w:rsidR="00402C94" w:rsidRPr="008A17D6">
              <w:rPr>
                <w:rFonts w:ascii="Calibri" w:hAnsi="Calibri" w:cs="Calibri"/>
                <w:sz w:val="22"/>
                <w:szCs w:val="22"/>
              </w:rPr>
              <w:t xml:space="preserve"> absolvirea de programe de studii (doc. 14.2)</w:t>
            </w:r>
            <w:r w:rsidR="00402C94" w:rsidRPr="008A17D6">
              <w:rPr>
                <w:rFonts w:ascii="Calibri" w:hAnsi="Calibri" w:cs="Calibri"/>
                <w:sz w:val="22"/>
                <w:szCs w:val="22"/>
                <w:lang w:val="en-GB"/>
              </w:rPr>
              <w:t>:</w:t>
            </w:r>
          </w:p>
          <w:p w14:paraId="6FCACF92" w14:textId="380297CE" w:rsidR="00B07620" w:rsidRPr="008A17D6" w:rsidRDefault="00402C94" w:rsidP="004E6D28">
            <w:pPr>
              <w:pStyle w:val="BodyText3"/>
              <w:jc w:val="both"/>
              <w:rPr>
                <w:rFonts w:ascii="Calibri" w:hAnsi="Calibri" w:cs="Calibri"/>
                <w:noProof/>
                <w:sz w:val="22"/>
                <w:szCs w:val="22"/>
                <w:lang w:val="ro-RO"/>
              </w:rPr>
            </w:pPr>
            <w:r>
              <w:rPr>
                <w:rFonts w:ascii="Calibri" w:hAnsi="Calibri" w:cs="Calibri"/>
                <w:noProof/>
                <w:sz w:val="22"/>
                <w:szCs w:val="22"/>
                <w:lang w:val="ro-RO"/>
              </w:rPr>
              <w:t>14.</w:t>
            </w:r>
            <w:r w:rsidR="002D483D" w:rsidRPr="008A17D6">
              <w:rPr>
                <w:rFonts w:ascii="Calibri" w:hAnsi="Calibri" w:cs="Calibri"/>
                <w:noProof/>
                <w:sz w:val="22"/>
                <w:szCs w:val="22"/>
                <w:lang w:val="ro-RO"/>
              </w:rPr>
              <w:t>1</w:t>
            </w:r>
            <w:r w:rsidR="00B07620" w:rsidRPr="008A17D6">
              <w:rPr>
                <w:rFonts w:ascii="Calibri" w:hAnsi="Calibri" w:cs="Calibri"/>
                <w:sz w:val="22"/>
                <w:szCs w:val="22"/>
              </w:rPr>
              <w:t>Pentru dovada locului de muncă</w:t>
            </w:r>
            <w:r w:rsidR="00B07620" w:rsidRPr="008A17D6">
              <w:rPr>
                <w:rFonts w:ascii="Calibri" w:hAnsi="Calibri" w:cs="Calibri"/>
                <w:b w:val="0"/>
                <w:sz w:val="22"/>
                <w:szCs w:val="22"/>
              </w:rPr>
              <w:t xml:space="preserve"> </w:t>
            </w:r>
            <w:r w:rsidR="00B07620" w:rsidRPr="00402C94">
              <w:rPr>
                <w:rFonts w:ascii="Calibri" w:hAnsi="Calibri" w:cs="Calibri"/>
                <w:noProof/>
                <w:sz w:val="22"/>
                <w:szCs w:val="22"/>
              </w:rPr>
              <w:t xml:space="preserve">în domeniul agricol, </w:t>
            </w:r>
            <w:r w:rsidR="00B07620" w:rsidRPr="00402C94">
              <w:rPr>
                <w:rFonts w:ascii="Calibri" w:hAnsi="Calibri" w:cs="Calibri"/>
                <w:sz w:val="22"/>
                <w:szCs w:val="22"/>
              </w:rPr>
              <w:t>agro-alimentar, veterinar sau economie agrară</w:t>
            </w:r>
          </w:p>
          <w:p w14:paraId="528A02DB" w14:textId="77777777" w:rsidR="00B07620" w:rsidRPr="00E427A7" w:rsidRDefault="00B23853" w:rsidP="004E6D28">
            <w:pPr>
              <w:pStyle w:val="BodyText3"/>
              <w:jc w:val="both"/>
              <w:rPr>
                <w:rFonts w:ascii="Calibri" w:hAnsi="Calibri" w:cs="Calibri"/>
                <w:b w:val="0"/>
                <w:noProof/>
                <w:sz w:val="22"/>
                <w:szCs w:val="22"/>
                <w:lang w:val="ro-RO"/>
              </w:rPr>
            </w:pPr>
            <w:r w:rsidRPr="00402C94">
              <w:rPr>
                <w:rFonts w:ascii="Calibri" w:hAnsi="Calibri" w:cs="Calibri"/>
                <w:noProof/>
                <w:sz w:val="22"/>
                <w:szCs w:val="22"/>
                <w:lang w:val="ro-RO"/>
              </w:rPr>
              <w:t>a)</w:t>
            </w:r>
            <w:r w:rsidR="00402C94">
              <w:rPr>
                <w:rFonts w:ascii="Calibri" w:hAnsi="Calibri" w:cs="Calibri"/>
                <w:noProof/>
                <w:sz w:val="22"/>
                <w:szCs w:val="22"/>
                <w:lang w:val="ro-RO"/>
              </w:rPr>
              <w:t xml:space="preserve"> </w:t>
            </w:r>
            <w:r w:rsidR="00664095" w:rsidRPr="008A17D6">
              <w:rPr>
                <w:rFonts w:ascii="Calibri" w:hAnsi="Calibri" w:cs="Calibri"/>
                <w:noProof/>
                <w:sz w:val="22"/>
                <w:szCs w:val="22"/>
                <w:lang w:val="ro-RO"/>
              </w:rPr>
              <w:t>Document oficial cu apostilă</w:t>
            </w:r>
            <w:r w:rsidR="00664095" w:rsidRPr="00402C94">
              <w:rPr>
                <w:rFonts w:ascii="Calibri" w:hAnsi="Calibri" w:cs="Calibri"/>
                <w:b w:val="0"/>
                <w:noProof/>
                <w:sz w:val="22"/>
                <w:szCs w:val="22"/>
                <w:lang w:val="ro-RO"/>
              </w:rPr>
              <w:t xml:space="preserve"> (conform </w:t>
            </w:r>
            <w:r w:rsidR="004E6D28" w:rsidRPr="00402C94">
              <w:rPr>
                <w:rFonts w:ascii="Calibri" w:hAnsi="Calibri" w:cs="Calibri"/>
                <w:b w:val="0"/>
                <w:noProof/>
                <w:sz w:val="22"/>
                <w:szCs w:val="22"/>
                <w:lang w:val="ro-RO"/>
              </w:rPr>
              <w:t>Convenției de la Haga)</w:t>
            </w:r>
            <w:r w:rsidR="002D483D" w:rsidRPr="00402C94">
              <w:rPr>
                <w:rFonts w:ascii="Calibri" w:hAnsi="Calibri" w:cs="Calibri"/>
                <w:b w:val="0"/>
                <w:noProof/>
                <w:sz w:val="22"/>
                <w:szCs w:val="22"/>
                <w:lang w:val="ro-RO"/>
              </w:rPr>
              <w:t xml:space="preserve"> care să facă </w:t>
            </w:r>
            <w:r w:rsidR="002D483D" w:rsidRPr="00CF60BD">
              <w:rPr>
                <w:rFonts w:ascii="Calibri" w:hAnsi="Calibri" w:cs="Calibri"/>
                <w:b w:val="0"/>
                <w:noProof/>
                <w:sz w:val="22"/>
                <w:szCs w:val="22"/>
                <w:lang w:val="ro-RO"/>
              </w:rPr>
              <w:t xml:space="preserve">dovada raporturilor de muncă încheiate în statele membre </w:t>
            </w:r>
            <w:r w:rsidR="002D483D" w:rsidRPr="00E427A7">
              <w:rPr>
                <w:rFonts w:ascii="Calibri" w:hAnsi="Calibri" w:cs="Calibri"/>
                <w:b w:val="0"/>
                <w:noProof/>
                <w:sz w:val="22"/>
                <w:szCs w:val="22"/>
                <w:lang w:val="ro-RO"/>
              </w:rPr>
              <w:t>(ex. contract individual de muncă/ certificat de angajare, ori o dovadă privind desfăşurarea unei activităţi independente)</w:t>
            </w:r>
          </w:p>
          <w:p w14:paraId="139C7E47" w14:textId="77777777" w:rsidR="00212833" w:rsidRPr="008A17D6" w:rsidRDefault="004E6D28" w:rsidP="004E6D28">
            <w:pPr>
              <w:pStyle w:val="BodyText3"/>
              <w:jc w:val="both"/>
              <w:rPr>
                <w:rFonts w:ascii="Calibri" w:hAnsi="Calibri" w:cs="Calibri"/>
                <w:noProof/>
                <w:sz w:val="22"/>
                <w:szCs w:val="22"/>
                <w:lang w:val="ro-RO"/>
              </w:rPr>
            </w:pPr>
            <w:r w:rsidRPr="00E427A7">
              <w:rPr>
                <w:rFonts w:ascii="Calibri" w:hAnsi="Calibri" w:cs="Calibri"/>
                <w:b w:val="0"/>
                <w:noProof/>
                <w:sz w:val="22"/>
                <w:szCs w:val="22"/>
                <w:lang w:val="ro-RO"/>
              </w:rPr>
              <w:t xml:space="preserve"> </w:t>
            </w:r>
            <w:r w:rsidR="00E3086E" w:rsidRPr="00E427A7">
              <w:rPr>
                <w:rFonts w:ascii="Calibri" w:hAnsi="Calibri" w:cs="Calibri"/>
                <w:b w:val="0"/>
                <w:noProof/>
                <w:sz w:val="22"/>
                <w:szCs w:val="22"/>
                <w:lang w:val="ro-RO"/>
              </w:rPr>
              <w:t xml:space="preserve">     </w:t>
            </w:r>
            <w:r w:rsidRPr="008A17D6">
              <w:rPr>
                <w:rFonts w:ascii="Calibri" w:hAnsi="Calibri" w:cs="Calibri"/>
                <w:noProof/>
                <w:sz w:val="22"/>
                <w:szCs w:val="22"/>
                <w:lang w:val="ro-RO"/>
              </w:rPr>
              <w:t xml:space="preserve">sau </w:t>
            </w:r>
          </w:p>
          <w:p w14:paraId="6F8F0023" w14:textId="77777777" w:rsidR="00884158" w:rsidRDefault="00B23853" w:rsidP="004E6D28">
            <w:pPr>
              <w:pStyle w:val="BodyText3"/>
              <w:jc w:val="both"/>
              <w:rPr>
                <w:rFonts w:ascii="Calibri" w:hAnsi="Calibri" w:cs="Calibri"/>
                <w:noProof/>
                <w:sz w:val="22"/>
                <w:szCs w:val="22"/>
                <w:lang w:val="ro-RO"/>
              </w:rPr>
            </w:pPr>
            <w:r w:rsidRPr="00402C94">
              <w:rPr>
                <w:rFonts w:ascii="Calibri" w:hAnsi="Calibri" w:cs="Calibri"/>
                <w:noProof/>
                <w:sz w:val="22"/>
                <w:szCs w:val="22"/>
                <w:lang w:val="ro-RO"/>
              </w:rPr>
              <w:t>b)</w:t>
            </w:r>
            <w:r w:rsidR="00860BCE" w:rsidRPr="00860BCE">
              <w:rPr>
                <w:rFonts w:ascii="Calibri" w:hAnsi="Calibri" w:cs="Calibri"/>
                <w:b w:val="0"/>
                <w:bCs w:val="0"/>
                <w:sz w:val="24"/>
                <w:szCs w:val="24"/>
                <w:lang w:val="ro-RO" w:eastAsia="en-US"/>
              </w:rPr>
              <w:t xml:space="preserve"> </w:t>
            </w:r>
            <w:r w:rsidR="00860BCE" w:rsidRPr="008A17D6">
              <w:rPr>
                <w:rFonts w:ascii="Calibri" w:hAnsi="Calibri" w:cs="Calibri"/>
                <w:b w:val="0"/>
                <w:noProof/>
                <w:sz w:val="22"/>
                <w:szCs w:val="22"/>
                <w:lang w:val="ro-RO"/>
              </w:rPr>
              <w:t>Documentul care face dovada raporturilor de muncă încheiate în statele membre de tipul: contract individual de muncă/ certificat de angajare, ori o dovadă privind desfăşurarea unei activităţi independente/ raport de muncă/ stagiu de practică/ internship/ contract de ucenicie sau alt document eliberat de angajator, în conformitate cu actele în vigoare ale acelui stat,</w:t>
            </w:r>
            <w:r w:rsidR="0062644E" w:rsidRPr="00884158">
              <w:rPr>
                <w:rFonts w:ascii="Calibri" w:hAnsi="Calibri" w:cs="Calibri"/>
                <w:b w:val="0"/>
                <w:bCs w:val="0"/>
                <w:sz w:val="24"/>
                <w:szCs w:val="24"/>
                <w:lang w:val="ro-RO" w:eastAsia="en-US"/>
              </w:rPr>
              <w:t xml:space="preserve"> </w:t>
            </w:r>
            <w:r w:rsidR="0062644E" w:rsidRPr="008A17D6">
              <w:rPr>
                <w:rFonts w:ascii="Calibri" w:hAnsi="Calibri" w:cs="Calibri"/>
                <w:b w:val="0"/>
                <w:noProof/>
                <w:sz w:val="22"/>
                <w:szCs w:val="22"/>
                <w:lang w:val="ro-RO"/>
              </w:rPr>
              <w:t>care fac dovada fapului că solicitantul a desfășurat o activitate în domeniul: agricol, agro-alimentar, veterinar sau economie agrară, cel puțin 3 luni neîntrerupte,</w:t>
            </w:r>
            <w:r w:rsidR="00860BCE" w:rsidRPr="00860BCE">
              <w:rPr>
                <w:rFonts w:ascii="Calibri" w:hAnsi="Calibri" w:cs="Calibri"/>
                <w:noProof/>
                <w:sz w:val="22"/>
                <w:szCs w:val="22"/>
                <w:lang w:val="ro-RO"/>
              </w:rPr>
              <w:t xml:space="preserve"> </w:t>
            </w:r>
          </w:p>
          <w:p w14:paraId="36420D3A" w14:textId="77777777" w:rsidR="00884158" w:rsidRDefault="00860BCE" w:rsidP="004E6D28">
            <w:pPr>
              <w:pStyle w:val="BodyText3"/>
              <w:jc w:val="both"/>
              <w:rPr>
                <w:rFonts w:ascii="Calibri" w:hAnsi="Calibri" w:cs="Calibri"/>
                <w:noProof/>
                <w:sz w:val="22"/>
                <w:szCs w:val="22"/>
                <w:lang w:val="ro-RO"/>
              </w:rPr>
            </w:pPr>
            <w:r w:rsidRPr="00860BCE">
              <w:rPr>
                <w:rFonts w:ascii="Calibri" w:hAnsi="Calibri" w:cs="Calibri"/>
                <w:noProof/>
                <w:sz w:val="22"/>
                <w:szCs w:val="22"/>
                <w:lang w:val="ro-RO"/>
              </w:rPr>
              <w:t>însoțit de</w:t>
            </w:r>
            <w:r w:rsidR="00402C94">
              <w:rPr>
                <w:rFonts w:ascii="Calibri" w:hAnsi="Calibri" w:cs="Calibri"/>
                <w:noProof/>
                <w:sz w:val="22"/>
                <w:szCs w:val="22"/>
                <w:lang w:val="ro-RO"/>
              </w:rPr>
              <w:t xml:space="preserve"> </w:t>
            </w:r>
          </w:p>
          <w:p w14:paraId="75A520CA" w14:textId="362411C5" w:rsidR="004E6D28" w:rsidRPr="008022F6" w:rsidRDefault="004E6D28" w:rsidP="004E6D28">
            <w:pPr>
              <w:pStyle w:val="BodyText3"/>
              <w:jc w:val="both"/>
              <w:rPr>
                <w:rFonts w:ascii="Calibri" w:hAnsi="Calibri" w:cs="Calibri"/>
                <w:b w:val="0"/>
                <w:noProof/>
                <w:sz w:val="22"/>
                <w:szCs w:val="22"/>
                <w:lang w:val="ro-RO"/>
              </w:rPr>
            </w:pPr>
            <w:r w:rsidRPr="008A17D6">
              <w:rPr>
                <w:rFonts w:ascii="Calibri" w:hAnsi="Calibri" w:cs="Calibri"/>
                <w:noProof/>
                <w:sz w:val="22"/>
                <w:szCs w:val="22"/>
                <w:lang w:val="ro-RO"/>
              </w:rPr>
              <w:t>Certificat de înregistrare</w:t>
            </w:r>
            <w:r w:rsidRPr="00402C94">
              <w:rPr>
                <w:rFonts w:ascii="Calibri" w:hAnsi="Calibri" w:cs="Calibri"/>
                <w:b w:val="0"/>
                <w:noProof/>
                <w:sz w:val="22"/>
                <w:szCs w:val="22"/>
                <w:lang w:val="ro-RO"/>
              </w:rPr>
              <w:t xml:space="preserve"> care dovedeşte prezenţa solicitantului în statul în care a desfăşurat activitate</w:t>
            </w:r>
            <w:r w:rsidR="00800BB6" w:rsidRPr="00402C94">
              <w:rPr>
                <w:rFonts w:ascii="Calibri" w:hAnsi="Calibri" w:cs="Calibri"/>
                <w:b w:val="0"/>
                <w:noProof/>
                <w:sz w:val="22"/>
                <w:szCs w:val="22"/>
                <w:lang w:val="ro-RO"/>
              </w:rPr>
              <w:t xml:space="preserve"> cel puţin 3 luni</w:t>
            </w:r>
            <w:r w:rsidRPr="00CF60BD">
              <w:rPr>
                <w:rFonts w:ascii="Calibri" w:hAnsi="Calibri" w:cs="Calibri"/>
                <w:b w:val="0"/>
                <w:noProof/>
                <w:sz w:val="22"/>
                <w:szCs w:val="22"/>
                <w:lang w:val="ro-RO"/>
              </w:rPr>
              <w:t xml:space="preserve"> </w:t>
            </w:r>
            <w:r w:rsidR="00C10AA5" w:rsidRPr="00CF60BD">
              <w:rPr>
                <w:rFonts w:ascii="Calibri" w:hAnsi="Calibri" w:cs="Calibri"/>
                <w:b w:val="0"/>
                <w:noProof/>
                <w:sz w:val="22"/>
                <w:szCs w:val="22"/>
                <w:lang w:val="ro-RO"/>
              </w:rPr>
              <w:t xml:space="preserve">neîntrerupte </w:t>
            </w:r>
            <w:r w:rsidRPr="00CF60BD">
              <w:rPr>
                <w:rFonts w:ascii="Calibri" w:hAnsi="Calibri" w:cs="Calibri"/>
                <w:b w:val="0"/>
                <w:noProof/>
                <w:sz w:val="22"/>
                <w:szCs w:val="22"/>
                <w:lang w:val="ro-RO"/>
              </w:rPr>
              <w:t xml:space="preserve">în ultimele </w:t>
            </w:r>
            <w:r w:rsidR="002C4A50" w:rsidRPr="00CF60BD">
              <w:rPr>
                <w:rFonts w:ascii="Calibri" w:hAnsi="Calibri" w:cs="Calibri"/>
                <w:b w:val="0"/>
                <w:noProof/>
                <w:sz w:val="22"/>
                <w:szCs w:val="22"/>
                <w:lang w:val="ro-RO"/>
              </w:rPr>
              <w:t>24</w:t>
            </w:r>
            <w:r w:rsidRPr="00CF60BD">
              <w:rPr>
                <w:rFonts w:ascii="Calibri" w:hAnsi="Calibri" w:cs="Calibri"/>
                <w:b w:val="0"/>
                <w:noProof/>
                <w:sz w:val="22"/>
                <w:szCs w:val="22"/>
                <w:lang w:val="ro-RO"/>
              </w:rPr>
              <w:t xml:space="preserve"> luni</w:t>
            </w:r>
            <w:r w:rsidR="00B07620" w:rsidRPr="00CF60BD">
              <w:rPr>
                <w:rFonts w:ascii="Calibri" w:hAnsi="Calibri" w:cs="Calibri"/>
                <w:b w:val="0"/>
                <w:noProof/>
                <w:sz w:val="22"/>
                <w:szCs w:val="22"/>
                <w:lang w:val="ro-RO"/>
              </w:rPr>
              <w:t>,</w:t>
            </w:r>
            <w:r w:rsidRPr="00CF60BD">
              <w:rPr>
                <w:rFonts w:ascii="Calibri" w:hAnsi="Calibri" w:cs="Calibri"/>
                <w:b w:val="0"/>
                <w:noProof/>
                <w:sz w:val="22"/>
                <w:szCs w:val="22"/>
                <w:lang w:val="ro-RO"/>
              </w:rPr>
              <w:t xml:space="preserve"> anterioare depunerii cererii de finanţare</w:t>
            </w:r>
            <w:r w:rsidR="006030D4">
              <w:rPr>
                <w:rFonts w:ascii="Calibri" w:hAnsi="Calibri" w:cs="Calibri"/>
                <w:b w:val="0"/>
                <w:noProof/>
                <w:sz w:val="22"/>
                <w:szCs w:val="22"/>
                <w:lang w:val="ro-RO"/>
              </w:rPr>
              <w:t>,</w:t>
            </w:r>
            <w:r w:rsidRPr="00CF60BD">
              <w:rPr>
                <w:rFonts w:ascii="Calibri" w:hAnsi="Calibri" w:cs="Calibri"/>
                <w:b w:val="0"/>
                <w:noProof/>
                <w:sz w:val="22"/>
                <w:szCs w:val="22"/>
                <w:lang w:val="ro-RO"/>
              </w:rPr>
              <w:t xml:space="preserve"> </w:t>
            </w:r>
            <w:r w:rsidRPr="00E427A7">
              <w:rPr>
                <w:rFonts w:ascii="Calibri" w:hAnsi="Calibri" w:cs="Calibri"/>
                <w:b w:val="0"/>
                <w:noProof/>
                <w:sz w:val="22"/>
                <w:szCs w:val="22"/>
                <w:lang w:val="ro-RO"/>
              </w:rPr>
              <w:t>emis de autorităţile locale (ex. poliția</w:t>
            </w:r>
            <w:r w:rsidR="00884158">
              <w:rPr>
                <w:rFonts w:ascii="Calibri" w:hAnsi="Calibri" w:cs="Calibri"/>
                <w:b w:val="0"/>
                <w:noProof/>
                <w:sz w:val="22"/>
                <w:szCs w:val="22"/>
                <w:lang w:val="ro-RO"/>
              </w:rPr>
              <w:t>,</w:t>
            </w:r>
            <w:r w:rsidRPr="00E427A7">
              <w:rPr>
                <w:rFonts w:ascii="Calibri" w:hAnsi="Calibri" w:cs="Calibri"/>
                <w:b w:val="0"/>
                <w:noProof/>
                <w:sz w:val="22"/>
                <w:szCs w:val="22"/>
                <w:lang w:val="ro-RO"/>
              </w:rPr>
              <w:t>primăria</w:t>
            </w:r>
            <w:r w:rsidR="00884158">
              <w:rPr>
                <w:rFonts w:ascii="Calibri" w:hAnsi="Calibri" w:cs="Calibri"/>
                <w:b w:val="0"/>
                <w:noProof/>
                <w:sz w:val="22"/>
                <w:szCs w:val="22"/>
                <w:lang w:val="ro-RO"/>
              </w:rPr>
              <w:t>, etc</w:t>
            </w:r>
            <w:r w:rsidRPr="00E427A7">
              <w:rPr>
                <w:rFonts w:ascii="Calibri" w:hAnsi="Calibri" w:cs="Calibri"/>
                <w:b w:val="0"/>
                <w:noProof/>
                <w:sz w:val="22"/>
                <w:szCs w:val="22"/>
                <w:lang w:val="ro-RO"/>
              </w:rPr>
              <w:t>), c</w:t>
            </w:r>
            <w:r w:rsidRPr="00EC2DE0">
              <w:rPr>
                <w:rFonts w:ascii="Calibri" w:hAnsi="Calibri" w:cs="Calibri"/>
                <w:b w:val="0"/>
                <w:noProof/>
                <w:sz w:val="22"/>
                <w:szCs w:val="22"/>
                <w:lang w:val="ro-RO"/>
              </w:rPr>
              <w:t>are cuprinde numele şi adresa per</w:t>
            </w:r>
            <w:r w:rsidRPr="005F7676">
              <w:rPr>
                <w:rFonts w:ascii="Calibri" w:hAnsi="Calibri" w:cs="Calibri"/>
                <w:b w:val="0"/>
                <w:noProof/>
                <w:sz w:val="22"/>
                <w:szCs w:val="22"/>
                <w:lang w:val="ro-RO"/>
              </w:rPr>
              <w:t>soanei înregistrate, precum şi data înregistrării, în baza art. 8</w:t>
            </w:r>
            <w:r w:rsidR="00884158">
              <w:rPr>
                <w:rFonts w:ascii="Calibri" w:hAnsi="Calibri" w:cs="Calibri"/>
                <w:b w:val="0"/>
                <w:noProof/>
                <w:sz w:val="22"/>
                <w:szCs w:val="22"/>
                <w:lang w:val="ro-RO"/>
              </w:rPr>
              <w:t xml:space="preserve"> a</w:t>
            </w:r>
            <w:r w:rsidR="00884158" w:rsidRPr="005F7676">
              <w:rPr>
                <w:rFonts w:ascii="Calibri" w:hAnsi="Calibri" w:cs="Calibri"/>
                <w:b w:val="0"/>
                <w:noProof/>
                <w:sz w:val="22"/>
                <w:szCs w:val="22"/>
                <w:lang w:val="ro-RO"/>
              </w:rPr>
              <w:t>Directivei 2004/38/CE</w:t>
            </w:r>
            <w:r w:rsidR="00884158">
              <w:rPr>
                <w:rFonts w:ascii="Calibri" w:hAnsi="Calibri" w:cs="Calibri"/>
                <w:b w:val="0"/>
                <w:noProof/>
                <w:sz w:val="22"/>
                <w:szCs w:val="22"/>
                <w:lang w:val="ro-RO"/>
              </w:rPr>
              <w:t>.</w:t>
            </w:r>
            <w:r w:rsidR="00884158" w:rsidRPr="005F7676">
              <w:rPr>
                <w:rFonts w:ascii="Calibri" w:hAnsi="Calibri" w:cs="Calibri"/>
                <w:b w:val="0"/>
                <w:noProof/>
                <w:sz w:val="22"/>
                <w:szCs w:val="22"/>
                <w:lang w:val="ro-RO"/>
              </w:rPr>
              <w:t xml:space="preserve"> </w:t>
            </w:r>
          </w:p>
          <w:p w14:paraId="18294F5A" w14:textId="3DE0E897" w:rsidR="002255A5" w:rsidRPr="00E67132" w:rsidRDefault="002255A5" w:rsidP="002255A5">
            <w:pPr>
              <w:pStyle w:val="BodyText3"/>
              <w:jc w:val="both"/>
              <w:rPr>
                <w:rFonts w:ascii="Calibri" w:hAnsi="Calibri" w:cs="Calibri"/>
                <w:b w:val="0"/>
                <w:noProof/>
                <w:sz w:val="22"/>
                <w:szCs w:val="22"/>
                <w:lang w:val="ro-RO"/>
              </w:rPr>
            </w:pPr>
          </w:p>
          <w:p w14:paraId="40AF52B0" w14:textId="77777777" w:rsidR="003C73AF" w:rsidRPr="008A17D6" w:rsidRDefault="003C73AF" w:rsidP="00800BB6">
            <w:pPr>
              <w:pStyle w:val="BodyText3"/>
              <w:jc w:val="both"/>
              <w:rPr>
                <w:rFonts w:ascii="Calibri" w:hAnsi="Calibri" w:cs="Calibri"/>
                <w:noProof/>
                <w:sz w:val="22"/>
                <w:szCs w:val="22"/>
                <w:lang w:val="ro-RO"/>
              </w:rPr>
            </w:pPr>
            <w:r w:rsidRPr="008A17D6">
              <w:rPr>
                <w:rFonts w:ascii="Calibri" w:hAnsi="Calibri" w:cs="Calibri"/>
                <w:noProof/>
                <w:sz w:val="22"/>
                <w:szCs w:val="22"/>
                <w:lang w:val="ro-RO"/>
              </w:rPr>
              <w:t xml:space="preserve">SAU </w:t>
            </w:r>
          </w:p>
          <w:p w14:paraId="2104129D" w14:textId="71EA93A3" w:rsidR="006F457B" w:rsidRDefault="002D483D" w:rsidP="00800BB6">
            <w:pPr>
              <w:pStyle w:val="BodyText3"/>
              <w:jc w:val="both"/>
              <w:rPr>
                <w:rFonts w:ascii="Calibri" w:hAnsi="Calibri" w:cs="Calibri"/>
                <w:noProof/>
                <w:sz w:val="22"/>
                <w:szCs w:val="22"/>
              </w:rPr>
            </w:pPr>
            <w:r w:rsidRPr="008A17D6">
              <w:rPr>
                <w:rFonts w:ascii="Calibri" w:hAnsi="Calibri" w:cs="Calibri"/>
                <w:noProof/>
                <w:sz w:val="22"/>
                <w:szCs w:val="22"/>
                <w:lang w:val="ro-RO"/>
              </w:rPr>
              <w:t>14.2</w:t>
            </w:r>
            <w:r>
              <w:rPr>
                <w:rFonts w:ascii="Calibri" w:hAnsi="Calibri" w:cs="Calibri"/>
                <w:b w:val="0"/>
                <w:noProof/>
                <w:sz w:val="22"/>
                <w:szCs w:val="22"/>
                <w:lang w:val="ro-RO"/>
              </w:rPr>
              <w:t xml:space="preserve"> </w:t>
            </w:r>
            <w:r w:rsidR="00884158">
              <w:rPr>
                <w:rFonts w:ascii="Calibri" w:hAnsi="Calibri" w:cs="Calibri"/>
                <w:noProof/>
                <w:sz w:val="22"/>
                <w:szCs w:val="22"/>
              </w:rPr>
              <w:t>În cazul solicitanților</w:t>
            </w:r>
            <w:r w:rsidR="001F1250">
              <w:rPr>
                <w:rFonts w:ascii="Calibri" w:hAnsi="Calibri" w:cs="Calibri"/>
                <w:noProof/>
                <w:sz w:val="22"/>
                <w:szCs w:val="22"/>
              </w:rPr>
              <w:t xml:space="preserve"> care au </w:t>
            </w:r>
            <w:r w:rsidR="00800BB6" w:rsidRPr="00800BB6">
              <w:rPr>
                <w:rFonts w:ascii="Calibri" w:hAnsi="Calibri" w:cs="Calibri"/>
                <w:noProof/>
                <w:sz w:val="22"/>
                <w:szCs w:val="22"/>
              </w:rPr>
              <w:t>absolv</w:t>
            </w:r>
            <w:r w:rsidR="001F1250">
              <w:rPr>
                <w:rFonts w:ascii="Calibri" w:hAnsi="Calibri" w:cs="Calibri"/>
                <w:noProof/>
                <w:sz w:val="22"/>
                <w:szCs w:val="22"/>
              </w:rPr>
              <w:t>itî</w:t>
            </w:r>
            <w:r w:rsidR="0062644E" w:rsidRPr="0062644E">
              <w:rPr>
                <w:rFonts w:ascii="Calibri" w:hAnsi="Calibri" w:cs="Calibri"/>
                <w:noProof/>
                <w:sz w:val="22"/>
                <w:szCs w:val="22"/>
                <w:lang w:val="en-US"/>
              </w:rPr>
              <w:t xml:space="preserve">n ultimele 60 de luni înaintea depunerii cererii de finanțare </w:t>
            </w:r>
            <w:r w:rsidR="00800BB6" w:rsidRPr="00800BB6">
              <w:rPr>
                <w:rFonts w:ascii="Calibri" w:hAnsi="Calibri" w:cs="Calibri"/>
                <w:noProof/>
                <w:sz w:val="22"/>
                <w:szCs w:val="22"/>
              </w:rPr>
              <w:t>programe de studii</w:t>
            </w:r>
            <w:r w:rsidR="0062644E">
              <w:rPr>
                <w:rFonts w:ascii="Calibri" w:hAnsi="Calibri" w:cs="Calibri"/>
                <w:noProof/>
                <w:sz w:val="22"/>
                <w:szCs w:val="22"/>
              </w:rPr>
              <w:t xml:space="preserve"> </w:t>
            </w:r>
            <w:r w:rsidR="0062644E" w:rsidRPr="0062644E">
              <w:rPr>
                <w:rFonts w:ascii="Calibri" w:hAnsi="Calibri" w:cs="Calibri"/>
                <w:noProof/>
                <w:sz w:val="22"/>
                <w:szCs w:val="22"/>
                <w:lang w:val="en-US"/>
              </w:rPr>
              <w:t>(postuniversitare, universitare,  preuniversitare)</w:t>
            </w:r>
            <w:r w:rsidR="00800BB6" w:rsidRPr="00E67132">
              <w:rPr>
                <w:rFonts w:ascii="Calibri" w:hAnsi="Calibri" w:cs="Calibri"/>
                <w:noProof/>
                <w:sz w:val="22"/>
                <w:szCs w:val="22"/>
              </w:rPr>
              <w:t xml:space="preserve"> în domeniul agricol</w:t>
            </w:r>
            <w:r w:rsidR="00C10AA5" w:rsidRPr="00184439">
              <w:rPr>
                <w:rFonts w:ascii="Calibri" w:hAnsi="Calibri" w:cs="Calibri"/>
                <w:noProof/>
                <w:sz w:val="22"/>
                <w:szCs w:val="22"/>
              </w:rPr>
              <w:t xml:space="preserve">, </w:t>
            </w:r>
            <w:r w:rsidR="00C10AA5" w:rsidRPr="009B18BC">
              <w:rPr>
                <w:rFonts w:ascii="Calibri" w:hAnsi="Calibri" w:cs="Calibri"/>
                <w:sz w:val="22"/>
                <w:szCs w:val="22"/>
              </w:rPr>
              <w:t>agro-alimentar, veterinar sau economie agrară</w:t>
            </w:r>
            <w:r w:rsidR="00884158">
              <w:rPr>
                <w:rFonts w:ascii="Calibri" w:hAnsi="Calibri" w:cs="Calibri"/>
                <w:sz w:val="22"/>
                <w:szCs w:val="22"/>
              </w:rPr>
              <w:t>,</w:t>
            </w:r>
            <w:r w:rsidR="0062644E">
              <w:rPr>
                <w:rFonts w:ascii="Calibri" w:hAnsi="Calibri" w:cs="Calibri"/>
                <w:sz w:val="22"/>
                <w:szCs w:val="22"/>
              </w:rPr>
              <w:t> </w:t>
            </w:r>
            <w:r w:rsidR="00884158" w:rsidRPr="00884158">
              <w:rPr>
                <w:rFonts w:ascii="Calibri" w:hAnsi="Calibri" w:cs="Calibri"/>
                <w:sz w:val="22"/>
                <w:szCs w:val="22"/>
                <w:lang w:val="en-US"/>
              </w:rPr>
              <w:t>aceștia vor depune</w:t>
            </w:r>
            <w:r w:rsidR="0062644E">
              <w:rPr>
                <w:rFonts w:ascii="Calibri" w:hAnsi="Calibri" w:cs="Calibri"/>
                <w:noProof/>
                <w:sz w:val="22"/>
                <w:szCs w:val="22"/>
              </w:rPr>
              <w:t>:</w:t>
            </w:r>
          </w:p>
          <w:p w14:paraId="344AE15C" w14:textId="77777777" w:rsidR="006F457B" w:rsidRDefault="006F457B" w:rsidP="00800BB6">
            <w:pPr>
              <w:pStyle w:val="BodyText3"/>
              <w:jc w:val="both"/>
              <w:rPr>
                <w:rFonts w:ascii="Calibri" w:hAnsi="Calibri" w:cs="Calibri"/>
                <w:noProof/>
                <w:sz w:val="22"/>
                <w:szCs w:val="22"/>
              </w:rPr>
            </w:pPr>
          </w:p>
          <w:p w14:paraId="37B45579" w14:textId="0D3A3BD7" w:rsidR="006F457B" w:rsidRDefault="00402C94" w:rsidP="00800BB6">
            <w:pPr>
              <w:pStyle w:val="BodyText3"/>
              <w:jc w:val="both"/>
              <w:rPr>
                <w:rFonts w:ascii="Calibri" w:hAnsi="Calibri" w:cs="Calibri"/>
                <w:noProof/>
                <w:sz w:val="22"/>
                <w:szCs w:val="22"/>
              </w:rPr>
            </w:pPr>
            <w:r>
              <w:rPr>
                <w:rFonts w:ascii="Calibri" w:hAnsi="Calibri" w:cs="Calibri"/>
                <w:noProof/>
                <w:sz w:val="22"/>
                <w:szCs w:val="22"/>
              </w:rPr>
              <w:t xml:space="preserve"> </w:t>
            </w:r>
            <w:r w:rsidR="00B23853">
              <w:rPr>
                <w:rFonts w:ascii="Calibri" w:hAnsi="Calibri" w:cs="Calibri"/>
                <w:noProof/>
                <w:sz w:val="22"/>
                <w:szCs w:val="22"/>
              </w:rPr>
              <w:t>a)</w:t>
            </w:r>
            <w:r>
              <w:rPr>
                <w:rFonts w:ascii="Calibri" w:hAnsi="Calibri" w:cs="Calibri"/>
                <w:noProof/>
                <w:sz w:val="22"/>
                <w:szCs w:val="22"/>
              </w:rPr>
              <w:t xml:space="preserve"> </w:t>
            </w:r>
            <w:r w:rsidR="006F457B">
              <w:rPr>
                <w:rFonts w:ascii="Calibri" w:hAnsi="Calibri" w:cs="Calibri"/>
                <w:noProof/>
                <w:sz w:val="22"/>
                <w:szCs w:val="22"/>
              </w:rPr>
              <w:t>D</w:t>
            </w:r>
            <w:r w:rsidR="00800BB6" w:rsidRPr="00E67132">
              <w:rPr>
                <w:rFonts w:ascii="Calibri" w:hAnsi="Calibri" w:cs="Calibri"/>
                <w:noProof/>
                <w:sz w:val="22"/>
                <w:szCs w:val="22"/>
              </w:rPr>
              <w:t xml:space="preserve">ocument </w:t>
            </w:r>
            <w:r w:rsidR="00385313">
              <w:rPr>
                <w:rFonts w:ascii="Calibri" w:hAnsi="Calibri" w:cs="Calibri"/>
                <w:noProof/>
                <w:sz w:val="22"/>
                <w:szCs w:val="22"/>
              </w:rPr>
              <w:t xml:space="preserve">oficial </w:t>
            </w:r>
            <w:r w:rsidR="00411BD9">
              <w:rPr>
                <w:rFonts w:ascii="Calibri" w:hAnsi="Calibri" w:cs="Calibri"/>
                <w:noProof/>
                <w:sz w:val="22"/>
                <w:szCs w:val="22"/>
              </w:rPr>
              <w:t>(diploma/certificat de absolvire</w:t>
            </w:r>
            <w:r w:rsidR="00884158">
              <w:rPr>
                <w:rFonts w:ascii="Calibri" w:hAnsi="Calibri" w:cs="Calibri"/>
                <w:noProof/>
                <w:sz w:val="22"/>
                <w:szCs w:val="22"/>
              </w:rPr>
              <w:t>/</w:t>
            </w:r>
            <w:r w:rsidR="00884158" w:rsidRPr="00884158">
              <w:rPr>
                <w:rFonts w:ascii="Calibri" w:hAnsi="Calibri" w:cs="Calibri"/>
                <w:noProof/>
                <w:sz w:val="22"/>
                <w:szCs w:val="22"/>
                <w:lang w:val="en-US"/>
              </w:rPr>
              <w:t>adeverinţă de absolvire a studiilor respective, însoţită de situația școlară* sau alt document care să dovedească absolvirea unui</w:t>
            </w:r>
            <w:r w:rsidR="00884158" w:rsidRPr="00884158" w:rsidDel="00C54D2F">
              <w:rPr>
                <w:rFonts w:ascii="Calibri" w:hAnsi="Calibri" w:cs="Calibri"/>
                <w:noProof/>
                <w:sz w:val="22"/>
                <w:szCs w:val="22"/>
                <w:lang w:val="en-US"/>
              </w:rPr>
              <w:t xml:space="preserve"> </w:t>
            </w:r>
            <w:r w:rsidR="00884158" w:rsidRPr="00884158">
              <w:rPr>
                <w:rFonts w:ascii="Calibri" w:hAnsi="Calibri" w:cs="Calibri"/>
                <w:noProof/>
                <w:sz w:val="22"/>
                <w:szCs w:val="22"/>
                <w:lang w:val="en-US"/>
              </w:rPr>
              <w:t xml:space="preserve">program de studiu), în ultimele 60 de luni înaintea depunerii cererii de finanţare, în domeniul agricol, agro-alimentar, veterinar sau economie agrară a solicitantului </w:t>
            </w:r>
            <w:r w:rsidR="00884158" w:rsidRPr="00884158">
              <w:rPr>
                <w:rFonts w:ascii="Calibri" w:hAnsi="Calibri" w:cs="Calibri"/>
                <w:noProof/>
                <w:sz w:val="22"/>
                <w:szCs w:val="22"/>
                <w:lang w:val="ro-RO"/>
              </w:rPr>
              <w:t>în state</w:t>
            </w:r>
            <w:r w:rsidR="001E5841">
              <w:rPr>
                <w:rFonts w:ascii="Calibri" w:hAnsi="Calibri" w:cs="Calibri"/>
                <w:noProof/>
                <w:sz w:val="22"/>
                <w:szCs w:val="22"/>
                <w:lang w:val="ro-RO"/>
              </w:rPr>
              <w:t>le membre</w:t>
            </w:r>
            <w:r w:rsidR="00884158" w:rsidRPr="00884158">
              <w:rPr>
                <w:rFonts w:ascii="Calibri" w:hAnsi="Calibri" w:cs="Calibri"/>
                <w:noProof/>
                <w:sz w:val="22"/>
                <w:szCs w:val="22"/>
                <w:lang w:val="ro-RO"/>
              </w:rPr>
              <w:t xml:space="preserve"> UE sau terțe UE</w:t>
            </w:r>
            <w:r w:rsidR="00884158">
              <w:rPr>
                <w:rFonts w:ascii="Calibri" w:hAnsi="Calibri" w:cs="Calibri"/>
                <w:noProof/>
                <w:sz w:val="22"/>
                <w:szCs w:val="22"/>
              </w:rPr>
              <w:t>,</w:t>
            </w:r>
            <w:r w:rsidR="00411BD9" w:rsidRPr="00E67132">
              <w:rPr>
                <w:rFonts w:ascii="Calibri" w:hAnsi="Calibri" w:cs="Calibri"/>
                <w:noProof/>
                <w:sz w:val="22"/>
                <w:szCs w:val="22"/>
              </w:rPr>
              <w:t xml:space="preserve"> </w:t>
            </w:r>
            <w:r w:rsidR="00800BB6" w:rsidRPr="00E67132">
              <w:rPr>
                <w:rFonts w:ascii="Calibri" w:hAnsi="Calibri" w:cs="Calibri"/>
                <w:noProof/>
                <w:sz w:val="22"/>
                <w:szCs w:val="22"/>
              </w:rPr>
              <w:t xml:space="preserve">cu apostilă (Conform Convenției de la Haga) </w:t>
            </w:r>
          </w:p>
          <w:p w14:paraId="1C3FCEA3" w14:textId="77777777" w:rsidR="00E3086E" w:rsidRDefault="00E3086E" w:rsidP="00800BB6">
            <w:pPr>
              <w:pStyle w:val="BodyText3"/>
              <w:jc w:val="both"/>
              <w:rPr>
                <w:rFonts w:ascii="Calibri" w:hAnsi="Calibri" w:cs="Calibri"/>
                <w:noProof/>
                <w:sz w:val="22"/>
                <w:szCs w:val="22"/>
              </w:rPr>
            </w:pPr>
            <w:r>
              <w:rPr>
                <w:rFonts w:ascii="Calibri" w:hAnsi="Calibri" w:cs="Calibri"/>
                <w:noProof/>
                <w:sz w:val="22"/>
                <w:szCs w:val="22"/>
              </w:rPr>
              <w:t>sau</w:t>
            </w:r>
          </w:p>
          <w:p w14:paraId="14A8988F" w14:textId="1D76D114" w:rsidR="00884158" w:rsidRDefault="00884158">
            <w:pPr>
              <w:pStyle w:val="BodyText3"/>
              <w:jc w:val="both"/>
              <w:rPr>
                <w:rFonts w:ascii="Calibri" w:hAnsi="Calibri" w:cs="Calibri"/>
                <w:b w:val="0"/>
                <w:noProof/>
                <w:sz w:val="22"/>
                <w:szCs w:val="22"/>
              </w:rPr>
            </w:pPr>
            <w:r w:rsidRPr="008A17D6">
              <w:rPr>
                <w:rFonts w:ascii="Calibri" w:hAnsi="Calibri" w:cs="Calibri"/>
                <w:b w:val="0"/>
                <w:noProof/>
                <w:sz w:val="22"/>
                <w:szCs w:val="22"/>
              </w:rPr>
              <w:t>b)</w:t>
            </w:r>
            <w:r w:rsidR="006F457B" w:rsidRPr="008A17D6">
              <w:rPr>
                <w:rFonts w:ascii="Calibri" w:hAnsi="Calibri" w:cs="Calibri"/>
                <w:b w:val="0"/>
                <w:noProof/>
                <w:sz w:val="22"/>
                <w:szCs w:val="22"/>
              </w:rPr>
              <w:t>D</w:t>
            </w:r>
            <w:r w:rsidR="00800BB6" w:rsidRPr="008A17D6">
              <w:rPr>
                <w:rFonts w:ascii="Calibri" w:hAnsi="Calibri" w:cs="Calibri"/>
                <w:b w:val="0"/>
                <w:noProof/>
                <w:sz w:val="22"/>
                <w:szCs w:val="22"/>
              </w:rPr>
              <w:t xml:space="preserve">ocument </w:t>
            </w:r>
            <w:r w:rsidRPr="008A17D6">
              <w:rPr>
                <w:rFonts w:ascii="Calibri" w:hAnsi="Calibri" w:cs="Calibri"/>
                <w:b w:val="0"/>
                <w:noProof/>
                <w:sz w:val="22"/>
                <w:szCs w:val="22"/>
                <w:lang w:val="en-US"/>
              </w:rPr>
              <w:t>(diplomă/certificat de absolvire/ adeverinţă de absolvire a studiilor respective, însoţită de situația școlară* sau alt document care să dovedească absolvirea unui</w:t>
            </w:r>
            <w:r w:rsidRPr="008A17D6" w:rsidDel="00C54D2F">
              <w:rPr>
                <w:rFonts w:ascii="Calibri" w:hAnsi="Calibri" w:cs="Calibri"/>
                <w:b w:val="0"/>
                <w:noProof/>
                <w:sz w:val="22"/>
                <w:szCs w:val="22"/>
                <w:lang w:val="en-US"/>
              </w:rPr>
              <w:t xml:space="preserve"> </w:t>
            </w:r>
            <w:r w:rsidRPr="008A17D6">
              <w:rPr>
                <w:rFonts w:ascii="Calibri" w:hAnsi="Calibri" w:cs="Calibri"/>
                <w:b w:val="0"/>
                <w:noProof/>
                <w:sz w:val="22"/>
                <w:szCs w:val="22"/>
                <w:lang w:val="en-US"/>
              </w:rPr>
              <w:t xml:space="preserve">program de studiu), în ultimele 60 de luni înaintea depunerii cererii de finanţare, în domeniul agricol, agro-alimentar, veterinar sau economie agrară a solicitantului </w:t>
            </w:r>
            <w:r w:rsidRPr="008A17D6">
              <w:rPr>
                <w:rFonts w:ascii="Calibri" w:hAnsi="Calibri" w:cs="Calibri"/>
                <w:b w:val="0"/>
                <w:noProof/>
                <w:sz w:val="22"/>
                <w:szCs w:val="22"/>
                <w:lang w:val="ro-RO"/>
              </w:rPr>
              <w:t>în state</w:t>
            </w:r>
            <w:r w:rsidR="001E5841">
              <w:rPr>
                <w:rFonts w:ascii="Calibri" w:hAnsi="Calibri" w:cs="Calibri"/>
                <w:b w:val="0"/>
                <w:noProof/>
                <w:sz w:val="22"/>
                <w:szCs w:val="22"/>
                <w:lang w:val="ro-RO"/>
              </w:rPr>
              <w:t>le membre</w:t>
            </w:r>
            <w:r w:rsidRPr="008A17D6">
              <w:rPr>
                <w:rFonts w:ascii="Calibri" w:hAnsi="Calibri" w:cs="Calibri"/>
                <w:b w:val="0"/>
                <w:noProof/>
                <w:sz w:val="22"/>
                <w:szCs w:val="22"/>
                <w:lang w:val="ro-RO"/>
              </w:rPr>
              <w:t xml:space="preserve"> UE sau terțe UE, </w:t>
            </w:r>
          </w:p>
          <w:p w14:paraId="184D2904" w14:textId="77777777" w:rsidR="00884158" w:rsidRDefault="00860BCE">
            <w:pPr>
              <w:pStyle w:val="BodyText3"/>
              <w:jc w:val="both"/>
              <w:rPr>
                <w:rFonts w:ascii="Calibri" w:hAnsi="Calibri" w:cs="Calibri"/>
                <w:b w:val="0"/>
                <w:noProof/>
                <w:sz w:val="22"/>
                <w:szCs w:val="22"/>
              </w:rPr>
            </w:pPr>
            <w:r>
              <w:rPr>
                <w:rFonts w:ascii="Calibri" w:hAnsi="Calibri" w:cs="Calibri"/>
                <w:b w:val="0"/>
                <w:noProof/>
                <w:sz w:val="22"/>
                <w:szCs w:val="22"/>
              </w:rPr>
              <w:t>însoțit</w:t>
            </w:r>
            <w:r w:rsidR="00800BB6" w:rsidRPr="008A17D6">
              <w:rPr>
                <w:rFonts w:ascii="Calibri" w:hAnsi="Calibri" w:cs="Calibri"/>
                <w:b w:val="0"/>
                <w:noProof/>
                <w:sz w:val="22"/>
                <w:szCs w:val="22"/>
              </w:rPr>
              <w:t xml:space="preserve"> de </w:t>
            </w:r>
          </w:p>
          <w:p w14:paraId="0B3FE7D6" w14:textId="2EB45F4A" w:rsidR="00884158" w:rsidRPr="008A17D6" w:rsidRDefault="00F0613F" w:rsidP="00884158">
            <w:pPr>
              <w:pStyle w:val="BodyText3"/>
              <w:jc w:val="both"/>
              <w:rPr>
                <w:rFonts w:ascii="Calibri" w:hAnsi="Calibri" w:cs="Calibri"/>
                <w:b w:val="0"/>
                <w:noProof/>
                <w:sz w:val="22"/>
                <w:szCs w:val="22"/>
                <w:lang w:val="ro-RO"/>
              </w:rPr>
            </w:pPr>
            <w:r>
              <w:rPr>
                <w:rFonts w:ascii="Calibri" w:hAnsi="Calibri" w:cs="Calibri"/>
                <w:b w:val="0"/>
                <w:noProof/>
                <w:sz w:val="22"/>
                <w:szCs w:val="22"/>
              </w:rPr>
              <w:t>C</w:t>
            </w:r>
            <w:r w:rsidR="00800BB6" w:rsidRPr="008A17D6">
              <w:rPr>
                <w:rFonts w:ascii="Calibri" w:hAnsi="Calibri" w:cs="Calibri"/>
                <w:b w:val="0"/>
                <w:noProof/>
                <w:sz w:val="22"/>
                <w:szCs w:val="22"/>
              </w:rPr>
              <w:t>ertificatul de înregistrare care dovedeşte</w:t>
            </w:r>
            <w:r w:rsidR="00860BCE">
              <w:rPr>
                <w:rFonts w:ascii="Calibri" w:hAnsi="Calibri" w:cs="Calibri"/>
                <w:b w:val="0"/>
                <w:noProof/>
                <w:sz w:val="22"/>
                <w:szCs w:val="22"/>
              </w:rPr>
              <w:t xml:space="preserve"> prezența</w:t>
            </w:r>
            <w:r w:rsidR="00800BB6" w:rsidRPr="008A17D6">
              <w:rPr>
                <w:rFonts w:ascii="Calibri" w:hAnsi="Calibri" w:cs="Calibri"/>
                <w:b w:val="0"/>
                <w:noProof/>
                <w:sz w:val="22"/>
                <w:szCs w:val="22"/>
              </w:rPr>
              <w:t xml:space="preserve"> solicitantului în statul</w:t>
            </w:r>
            <w:r w:rsidR="00884158">
              <w:rPr>
                <w:rFonts w:ascii="Calibri" w:hAnsi="Calibri" w:cs="Calibri"/>
                <w:b w:val="0"/>
                <w:noProof/>
                <w:sz w:val="22"/>
                <w:szCs w:val="22"/>
              </w:rPr>
              <w:t xml:space="preserve"> în care a desfășurat activitate</w:t>
            </w:r>
            <w:r w:rsidR="006030D4">
              <w:rPr>
                <w:rFonts w:ascii="Calibri" w:hAnsi="Calibri" w:cs="Calibri"/>
                <w:b w:val="0"/>
                <w:noProof/>
                <w:sz w:val="22"/>
                <w:szCs w:val="22"/>
              </w:rPr>
              <w:t>cel puțin 3 luni neîntrerupte</w:t>
            </w:r>
            <w:r w:rsidR="00800BB6" w:rsidRPr="008A17D6">
              <w:rPr>
                <w:rFonts w:ascii="Calibri" w:hAnsi="Calibri" w:cs="Calibri"/>
                <w:b w:val="0"/>
                <w:noProof/>
                <w:sz w:val="22"/>
                <w:szCs w:val="22"/>
              </w:rPr>
              <w:t xml:space="preserve"> în  ultimele </w:t>
            </w:r>
            <w:r w:rsidR="00C10AA5" w:rsidRPr="008A17D6">
              <w:rPr>
                <w:rFonts w:ascii="Calibri" w:hAnsi="Calibri" w:cs="Calibri"/>
                <w:b w:val="0"/>
                <w:noProof/>
                <w:sz w:val="22"/>
                <w:szCs w:val="22"/>
              </w:rPr>
              <w:t>24</w:t>
            </w:r>
            <w:r w:rsidR="00800BB6" w:rsidRPr="008A17D6">
              <w:rPr>
                <w:rFonts w:ascii="Calibri" w:hAnsi="Calibri" w:cs="Calibri"/>
                <w:b w:val="0"/>
                <w:noProof/>
                <w:sz w:val="22"/>
                <w:szCs w:val="22"/>
              </w:rPr>
              <w:t xml:space="preserve"> luni anterioare depunerii cererii de finanţare</w:t>
            </w:r>
            <w:r w:rsidR="00884158" w:rsidRPr="00884158">
              <w:rPr>
                <w:rFonts w:asciiTheme="minorHAnsi" w:eastAsiaTheme="minorHAnsi" w:hAnsiTheme="minorHAnsi" w:cstheme="minorBidi"/>
                <w:sz w:val="22"/>
                <w:szCs w:val="22"/>
              </w:rPr>
              <w:t xml:space="preserve"> </w:t>
            </w:r>
            <w:r w:rsidR="00884158" w:rsidRPr="008A17D6">
              <w:rPr>
                <w:rFonts w:ascii="Calibri" w:hAnsi="Calibri" w:cs="Calibri"/>
                <w:b w:val="0"/>
                <w:noProof/>
                <w:sz w:val="22"/>
                <w:szCs w:val="22"/>
              </w:rPr>
              <w:t>emis de autorităţile locale (ex. poliția, primăria, etc), care cuprinde numele şi adresa persoanei înregistrate, precum şi data înregistrării, în baza art. 8 a Directivei 2004/38/CE</w:t>
            </w:r>
            <w:r w:rsidR="00884158">
              <w:rPr>
                <w:rFonts w:ascii="Calibri" w:hAnsi="Calibri" w:cs="Calibri"/>
                <w:b w:val="0"/>
                <w:noProof/>
                <w:sz w:val="22"/>
                <w:szCs w:val="22"/>
              </w:rPr>
              <w:t>.</w:t>
            </w:r>
          </w:p>
          <w:p w14:paraId="56E70839" w14:textId="4D3EA698" w:rsidR="00800BB6" w:rsidRPr="008A17D6" w:rsidRDefault="00800BB6">
            <w:pPr>
              <w:pStyle w:val="BodyText3"/>
              <w:jc w:val="both"/>
              <w:rPr>
                <w:rFonts w:ascii="Calibri" w:hAnsi="Calibri" w:cs="Calibri"/>
                <w:b w:val="0"/>
                <w:noProof/>
                <w:sz w:val="22"/>
                <w:szCs w:val="22"/>
              </w:rPr>
            </w:pPr>
          </w:p>
          <w:p w14:paraId="2765E4DE" w14:textId="77777777" w:rsidR="002255A5" w:rsidRPr="008A17D6" w:rsidRDefault="009E0935" w:rsidP="002255A5">
            <w:pPr>
              <w:pStyle w:val="BodyText3"/>
              <w:jc w:val="both"/>
              <w:rPr>
                <w:rFonts w:asciiTheme="minorHAnsi" w:hAnsiTheme="minorHAnsi" w:cstheme="minorHAnsi"/>
                <w:b w:val="0"/>
                <w:noProof/>
                <w:sz w:val="22"/>
                <w:szCs w:val="22"/>
              </w:rPr>
            </w:pPr>
            <w:r w:rsidRPr="008A17D6">
              <w:rPr>
                <w:rFonts w:asciiTheme="minorHAnsi" w:hAnsiTheme="minorHAnsi" w:cstheme="minorHAnsi"/>
                <w:b w:val="0"/>
                <w:noProof/>
                <w:sz w:val="22"/>
                <w:szCs w:val="22"/>
              </w:rPr>
              <w:t>Documentul prezentat de absolvenţii de programe de studii trebuie să fie însoţit de foaia matricolă corespunzătoare.</w:t>
            </w:r>
          </w:p>
          <w:p w14:paraId="0B09E3E1" w14:textId="32A5E5BA" w:rsidR="009E0935" w:rsidRDefault="00E427A7" w:rsidP="002255A5">
            <w:pPr>
              <w:pStyle w:val="BodyText3"/>
              <w:jc w:val="both"/>
              <w:rPr>
                <w:rFonts w:ascii="Calibri" w:hAnsi="Calibri" w:cs="Calibri"/>
                <w:b w:val="0"/>
                <w:sz w:val="22"/>
                <w:szCs w:val="22"/>
              </w:rPr>
            </w:pPr>
            <w:r w:rsidRPr="008A17D6">
              <w:rPr>
                <w:rFonts w:ascii="Calibri" w:hAnsi="Calibri" w:cs="Calibri"/>
                <w:b w:val="0"/>
                <w:sz w:val="22"/>
                <w:szCs w:val="22"/>
              </w:rPr>
              <w:t>Documentele enumerate anterior se depun cu traducere legalizată în limba română.</w:t>
            </w:r>
          </w:p>
          <w:p w14:paraId="2666F3F8" w14:textId="77777777" w:rsidR="00884158" w:rsidRPr="008A17D6" w:rsidRDefault="00884158" w:rsidP="00884158">
            <w:pPr>
              <w:pStyle w:val="BodyText3"/>
              <w:jc w:val="both"/>
              <w:rPr>
                <w:rFonts w:ascii="Calibri" w:hAnsi="Calibri" w:cs="Calibri"/>
                <w:b w:val="0"/>
                <w:sz w:val="22"/>
                <w:szCs w:val="22"/>
                <w:lang w:val="en-US"/>
              </w:rPr>
            </w:pPr>
            <w:r w:rsidRPr="008A17D6">
              <w:rPr>
                <w:rFonts w:ascii="Calibri" w:hAnsi="Calibri" w:cs="Calibri"/>
                <w:b w:val="0"/>
                <w:sz w:val="22"/>
                <w:szCs w:val="22"/>
                <w:lang w:val="ro-RO"/>
              </w:rPr>
              <w:t>* În cazul în care solicitantul care a absolvit în ultimele 12 luni până la data depunerii Cererii de finanţare</w:t>
            </w:r>
          </w:p>
          <w:p w14:paraId="216AECCF" w14:textId="77777777" w:rsidR="00884158" w:rsidRPr="008A17D6" w:rsidRDefault="00884158" w:rsidP="002255A5">
            <w:pPr>
              <w:pStyle w:val="BodyText3"/>
              <w:jc w:val="both"/>
              <w:rPr>
                <w:rFonts w:ascii="Trebuchet MS" w:hAnsi="Trebuchet MS" w:cs="Calibri"/>
                <w:b w:val="0"/>
                <w:noProof/>
                <w:sz w:val="22"/>
                <w:szCs w:val="22"/>
              </w:rPr>
            </w:pPr>
          </w:p>
          <w:p w14:paraId="5D9F84CB" w14:textId="77777777" w:rsidR="007B53B6" w:rsidRPr="00E67132" w:rsidRDefault="007B53B6" w:rsidP="008A17D6">
            <w:pPr>
              <w:pStyle w:val="BodyText3"/>
              <w:jc w:val="both"/>
              <w:rPr>
                <w:rFonts w:ascii="Calibri" w:hAnsi="Calibri" w:cs="Calibri"/>
                <w:noProof/>
                <w:sz w:val="22"/>
                <w:szCs w:val="22"/>
                <w:lang w:val="ro-RO"/>
              </w:rPr>
            </w:pPr>
          </w:p>
        </w:tc>
        <w:tc>
          <w:tcPr>
            <w:tcW w:w="654" w:type="pct"/>
          </w:tcPr>
          <w:p w14:paraId="4BB647F9"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AF3E856"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A24ECA7" w14:textId="77777777" w:rsidR="00CF60BD" w:rsidRPr="00E67132"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597B277" w14:textId="77777777" w:rsidR="007B53B6" w:rsidRPr="00E67132"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7A63301"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4DFF9AE8" w14:textId="77777777" w:rsidR="00B07620" w:rsidRDefault="00B07620"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61E6A58C" w14:textId="77777777" w:rsidR="00385313" w:rsidRDefault="0038531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6869E1F2" w14:textId="77777777" w:rsidR="00385313" w:rsidRDefault="0038531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410DE4F2" w14:textId="77777777" w:rsidR="00385313" w:rsidRDefault="0038531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4D14DE32" w14:textId="77777777" w:rsidR="00385313" w:rsidRDefault="0038531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349D0C8A"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7F6E4F3"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5B9F773"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A56C0F4"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D354A1A"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0688BC8"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5C7444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8945D92"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ED67FD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5F2E764"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2A3DF7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3BFAC0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B38127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1292B5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37130E1"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86CF403"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6DA13D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7382FF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1940EA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80348A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1061D28"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2996B1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2AEFA6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DC7E94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94C14D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6C7643A"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A5CD7CB"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6CF4E9B"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A074B34"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4DCDAE3"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7C61DDD"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6749A99"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25BCE54"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70731D3" w14:textId="22F2F57F"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A0F462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703A348"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19BDBD2"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34CD8E2"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6294EE4" w14:textId="77777777" w:rsidR="00E3086E" w:rsidRPr="00E67132" w:rsidRDefault="00E3086E" w:rsidP="00E3086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9C42CD0"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5F7F2F2"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42FD70D"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A59DCDA"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47A437B"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17B8692"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AE6746C"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60CFD7E"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B65B5B1"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7F84F39" w14:textId="77777777" w:rsidR="00B761D4" w:rsidRPr="00E67132" w:rsidRDefault="00B761D4" w:rsidP="00B761D4">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C04045D"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12848A4"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17781CA"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0BADD6E"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BCD7D89"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555A991" w14:textId="77777777" w:rsidR="00CF60BD" w:rsidRPr="00E67132"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421" w:type="pct"/>
          </w:tcPr>
          <w:p w14:paraId="3256F8E1"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D969FB9" w14:textId="77777777" w:rsidR="00CF60BD" w:rsidRPr="00E67132"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67A6572"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092917E" w14:textId="77777777" w:rsidR="007B53B6" w:rsidRPr="00E67132"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1E468C3"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293E073"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E166CED"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D5D8F12"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946909E"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326A03D"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BDE2FC2"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5DAF907"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3C9022F6"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009A11A9"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31A42F27"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02B1ABD6"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7519E65A"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7DA6F654"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0944F5C5"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359546C8"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3AC933AF"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53D08FEC"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032E384A"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1F322369" w14:textId="77777777" w:rsidR="00212833"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p>
          <w:p w14:paraId="61853349"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E0D5494"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072A288"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8D22367"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0A52B1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B73EBC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927F40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CC96AC3"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61199D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C47FFF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13349F3"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7A8B0F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D9ABF38"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4A67624"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10EF40C"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5B52B97"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2561D0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CA48915"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F2BC7E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DA15252" w14:textId="781B1738"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50DFE65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89537B5"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F86DDE4"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3FB4415"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96F7B58" w14:textId="77777777" w:rsidR="00E3086E" w:rsidRPr="00E67132" w:rsidRDefault="00E3086E" w:rsidP="00E3086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4DBD522" w14:textId="77777777" w:rsidR="00E3086E" w:rsidRDefault="00E3086E" w:rsidP="008A17D6">
            <w:pPr>
              <w:overflowPunct w:val="0"/>
              <w:autoSpaceDE w:val="0"/>
              <w:autoSpaceDN w:val="0"/>
              <w:adjustRightInd w:val="0"/>
              <w:textAlignment w:val="baseline"/>
              <w:rPr>
                <w:rFonts w:ascii="Calibri" w:hAnsi="Calibri" w:cs="Calibri"/>
                <w:bCs/>
                <w:noProof/>
                <w:sz w:val="22"/>
                <w:szCs w:val="22"/>
                <w:lang w:val="ro-RO" w:eastAsia="fr-FR"/>
              </w:rPr>
            </w:pPr>
          </w:p>
          <w:p w14:paraId="208C3DFD"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3F32D512"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1C24FC4B"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51EF7A2C"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6B2EDB46"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7F9EFED7"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11A38C66"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4A4DD622"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271CAF38" w14:textId="77777777" w:rsidR="00B761D4" w:rsidRPr="00E67132" w:rsidRDefault="00B761D4" w:rsidP="00B761D4">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127ABB28"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096AAFC6"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5CE5E1EB" w14:textId="77777777" w:rsidR="00B761D4"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p w14:paraId="7A18EDE7" w14:textId="77777777" w:rsidR="00B761D4" w:rsidRPr="00E67132" w:rsidRDefault="00B761D4" w:rsidP="008A17D6">
            <w:pPr>
              <w:overflowPunct w:val="0"/>
              <w:autoSpaceDE w:val="0"/>
              <w:autoSpaceDN w:val="0"/>
              <w:adjustRightInd w:val="0"/>
              <w:textAlignment w:val="baseline"/>
              <w:rPr>
                <w:rFonts w:ascii="Calibri" w:hAnsi="Calibri" w:cs="Calibri"/>
                <w:bCs/>
                <w:noProof/>
                <w:sz w:val="22"/>
                <w:szCs w:val="22"/>
                <w:lang w:val="ro-RO" w:eastAsia="fr-FR"/>
              </w:rPr>
            </w:pPr>
          </w:p>
        </w:tc>
        <w:tc>
          <w:tcPr>
            <w:tcW w:w="374" w:type="pct"/>
          </w:tcPr>
          <w:p w14:paraId="296BA896"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22F4B1A" w14:textId="77777777" w:rsidR="00CF60BD" w:rsidRPr="00E67132"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B60D84D"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D56A9C3" w14:textId="77777777" w:rsidR="007B53B6" w:rsidRPr="00E67132"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0BB62A0"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FC36439"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5E8BF38"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CFC7906"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CBB9F11"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4D21861"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AFE2CD5"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40AE14A"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0719BB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17082E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45B425F"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C0DF78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EDEA92D"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F0CEBB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DBC2A3D"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6AD670A"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556AE4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9694DE8"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7DEB53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5DBDDF1"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EDE5F43"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3F958C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FD03A37"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2561AF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C56089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B93866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59814A1"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65C3DF4"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BC18ED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B916F61"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56A823A"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212C86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5A00A3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7B59DAD"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D6ED5AF"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0085A43"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B7BA551"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181DA42"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D9EFAE8"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70C6387"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1533CA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14AFABB"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481C1E3"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0F7CECC"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DC53DD4" w14:textId="77777777" w:rsidR="00E3086E" w:rsidRPr="00E67132" w:rsidRDefault="00E3086E" w:rsidP="00E3086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22E1C010"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991FBAE"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0712233"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F39A5CB"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19A171E"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F75ABFB"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053A8B7"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47C65B3"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356491D"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03FA326" w14:textId="77777777" w:rsidR="00B761D4" w:rsidRPr="00E67132" w:rsidRDefault="00B761D4" w:rsidP="00B761D4">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4629276" w14:textId="77777777" w:rsidR="00B761D4" w:rsidRPr="00E67132"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tc>
        <w:tc>
          <w:tcPr>
            <w:tcW w:w="658" w:type="pct"/>
          </w:tcPr>
          <w:p w14:paraId="0499B8C6"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85239CE" w14:textId="77777777" w:rsidR="00CF60BD" w:rsidRPr="00E67132"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5805E51"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8AF1208" w14:textId="77777777" w:rsidR="007B53B6" w:rsidRPr="00E67132"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7F53971E" w14:textId="77777777" w:rsidR="007B53B6" w:rsidRDefault="007B53B6"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4D94E69" w14:textId="77777777" w:rsidR="00B07620" w:rsidRDefault="00B07620"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FA1FD5E"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481D637"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403D85D"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2906691" w14:textId="77777777" w:rsidR="00385313" w:rsidRDefault="0038531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8BB8909"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D851F9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71A0EC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DB55B6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180755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821FB7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AB91047"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8B21F0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45D21F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3ECD313"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F6A71A6"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1969672"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9163C2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50F5CFF"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96F6F07"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33032D3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BEA1B4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F25BD9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5E7019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A33E047"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330045E"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4247EA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71C048B"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8E7189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4A75FB9"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4103A9C"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0DA55D00"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BED72D0"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F5A56AC"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7BBFEC4"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2298FD4" w14:textId="77777777" w:rsidR="00CF60BD" w:rsidRDefault="00CF60BD"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F7F7DB3" w14:textId="77777777" w:rsidR="006F457B" w:rsidRDefault="006F457B"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906130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9147C3C" w14:textId="77777777" w:rsidR="00212833" w:rsidRPr="00E67132" w:rsidRDefault="00212833" w:rsidP="00212833">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61EEE655" w14:textId="77777777" w:rsidR="00212833" w:rsidRDefault="00212833"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507313C"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FF882EC"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BC34D16"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E71050F" w14:textId="77777777" w:rsidR="00E3086E" w:rsidRPr="00E67132" w:rsidRDefault="00E3086E" w:rsidP="00E3086E">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40DBCF8A" w14:textId="77777777" w:rsidR="00E3086E" w:rsidRDefault="00E3086E"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4BB5B8B9"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157C7803"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6314C6A8"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F160462"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7AB2E5E9"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C2B1255"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5B6B15ED"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36351724" w14:textId="77777777" w:rsidR="00B761D4"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p w14:paraId="2DC58517" w14:textId="77777777" w:rsidR="00B761D4" w:rsidRPr="00E67132" w:rsidRDefault="00B761D4" w:rsidP="00B761D4">
            <w:pPr>
              <w:overflowPunct w:val="0"/>
              <w:autoSpaceDE w:val="0"/>
              <w:autoSpaceDN w:val="0"/>
              <w:adjustRightInd w:val="0"/>
              <w:jc w:val="center"/>
              <w:textAlignment w:val="baseline"/>
              <w:rPr>
                <w:rFonts w:ascii="Calibri" w:hAnsi="Calibri" w:cs="Calibri"/>
                <w:bCs/>
                <w:noProof/>
                <w:sz w:val="22"/>
                <w:szCs w:val="22"/>
                <w:lang w:val="ro-RO" w:eastAsia="fr-FR"/>
              </w:rPr>
            </w:pPr>
            <w:r w:rsidRPr="00E67132">
              <w:rPr>
                <w:rFonts w:ascii="Calibri" w:hAnsi="Calibri" w:cs="Calibri"/>
                <w:bCs/>
                <w:noProof/>
                <w:sz w:val="22"/>
                <w:szCs w:val="22"/>
                <w:lang w:val="ro-RO" w:eastAsia="fr-FR"/>
              </w:rPr>
              <w:sym w:font="Wingdings" w:char="F06F"/>
            </w:r>
          </w:p>
          <w:p w14:paraId="0D8F8200" w14:textId="77777777" w:rsidR="00B761D4" w:rsidRPr="00E67132" w:rsidRDefault="00B761D4" w:rsidP="007B53B6">
            <w:pPr>
              <w:overflowPunct w:val="0"/>
              <w:autoSpaceDE w:val="0"/>
              <w:autoSpaceDN w:val="0"/>
              <w:adjustRightInd w:val="0"/>
              <w:jc w:val="center"/>
              <w:textAlignment w:val="baseline"/>
              <w:rPr>
                <w:rFonts w:ascii="Calibri" w:hAnsi="Calibri" w:cs="Calibri"/>
                <w:bCs/>
                <w:noProof/>
                <w:sz w:val="22"/>
                <w:szCs w:val="22"/>
                <w:lang w:val="ro-RO" w:eastAsia="fr-FR"/>
              </w:rPr>
            </w:pPr>
          </w:p>
        </w:tc>
      </w:tr>
      <w:tr w:rsidR="007B53B6" w:rsidRPr="00E67132" w14:paraId="2F005CDA" w14:textId="77777777" w:rsidTr="00A033B7">
        <w:trPr>
          <w:trHeight w:val="656"/>
        </w:trPr>
        <w:tc>
          <w:tcPr>
            <w:tcW w:w="2893" w:type="pct"/>
          </w:tcPr>
          <w:p w14:paraId="28539CEC" w14:textId="7EAF9F7D" w:rsidR="007B53B6" w:rsidRPr="00E67132" w:rsidRDefault="007B53B6" w:rsidP="007B53B6">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b/>
                <w:noProof/>
                <w:sz w:val="22"/>
                <w:szCs w:val="22"/>
                <w:lang w:val="ro-RO"/>
              </w:rPr>
              <w:t>1</w:t>
            </w:r>
            <w:r w:rsidR="00212833">
              <w:rPr>
                <w:rFonts w:ascii="Calibri" w:hAnsi="Calibri" w:cs="Calibri"/>
                <w:b/>
                <w:noProof/>
                <w:sz w:val="22"/>
                <w:szCs w:val="22"/>
                <w:lang w:val="ro-RO"/>
              </w:rPr>
              <w:t>5</w:t>
            </w:r>
            <w:r w:rsidRPr="00E67132">
              <w:rPr>
                <w:rFonts w:ascii="Calibri" w:hAnsi="Calibri" w:cs="Calibri"/>
                <w:b/>
                <w:noProof/>
                <w:sz w:val="22"/>
                <w:szCs w:val="22"/>
                <w:lang w:val="ro-RO"/>
              </w:rPr>
              <w:t>. Alte documente justificative</w:t>
            </w:r>
            <w:r w:rsidRPr="00E67132">
              <w:rPr>
                <w:rFonts w:ascii="Calibri" w:hAnsi="Calibri" w:cs="Calibri"/>
                <w:noProof/>
                <w:sz w:val="22"/>
                <w:szCs w:val="22"/>
                <w:lang w:val="ro-RO"/>
              </w:rPr>
              <w:t xml:space="preserve"> (după caz).</w:t>
            </w:r>
          </w:p>
          <w:p w14:paraId="2AB7DA5C" w14:textId="77777777" w:rsidR="007B53B6" w:rsidRPr="00E67132" w:rsidRDefault="007B53B6" w:rsidP="007B53B6">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noProof/>
                <w:sz w:val="22"/>
                <w:szCs w:val="22"/>
                <w:lang w:val="ro-RO"/>
              </w:rPr>
              <w:t>……………………………………………………………………..</w:t>
            </w:r>
          </w:p>
        </w:tc>
        <w:tc>
          <w:tcPr>
            <w:tcW w:w="654" w:type="pct"/>
          </w:tcPr>
          <w:p w14:paraId="6A40BFFB"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111E1BD"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p>
        </w:tc>
        <w:tc>
          <w:tcPr>
            <w:tcW w:w="421" w:type="pct"/>
          </w:tcPr>
          <w:p w14:paraId="360DFC88"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519DC453"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p>
        </w:tc>
        <w:tc>
          <w:tcPr>
            <w:tcW w:w="374" w:type="pct"/>
          </w:tcPr>
          <w:p w14:paraId="2C81729B"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7D165E99"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p>
        </w:tc>
        <w:tc>
          <w:tcPr>
            <w:tcW w:w="658" w:type="pct"/>
          </w:tcPr>
          <w:p w14:paraId="5E381FEC"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r w:rsidRPr="00E67132">
              <w:rPr>
                <w:rFonts w:ascii="Calibri" w:hAnsi="Calibri" w:cs="Calibri"/>
                <w:noProof/>
                <w:sz w:val="22"/>
                <w:szCs w:val="22"/>
                <w:lang w:val="ro-RO"/>
              </w:rPr>
              <w:sym w:font="Wingdings" w:char="F06F"/>
            </w:r>
          </w:p>
          <w:p w14:paraId="2A2D82D1" w14:textId="77777777" w:rsidR="007B53B6" w:rsidRPr="00E67132" w:rsidRDefault="007B53B6" w:rsidP="007B53B6">
            <w:pPr>
              <w:overflowPunct w:val="0"/>
              <w:autoSpaceDE w:val="0"/>
              <w:autoSpaceDN w:val="0"/>
              <w:adjustRightInd w:val="0"/>
              <w:jc w:val="center"/>
              <w:textAlignment w:val="baseline"/>
              <w:rPr>
                <w:rFonts w:ascii="Calibri" w:hAnsi="Calibri" w:cs="Calibri"/>
                <w:noProof/>
                <w:sz w:val="22"/>
                <w:szCs w:val="22"/>
                <w:lang w:val="ro-RO"/>
              </w:rPr>
            </w:pPr>
          </w:p>
        </w:tc>
      </w:tr>
    </w:tbl>
    <w:p w14:paraId="3BF6D144" w14:textId="77777777" w:rsidR="00D702B6" w:rsidRPr="00E67132" w:rsidRDefault="0004658C" w:rsidP="005F3FAF">
      <w:pPr>
        <w:overflowPunct w:val="0"/>
        <w:autoSpaceDE w:val="0"/>
        <w:autoSpaceDN w:val="0"/>
        <w:adjustRightInd w:val="0"/>
        <w:jc w:val="both"/>
        <w:textAlignment w:val="baseline"/>
        <w:rPr>
          <w:rFonts w:ascii="Calibri" w:hAnsi="Calibri" w:cs="Calibri"/>
          <w:noProof/>
          <w:sz w:val="22"/>
          <w:szCs w:val="22"/>
          <w:lang w:val="ro-RO"/>
        </w:rPr>
      </w:pPr>
      <w:r w:rsidRPr="00E67132">
        <w:rPr>
          <w:rFonts w:ascii="Calibri" w:hAnsi="Calibri" w:cs="Calibri"/>
          <w:i/>
          <w:noProof/>
          <w:sz w:val="22"/>
          <w:szCs w:val="22"/>
          <w:lang w:val="ro-RO"/>
        </w:rPr>
        <w:t>Observaţii:</w:t>
      </w:r>
      <w:r w:rsidRPr="00E67132">
        <w:rPr>
          <w:rFonts w:ascii="Calibri" w:hAnsi="Calibri" w:cs="Calibri"/>
          <w:noProof/>
          <w:sz w:val="22"/>
          <w:szCs w:val="22"/>
          <w:lang w:val="ro-RO"/>
        </w:rPr>
        <w:t xml:space="preserve"> ................................................................................................................................................................................................................................................................................................................... </w:t>
      </w:r>
    </w:p>
    <w:p w14:paraId="06C6EEC8" w14:textId="77777777" w:rsidR="00572E9B" w:rsidRPr="00E67132" w:rsidRDefault="0004658C" w:rsidP="00630C53">
      <w:pPr>
        <w:jc w:val="both"/>
        <w:rPr>
          <w:rFonts w:ascii="Calibri" w:hAnsi="Calibri" w:cs="Calibri"/>
          <w:noProof/>
          <w:sz w:val="22"/>
          <w:szCs w:val="22"/>
          <w:lang w:val="ro-RO"/>
        </w:rPr>
      </w:pPr>
      <w:r w:rsidRPr="00E67132">
        <w:rPr>
          <w:rFonts w:ascii="Calibri" w:hAnsi="Calibri" w:cs="Calibri"/>
          <w:noProof/>
          <w:sz w:val="22"/>
          <w:szCs w:val="22"/>
          <w:lang w:val="ro-RO"/>
        </w:rPr>
        <w:t>(Se vor preciza neconcordantele care afecteaza criteriile de selectie… sau conditiile de eligibilitate…, cererea de finantare este neselectata pentru finantare si nu se semneaza contractul de finantare)</w:t>
      </w:r>
      <w:r w:rsidR="00E93D63" w:rsidRPr="00E67132">
        <w:rPr>
          <w:rFonts w:ascii="Calibri" w:hAnsi="Calibri" w:cs="Calibri"/>
          <w:noProof/>
          <w:sz w:val="22"/>
          <w:szCs w:val="22"/>
          <w:lang w:val="ro-RO"/>
        </w:rPr>
        <w:t>.</w:t>
      </w:r>
    </w:p>
    <w:p w14:paraId="18C3104D" w14:textId="77777777" w:rsidR="00572E9B" w:rsidRPr="00E67132" w:rsidRDefault="00572E9B" w:rsidP="00572E9B">
      <w:pPr>
        <w:jc w:val="both"/>
        <w:rPr>
          <w:rFonts w:ascii="Calibri" w:hAnsi="Calibri" w:cs="Arial"/>
          <w:b/>
          <w:bCs/>
          <w:noProof/>
          <w:sz w:val="22"/>
          <w:szCs w:val="22"/>
          <w:lang w:val="ro-RO" w:eastAsia="ro-RO"/>
        </w:rPr>
      </w:pPr>
      <w:r w:rsidRPr="00E67132">
        <w:rPr>
          <w:rFonts w:ascii="Calibri" w:hAnsi="Calibri" w:cs="Arial"/>
          <w:b/>
          <w:bCs/>
          <w:noProof/>
          <w:sz w:val="22"/>
          <w:szCs w:val="22"/>
          <w:lang w:val="ro-RO" w:eastAsia="ro-RO"/>
        </w:rPr>
        <w:t>Cererea de finanţare şi documentele anexate acesteia depuse de beneficiar pe suport de hârtie sunt</w:t>
      </w:r>
    </w:p>
    <w:p w14:paraId="0E5522CE" w14:textId="77777777" w:rsidR="00572E9B" w:rsidRPr="00E67132" w:rsidRDefault="00572E9B" w:rsidP="00572E9B">
      <w:pPr>
        <w:jc w:val="both"/>
        <w:rPr>
          <w:rFonts w:ascii="Calibri" w:hAnsi="Calibri" w:cs="Arial"/>
          <w:b/>
          <w:bCs/>
          <w:noProof/>
          <w:sz w:val="22"/>
          <w:szCs w:val="22"/>
          <w:lang w:val="ro-RO" w:eastAsia="ro-RO"/>
        </w:rPr>
      </w:pPr>
      <w:r w:rsidRPr="00E67132">
        <w:rPr>
          <w:rFonts w:ascii="Calibri" w:hAnsi="Calibri" w:cs="Arial"/>
          <w:noProof/>
          <w:sz w:val="22"/>
          <w:szCs w:val="22"/>
          <w:lang w:val="ro-RO" w:eastAsia="ro-RO"/>
        </w:rPr>
        <w:sym w:font="Wingdings" w:char="F06F"/>
      </w:r>
      <w:r w:rsidRPr="00E67132">
        <w:rPr>
          <w:rFonts w:ascii="Calibri" w:hAnsi="Calibri" w:cs="Arial"/>
          <w:b/>
          <w:bCs/>
          <w:noProof/>
          <w:sz w:val="22"/>
          <w:szCs w:val="22"/>
          <w:lang w:val="ro-RO" w:eastAsia="ro-RO"/>
        </w:rPr>
        <w:t>conforme</w:t>
      </w:r>
    </w:p>
    <w:p w14:paraId="73250197" w14:textId="77777777" w:rsidR="00572E9B" w:rsidRPr="00E67132" w:rsidRDefault="00572E9B" w:rsidP="00572E9B">
      <w:pPr>
        <w:jc w:val="both"/>
        <w:rPr>
          <w:rFonts w:ascii="Calibri" w:hAnsi="Calibri" w:cs="Arial"/>
          <w:b/>
          <w:bCs/>
          <w:noProof/>
          <w:sz w:val="22"/>
          <w:szCs w:val="22"/>
          <w:lang w:val="ro-RO" w:eastAsia="ro-RO"/>
        </w:rPr>
      </w:pPr>
      <w:r w:rsidRPr="00E67132">
        <w:rPr>
          <w:rFonts w:ascii="Calibri" w:hAnsi="Calibri" w:cs="Arial"/>
          <w:noProof/>
          <w:sz w:val="22"/>
          <w:szCs w:val="22"/>
          <w:lang w:val="ro-RO" w:eastAsia="ro-RO"/>
        </w:rPr>
        <w:sym w:font="Wingdings" w:char="F06F"/>
      </w:r>
      <w:r w:rsidRPr="00E67132">
        <w:rPr>
          <w:rFonts w:ascii="Calibri" w:hAnsi="Calibri" w:cs="Arial"/>
          <w:b/>
          <w:noProof/>
          <w:sz w:val="22"/>
          <w:szCs w:val="22"/>
          <w:lang w:val="ro-RO" w:eastAsia="ro-RO"/>
        </w:rPr>
        <w:t>ne</w:t>
      </w:r>
      <w:r w:rsidRPr="00E67132">
        <w:rPr>
          <w:rFonts w:ascii="Calibri" w:hAnsi="Calibri" w:cs="Arial"/>
          <w:b/>
          <w:bCs/>
          <w:noProof/>
          <w:sz w:val="22"/>
          <w:szCs w:val="22"/>
          <w:lang w:val="ro-RO" w:eastAsia="ro-RO"/>
        </w:rPr>
        <w:t>conforme</w:t>
      </w:r>
    </w:p>
    <w:p w14:paraId="6DBAE601" w14:textId="77777777" w:rsidR="00572E9B" w:rsidRPr="00E67132" w:rsidRDefault="00572E9B" w:rsidP="00572E9B">
      <w:pPr>
        <w:jc w:val="both"/>
        <w:rPr>
          <w:rFonts w:ascii="Calibri" w:hAnsi="Calibri" w:cs="Arial"/>
          <w:b/>
          <w:bCs/>
          <w:noProof/>
          <w:sz w:val="22"/>
          <w:szCs w:val="22"/>
          <w:lang w:val="ro-RO" w:eastAsia="ro-RO"/>
        </w:rPr>
      </w:pPr>
      <w:r w:rsidRPr="00E67132">
        <w:rPr>
          <w:rFonts w:ascii="Calibri" w:hAnsi="Calibri" w:cs="Arial"/>
          <w:b/>
          <w:bCs/>
          <w:noProof/>
          <w:sz w:val="22"/>
          <w:szCs w:val="22"/>
          <w:lang w:val="ro-RO" w:eastAsia="ro-RO"/>
        </w:rPr>
        <w:t>cu exemplarul depus on-line.</w:t>
      </w:r>
    </w:p>
    <w:p w14:paraId="3616A0C9" w14:textId="77777777" w:rsidR="00572E9B" w:rsidRPr="00E67132" w:rsidRDefault="00572E9B" w:rsidP="00572E9B">
      <w:pPr>
        <w:jc w:val="both"/>
        <w:rPr>
          <w:rFonts w:ascii="Calibri" w:hAnsi="Calibri" w:cs="Arial"/>
          <w:b/>
          <w:noProof/>
          <w:sz w:val="22"/>
          <w:szCs w:val="22"/>
          <w:lang w:val="ro-RO" w:eastAsia="ro-RO"/>
        </w:rPr>
      </w:pPr>
    </w:p>
    <w:p w14:paraId="1D231291" w14:textId="77777777" w:rsidR="00572E9B" w:rsidRPr="00E67132" w:rsidRDefault="00572E9B" w:rsidP="00572E9B">
      <w:pPr>
        <w:pStyle w:val="BodyText3"/>
        <w:jc w:val="left"/>
        <w:rPr>
          <w:rFonts w:ascii="Calibri" w:hAnsi="Calibri"/>
          <w:b w:val="0"/>
          <w:noProof/>
          <w:sz w:val="22"/>
          <w:szCs w:val="22"/>
          <w:lang w:val="ro-RO"/>
        </w:rPr>
      </w:pPr>
      <w:r w:rsidRPr="00E67132">
        <w:rPr>
          <w:rFonts w:ascii="Calibri" w:hAnsi="Calibri"/>
          <w:b w:val="0"/>
          <w:noProof/>
          <w:sz w:val="22"/>
          <w:szCs w:val="22"/>
          <w:lang w:val="ro-RO"/>
        </w:rPr>
        <w:t>Aprobat de: Director  OJFIR</w:t>
      </w:r>
    </w:p>
    <w:p w14:paraId="658C0C75"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Nume/Prenume ……………………</w:t>
      </w:r>
    </w:p>
    <w:p w14:paraId="48C6BECB"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Semnătura</w:t>
      </w:r>
      <w:r w:rsidRPr="00E67132">
        <w:rPr>
          <w:rFonts w:ascii="Calibri" w:hAnsi="Calibri"/>
          <w:b w:val="0"/>
          <w:i/>
          <w:noProof/>
          <w:sz w:val="22"/>
          <w:szCs w:val="22"/>
          <w:lang w:val="ro-RO"/>
        </w:rPr>
        <w:tab/>
      </w:r>
    </w:p>
    <w:p w14:paraId="0B9246DE"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DATA………..</w:t>
      </w:r>
    </w:p>
    <w:p w14:paraId="05B57351" w14:textId="77777777" w:rsidR="00572E9B" w:rsidRPr="00E67132" w:rsidRDefault="00572E9B" w:rsidP="00572E9B">
      <w:pPr>
        <w:pStyle w:val="BodyText3"/>
        <w:jc w:val="left"/>
        <w:rPr>
          <w:rFonts w:ascii="Calibri" w:hAnsi="Calibri"/>
          <w:b w:val="0"/>
          <w:noProof/>
          <w:sz w:val="22"/>
          <w:szCs w:val="22"/>
          <w:lang w:val="ro-RO"/>
        </w:rPr>
      </w:pPr>
    </w:p>
    <w:p w14:paraId="1D15948A" w14:textId="77777777" w:rsidR="00572E9B" w:rsidRPr="00E67132" w:rsidRDefault="00572E9B" w:rsidP="00572E9B">
      <w:pPr>
        <w:pStyle w:val="BodyText3"/>
        <w:jc w:val="left"/>
        <w:rPr>
          <w:rFonts w:ascii="Calibri" w:hAnsi="Calibri"/>
          <w:b w:val="0"/>
          <w:noProof/>
          <w:sz w:val="22"/>
          <w:szCs w:val="22"/>
          <w:lang w:val="ro-RO"/>
        </w:rPr>
      </w:pPr>
      <w:r w:rsidRPr="00E67132">
        <w:rPr>
          <w:rFonts w:ascii="Calibri" w:hAnsi="Calibri"/>
          <w:b w:val="0"/>
          <w:noProof/>
          <w:sz w:val="22"/>
          <w:szCs w:val="22"/>
          <w:lang w:val="ro-RO"/>
        </w:rPr>
        <w:t>Avizat/Verificat: Şef SAFPD OJFIR</w:t>
      </w:r>
    </w:p>
    <w:p w14:paraId="5FF028C1"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 xml:space="preserve">Nume/Prenume …………………… </w:t>
      </w:r>
    </w:p>
    <w:p w14:paraId="1B585DEA"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Semnătura</w:t>
      </w:r>
      <w:r w:rsidRPr="00E67132">
        <w:rPr>
          <w:rFonts w:ascii="Calibri" w:hAnsi="Calibri"/>
          <w:b w:val="0"/>
          <w:i/>
          <w:noProof/>
          <w:sz w:val="22"/>
          <w:szCs w:val="22"/>
          <w:lang w:val="ro-RO"/>
        </w:rPr>
        <w:tab/>
      </w:r>
      <w:r w:rsidRPr="00E67132">
        <w:rPr>
          <w:rFonts w:ascii="Calibri" w:hAnsi="Calibri"/>
          <w:b w:val="0"/>
          <w:i/>
          <w:noProof/>
          <w:sz w:val="22"/>
          <w:szCs w:val="22"/>
          <w:lang w:val="ro-RO"/>
        </w:rPr>
        <w:tab/>
      </w:r>
    </w:p>
    <w:p w14:paraId="28179FC5"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DATA………..</w:t>
      </w:r>
    </w:p>
    <w:p w14:paraId="2D59002A" w14:textId="77777777" w:rsidR="00572E9B" w:rsidRPr="00E67132" w:rsidRDefault="00572E9B" w:rsidP="00572E9B">
      <w:pPr>
        <w:pStyle w:val="BodyText3"/>
        <w:jc w:val="left"/>
        <w:rPr>
          <w:rFonts w:ascii="Calibri" w:hAnsi="Calibri"/>
          <w:b w:val="0"/>
          <w:noProof/>
          <w:sz w:val="22"/>
          <w:szCs w:val="22"/>
          <w:lang w:val="ro-RO"/>
        </w:rPr>
      </w:pPr>
    </w:p>
    <w:p w14:paraId="4A681C8E" w14:textId="77777777" w:rsidR="00572E9B" w:rsidRPr="00E67132" w:rsidRDefault="00572E9B" w:rsidP="00572E9B">
      <w:pPr>
        <w:pStyle w:val="BodyText3"/>
        <w:jc w:val="left"/>
        <w:rPr>
          <w:rFonts w:ascii="Calibri" w:hAnsi="Calibri"/>
          <w:b w:val="0"/>
          <w:noProof/>
          <w:sz w:val="22"/>
          <w:szCs w:val="22"/>
          <w:lang w:val="ro-RO"/>
        </w:rPr>
      </w:pPr>
      <w:r w:rsidRPr="00E67132">
        <w:rPr>
          <w:rFonts w:ascii="Calibri" w:hAnsi="Calibri"/>
          <w:b w:val="0"/>
          <w:noProof/>
          <w:sz w:val="22"/>
          <w:szCs w:val="22"/>
          <w:lang w:val="ro-RO"/>
        </w:rPr>
        <w:t>Verificat de: Expert 2  SAFPD OJFIR</w:t>
      </w:r>
    </w:p>
    <w:p w14:paraId="171C5080"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 xml:space="preserve">Nume/Prenume …………………… </w:t>
      </w:r>
    </w:p>
    <w:p w14:paraId="3448FAF8"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Semnătura</w:t>
      </w:r>
      <w:r w:rsidRPr="00E67132">
        <w:rPr>
          <w:rFonts w:ascii="Calibri" w:hAnsi="Calibri"/>
          <w:b w:val="0"/>
          <w:i/>
          <w:noProof/>
          <w:sz w:val="22"/>
          <w:szCs w:val="22"/>
          <w:lang w:val="ro-RO"/>
        </w:rPr>
        <w:tab/>
      </w:r>
      <w:r w:rsidRPr="00E67132">
        <w:rPr>
          <w:rFonts w:ascii="Calibri" w:hAnsi="Calibri"/>
          <w:b w:val="0"/>
          <w:i/>
          <w:noProof/>
          <w:sz w:val="22"/>
          <w:szCs w:val="22"/>
          <w:lang w:val="ro-RO"/>
        </w:rPr>
        <w:tab/>
      </w:r>
    </w:p>
    <w:p w14:paraId="6ED0C5F8"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DATA………..</w:t>
      </w:r>
    </w:p>
    <w:p w14:paraId="5A47BF0B" w14:textId="77777777" w:rsidR="00572E9B" w:rsidRPr="00E67132" w:rsidRDefault="00572E9B" w:rsidP="00572E9B">
      <w:pPr>
        <w:pStyle w:val="BodyText3"/>
        <w:jc w:val="left"/>
        <w:rPr>
          <w:rFonts w:ascii="Calibri" w:hAnsi="Calibri"/>
          <w:b w:val="0"/>
          <w:noProof/>
          <w:sz w:val="22"/>
          <w:szCs w:val="22"/>
          <w:lang w:val="ro-RO"/>
        </w:rPr>
      </w:pPr>
    </w:p>
    <w:p w14:paraId="0D78DDE5" w14:textId="77777777" w:rsidR="00572E9B" w:rsidRPr="00E67132" w:rsidRDefault="00572E9B" w:rsidP="00572E9B">
      <w:pPr>
        <w:pStyle w:val="BodyText3"/>
        <w:jc w:val="left"/>
        <w:rPr>
          <w:rFonts w:ascii="Calibri" w:hAnsi="Calibri"/>
          <w:b w:val="0"/>
          <w:noProof/>
          <w:sz w:val="22"/>
          <w:szCs w:val="22"/>
          <w:lang w:val="ro-RO"/>
        </w:rPr>
      </w:pPr>
      <w:r w:rsidRPr="00E67132">
        <w:rPr>
          <w:rFonts w:ascii="Calibri" w:hAnsi="Calibri"/>
          <w:b w:val="0"/>
          <w:noProof/>
          <w:sz w:val="22"/>
          <w:szCs w:val="22"/>
          <w:lang w:val="ro-RO"/>
        </w:rPr>
        <w:t>Întocmit de: Expert 1 SAFPD OJFIR</w:t>
      </w:r>
    </w:p>
    <w:p w14:paraId="70E545F2"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 xml:space="preserve">Nume/Prenume …………………… </w:t>
      </w:r>
    </w:p>
    <w:p w14:paraId="26B9581E" w14:textId="77777777" w:rsidR="00572E9B" w:rsidRPr="00E67132" w:rsidRDefault="00572E9B" w:rsidP="00572E9B">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Semnătura</w:t>
      </w:r>
      <w:r w:rsidRPr="00E67132">
        <w:rPr>
          <w:rFonts w:ascii="Calibri" w:hAnsi="Calibri"/>
          <w:b w:val="0"/>
          <w:i/>
          <w:noProof/>
          <w:sz w:val="22"/>
          <w:szCs w:val="22"/>
          <w:lang w:val="ro-RO"/>
        </w:rPr>
        <w:tab/>
      </w:r>
      <w:r w:rsidRPr="00E67132">
        <w:rPr>
          <w:rFonts w:ascii="Calibri" w:hAnsi="Calibri"/>
          <w:b w:val="0"/>
          <w:i/>
          <w:noProof/>
          <w:sz w:val="22"/>
          <w:szCs w:val="22"/>
          <w:lang w:val="ro-RO"/>
        </w:rPr>
        <w:tab/>
      </w:r>
    </w:p>
    <w:p w14:paraId="2F762C79" w14:textId="77777777" w:rsidR="00B847A5" w:rsidRPr="00E67132" w:rsidRDefault="00572E9B" w:rsidP="00EB5BCD">
      <w:pPr>
        <w:pStyle w:val="BodyText3"/>
        <w:jc w:val="left"/>
        <w:rPr>
          <w:rFonts w:ascii="Calibri" w:hAnsi="Calibri"/>
          <w:b w:val="0"/>
          <w:i/>
          <w:noProof/>
          <w:sz w:val="22"/>
          <w:szCs w:val="22"/>
          <w:lang w:val="ro-RO"/>
        </w:rPr>
      </w:pPr>
      <w:r w:rsidRPr="00E67132">
        <w:rPr>
          <w:rFonts w:ascii="Calibri" w:hAnsi="Calibri"/>
          <w:b w:val="0"/>
          <w:i/>
          <w:noProof/>
          <w:sz w:val="22"/>
          <w:szCs w:val="22"/>
          <w:lang w:val="ro-RO"/>
        </w:rPr>
        <w:t>DATA………..</w:t>
      </w:r>
    </w:p>
    <w:p w14:paraId="6394F2ED" w14:textId="77777777" w:rsidR="00B847A5" w:rsidRPr="00E67132" w:rsidRDefault="00B847A5" w:rsidP="00B847A5">
      <w:pPr>
        <w:tabs>
          <w:tab w:val="center" w:pos="4320"/>
          <w:tab w:val="right" w:pos="8640"/>
        </w:tabs>
        <w:jc w:val="both"/>
        <w:rPr>
          <w:rFonts w:ascii="Calibri" w:hAnsi="Calibri" w:cs="Arial"/>
          <w:b/>
          <w:noProof/>
          <w:color w:val="000000"/>
          <w:sz w:val="22"/>
          <w:szCs w:val="22"/>
          <w:lang w:val="ro-RO" w:eastAsia="ro-RO"/>
        </w:rPr>
      </w:pPr>
      <w:r w:rsidRPr="00E67132">
        <w:rPr>
          <w:rFonts w:ascii="Calibri" w:hAnsi="Calibri" w:cs="Arial"/>
          <w:b/>
          <w:noProof/>
          <w:color w:val="000000"/>
          <w:sz w:val="22"/>
          <w:szCs w:val="22"/>
          <w:lang w:val="ro-RO" w:eastAsia="ro-RO"/>
        </w:rPr>
        <w:t>Metodologie de completare:</w:t>
      </w:r>
    </w:p>
    <w:p w14:paraId="6438472F" w14:textId="77777777" w:rsidR="00B847A5" w:rsidRPr="00E67132" w:rsidRDefault="00B847A5" w:rsidP="00B847A5">
      <w:pPr>
        <w:jc w:val="both"/>
        <w:rPr>
          <w:rFonts w:ascii="Calibri" w:hAnsi="Calibri" w:cs="Arial"/>
          <w:noProof/>
          <w:color w:val="000000"/>
          <w:sz w:val="22"/>
          <w:szCs w:val="22"/>
          <w:lang w:val="ro-RO" w:eastAsia="ro-RO"/>
        </w:rPr>
      </w:pPr>
      <w:r w:rsidRPr="00E67132">
        <w:rPr>
          <w:rFonts w:ascii="Calibri" w:hAnsi="Calibri" w:cs="Arial"/>
          <w:noProof/>
          <w:color w:val="000000"/>
          <w:sz w:val="22"/>
          <w:szCs w:val="22"/>
          <w:lang w:val="ro-RO" w:eastAsia="ro-RO"/>
        </w:rPr>
        <w:t>Expertul SAFPD-OJFIR efectuează verificarea documentației încărcate on-line cu documentele originale depuse pe suport de hârtie, respectiv existența semnăturilor persoanelor autorizate, conținutul  documentelor, dacă sunt completate toate rubricile din Cererea de Finanțare, valabilitatea documentelor sau alte aspecte în funcție de specificul fiecărui proiect apoi se consemnează (bifează) rezultatele în Secțiunea a II-a .  Se verifica de asemenea daca documentatia a fost depusa in termenul precizat în Notificarea privind selectarea cererii de finantare și se va consemna aceasta la rubrica „</w:t>
      </w:r>
      <w:r w:rsidRPr="00E67132">
        <w:rPr>
          <w:rFonts w:ascii="Calibri" w:hAnsi="Calibri" w:cs="Arial"/>
          <w:i/>
          <w:noProof/>
          <w:color w:val="000000"/>
          <w:sz w:val="22"/>
          <w:szCs w:val="22"/>
          <w:lang w:val="ro-RO" w:eastAsia="ro-RO"/>
        </w:rPr>
        <w:t>Observatii</w:t>
      </w:r>
      <w:r w:rsidRPr="00E67132">
        <w:rPr>
          <w:rFonts w:ascii="Calibri" w:hAnsi="Calibri" w:cs="Arial"/>
          <w:noProof/>
          <w:color w:val="000000"/>
          <w:sz w:val="22"/>
          <w:szCs w:val="22"/>
          <w:lang w:val="ro-RO" w:eastAsia="ro-RO"/>
        </w:rPr>
        <w:t>”. La rubrica „</w:t>
      </w:r>
      <w:r w:rsidRPr="00E67132">
        <w:rPr>
          <w:rFonts w:ascii="Calibri" w:hAnsi="Calibri" w:cs="Arial"/>
          <w:i/>
          <w:noProof/>
          <w:color w:val="000000"/>
          <w:sz w:val="22"/>
          <w:szCs w:val="22"/>
          <w:lang w:val="ro-RO" w:eastAsia="ro-RO"/>
        </w:rPr>
        <w:t>Observatii</w:t>
      </w:r>
      <w:r w:rsidRPr="00E67132">
        <w:rPr>
          <w:rFonts w:ascii="Calibri" w:hAnsi="Calibri" w:cs="Arial"/>
          <w:noProof/>
          <w:color w:val="000000"/>
          <w:sz w:val="22"/>
          <w:szCs w:val="22"/>
          <w:lang w:val="ro-RO" w:eastAsia="ro-RO"/>
        </w:rPr>
        <w:t xml:space="preserve">” se pot consemna și alte aspecte identificate în urma verificării documentelor. </w:t>
      </w:r>
    </w:p>
    <w:p w14:paraId="5E0FD527" w14:textId="77777777" w:rsidR="00B847A5" w:rsidRPr="00E67132" w:rsidRDefault="00B847A5" w:rsidP="00B847A5">
      <w:pPr>
        <w:jc w:val="both"/>
        <w:rPr>
          <w:rFonts w:ascii="Calibri" w:hAnsi="Calibri" w:cs="Arial"/>
          <w:noProof/>
          <w:color w:val="000000"/>
          <w:sz w:val="22"/>
          <w:szCs w:val="22"/>
          <w:lang w:val="ro-RO" w:eastAsia="ro-RO"/>
        </w:rPr>
      </w:pPr>
      <w:r w:rsidRPr="00E67132">
        <w:rPr>
          <w:rFonts w:ascii="Calibri" w:hAnsi="Calibri" w:cs="Arial"/>
          <w:noProof/>
          <w:color w:val="000000"/>
          <w:sz w:val="22"/>
          <w:szCs w:val="22"/>
          <w:lang w:val="ro-RO" w:eastAsia="ro-RO"/>
        </w:rPr>
        <w:t>Dacă se constată neconformități între Cererea de Finanțare pe suport de hârtie, dosarul cu documentele în original şi documentaţia on-line proiectul nu va fi contractat. 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OJFIR/CRFIR precum și departamentelor din cadrul AFIR și se va completa Registrul unic privind situatia Contractului de Finanțare.</w:t>
      </w:r>
    </w:p>
    <w:p w14:paraId="20711568" w14:textId="77777777" w:rsidR="001F4B5F" w:rsidRPr="00E67132" w:rsidRDefault="001F4B5F" w:rsidP="00B847A5">
      <w:pPr>
        <w:jc w:val="both"/>
        <w:rPr>
          <w:rFonts w:asciiTheme="minorHAnsi" w:hAnsiTheme="minorHAnsi" w:cs="Calibri"/>
          <w:noProof/>
          <w:color w:val="000000"/>
          <w:sz w:val="22"/>
          <w:szCs w:val="22"/>
          <w:lang w:val="ro-RO" w:eastAsia="ro-RO"/>
        </w:rPr>
      </w:pPr>
    </w:p>
    <w:p w14:paraId="2D4F0143" w14:textId="77777777" w:rsidR="00B847A5" w:rsidRPr="00E67132" w:rsidRDefault="003F177D" w:rsidP="00B847A5">
      <w:pPr>
        <w:jc w:val="both"/>
        <w:rPr>
          <w:rFonts w:ascii="Calibri" w:hAnsi="Calibri" w:cs="Arial"/>
          <w:noProof/>
          <w:color w:val="000000"/>
          <w:sz w:val="22"/>
          <w:szCs w:val="22"/>
          <w:lang w:val="ro-RO" w:eastAsia="ro-RO"/>
        </w:rPr>
      </w:pPr>
      <w:r w:rsidRPr="00E67132">
        <w:rPr>
          <w:rFonts w:ascii="Calibri" w:hAnsi="Calibri" w:cs="Arial"/>
          <w:noProof/>
          <w:color w:val="000000"/>
          <w:sz w:val="22"/>
          <w:szCs w:val="22"/>
          <w:lang w:val="ro-RO" w:eastAsia="ro-RO"/>
        </w:rPr>
        <w:t>În cazul în care solicitantul a optat pentru semnătura electronică, nu este cazul verificării conformității documentelor emise de acesta.</w:t>
      </w:r>
    </w:p>
    <w:p w14:paraId="4AF02FF2" w14:textId="77777777" w:rsidR="00B847A5" w:rsidRPr="00E67132" w:rsidRDefault="00B847A5" w:rsidP="00B847A5">
      <w:pPr>
        <w:jc w:val="both"/>
        <w:rPr>
          <w:rFonts w:ascii="Calibri" w:hAnsi="Calibri" w:cs="Arial"/>
          <w:noProof/>
          <w:color w:val="000000"/>
          <w:sz w:val="22"/>
          <w:szCs w:val="22"/>
          <w:lang w:val="ro-RO" w:eastAsia="ro-RO"/>
        </w:rPr>
      </w:pPr>
    </w:p>
    <w:p w14:paraId="7B6C3120" w14:textId="77777777" w:rsidR="00B847A5" w:rsidRPr="00E67132" w:rsidRDefault="00B847A5" w:rsidP="00B847A5">
      <w:pPr>
        <w:jc w:val="both"/>
        <w:rPr>
          <w:rFonts w:ascii="Calibri" w:hAnsi="Calibri" w:cs="Arial"/>
          <w:noProof/>
          <w:color w:val="000000"/>
          <w:sz w:val="22"/>
          <w:szCs w:val="22"/>
          <w:lang w:val="ro-RO" w:eastAsia="ro-RO"/>
        </w:rPr>
      </w:pPr>
      <w:r w:rsidRPr="00E67132">
        <w:rPr>
          <w:rFonts w:ascii="Calibri" w:hAnsi="Calibri" w:cs="Arial"/>
          <w:noProof/>
          <w:color w:val="000000"/>
          <w:sz w:val="22"/>
          <w:szCs w:val="22"/>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Notificarea privind selectarea cererii de finantare. </w:t>
      </w:r>
    </w:p>
    <w:p w14:paraId="00A58D25" w14:textId="77777777" w:rsidR="00B847A5" w:rsidRPr="00E67132" w:rsidRDefault="00B847A5" w:rsidP="00B847A5">
      <w:pPr>
        <w:spacing w:after="200" w:line="276" w:lineRule="auto"/>
        <w:rPr>
          <w:rFonts w:asciiTheme="minorHAnsi" w:eastAsia="Calibri" w:hAnsiTheme="minorHAnsi"/>
          <w:b/>
          <w:noProof/>
          <w:sz w:val="22"/>
          <w:szCs w:val="22"/>
          <w:lang w:val="ro-RO"/>
        </w:rPr>
      </w:pPr>
    </w:p>
    <w:p w14:paraId="6A2462EF" w14:textId="77777777" w:rsidR="00B847A5" w:rsidRPr="00E67132" w:rsidRDefault="00B847A5" w:rsidP="00B847A5">
      <w:pPr>
        <w:spacing w:after="200" w:line="276" w:lineRule="auto"/>
        <w:rPr>
          <w:rFonts w:asciiTheme="minorHAnsi" w:eastAsia="Calibri" w:hAnsiTheme="minorHAnsi"/>
          <w:b/>
          <w:noProof/>
          <w:sz w:val="22"/>
          <w:szCs w:val="22"/>
          <w:lang w:val="ro-RO"/>
        </w:rPr>
      </w:pPr>
    </w:p>
    <w:p w14:paraId="10F46842" w14:textId="034D0E74" w:rsidR="00B847A5" w:rsidRPr="00E67132" w:rsidRDefault="00B847A5" w:rsidP="00B847A5">
      <w:pPr>
        <w:jc w:val="both"/>
        <w:rPr>
          <w:rFonts w:ascii="Calibri" w:hAnsi="Calibri" w:cs="Calibri"/>
          <w:noProof/>
          <w:sz w:val="22"/>
          <w:szCs w:val="22"/>
          <w:lang w:val="ro-RO"/>
        </w:rPr>
      </w:pPr>
    </w:p>
    <w:sectPr w:rsidR="00B847A5" w:rsidRPr="00E67132" w:rsidSect="00E542D6">
      <w:headerReference w:type="default" r:id="rId17"/>
      <w:footerReference w:type="default" r:id="rId18"/>
      <w:pgSz w:w="11907" w:h="16840" w:code="9"/>
      <w:pgMar w:top="1138" w:right="1107" w:bottom="1138" w:left="1138" w:header="706" w:footer="70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25528D" w16cid:durableId="2357919D"/>
  <w16cid:commentId w16cid:paraId="1EE9790B" w16cid:durableId="235791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8C94B" w14:textId="77777777" w:rsidR="00B827B3" w:rsidRDefault="00B827B3" w:rsidP="00821388">
      <w:r>
        <w:separator/>
      </w:r>
    </w:p>
  </w:endnote>
  <w:endnote w:type="continuationSeparator" w:id="0">
    <w:p w14:paraId="59F71BF8" w14:textId="77777777" w:rsidR="00B827B3" w:rsidRDefault="00B827B3" w:rsidP="00821388">
      <w:r>
        <w:continuationSeparator/>
      </w:r>
    </w:p>
  </w:endnote>
  <w:endnote w:type="continuationNotice" w:id="1">
    <w:p w14:paraId="24361928" w14:textId="77777777" w:rsidR="00B827B3" w:rsidRDefault="00B82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57640" w14:textId="77777777" w:rsidR="00B827B3" w:rsidRDefault="00B827B3" w:rsidP="0074568E">
    <w:pPr>
      <w:pStyle w:val="Footer"/>
      <w:jc w:val="center"/>
      <w:rPr>
        <w:rFonts w:ascii="Arial" w:hAnsi="Arial" w:cs="Arial"/>
        <w:sz w:val="16"/>
        <w:szCs w:val="16"/>
        <w:lang w:val="it-IT"/>
      </w:rPr>
    </w:pPr>
    <w:r w:rsidRPr="00A95878">
      <w:rPr>
        <w:rFonts w:ascii="Arial" w:hAnsi="Arial" w:cs="Arial"/>
        <w:sz w:val="16"/>
        <w:szCs w:val="16"/>
        <w:lang w:val="it-IT"/>
      </w:rPr>
      <w:t>A</w:t>
    </w:r>
    <w:r>
      <w:rPr>
        <w:rFonts w:ascii="Arial" w:hAnsi="Arial" w:cs="Arial"/>
        <w:sz w:val="16"/>
        <w:szCs w:val="16"/>
        <w:lang w:val="it-IT"/>
      </w:rPr>
      <w:t>FIR</w:t>
    </w:r>
  </w:p>
  <w:p w14:paraId="1BA65E4D" w14:textId="77777777" w:rsidR="00B827B3" w:rsidRPr="00A95878" w:rsidRDefault="00B827B3" w:rsidP="0074568E">
    <w:pPr>
      <w:pStyle w:val="Footer"/>
      <w:jc w:val="center"/>
      <w:rPr>
        <w:rFonts w:ascii="Arial" w:hAnsi="Arial" w:cs="Arial"/>
        <w:sz w:val="16"/>
        <w:szCs w:val="16"/>
        <w:lang w:val="it-IT"/>
      </w:rPr>
    </w:pPr>
    <w:r>
      <w:rPr>
        <w:rFonts w:ascii="Arial" w:hAnsi="Arial" w:cs="Arial"/>
        <w:sz w:val="16"/>
        <w:szCs w:val="16"/>
        <w:lang w:val="it-IT"/>
      </w:rPr>
      <w:t>A</w:t>
    </w:r>
    <w:r w:rsidRPr="00A95878">
      <w:rPr>
        <w:rFonts w:ascii="Arial" w:hAnsi="Arial" w:cs="Arial"/>
        <w:sz w:val="16"/>
        <w:szCs w:val="16"/>
        <w:lang w:val="it-IT"/>
      </w:rPr>
      <w:t xml:space="preserve">gentia </w:t>
    </w:r>
    <w:r>
      <w:rPr>
        <w:rFonts w:ascii="Arial" w:hAnsi="Arial" w:cs="Arial"/>
        <w:sz w:val="16"/>
        <w:szCs w:val="16"/>
        <w:lang w:val="it-IT"/>
      </w:rPr>
      <w:t>pentru Finantarea Investitiilor Rurale</w:t>
    </w:r>
  </w:p>
  <w:p w14:paraId="587C7CC6" w14:textId="77777777" w:rsidR="00B827B3" w:rsidRPr="00342928" w:rsidRDefault="00B827B3" w:rsidP="00342928">
    <w:pPr>
      <w:pStyle w:val="Footer"/>
      <w:ind w:right="360"/>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F07DE" w14:textId="77777777" w:rsidR="00B827B3" w:rsidRDefault="00B827B3" w:rsidP="00821388">
      <w:r>
        <w:separator/>
      </w:r>
    </w:p>
  </w:footnote>
  <w:footnote w:type="continuationSeparator" w:id="0">
    <w:p w14:paraId="44063CBE" w14:textId="77777777" w:rsidR="00B827B3" w:rsidRDefault="00B827B3" w:rsidP="00821388">
      <w:r>
        <w:continuationSeparator/>
      </w:r>
    </w:p>
  </w:footnote>
  <w:footnote w:type="continuationNotice" w:id="1">
    <w:p w14:paraId="6411E47F" w14:textId="77777777" w:rsidR="00B827B3" w:rsidRDefault="00B827B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828" w:type="dxa"/>
      <w:tblLook w:val="01E0" w:firstRow="1" w:lastRow="1" w:firstColumn="1" w:lastColumn="1" w:noHBand="0" w:noVBand="0"/>
    </w:tblPr>
    <w:tblGrid>
      <w:gridCol w:w="2358"/>
      <w:gridCol w:w="4860"/>
      <w:gridCol w:w="2610"/>
    </w:tblGrid>
    <w:tr w:rsidR="00B827B3" w:rsidRPr="000E7CCF" w14:paraId="03F848B9" w14:textId="77777777" w:rsidTr="00406EDC">
      <w:trPr>
        <w:trHeight w:val="1250"/>
      </w:trPr>
      <w:tc>
        <w:tcPr>
          <w:tcW w:w="2358" w:type="dxa"/>
          <w:tcBorders>
            <w:top w:val="single" w:sz="4" w:space="0" w:color="auto"/>
            <w:left w:val="single" w:sz="4" w:space="0" w:color="auto"/>
            <w:bottom w:val="single" w:sz="4" w:space="0" w:color="auto"/>
            <w:right w:val="single" w:sz="4" w:space="0" w:color="auto"/>
          </w:tcBorders>
        </w:tcPr>
        <w:p w14:paraId="3F2C52A3" w14:textId="77777777" w:rsidR="00B827B3" w:rsidRPr="000E7CCF" w:rsidRDefault="00B827B3" w:rsidP="000E7CCF">
          <w:pPr>
            <w:tabs>
              <w:tab w:val="center" w:pos="4536"/>
              <w:tab w:val="right" w:pos="9072"/>
            </w:tabs>
            <w:jc w:val="center"/>
            <w:rPr>
              <w:rFonts w:ascii="Arial" w:hAnsi="Arial" w:cs="Arial"/>
              <w:sz w:val="16"/>
              <w:szCs w:val="16"/>
              <w:lang w:val="it-IT" w:eastAsia="fr-FR"/>
            </w:rPr>
          </w:pPr>
          <w:r w:rsidRPr="000E7CCF">
            <w:rPr>
              <w:rFonts w:ascii="Arial" w:hAnsi="Arial" w:cs="Arial"/>
              <w:sz w:val="16"/>
              <w:szCs w:val="16"/>
              <w:lang w:val="it-IT" w:eastAsia="fr-FR"/>
            </w:rPr>
            <w:t xml:space="preserve">Ministerul Agriculturii </w:t>
          </w:r>
          <w:r w:rsidRPr="000E7CCF">
            <w:rPr>
              <w:rFonts w:ascii="Arial" w:hAnsi="Arial" w:cs="Arial"/>
              <w:sz w:val="16"/>
              <w:szCs w:val="16"/>
              <w:lang w:val="ro-RO" w:eastAsia="fr-FR"/>
            </w:rPr>
            <w:t>ş</w:t>
          </w:r>
          <w:r w:rsidRPr="000E7CCF">
            <w:rPr>
              <w:rFonts w:ascii="Arial" w:hAnsi="Arial" w:cs="Arial"/>
              <w:sz w:val="16"/>
              <w:szCs w:val="16"/>
              <w:lang w:val="it-IT" w:eastAsia="fr-FR"/>
            </w:rPr>
            <w:t>i Dezvoltării Rurale</w:t>
          </w:r>
        </w:p>
        <w:p w14:paraId="226B1434" w14:textId="77777777" w:rsidR="00B827B3" w:rsidRPr="000E7CCF" w:rsidRDefault="00B827B3" w:rsidP="000E7CCF">
          <w:pPr>
            <w:tabs>
              <w:tab w:val="center" w:pos="4536"/>
              <w:tab w:val="right" w:pos="9072"/>
            </w:tabs>
            <w:jc w:val="center"/>
            <w:rPr>
              <w:rFonts w:ascii="Arial" w:hAnsi="Arial" w:cs="Arial"/>
              <w:sz w:val="16"/>
              <w:szCs w:val="16"/>
              <w:lang w:val="it-IT" w:eastAsia="fr-FR"/>
            </w:rPr>
          </w:pPr>
        </w:p>
        <w:p w14:paraId="00F2D255" w14:textId="77777777" w:rsidR="00B827B3" w:rsidRPr="000E7CCF" w:rsidRDefault="00B827B3" w:rsidP="000E7CCF">
          <w:pPr>
            <w:tabs>
              <w:tab w:val="center" w:pos="4536"/>
              <w:tab w:val="right" w:pos="9072"/>
            </w:tabs>
            <w:jc w:val="center"/>
            <w:rPr>
              <w:rFonts w:ascii="Arial" w:hAnsi="Arial" w:cs="Arial"/>
              <w:sz w:val="16"/>
              <w:szCs w:val="16"/>
              <w:lang w:val="it-IT" w:eastAsia="fr-FR"/>
            </w:rPr>
          </w:pPr>
          <w:r w:rsidRPr="000E7CCF">
            <w:rPr>
              <w:rFonts w:ascii="Arial" w:hAnsi="Arial" w:cs="Arial"/>
              <w:sz w:val="16"/>
              <w:szCs w:val="16"/>
              <w:lang w:val="it-IT" w:eastAsia="fr-FR"/>
            </w:rPr>
            <w:t>AFIR</w:t>
          </w:r>
        </w:p>
        <w:p w14:paraId="7E7BA645" w14:textId="77777777" w:rsidR="00B827B3" w:rsidRPr="000E7CCF" w:rsidRDefault="00B827B3" w:rsidP="000E7CCF">
          <w:pPr>
            <w:tabs>
              <w:tab w:val="center" w:pos="4536"/>
              <w:tab w:val="right" w:pos="9072"/>
            </w:tabs>
            <w:jc w:val="center"/>
            <w:rPr>
              <w:rFonts w:ascii="Arial" w:hAnsi="Arial" w:cs="Arial"/>
              <w:sz w:val="16"/>
              <w:szCs w:val="16"/>
              <w:lang w:val="it-IT" w:eastAsia="fr-FR"/>
            </w:rPr>
          </w:pPr>
        </w:p>
        <w:p w14:paraId="68A6A964" w14:textId="77777777" w:rsidR="00B827B3" w:rsidRPr="000E7CCF" w:rsidRDefault="00B827B3" w:rsidP="000E7CCF">
          <w:pPr>
            <w:tabs>
              <w:tab w:val="center" w:pos="4536"/>
              <w:tab w:val="right" w:pos="9072"/>
            </w:tabs>
            <w:jc w:val="center"/>
            <w:rPr>
              <w:rFonts w:ascii="Arial" w:hAnsi="Arial" w:cs="Arial"/>
              <w:sz w:val="16"/>
              <w:szCs w:val="16"/>
              <w:lang w:val="it-IT" w:eastAsia="fr-FR"/>
            </w:rPr>
          </w:pPr>
        </w:p>
      </w:tc>
      <w:tc>
        <w:tcPr>
          <w:tcW w:w="4860" w:type="dxa"/>
          <w:tcBorders>
            <w:top w:val="single" w:sz="4" w:space="0" w:color="auto"/>
            <w:left w:val="single" w:sz="4" w:space="0" w:color="auto"/>
            <w:bottom w:val="single" w:sz="4" w:space="0" w:color="auto"/>
            <w:right w:val="single" w:sz="4" w:space="0" w:color="auto"/>
          </w:tcBorders>
        </w:tcPr>
        <w:p w14:paraId="5CBD3E2A" w14:textId="77777777" w:rsidR="00B827B3" w:rsidRPr="000E7CCF" w:rsidRDefault="00B827B3" w:rsidP="000E7CCF">
          <w:pPr>
            <w:tabs>
              <w:tab w:val="center" w:pos="4536"/>
              <w:tab w:val="right" w:pos="9072"/>
            </w:tabs>
            <w:jc w:val="center"/>
            <w:rPr>
              <w:rFonts w:ascii="Arial" w:hAnsi="Arial" w:cs="Arial"/>
              <w:sz w:val="16"/>
              <w:szCs w:val="16"/>
              <w:lang w:val="pt-BR" w:eastAsia="fr-FR"/>
            </w:rPr>
          </w:pPr>
          <w:r w:rsidRPr="000E7CCF">
            <w:rPr>
              <w:rFonts w:ascii="Arial" w:hAnsi="Arial" w:cs="Arial"/>
              <w:sz w:val="16"/>
              <w:szCs w:val="16"/>
              <w:lang w:val="pt-BR" w:eastAsia="fr-FR"/>
            </w:rPr>
            <w:t>PNDR</w:t>
          </w:r>
        </w:p>
        <w:p w14:paraId="6306AD1E" w14:textId="77777777" w:rsidR="00B827B3" w:rsidRPr="000E7CCF" w:rsidRDefault="00B827B3" w:rsidP="000E7CCF">
          <w:pPr>
            <w:tabs>
              <w:tab w:val="center" w:pos="4536"/>
              <w:tab w:val="right" w:pos="9072"/>
            </w:tabs>
            <w:jc w:val="center"/>
            <w:rPr>
              <w:rFonts w:ascii="Arial" w:hAnsi="Arial" w:cs="Arial"/>
              <w:sz w:val="16"/>
              <w:szCs w:val="16"/>
              <w:lang w:val="pt-BR" w:eastAsia="fr-FR"/>
            </w:rPr>
          </w:pPr>
          <w:r w:rsidRPr="000E7CCF">
            <w:rPr>
              <w:rFonts w:ascii="Arial" w:hAnsi="Arial" w:cs="Arial"/>
              <w:sz w:val="16"/>
              <w:szCs w:val="16"/>
              <w:lang w:val="pt-BR" w:eastAsia="fr-FR"/>
            </w:rPr>
            <w:t>2014 – 2020</w:t>
          </w:r>
        </w:p>
        <w:p w14:paraId="122C4C44" w14:textId="77777777" w:rsidR="00B827B3" w:rsidRPr="000E7CCF" w:rsidRDefault="00B827B3" w:rsidP="000E7CCF">
          <w:pPr>
            <w:tabs>
              <w:tab w:val="center" w:pos="4536"/>
              <w:tab w:val="right" w:pos="9072"/>
            </w:tabs>
            <w:jc w:val="center"/>
            <w:rPr>
              <w:rFonts w:ascii="Arial" w:hAnsi="Arial" w:cs="Arial"/>
              <w:sz w:val="16"/>
              <w:szCs w:val="16"/>
              <w:lang w:val="pt-BR" w:eastAsia="fr-FR"/>
            </w:rPr>
          </w:pPr>
          <w:r w:rsidRPr="000E7CCF">
            <w:rPr>
              <w:rFonts w:ascii="Arial" w:hAnsi="Arial" w:cs="Arial"/>
              <w:sz w:val="16"/>
              <w:szCs w:val="16"/>
              <w:lang w:val="pt-BR" w:eastAsia="fr-FR"/>
            </w:rPr>
            <w:t xml:space="preserve">Manual de procedură pentru evaluarea  selectarea si cererilor </w:t>
          </w:r>
          <w:r>
            <w:rPr>
              <w:rFonts w:ascii="Arial" w:hAnsi="Arial" w:cs="Arial"/>
              <w:sz w:val="16"/>
              <w:szCs w:val="16"/>
              <w:lang w:val="pt-BR" w:eastAsia="fr-FR"/>
            </w:rPr>
            <w:t xml:space="preserve">de finanţare pentru proiecte - </w:t>
          </w:r>
          <w:r w:rsidRPr="000E7CCF">
            <w:rPr>
              <w:rFonts w:ascii="Arial" w:hAnsi="Arial" w:cs="Arial"/>
              <w:sz w:val="16"/>
              <w:szCs w:val="16"/>
              <w:lang w:val="pt-BR" w:eastAsia="fr-FR"/>
            </w:rPr>
            <w:t>Formulare specifice</w:t>
          </w:r>
        </w:p>
        <w:p w14:paraId="4876838D" w14:textId="77777777" w:rsidR="00B827B3" w:rsidRPr="000E7CCF" w:rsidRDefault="00B827B3" w:rsidP="000E7CCF">
          <w:pPr>
            <w:tabs>
              <w:tab w:val="center" w:pos="4536"/>
              <w:tab w:val="right" w:pos="9072"/>
            </w:tabs>
            <w:jc w:val="center"/>
            <w:rPr>
              <w:rFonts w:ascii="Arial" w:hAnsi="Arial" w:cs="Arial"/>
              <w:sz w:val="16"/>
              <w:szCs w:val="16"/>
              <w:lang w:val="pt-BR" w:eastAsia="fr-FR"/>
            </w:rPr>
          </w:pPr>
          <w:r w:rsidRPr="000E7CCF">
            <w:rPr>
              <w:rFonts w:ascii="Arial" w:hAnsi="Arial" w:cs="Arial"/>
              <w:sz w:val="16"/>
              <w:szCs w:val="16"/>
              <w:lang w:val="pt-BR" w:eastAsia="fr-FR"/>
            </w:rPr>
            <w:t>Fişa de evaluare gener</w:t>
          </w:r>
          <w:r>
            <w:rPr>
              <w:rFonts w:ascii="Arial" w:hAnsi="Arial" w:cs="Arial"/>
              <w:sz w:val="16"/>
              <w:szCs w:val="16"/>
              <w:lang w:val="pt-BR" w:eastAsia="fr-FR"/>
            </w:rPr>
            <w:t xml:space="preserve">ala a proiectului E1.2 -  sM 6.1 </w:t>
          </w:r>
        </w:p>
        <w:p w14:paraId="05A19091" w14:textId="77777777" w:rsidR="00B827B3" w:rsidRPr="000E7CCF" w:rsidRDefault="00B827B3" w:rsidP="000E7CCF">
          <w:pPr>
            <w:tabs>
              <w:tab w:val="center" w:pos="4536"/>
              <w:tab w:val="right" w:pos="9072"/>
            </w:tabs>
            <w:jc w:val="center"/>
            <w:rPr>
              <w:rFonts w:ascii="Arial" w:hAnsi="Arial" w:cs="Arial"/>
              <w:sz w:val="16"/>
              <w:szCs w:val="16"/>
              <w:lang w:val="pt-BR" w:eastAsia="fr-FR"/>
            </w:rPr>
          </w:pPr>
          <w:r w:rsidRPr="000E7CCF">
            <w:rPr>
              <w:rFonts w:ascii="Arial" w:hAnsi="Arial" w:cs="Arial"/>
              <w:sz w:val="16"/>
              <w:szCs w:val="16"/>
              <w:lang w:val="pt-BR" w:eastAsia="fr-FR"/>
            </w:rPr>
            <w:t xml:space="preserve">Cod manual: M 01 –01 </w:t>
          </w:r>
        </w:p>
        <w:p w14:paraId="2233C413" w14:textId="3286856F" w:rsidR="00B827B3" w:rsidRPr="000E7CCF" w:rsidRDefault="00B827B3" w:rsidP="00C65536">
          <w:pPr>
            <w:tabs>
              <w:tab w:val="center" w:pos="4536"/>
              <w:tab w:val="right" w:pos="9072"/>
            </w:tabs>
            <w:jc w:val="center"/>
            <w:rPr>
              <w:rFonts w:ascii="Arial" w:hAnsi="Arial" w:cs="Arial"/>
              <w:sz w:val="16"/>
              <w:szCs w:val="16"/>
              <w:lang w:val="fr-FR" w:eastAsia="fr-FR"/>
            </w:rPr>
          </w:pPr>
          <w:r>
            <w:rPr>
              <w:rFonts w:ascii="Arial" w:hAnsi="Arial" w:cs="Arial"/>
              <w:sz w:val="16"/>
              <w:szCs w:val="16"/>
              <w:lang w:val="fr-FR" w:eastAsia="fr-FR"/>
            </w:rPr>
            <w:t>Versiunea: 09</w:t>
          </w:r>
        </w:p>
      </w:tc>
      <w:tc>
        <w:tcPr>
          <w:tcW w:w="2610" w:type="dxa"/>
          <w:tcBorders>
            <w:top w:val="single" w:sz="4" w:space="0" w:color="auto"/>
            <w:left w:val="single" w:sz="4" w:space="0" w:color="auto"/>
            <w:bottom w:val="single" w:sz="4" w:space="0" w:color="auto"/>
            <w:right w:val="single" w:sz="4" w:space="0" w:color="auto"/>
          </w:tcBorders>
        </w:tcPr>
        <w:p w14:paraId="36F5C5A0" w14:textId="77777777" w:rsidR="00B827B3" w:rsidRPr="000E7CCF" w:rsidRDefault="00B827B3" w:rsidP="000E7CCF">
          <w:pPr>
            <w:tabs>
              <w:tab w:val="center" w:pos="4536"/>
              <w:tab w:val="right" w:pos="9072"/>
            </w:tabs>
            <w:jc w:val="center"/>
            <w:rPr>
              <w:rFonts w:ascii="Arial" w:hAnsi="Arial" w:cs="Arial"/>
              <w:sz w:val="16"/>
              <w:szCs w:val="16"/>
              <w:lang w:val="fr-FR" w:eastAsia="fr-FR"/>
            </w:rPr>
          </w:pPr>
        </w:p>
        <w:p w14:paraId="0DAB51DC" w14:textId="77777777" w:rsidR="00B827B3" w:rsidRPr="000E7CCF" w:rsidRDefault="00B827B3" w:rsidP="000E7CCF">
          <w:pPr>
            <w:tabs>
              <w:tab w:val="center" w:pos="4536"/>
              <w:tab w:val="right" w:pos="9072"/>
            </w:tabs>
            <w:jc w:val="center"/>
            <w:rPr>
              <w:rFonts w:ascii="Arial" w:hAnsi="Arial" w:cs="Arial"/>
              <w:sz w:val="16"/>
              <w:szCs w:val="16"/>
              <w:lang w:val="fr-FR" w:eastAsia="fr-FR"/>
            </w:rPr>
          </w:pPr>
        </w:p>
        <w:p w14:paraId="00702A62" w14:textId="77777777" w:rsidR="00B827B3" w:rsidRPr="000E7CCF" w:rsidRDefault="00B827B3" w:rsidP="000E7CCF">
          <w:pPr>
            <w:tabs>
              <w:tab w:val="center" w:pos="4536"/>
              <w:tab w:val="right" w:pos="9072"/>
            </w:tabs>
            <w:jc w:val="center"/>
            <w:rPr>
              <w:rFonts w:ascii="Arial" w:hAnsi="Arial" w:cs="Arial"/>
              <w:sz w:val="16"/>
              <w:szCs w:val="16"/>
              <w:lang w:val="fr-FR" w:eastAsia="fr-FR"/>
            </w:rPr>
          </w:pPr>
        </w:p>
        <w:p w14:paraId="6A16B3B0" w14:textId="7C464905" w:rsidR="00B827B3" w:rsidRPr="000E7CCF" w:rsidRDefault="00B827B3" w:rsidP="000E7CCF">
          <w:pPr>
            <w:tabs>
              <w:tab w:val="center" w:pos="4536"/>
              <w:tab w:val="right" w:pos="9072"/>
            </w:tabs>
            <w:jc w:val="center"/>
            <w:rPr>
              <w:rFonts w:ascii="Arial" w:hAnsi="Arial" w:cs="Arial"/>
              <w:sz w:val="16"/>
              <w:szCs w:val="16"/>
              <w:lang w:val="fr-FR" w:eastAsia="fr-FR"/>
            </w:rPr>
          </w:pPr>
          <w:r w:rsidRPr="000E7CCF">
            <w:rPr>
              <w:rFonts w:ascii="Arial" w:hAnsi="Arial" w:cs="Arial"/>
              <w:sz w:val="16"/>
              <w:szCs w:val="16"/>
              <w:lang w:val="fr-FR" w:eastAsia="fr-FR"/>
            </w:rPr>
            <w:t xml:space="preserve">Pagina </w:t>
          </w:r>
          <w:r w:rsidRPr="000E7CCF">
            <w:rPr>
              <w:lang w:val="fr-FR" w:eastAsia="fr-FR"/>
            </w:rPr>
            <w:fldChar w:fldCharType="begin"/>
          </w:r>
          <w:r w:rsidRPr="000E7CCF">
            <w:rPr>
              <w:lang w:val="fr-FR" w:eastAsia="fr-FR"/>
            </w:rPr>
            <w:instrText xml:space="preserve"> PAGE </w:instrText>
          </w:r>
          <w:r w:rsidRPr="000E7CCF">
            <w:rPr>
              <w:lang w:val="fr-FR" w:eastAsia="fr-FR"/>
            </w:rPr>
            <w:fldChar w:fldCharType="separate"/>
          </w:r>
          <w:r w:rsidR="00CB52F0">
            <w:rPr>
              <w:noProof/>
              <w:lang w:val="fr-FR" w:eastAsia="fr-FR"/>
            </w:rPr>
            <w:t>87</w:t>
          </w:r>
          <w:r w:rsidRPr="000E7CCF">
            <w:rPr>
              <w:lang w:val="fr-FR" w:eastAsia="fr-FR"/>
            </w:rPr>
            <w:fldChar w:fldCharType="end"/>
          </w:r>
        </w:p>
      </w:tc>
    </w:tr>
  </w:tbl>
  <w:p w14:paraId="670AA1B8" w14:textId="77777777" w:rsidR="00B827B3" w:rsidRDefault="00B82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1D"/>
      </v:shape>
    </w:pict>
  </w:numPicBullet>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7430E"/>
    <w:multiLevelType w:val="hybridMultilevel"/>
    <w:tmpl w:val="66146EBA"/>
    <w:lvl w:ilvl="0" w:tplc="16B0D276">
      <w:start w:val="1"/>
      <w:numFmt w:val="decimal"/>
      <w:lvlText w:val="(%1)"/>
      <w:lvlJc w:val="right"/>
      <w:pPr>
        <w:ind w:left="720" w:hanging="360"/>
      </w:pPr>
    </w:lvl>
    <w:lvl w:ilvl="1" w:tplc="31120BC2">
      <w:start w:val="1"/>
      <w:numFmt w:val="lowerLetter"/>
      <w:lvlText w:val="%2)"/>
      <w:lvlJc w:val="left"/>
      <w:pPr>
        <w:ind w:left="502" w:hanging="360"/>
      </w:pPr>
      <w:rPr>
        <w:rFonts w:ascii="Calibri" w:eastAsia="Times New Roman" w:hAnsi="Calibri" w:cs="Times New Roman"/>
      </w:rPr>
    </w:lvl>
    <w:lvl w:ilvl="2" w:tplc="0418000B">
      <w:start w:val="1"/>
      <w:numFmt w:val="bullet"/>
      <w:lvlText w:val=""/>
      <w:lvlJc w:val="left"/>
      <w:pPr>
        <w:ind w:left="1882" w:hanging="180"/>
      </w:pPr>
      <w:rPr>
        <w:rFonts w:ascii="Wingdings" w:hAnsi="Wingdings"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4BB2028"/>
    <w:multiLevelType w:val="hybridMultilevel"/>
    <w:tmpl w:val="79E8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C2711"/>
    <w:multiLevelType w:val="hybridMultilevel"/>
    <w:tmpl w:val="3D2ACAF4"/>
    <w:lvl w:ilvl="0" w:tplc="748CC0D2">
      <w:start w:val="121"/>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71D72"/>
    <w:multiLevelType w:val="hybridMultilevel"/>
    <w:tmpl w:val="B2527422"/>
    <w:lvl w:ilvl="0" w:tplc="183AC0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A4A7E"/>
    <w:multiLevelType w:val="hybridMultilevel"/>
    <w:tmpl w:val="67F4714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F63A8"/>
    <w:multiLevelType w:val="hybridMultilevel"/>
    <w:tmpl w:val="F4643E8E"/>
    <w:lvl w:ilvl="0" w:tplc="CE5401D8">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308B6"/>
    <w:multiLevelType w:val="hybridMultilevel"/>
    <w:tmpl w:val="BFC6B9AA"/>
    <w:lvl w:ilvl="0" w:tplc="3402A6AE">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5A7E36"/>
    <w:multiLevelType w:val="hybridMultilevel"/>
    <w:tmpl w:val="0BBC64E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4E5272"/>
    <w:multiLevelType w:val="hybridMultilevel"/>
    <w:tmpl w:val="4ADAE7DE"/>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13" w15:restartNumberingAfterBreak="0">
    <w:nsid w:val="2A937503"/>
    <w:multiLevelType w:val="hybridMultilevel"/>
    <w:tmpl w:val="663EDBB8"/>
    <w:lvl w:ilvl="0" w:tplc="38CA11E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4"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DED25FC"/>
    <w:multiLevelType w:val="hybridMultilevel"/>
    <w:tmpl w:val="C098369E"/>
    <w:lvl w:ilvl="0" w:tplc="04180009">
      <w:start w:val="1"/>
      <w:numFmt w:val="bullet"/>
      <w:lvlText w:val=""/>
      <w:lvlJc w:val="left"/>
      <w:pPr>
        <w:ind w:left="149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5D34EF"/>
    <w:multiLevelType w:val="hybridMultilevel"/>
    <w:tmpl w:val="E422A526"/>
    <w:lvl w:ilvl="0" w:tplc="1730D88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97806"/>
    <w:multiLevelType w:val="hybridMultilevel"/>
    <w:tmpl w:val="DDBAC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705249"/>
    <w:multiLevelType w:val="hybridMultilevel"/>
    <w:tmpl w:val="7E146DC2"/>
    <w:lvl w:ilvl="0" w:tplc="B240F1D8">
      <w:start w:val="3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2227C"/>
    <w:multiLevelType w:val="hybridMultilevel"/>
    <w:tmpl w:val="537C5362"/>
    <w:lvl w:ilvl="0" w:tplc="3402A6AE">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370BB8"/>
    <w:multiLevelType w:val="hybridMultilevel"/>
    <w:tmpl w:val="837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3" w15:restartNumberingAfterBreak="0">
    <w:nsid w:val="49BB4A1A"/>
    <w:multiLevelType w:val="hybridMultilevel"/>
    <w:tmpl w:val="7CC2C57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19294E"/>
    <w:multiLevelType w:val="hybridMultilevel"/>
    <w:tmpl w:val="81449BF0"/>
    <w:lvl w:ilvl="0" w:tplc="0809000B">
      <w:start w:val="1"/>
      <w:numFmt w:val="bullet"/>
      <w:lvlText w:val=""/>
      <w:lvlJc w:val="left"/>
      <w:pPr>
        <w:ind w:left="2805" w:hanging="360"/>
      </w:pPr>
      <w:rPr>
        <w:rFonts w:ascii="Wingdings" w:hAnsi="Wingdings" w:hint="default"/>
      </w:rPr>
    </w:lvl>
    <w:lvl w:ilvl="1" w:tplc="08090003" w:tentative="1">
      <w:start w:val="1"/>
      <w:numFmt w:val="bullet"/>
      <w:lvlText w:val="o"/>
      <w:lvlJc w:val="left"/>
      <w:pPr>
        <w:ind w:left="3525" w:hanging="360"/>
      </w:pPr>
      <w:rPr>
        <w:rFonts w:ascii="Courier New" w:hAnsi="Courier New" w:cs="Courier New" w:hint="default"/>
      </w:rPr>
    </w:lvl>
    <w:lvl w:ilvl="2" w:tplc="08090005" w:tentative="1">
      <w:start w:val="1"/>
      <w:numFmt w:val="bullet"/>
      <w:lvlText w:val=""/>
      <w:lvlJc w:val="left"/>
      <w:pPr>
        <w:ind w:left="4245" w:hanging="360"/>
      </w:pPr>
      <w:rPr>
        <w:rFonts w:ascii="Wingdings" w:hAnsi="Wingdings" w:hint="default"/>
      </w:rPr>
    </w:lvl>
    <w:lvl w:ilvl="3" w:tplc="08090001" w:tentative="1">
      <w:start w:val="1"/>
      <w:numFmt w:val="bullet"/>
      <w:lvlText w:val=""/>
      <w:lvlJc w:val="left"/>
      <w:pPr>
        <w:ind w:left="4965" w:hanging="360"/>
      </w:pPr>
      <w:rPr>
        <w:rFonts w:ascii="Symbol" w:hAnsi="Symbol" w:hint="default"/>
      </w:rPr>
    </w:lvl>
    <w:lvl w:ilvl="4" w:tplc="08090003" w:tentative="1">
      <w:start w:val="1"/>
      <w:numFmt w:val="bullet"/>
      <w:lvlText w:val="o"/>
      <w:lvlJc w:val="left"/>
      <w:pPr>
        <w:ind w:left="5685" w:hanging="360"/>
      </w:pPr>
      <w:rPr>
        <w:rFonts w:ascii="Courier New" w:hAnsi="Courier New" w:cs="Courier New" w:hint="default"/>
      </w:rPr>
    </w:lvl>
    <w:lvl w:ilvl="5" w:tplc="08090005" w:tentative="1">
      <w:start w:val="1"/>
      <w:numFmt w:val="bullet"/>
      <w:lvlText w:val=""/>
      <w:lvlJc w:val="left"/>
      <w:pPr>
        <w:ind w:left="6405" w:hanging="360"/>
      </w:pPr>
      <w:rPr>
        <w:rFonts w:ascii="Wingdings" w:hAnsi="Wingdings" w:hint="default"/>
      </w:rPr>
    </w:lvl>
    <w:lvl w:ilvl="6" w:tplc="08090001" w:tentative="1">
      <w:start w:val="1"/>
      <w:numFmt w:val="bullet"/>
      <w:lvlText w:val=""/>
      <w:lvlJc w:val="left"/>
      <w:pPr>
        <w:ind w:left="7125" w:hanging="360"/>
      </w:pPr>
      <w:rPr>
        <w:rFonts w:ascii="Symbol" w:hAnsi="Symbol" w:hint="default"/>
      </w:rPr>
    </w:lvl>
    <w:lvl w:ilvl="7" w:tplc="08090003" w:tentative="1">
      <w:start w:val="1"/>
      <w:numFmt w:val="bullet"/>
      <w:lvlText w:val="o"/>
      <w:lvlJc w:val="left"/>
      <w:pPr>
        <w:ind w:left="7845" w:hanging="360"/>
      </w:pPr>
      <w:rPr>
        <w:rFonts w:ascii="Courier New" w:hAnsi="Courier New" w:cs="Courier New" w:hint="default"/>
      </w:rPr>
    </w:lvl>
    <w:lvl w:ilvl="8" w:tplc="08090005" w:tentative="1">
      <w:start w:val="1"/>
      <w:numFmt w:val="bullet"/>
      <w:lvlText w:val=""/>
      <w:lvlJc w:val="left"/>
      <w:pPr>
        <w:ind w:left="8565" w:hanging="360"/>
      </w:pPr>
      <w:rPr>
        <w:rFonts w:ascii="Wingdings" w:hAnsi="Wingdings" w:hint="default"/>
      </w:rPr>
    </w:lvl>
  </w:abstractNum>
  <w:abstractNum w:abstractNumId="2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28" w15:restartNumberingAfterBreak="0">
    <w:nsid w:val="603A4AE1"/>
    <w:multiLevelType w:val="hybridMultilevel"/>
    <w:tmpl w:val="42261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6C96E35"/>
    <w:multiLevelType w:val="hybridMultilevel"/>
    <w:tmpl w:val="72E66392"/>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70D1801"/>
    <w:multiLevelType w:val="hybridMultilevel"/>
    <w:tmpl w:val="590A3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163790"/>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6ABB5FF9"/>
    <w:multiLevelType w:val="hybridMultilevel"/>
    <w:tmpl w:val="433E224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6C315712"/>
    <w:multiLevelType w:val="hybridMultilevel"/>
    <w:tmpl w:val="F502E84A"/>
    <w:lvl w:ilvl="0" w:tplc="04180007">
      <w:start w:val="1"/>
      <w:numFmt w:val="bullet"/>
      <w:lvlText w:val=""/>
      <w:lvlPicBulletId w:val="0"/>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35" w15:restartNumberingAfterBreak="0">
    <w:nsid w:val="6D4824C9"/>
    <w:multiLevelType w:val="hybridMultilevel"/>
    <w:tmpl w:val="CC1CE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FA51AA"/>
    <w:multiLevelType w:val="hybridMultilevel"/>
    <w:tmpl w:val="706E96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8C2AB5"/>
    <w:multiLevelType w:val="hybridMultilevel"/>
    <w:tmpl w:val="22F8E2D2"/>
    <w:lvl w:ilvl="0" w:tplc="6914AB4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41D44"/>
    <w:multiLevelType w:val="hybridMultilevel"/>
    <w:tmpl w:val="203C08AE"/>
    <w:lvl w:ilvl="0" w:tplc="51BCFB8E">
      <w:start w:val="1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A97091"/>
    <w:multiLevelType w:val="hybridMultilevel"/>
    <w:tmpl w:val="80D4E690"/>
    <w:lvl w:ilvl="0" w:tplc="1A1604B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95B62E2"/>
    <w:multiLevelType w:val="hybridMultilevel"/>
    <w:tmpl w:val="864A532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5"/>
  </w:num>
  <w:num w:numId="4">
    <w:abstractNumId w:val="41"/>
  </w:num>
  <w:num w:numId="5">
    <w:abstractNumId w:val="29"/>
  </w:num>
  <w:num w:numId="6">
    <w:abstractNumId w:val="39"/>
  </w:num>
  <w:num w:numId="7">
    <w:abstractNumId w:val="8"/>
  </w:num>
  <w:num w:numId="8">
    <w:abstractNumId w:val="24"/>
  </w:num>
  <w:num w:numId="9">
    <w:abstractNumId w:val="0"/>
  </w:num>
  <w:num w:numId="10">
    <w:abstractNumId w:val="31"/>
  </w:num>
  <w:num w:numId="11">
    <w:abstractNumId w:val="37"/>
  </w:num>
  <w:num w:numId="12">
    <w:abstractNumId w:val="17"/>
  </w:num>
  <w:num w:numId="13">
    <w:abstractNumId w:val="11"/>
  </w:num>
  <w:num w:numId="14">
    <w:abstractNumId w:val="33"/>
  </w:num>
  <w:num w:numId="15">
    <w:abstractNumId w:val="19"/>
  </w:num>
  <w:num w:numId="16">
    <w:abstractNumId w:val="6"/>
  </w:num>
  <w:num w:numId="17">
    <w:abstractNumId w:val="13"/>
  </w:num>
  <w:num w:numId="18">
    <w:abstractNumId w:val="9"/>
  </w:num>
  <w:num w:numId="19">
    <w:abstractNumId w:val="30"/>
  </w:num>
  <w:num w:numId="20">
    <w:abstractNumId w:val="25"/>
  </w:num>
  <w:num w:numId="21">
    <w:abstractNumId w:val="35"/>
  </w:num>
  <w:num w:numId="22">
    <w:abstractNumId w:val="40"/>
  </w:num>
  <w:num w:numId="23">
    <w:abstractNumId w:val="16"/>
  </w:num>
  <w:num w:numId="24">
    <w:abstractNumId w:val="2"/>
  </w:num>
  <w:num w:numId="25">
    <w:abstractNumId w:val="36"/>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7"/>
  </w:num>
  <w:num w:numId="29">
    <w:abstractNumId w:val="14"/>
  </w:num>
  <w:num w:numId="30">
    <w:abstractNumId w:val="4"/>
  </w:num>
  <w:num w:numId="31">
    <w:abstractNumId w:val="28"/>
  </w:num>
  <w:num w:numId="32">
    <w:abstractNumId w:val="26"/>
  </w:num>
  <w:num w:numId="33">
    <w:abstractNumId w:val="21"/>
  </w:num>
  <w:num w:numId="34">
    <w:abstractNumId w:val="18"/>
  </w:num>
  <w:num w:numId="35">
    <w:abstractNumId w:val="32"/>
  </w:num>
  <w:num w:numId="36">
    <w:abstractNumId w:val="10"/>
  </w:num>
  <w:num w:numId="37">
    <w:abstractNumId w:val="20"/>
  </w:num>
  <w:num w:numId="38">
    <w:abstractNumId w:val="23"/>
  </w:num>
  <w:num w:numId="39">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8"/>
  </w:num>
  <w:num w:numId="42">
    <w:abstractNumId w:val="34"/>
  </w:num>
  <w:num w:numId="43">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embedSystemFonts/>
  <w:mirrorMargin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95E"/>
    <w:rsid w:val="0000049A"/>
    <w:rsid w:val="0000057E"/>
    <w:rsid w:val="00000C86"/>
    <w:rsid w:val="00001015"/>
    <w:rsid w:val="00001016"/>
    <w:rsid w:val="000019FD"/>
    <w:rsid w:val="00001BCC"/>
    <w:rsid w:val="00002126"/>
    <w:rsid w:val="000021C5"/>
    <w:rsid w:val="00002D6E"/>
    <w:rsid w:val="00003FFB"/>
    <w:rsid w:val="00004350"/>
    <w:rsid w:val="0000454E"/>
    <w:rsid w:val="00004830"/>
    <w:rsid w:val="00004878"/>
    <w:rsid w:val="00004A0F"/>
    <w:rsid w:val="00004E78"/>
    <w:rsid w:val="0000528C"/>
    <w:rsid w:val="00005377"/>
    <w:rsid w:val="000057D9"/>
    <w:rsid w:val="000058C4"/>
    <w:rsid w:val="00006450"/>
    <w:rsid w:val="00006524"/>
    <w:rsid w:val="000069F0"/>
    <w:rsid w:val="00006DE7"/>
    <w:rsid w:val="00007237"/>
    <w:rsid w:val="00007D14"/>
    <w:rsid w:val="0001071D"/>
    <w:rsid w:val="0001101B"/>
    <w:rsid w:val="0001152D"/>
    <w:rsid w:val="000118E1"/>
    <w:rsid w:val="0001213C"/>
    <w:rsid w:val="000126E1"/>
    <w:rsid w:val="0001293B"/>
    <w:rsid w:val="00012B3E"/>
    <w:rsid w:val="00012B57"/>
    <w:rsid w:val="00012BEC"/>
    <w:rsid w:val="00012DA1"/>
    <w:rsid w:val="00012E89"/>
    <w:rsid w:val="000130B3"/>
    <w:rsid w:val="000132F6"/>
    <w:rsid w:val="00013480"/>
    <w:rsid w:val="00013642"/>
    <w:rsid w:val="000137F6"/>
    <w:rsid w:val="00013E67"/>
    <w:rsid w:val="00014381"/>
    <w:rsid w:val="000143F2"/>
    <w:rsid w:val="000145F1"/>
    <w:rsid w:val="00014858"/>
    <w:rsid w:val="00014B14"/>
    <w:rsid w:val="00014CBC"/>
    <w:rsid w:val="00014F7D"/>
    <w:rsid w:val="00015106"/>
    <w:rsid w:val="00015314"/>
    <w:rsid w:val="000158C0"/>
    <w:rsid w:val="0001602B"/>
    <w:rsid w:val="00016453"/>
    <w:rsid w:val="000166F9"/>
    <w:rsid w:val="000169CA"/>
    <w:rsid w:val="0001744C"/>
    <w:rsid w:val="0001779D"/>
    <w:rsid w:val="000177EE"/>
    <w:rsid w:val="00017BCA"/>
    <w:rsid w:val="00017DB5"/>
    <w:rsid w:val="00017EB6"/>
    <w:rsid w:val="000205DA"/>
    <w:rsid w:val="0002067B"/>
    <w:rsid w:val="000206F0"/>
    <w:rsid w:val="00020A7E"/>
    <w:rsid w:val="00020DAD"/>
    <w:rsid w:val="0002160A"/>
    <w:rsid w:val="0002180B"/>
    <w:rsid w:val="000221BA"/>
    <w:rsid w:val="000222F0"/>
    <w:rsid w:val="000226E4"/>
    <w:rsid w:val="0002313C"/>
    <w:rsid w:val="0002331F"/>
    <w:rsid w:val="0002351D"/>
    <w:rsid w:val="000235B4"/>
    <w:rsid w:val="000236C0"/>
    <w:rsid w:val="00023B41"/>
    <w:rsid w:val="00023C53"/>
    <w:rsid w:val="00023D93"/>
    <w:rsid w:val="00023EF8"/>
    <w:rsid w:val="000240F0"/>
    <w:rsid w:val="000242C4"/>
    <w:rsid w:val="000249CF"/>
    <w:rsid w:val="000249D6"/>
    <w:rsid w:val="00024BF3"/>
    <w:rsid w:val="0002503D"/>
    <w:rsid w:val="0002533C"/>
    <w:rsid w:val="00025DF1"/>
    <w:rsid w:val="00025E84"/>
    <w:rsid w:val="00025ED5"/>
    <w:rsid w:val="00025F03"/>
    <w:rsid w:val="00026627"/>
    <w:rsid w:val="000266D6"/>
    <w:rsid w:val="00026C76"/>
    <w:rsid w:val="00027C87"/>
    <w:rsid w:val="00027F30"/>
    <w:rsid w:val="00031386"/>
    <w:rsid w:val="0003141C"/>
    <w:rsid w:val="000316CA"/>
    <w:rsid w:val="00031B35"/>
    <w:rsid w:val="00031CAA"/>
    <w:rsid w:val="00031DB3"/>
    <w:rsid w:val="00032009"/>
    <w:rsid w:val="00032336"/>
    <w:rsid w:val="00032509"/>
    <w:rsid w:val="00032637"/>
    <w:rsid w:val="0003348C"/>
    <w:rsid w:val="00034911"/>
    <w:rsid w:val="00034D22"/>
    <w:rsid w:val="000353F3"/>
    <w:rsid w:val="000355BA"/>
    <w:rsid w:val="0003635C"/>
    <w:rsid w:val="00036398"/>
    <w:rsid w:val="000366A0"/>
    <w:rsid w:val="0003674E"/>
    <w:rsid w:val="00036A85"/>
    <w:rsid w:val="00036F61"/>
    <w:rsid w:val="00037279"/>
    <w:rsid w:val="000374C1"/>
    <w:rsid w:val="00037661"/>
    <w:rsid w:val="00037826"/>
    <w:rsid w:val="0004032D"/>
    <w:rsid w:val="00040672"/>
    <w:rsid w:val="00040BEC"/>
    <w:rsid w:val="00040C9F"/>
    <w:rsid w:val="00040CF0"/>
    <w:rsid w:val="0004129D"/>
    <w:rsid w:val="0004142E"/>
    <w:rsid w:val="00041554"/>
    <w:rsid w:val="00041579"/>
    <w:rsid w:val="000419F4"/>
    <w:rsid w:val="00041BE4"/>
    <w:rsid w:val="00041C2C"/>
    <w:rsid w:val="00041D55"/>
    <w:rsid w:val="00041DB6"/>
    <w:rsid w:val="00041EF7"/>
    <w:rsid w:val="00042433"/>
    <w:rsid w:val="000428E1"/>
    <w:rsid w:val="00042BDF"/>
    <w:rsid w:val="00042D2E"/>
    <w:rsid w:val="0004353A"/>
    <w:rsid w:val="0004364A"/>
    <w:rsid w:val="0004365B"/>
    <w:rsid w:val="00043992"/>
    <w:rsid w:val="00044776"/>
    <w:rsid w:val="000447BF"/>
    <w:rsid w:val="00044970"/>
    <w:rsid w:val="00045142"/>
    <w:rsid w:val="0004536F"/>
    <w:rsid w:val="00045373"/>
    <w:rsid w:val="000456EE"/>
    <w:rsid w:val="000458A6"/>
    <w:rsid w:val="000459FE"/>
    <w:rsid w:val="00045B23"/>
    <w:rsid w:val="00045F03"/>
    <w:rsid w:val="000464FD"/>
    <w:rsid w:val="0004658C"/>
    <w:rsid w:val="000465B8"/>
    <w:rsid w:val="00046922"/>
    <w:rsid w:val="000471B9"/>
    <w:rsid w:val="000471DD"/>
    <w:rsid w:val="000471FD"/>
    <w:rsid w:val="00047245"/>
    <w:rsid w:val="000477F1"/>
    <w:rsid w:val="0005034A"/>
    <w:rsid w:val="00050988"/>
    <w:rsid w:val="00050B00"/>
    <w:rsid w:val="00051232"/>
    <w:rsid w:val="00051745"/>
    <w:rsid w:val="000517D7"/>
    <w:rsid w:val="00051F08"/>
    <w:rsid w:val="000523A4"/>
    <w:rsid w:val="00052B18"/>
    <w:rsid w:val="00053513"/>
    <w:rsid w:val="000538B8"/>
    <w:rsid w:val="00053EAE"/>
    <w:rsid w:val="000541C8"/>
    <w:rsid w:val="00054333"/>
    <w:rsid w:val="00054840"/>
    <w:rsid w:val="00054F95"/>
    <w:rsid w:val="0005513F"/>
    <w:rsid w:val="0005519D"/>
    <w:rsid w:val="000557B8"/>
    <w:rsid w:val="000566DC"/>
    <w:rsid w:val="000567C8"/>
    <w:rsid w:val="00056C78"/>
    <w:rsid w:val="00056ED7"/>
    <w:rsid w:val="00056F40"/>
    <w:rsid w:val="0005721B"/>
    <w:rsid w:val="000578B8"/>
    <w:rsid w:val="000579C6"/>
    <w:rsid w:val="00057AE8"/>
    <w:rsid w:val="00057C55"/>
    <w:rsid w:val="00057C6E"/>
    <w:rsid w:val="00057F22"/>
    <w:rsid w:val="00060525"/>
    <w:rsid w:val="000605BD"/>
    <w:rsid w:val="00060F5B"/>
    <w:rsid w:val="00061984"/>
    <w:rsid w:val="000619A2"/>
    <w:rsid w:val="0006211B"/>
    <w:rsid w:val="000621E7"/>
    <w:rsid w:val="00062273"/>
    <w:rsid w:val="00062A02"/>
    <w:rsid w:val="00062A3B"/>
    <w:rsid w:val="000635AA"/>
    <w:rsid w:val="00063D6A"/>
    <w:rsid w:val="0006406F"/>
    <w:rsid w:val="000640F3"/>
    <w:rsid w:val="0006437B"/>
    <w:rsid w:val="0006461D"/>
    <w:rsid w:val="00064BA2"/>
    <w:rsid w:val="00065480"/>
    <w:rsid w:val="000654F4"/>
    <w:rsid w:val="0006567F"/>
    <w:rsid w:val="00065B0B"/>
    <w:rsid w:val="00065C53"/>
    <w:rsid w:val="000662E9"/>
    <w:rsid w:val="000663C7"/>
    <w:rsid w:val="00066687"/>
    <w:rsid w:val="0006685C"/>
    <w:rsid w:val="00066DF5"/>
    <w:rsid w:val="00067584"/>
    <w:rsid w:val="00067CDC"/>
    <w:rsid w:val="00067DA2"/>
    <w:rsid w:val="00067E77"/>
    <w:rsid w:val="00070C41"/>
    <w:rsid w:val="00070C5F"/>
    <w:rsid w:val="00070D3E"/>
    <w:rsid w:val="00070FB7"/>
    <w:rsid w:val="00070FCA"/>
    <w:rsid w:val="00071017"/>
    <w:rsid w:val="000715C5"/>
    <w:rsid w:val="000716BB"/>
    <w:rsid w:val="00071B06"/>
    <w:rsid w:val="00071D00"/>
    <w:rsid w:val="00071D80"/>
    <w:rsid w:val="00072044"/>
    <w:rsid w:val="00073667"/>
    <w:rsid w:val="00073820"/>
    <w:rsid w:val="00073CDE"/>
    <w:rsid w:val="000742FD"/>
    <w:rsid w:val="00074352"/>
    <w:rsid w:val="00074A89"/>
    <w:rsid w:val="00074C59"/>
    <w:rsid w:val="00074D1F"/>
    <w:rsid w:val="00075999"/>
    <w:rsid w:val="00075BAA"/>
    <w:rsid w:val="00075D69"/>
    <w:rsid w:val="00075F33"/>
    <w:rsid w:val="0007618F"/>
    <w:rsid w:val="0007650F"/>
    <w:rsid w:val="000765FE"/>
    <w:rsid w:val="00076A90"/>
    <w:rsid w:val="00076FBD"/>
    <w:rsid w:val="0007711E"/>
    <w:rsid w:val="00077289"/>
    <w:rsid w:val="00077760"/>
    <w:rsid w:val="00077816"/>
    <w:rsid w:val="00077847"/>
    <w:rsid w:val="00077BBB"/>
    <w:rsid w:val="00077BF7"/>
    <w:rsid w:val="00080020"/>
    <w:rsid w:val="00080253"/>
    <w:rsid w:val="00080351"/>
    <w:rsid w:val="00080E11"/>
    <w:rsid w:val="00080E26"/>
    <w:rsid w:val="00081038"/>
    <w:rsid w:val="000814B6"/>
    <w:rsid w:val="00081E39"/>
    <w:rsid w:val="00081FFA"/>
    <w:rsid w:val="00082244"/>
    <w:rsid w:val="00082E12"/>
    <w:rsid w:val="00082E73"/>
    <w:rsid w:val="00083507"/>
    <w:rsid w:val="00083D6D"/>
    <w:rsid w:val="0008420F"/>
    <w:rsid w:val="00085853"/>
    <w:rsid w:val="0008596E"/>
    <w:rsid w:val="00085BC4"/>
    <w:rsid w:val="000861CC"/>
    <w:rsid w:val="000869D6"/>
    <w:rsid w:val="00086B30"/>
    <w:rsid w:val="00086B77"/>
    <w:rsid w:val="00086C4C"/>
    <w:rsid w:val="00086F10"/>
    <w:rsid w:val="0008717A"/>
    <w:rsid w:val="0008748F"/>
    <w:rsid w:val="00087B80"/>
    <w:rsid w:val="0009026E"/>
    <w:rsid w:val="000902DF"/>
    <w:rsid w:val="00090332"/>
    <w:rsid w:val="000910D8"/>
    <w:rsid w:val="0009194D"/>
    <w:rsid w:val="00091A2F"/>
    <w:rsid w:val="00091AA7"/>
    <w:rsid w:val="0009243E"/>
    <w:rsid w:val="000924E6"/>
    <w:rsid w:val="0009253B"/>
    <w:rsid w:val="0009379F"/>
    <w:rsid w:val="00093C5D"/>
    <w:rsid w:val="00093EFD"/>
    <w:rsid w:val="00093FF8"/>
    <w:rsid w:val="000943C4"/>
    <w:rsid w:val="00094908"/>
    <w:rsid w:val="000957D2"/>
    <w:rsid w:val="000959CC"/>
    <w:rsid w:val="00095D4C"/>
    <w:rsid w:val="00096061"/>
    <w:rsid w:val="0009617A"/>
    <w:rsid w:val="00096250"/>
    <w:rsid w:val="00096C83"/>
    <w:rsid w:val="0009742A"/>
    <w:rsid w:val="0009778F"/>
    <w:rsid w:val="00097AC6"/>
    <w:rsid w:val="000A0007"/>
    <w:rsid w:val="000A01C7"/>
    <w:rsid w:val="000A05E2"/>
    <w:rsid w:val="000A0B73"/>
    <w:rsid w:val="000A0BCC"/>
    <w:rsid w:val="000A11A4"/>
    <w:rsid w:val="000A13FE"/>
    <w:rsid w:val="000A1745"/>
    <w:rsid w:val="000A1E18"/>
    <w:rsid w:val="000A1EA6"/>
    <w:rsid w:val="000A20F0"/>
    <w:rsid w:val="000A24E5"/>
    <w:rsid w:val="000A2D6D"/>
    <w:rsid w:val="000A3034"/>
    <w:rsid w:val="000A3C44"/>
    <w:rsid w:val="000A4107"/>
    <w:rsid w:val="000A420D"/>
    <w:rsid w:val="000A4DDF"/>
    <w:rsid w:val="000A5713"/>
    <w:rsid w:val="000A5D13"/>
    <w:rsid w:val="000A661A"/>
    <w:rsid w:val="000A67BE"/>
    <w:rsid w:val="000A7533"/>
    <w:rsid w:val="000A7C5A"/>
    <w:rsid w:val="000A7C65"/>
    <w:rsid w:val="000A7CEB"/>
    <w:rsid w:val="000A7F3E"/>
    <w:rsid w:val="000B000C"/>
    <w:rsid w:val="000B044C"/>
    <w:rsid w:val="000B0C2D"/>
    <w:rsid w:val="000B0F28"/>
    <w:rsid w:val="000B1A7A"/>
    <w:rsid w:val="000B1E82"/>
    <w:rsid w:val="000B2062"/>
    <w:rsid w:val="000B22EA"/>
    <w:rsid w:val="000B2343"/>
    <w:rsid w:val="000B237F"/>
    <w:rsid w:val="000B2ED2"/>
    <w:rsid w:val="000B37DA"/>
    <w:rsid w:val="000B3B49"/>
    <w:rsid w:val="000B3CD7"/>
    <w:rsid w:val="000B3DCD"/>
    <w:rsid w:val="000B3EEB"/>
    <w:rsid w:val="000B4B96"/>
    <w:rsid w:val="000B5B26"/>
    <w:rsid w:val="000B5D8E"/>
    <w:rsid w:val="000B61D3"/>
    <w:rsid w:val="000B63CA"/>
    <w:rsid w:val="000B69FB"/>
    <w:rsid w:val="000B6A73"/>
    <w:rsid w:val="000B6E0C"/>
    <w:rsid w:val="000B7570"/>
    <w:rsid w:val="000B7FED"/>
    <w:rsid w:val="000C0081"/>
    <w:rsid w:val="000C04B2"/>
    <w:rsid w:val="000C05C1"/>
    <w:rsid w:val="000C05C9"/>
    <w:rsid w:val="000C06D6"/>
    <w:rsid w:val="000C08DD"/>
    <w:rsid w:val="000C0A85"/>
    <w:rsid w:val="000C0F27"/>
    <w:rsid w:val="000C0FC5"/>
    <w:rsid w:val="000C19EC"/>
    <w:rsid w:val="000C1A60"/>
    <w:rsid w:val="000C1BEE"/>
    <w:rsid w:val="000C1BF0"/>
    <w:rsid w:val="000C25CA"/>
    <w:rsid w:val="000C2643"/>
    <w:rsid w:val="000C3B52"/>
    <w:rsid w:val="000C3C1B"/>
    <w:rsid w:val="000C4239"/>
    <w:rsid w:val="000C446D"/>
    <w:rsid w:val="000C45D1"/>
    <w:rsid w:val="000C4DB8"/>
    <w:rsid w:val="000C4DC5"/>
    <w:rsid w:val="000C51B2"/>
    <w:rsid w:val="000C53D4"/>
    <w:rsid w:val="000C5603"/>
    <w:rsid w:val="000C56BA"/>
    <w:rsid w:val="000C5FB4"/>
    <w:rsid w:val="000C5FE0"/>
    <w:rsid w:val="000C7647"/>
    <w:rsid w:val="000C76E9"/>
    <w:rsid w:val="000C787F"/>
    <w:rsid w:val="000C7FBD"/>
    <w:rsid w:val="000D019E"/>
    <w:rsid w:val="000D03F9"/>
    <w:rsid w:val="000D1103"/>
    <w:rsid w:val="000D153F"/>
    <w:rsid w:val="000D178C"/>
    <w:rsid w:val="000D1B7F"/>
    <w:rsid w:val="000D214B"/>
    <w:rsid w:val="000D23B0"/>
    <w:rsid w:val="000D2C57"/>
    <w:rsid w:val="000D3528"/>
    <w:rsid w:val="000D3798"/>
    <w:rsid w:val="000D387D"/>
    <w:rsid w:val="000D3BCA"/>
    <w:rsid w:val="000D4438"/>
    <w:rsid w:val="000D4B81"/>
    <w:rsid w:val="000D501E"/>
    <w:rsid w:val="000D5076"/>
    <w:rsid w:val="000D5175"/>
    <w:rsid w:val="000D58A7"/>
    <w:rsid w:val="000D5E47"/>
    <w:rsid w:val="000D5EE8"/>
    <w:rsid w:val="000D60FE"/>
    <w:rsid w:val="000D656A"/>
    <w:rsid w:val="000D656F"/>
    <w:rsid w:val="000D759E"/>
    <w:rsid w:val="000D79F5"/>
    <w:rsid w:val="000D7BA7"/>
    <w:rsid w:val="000D7C4D"/>
    <w:rsid w:val="000E02EB"/>
    <w:rsid w:val="000E07A1"/>
    <w:rsid w:val="000E0F70"/>
    <w:rsid w:val="000E1200"/>
    <w:rsid w:val="000E1328"/>
    <w:rsid w:val="000E1772"/>
    <w:rsid w:val="000E1B0D"/>
    <w:rsid w:val="000E1C0F"/>
    <w:rsid w:val="000E1F57"/>
    <w:rsid w:val="000E21D8"/>
    <w:rsid w:val="000E2571"/>
    <w:rsid w:val="000E35E1"/>
    <w:rsid w:val="000E365E"/>
    <w:rsid w:val="000E3C0C"/>
    <w:rsid w:val="000E3F98"/>
    <w:rsid w:val="000E446F"/>
    <w:rsid w:val="000E464B"/>
    <w:rsid w:val="000E469A"/>
    <w:rsid w:val="000E4DEF"/>
    <w:rsid w:val="000E4F1C"/>
    <w:rsid w:val="000E4F64"/>
    <w:rsid w:val="000E5462"/>
    <w:rsid w:val="000E5656"/>
    <w:rsid w:val="000E60E8"/>
    <w:rsid w:val="000E6309"/>
    <w:rsid w:val="000E64A9"/>
    <w:rsid w:val="000E65BD"/>
    <w:rsid w:val="000E6F01"/>
    <w:rsid w:val="000E714A"/>
    <w:rsid w:val="000E7562"/>
    <w:rsid w:val="000E79A0"/>
    <w:rsid w:val="000E7C3B"/>
    <w:rsid w:val="000E7CCF"/>
    <w:rsid w:val="000E7F72"/>
    <w:rsid w:val="000F02C9"/>
    <w:rsid w:val="000F0319"/>
    <w:rsid w:val="000F040E"/>
    <w:rsid w:val="000F0428"/>
    <w:rsid w:val="000F09B4"/>
    <w:rsid w:val="000F0A08"/>
    <w:rsid w:val="000F1839"/>
    <w:rsid w:val="000F199A"/>
    <w:rsid w:val="000F1D31"/>
    <w:rsid w:val="000F1D67"/>
    <w:rsid w:val="000F1E00"/>
    <w:rsid w:val="000F2203"/>
    <w:rsid w:val="000F28DA"/>
    <w:rsid w:val="000F2F76"/>
    <w:rsid w:val="000F3218"/>
    <w:rsid w:val="000F360C"/>
    <w:rsid w:val="000F3B02"/>
    <w:rsid w:val="000F3D81"/>
    <w:rsid w:val="000F4234"/>
    <w:rsid w:val="000F4D55"/>
    <w:rsid w:val="000F4F3A"/>
    <w:rsid w:val="000F53E3"/>
    <w:rsid w:val="000F5B77"/>
    <w:rsid w:val="000F5C4E"/>
    <w:rsid w:val="000F5F0D"/>
    <w:rsid w:val="000F5F8E"/>
    <w:rsid w:val="001003F0"/>
    <w:rsid w:val="00100716"/>
    <w:rsid w:val="00100751"/>
    <w:rsid w:val="001007EC"/>
    <w:rsid w:val="00100AB5"/>
    <w:rsid w:val="00100B77"/>
    <w:rsid w:val="00100D5E"/>
    <w:rsid w:val="00100F56"/>
    <w:rsid w:val="00100FDC"/>
    <w:rsid w:val="00101268"/>
    <w:rsid w:val="001012F1"/>
    <w:rsid w:val="00101395"/>
    <w:rsid w:val="0010195A"/>
    <w:rsid w:val="001026B2"/>
    <w:rsid w:val="00102839"/>
    <w:rsid w:val="00102B02"/>
    <w:rsid w:val="00102BA5"/>
    <w:rsid w:val="00102E27"/>
    <w:rsid w:val="00102ECA"/>
    <w:rsid w:val="0010346E"/>
    <w:rsid w:val="00103769"/>
    <w:rsid w:val="0010394D"/>
    <w:rsid w:val="00103B74"/>
    <w:rsid w:val="00103FD7"/>
    <w:rsid w:val="00104099"/>
    <w:rsid w:val="00104541"/>
    <w:rsid w:val="00104620"/>
    <w:rsid w:val="00105A26"/>
    <w:rsid w:val="00106513"/>
    <w:rsid w:val="00106651"/>
    <w:rsid w:val="00106CA0"/>
    <w:rsid w:val="001073E1"/>
    <w:rsid w:val="00107442"/>
    <w:rsid w:val="00107B4A"/>
    <w:rsid w:val="00110495"/>
    <w:rsid w:val="00110568"/>
    <w:rsid w:val="00110774"/>
    <w:rsid w:val="00110A1C"/>
    <w:rsid w:val="00110F79"/>
    <w:rsid w:val="001110F5"/>
    <w:rsid w:val="00111823"/>
    <w:rsid w:val="001119D9"/>
    <w:rsid w:val="00111C89"/>
    <w:rsid w:val="00111D90"/>
    <w:rsid w:val="00112453"/>
    <w:rsid w:val="00112805"/>
    <w:rsid w:val="0011390B"/>
    <w:rsid w:val="001140EE"/>
    <w:rsid w:val="001141EC"/>
    <w:rsid w:val="0011425F"/>
    <w:rsid w:val="0011513C"/>
    <w:rsid w:val="00115558"/>
    <w:rsid w:val="00116D63"/>
    <w:rsid w:val="001172FF"/>
    <w:rsid w:val="00117693"/>
    <w:rsid w:val="00117976"/>
    <w:rsid w:val="00117FD1"/>
    <w:rsid w:val="00120B14"/>
    <w:rsid w:val="00120CC3"/>
    <w:rsid w:val="00120F0A"/>
    <w:rsid w:val="001214CD"/>
    <w:rsid w:val="0012160A"/>
    <w:rsid w:val="00121CAA"/>
    <w:rsid w:val="00122604"/>
    <w:rsid w:val="001226BD"/>
    <w:rsid w:val="001227D2"/>
    <w:rsid w:val="00122B2A"/>
    <w:rsid w:val="00122E0B"/>
    <w:rsid w:val="00123A13"/>
    <w:rsid w:val="00123A77"/>
    <w:rsid w:val="00123CAB"/>
    <w:rsid w:val="00123E15"/>
    <w:rsid w:val="00124B8D"/>
    <w:rsid w:val="00124EA4"/>
    <w:rsid w:val="00125342"/>
    <w:rsid w:val="00125A66"/>
    <w:rsid w:val="001261E5"/>
    <w:rsid w:val="00126347"/>
    <w:rsid w:val="001264EA"/>
    <w:rsid w:val="00126505"/>
    <w:rsid w:val="00126996"/>
    <w:rsid w:val="0012707C"/>
    <w:rsid w:val="00127400"/>
    <w:rsid w:val="001275E7"/>
    <w:rsid w:val="00127C51"/>
    <w:rsid w:val="00127E27"/>
    <w:rsid w:val="00130173"/>
    <w:rsid w:val="0013041D"/>
    <w:rsid w:val="00130981"/>
    <w:rsid w:val="00130C59"/>
    <w:rsid w:val="00130D5B"/>
    <w:rsid w:val="00130F67"/>
    <w:rsid w:val="001314F0"/>
    <w:rsid w:val="001316F0"/>
    <w:rsid w:val="00132014"/>
    <w:rsid w:val="00132A85"/>
    <w:rsid w:val="00132C69"/>
    <w:rsid w:val="0013333B"/>
    <w:rsid w:val="0013366A"/>
    <w:rsid w:val="00133EFF"/>
    <w:rsid w:val="00134A03"/>
    <w:rsid w:val="00134B6E"/>
    <w:rsid w:val="00134CE1"/>
    <w:rsid w:val="00134EF6"/>
    <w:rsid w:val="00135703"/>
    <w:rsid w:val="00135B24"/>
    <w:rsid w:val="00136581"/>
    <w:rsid w:val="00136677"/>
    <w:rsid w:val="00136728"/>
    <w:rsid w:val="00136852"/>
    <w:rsid w:val="00136C54"/>
    <w:rsid w:val="001373B6"/>
    <w:rsid w:val="0013775C"/>
    <w:rsid w:val="00137958"/>
    <w:rsid w:val="0013795D"/>
    <w:rsid w:val="00137B26"/>
    <w:rsid w:val="00137E35"/>
    <w:rsid w:val="00140970"/>
    <w:rsid w:val="00140C00"/>
    <w:rsid w:val="00140D2F"/>
    <w:rsid w:val="00140E45"/>
    <w:rsid w:val="001411BF"/>
    <w:rsid w:val="00141476"/>
    <w:rsid w:val="00142822"/>
    <w:rsid w:val="00142F0C"/>
    <w:rsid w:val="00143104"/>
    <w:rsid w:val="001437D8"/>
    <w:rsid w:val="001445ED"/>
    <w:rsid w:val="001449F2"/>
    <w:rsid w:val="00144C26"/>
    <w:rsid w:val="00144F41"/>
    <w:rsid w:val="00145212"/>
    <w:rsid w:val="00145277"/>
    <w:rsid w:val="00145F6E"/>
    <w:rsid w:val="0014626C"/>
    <w:rsid w:val="00146C8B"/>
    <w:rsid w:val="00146DDB"/>
    <w:rsid w:val="00147111"/>
    <w:rsid w:val="001472B3"/>
    <w:rsid w:val="001476EB"/>
    <w:rsid w:val="00147A03"/>
    <w:rsid w:val="00147E2E"/>
    <w:rsid w:val="00147E6D"/>
    <w:rsid w:val="001500BD"/>
    <w:rsid w:val="00150581"/>
    <w:rsid w:val="00150630"/>
    <w:rsid w:val="001508A4"/>
    <w:rsid w:val="001509E3"/>
    <w:rsid w:val="00150EA4"/>
    <w:rsid w:val="001511B5"/>
    <w:rsid w:val="00151693"/>
    <w:rsid w:val="00151748"/>
    <w:rsid w:val="00151862"/>
    <w:rsid w:val="00151A7B"/>
    <w:rsid w:val="0015313C"/>
    <w:rsid w:val="00153D59"/>
    <w:rsid w:val="00153DE8"/>
    <w:rsid w:val="00154256"/>
    <w:rsid w:val="00154694"/>
    <w:rsid w:val="001559A0"/>
    <w:rsid w:val="00155A26"/>
    <w:rsid w:val="00155AE1"/>
    <w:rsid w:val="00155B2C"/>
    <w:rsid w:val="00155B9B"/>
    <w:rsid w:val="00155BFA"/>
    <w:rsid w:val="00155D12"/>
    <w:rsid w:val="00155D81"/>
    <w:rsid w:val="00156666"/>
    <w:rsid w:val="00156994"/>
    <w:rsid w:val="00156B48"/>
    <w:rsid w:val="001570AF"/>
    <w:rsid w:val="001578F2"/>
    <w:rsid w:val="001579DB"/>
    <w:rsid w:val="00160199"/>
    <w:rsid w:val="0016034E"/>
    <w:rsid w:val="00160436"/>
    <w:rsid w:val="00160483"/>
    <w:rsid w:val="0016083C"/>
    <w:rsid w:val="00160ACE"/>
    <w:rsid w:val="001613E0"/>
    <w:rsid w:val="00161635"/>
    <w:rsid w:val="00161853"/>
    <w:rsid w:val="00161895"/>
    <w:rsid w:val="00161E8D"/>
    <w:rsid w:val="0016239A"/>
    <w:rsid w:val="00163B01"/>
    <w:rsid w:val="00163B0B"/>
    <w:rsid w:val="00163B78"/>
    <w:rsid w:val="00164362"/>
    <w:rsid w:val="00164903"/>
    <w:rsid w:val="00164A6B"/>
    <w:rsid w:val="00164D46"/>
    <w:rsid w:val="00164EFD"/>
    <w:rsid w:val="00164F54"/>
    <w:rsid w:val="00165350"/>
    <w:rsid w:val="0016545E"/>
    <w:rsid w:val="0016567B"/>
    <w:rsid w:val="00165835"/>
    <w:rsid w:val="00165D4E"/>
    <w:rsid w:val="00165DC0"/>
    <w:rsid w:val="001660D2"/>
    <w:rsid w:val="0016647E"/>
    <w:rsid w:val="00166BE9"/>
    <w:rsid w:val="00166F1C"/>
    <w:rsid w:val="00166FB4"/>
    <w:rsid w:val="00170169"/>
    <w:rsid w:val="00170574"/>
    <w:rsid w:val="001705B3"/>
    <w:rsid w:val="00170728"/>
    <w:rsid w:val="0017078C"/>
    <w:rsid w:val="001707F1"/>
    <w:rsid w:val="00170B2F"/>
    <w:rsid w:val="00170B43"/>
    <w:rsid w:val="00170D1E"/>
    <w:rsid w:val="00170F3F"/>
    <w:rsid w:val="00171290"/>
    <w:rsid w:val="00172122"/>
    <w:rsid w:val="00172747"/>
    <w:rsid w:val="00172CE9"/>
    <w:rsid w:val="00172F8D"/>
    <w:rsid w:val="00172FCB"/>
    <w:rsid w:val="001732CB"/>
    <w:rsid w:val="001733C7"/>
    <w:rsid w:val="0017381C"/>
    <w:rsid w:val="00173863"/>
    <w:rsid w:val="001738FE"/>
    <w:rsid w:val="00173CC9"/>
    <w:rsid w:val="0017418F"/>
    <w:rsid w:val="0017450E"/>
    <w:rsid w:val="001751C9"/>
    <w:rsid w:val="001754B9"/>
    <w:rsid w:val="001755F7"/>
    <w:rsid w:val="00175BC7"/>
    <w:rsid w:val="00175BCD"/>
    <w:rsid w:val="00175D12"/>
    <w:rsid w:val="00175E93"/>
    <w:rsid w:val="00176224"/>
    <w:rsid w:val="001769ED"/>
    <w:rsid w:val="00177207"/>
    <w:rsid w:val="001775AF"/>
    <w:rsid w:val="00177672"/>
    <w:rsid w:val="001777F4"/>
    <w:rsid w:val="00177825"/>
    <w:rsid w:val="00177A12"/>
    <w:rsid w:val="001806F0"/>
    <w:rsid w:val="00180A78"/>
    <w:rsid w:val="00180C86"/>
    <w:rsid w:val="00181165"/>
    <w:rsid w:val="00181560"/>
    <w:rsid w:val="00181881"/>
    <w:rsid w:val="00182258"/>
    <w:rsid w:val="0018246A"/>
    <w:rsid w:val="00182776"/>
    <w:rsid w:val="00183030"/>
    <w:rsid w:val="0018330A"/>
    <w:rsid w:val="0018364D"/>
    <w:rsid w:val="00183712"/>
    <w:rsid w:val="00183D6C"/>
    <w:rsid w:val="001841E8"/>
    <w:rsid w:val="001847A2"/>
    <w:rsid w:val="00184917"/>
    <w:rsid w:val="00185207"/>
    <w:rsid w:val="00185326"/>
    <w:rsid w:val="00185782"/>
    <w:rsid w:val="001858F9"/>
    <w:rsid w:val="00185986"/>
    <w:rsid w:val="0018598D"/>
    <w:rsid w:val="00185AF1"/>
    <w:rsid w:val="0018697A"/>
    <w:rsid w:val="00186A9A"/>
    <w:rsid w:val="00186F1D"/>
    <w:rsid w:val="00186F60"/>
    <w:rsid w:val="00186FB3"/>
    <w:rsid w:val="0019023F"/>
    <w:rsid w:val="001903D7"/>
    <w:rsid w:val="00190F25"/>
    <w:rsid w:val="00191033"/>
    <w:rsid w:val="0019114F"/>
    <w:rsid w:val="0019143C"/>
    <w:rsid w:val="00191958"/>
    <w:rsid w:val="00191C8D"/>
    <w:rsid w:val="00191DDD"/>
    <w:rsid w:val="00191FF4"/>
    <w:rsid w:val="00192BAB"/>
    <w:rsid w:val="00192D6C"/>
    <w:rsid w:val="001935B7"/>
    <w:rsid w:val="001939C4"/>
    <w:rsid w:val="001939CB"/>
    <w:rsid w:val="00193CE5"/>
    <w:rsid w:val="00194425"/>
    <w:rsid w:val="001949EB"/>
    <w:rsid w:val="00195E0A"/>
    <w:rsid w:val="00195FC7"/>
    <w:rsid w:val="0019705C"/>
    <w:rsid w:val="001970AF"/>
    <w:rsid w:val="00197163"/>
    <w:rsid w:val="0019786A"/>
    <w:rsid w:val="00197CB7"/>
    <w:rsid w:val="001A0306"/>
    <w:rsid w:val="001A0401"/>
    <w:rsid w:val="001A05FC"/>
    <w:rsid w:val="001A0D42"/>
    <w:rsid w:val="001A0F49"/>
    <w:rsid w:val="001A0F6C"/>
    <w:rsid w:val="001A1CEF"/>
    <w:rsid w:val="001A2089"/>
    <w:rsid w:val="001A2822"/>
    <w:rsid w:val="001A2FB2"/>
    <w:rsid w:val="001A309A"/>
    <w:rsid w:val="001A324E"/>
    <w:rsid w:val="001A326B"/>
    <w:rsid w:val="001A3274"/>
    <w:rsid w:val="001A32CE"/>
    <w:rsid w:val="001A360C"/>
    <w:rsid w:val="001A3626"/>
    <w:rsid w:val="001A39B3"/>
    <w:rsid w:val="001A3D66"/>
    <w:rsid w:val="001A4C84"/>
    <w:rsid w:val="001A50CB"/>
    <w:rsid w:val="001A514A"/>
    <w:rsid w:val="001A60B8"/>
    <w:rsid w:val="001A6925"/>
    <w:rsid w:val="001A6CC1"/>
    <w:rsid w:val="001A6FFA"/>
    <w:rsid w:val="001A706F"/>
    <w:rsid w:val="001A7F09"/>
    <w:rsid w:val="001B0312"/>
    <w:rsid w:val="001B03B2"/>
    <w:rsid w:val="001B0C0E"/>
    <w:rsid w:val="001B102E"/>
    <w:rsid w:val="001B1330"/>
    <w:rsid w:val="001B189D"/>
    <w:rsid w:val="001B1D29"/>
    <w:rsid w:val="001B2196"/>
    <w:rsid w:val="001B2249"/>
    <w:rsid w:val="001B244E"/>
    <w:rsid w:val="001B3182"/>
    <w:rsid w:val="001B3225"/>
    <w:rsid w:val="001B3506"/>
    <w:rsid w:val="001B37B3"/>
    <w:rsid w:val="001B45D9"/>
    <w:rsid w:val="001B4633"/>
    <w:rsid w:val="001B49B5"/>
    <w:rsid w:val="001B4A81"/>
    <w:rsid w:val="001B4AF4"/>
    <w:rsid w:val="001B4FA2"/>
    <w:rsid w:val="001B5395"/>
    <w:rsid w:val="001B551D"/>
    <w:rsid w:val="001B5E38"/>
    <w:rsid w:val="001B5E98"/>
    <w:rsid w:val="001B5F7C"/>
    <w:rsid w:val="001B643F"/>
    <w:rsid w:val="001B6D25"/>
    <w:rsid w:val="001B6F8C"/>
    <w:rsid w:val="001B748F"/>
    <w:rsid w:val="001B7B7C"/>
    <w:rsid w:val="001B7C52"/>
    <w:rsid w:val="001C0399"/>
    <w:rsid w:val="001C130F"/>
    <w:rsid w:val="001C1839"/>
    <w:rsid w:val="001C1938"/>
    <w:rsid w:val="001C1C2A"/>
    <w:rsid w:val="001C1EAD"/>
    <w:rsid w:val="001C2148"/>
    <w:rsid w:val="001C236F"/>
    <w:rsid w:val="001C26F5"/>
    <w:rsid w:val="001C274A"/>
    <w:rsid w:val="001C36DF"/>
    <w:rsid w:val="001C36E9"/>
    <w:rsid w:val="001C4873"/>
    <w:rsid w:val="001C4C7F"/>
    <w:rsid w:val="001C4CBD"/>
    <w:rsid w:val="001C4FE6"/>
    <w:rsid w:val="001C532A"/>
    <w:rsid w:val="001C59C6"/>
    <w:rsid w:val="001C5AA5"/>
    <w:rsid w:val="001C6533"/>
    <w:rsid w:val="001C67B6"/>
    <w:rsid w:val="001C685B"/>
    <w:rsid w:val="001C6C05"/>
    <w:rsid w:val="001C7674"/>
    <w:rsid w:val="001C7F60"/>
    <w:rsid w:val="001D022A"/>
    <w:rsid w:val="001D086D"/>
    <w:rsid w:val="001D08AC"/>
    <w:rsid w:val="001D096B"/>
    <w:rsid w:val="001D0D6C"/>
    <w:rsid w:val="001D10C7"/>
    <w:rsid w:val="001D210C"/>
    <w:rsid w:val="001D256B"/>
    <w:rsid w:val="001D2BD4"/>
    <w:rsid w:val="001D2C45"/>
    <w:rsid w:val="001D2F51"/>
    <w:rsid w:val="001D3B1E"/>
    <w:rsid w:val="001D430F"/>
    <w:rsid w:val="001D43B2"/>
    <w:rsid w:val="001D4408"/>
    <w:rsid w:val="001D4647"/>
    <w:rsid w:val="001D48DA"/>
    <w:rsid w:val="001D5430"/>
    <w:rsid w:val="001D5641"/>
    <w:rsid w:val="001D62A7"/>
    <w:rsid w:val="001D638F"/>
    <w:rsid w:val="001D65F3"/>
    <w:rsid w:val="001D65F7"/>
    <w:rsid w:val="001D6660"/>
    <w:rsid w:val="001D6964"/>
    <w:rsid w:val="001D6B88"/>
    <w:rsid w:val="001D6C28"/>
    <w:rsid w:val="001D7109"/>
    <w:rsid w:val="001D72AB"/>
    <w:rsid w:val="001D7441"/>
    <w:rsid w:val="001D7E15"/>
    <w:rsid w:val="001D7F30"/>
    <w:rsid w:val="001D7FAA"/>
    <w:rsid w:val="001E0590"/>
    <w:rsid w:val="001E06D8"/>
    <w:rsid w:val="001E092F"/>
    <w:rsid w:val="001E0EC1"/>
    <w:rsid w:val="001E1009"/>
    <w:rsid w:val="001E1327"/>
    <w:rsid w:val="001E182E"/>
    <w:rsid w:val="001E18E8"/>
    <w:rsid w:val="001E26B4"/>
    <w:rsid w:val="001E2A42"/>
    <w:rsid w:val="001E2AA7"/>
    <w:rsid w:val="001E2EC6"/>
    <w:rsid w:val="001E311D"/>
    <w:rsid w:val="001E3294"/>
    <w:rsid w:val="001E33A1"/>
    <w:rsid w:val="001E3820"/>
    <w:rsid w:val="001E4248"/>
    <w:rsid w:val="001E461B"/>
    <w:rsid w:val="001E5549"/>
    <w:rsid w:val="001E5841"/>
    <w:rsid w:val="001E5D81"/>
    <w:rsid w:val="001E636A"/>
    <w:rsid w:val="001E65B5"/>
    <w:rsid w:val="001E6C12"/>
    <w:rsid w:val="001E6F84"/>
    <w:rsid w:val="001E728C"/>
    <w:rsid w:val="001E737D"/>
    <w:rsid w:val="001E73D2"/>
    <w:rsid w:val="001F0668"/>
    <w:rsid w:val="001F068D"/>
    <w:rsid w:val="001F0D60"/>
    <w:rsid w:val="001F0F20"/>
    <w:rsid w:val="001F1195"/>
    <w:rsid w:val="001F1250"/>
    <w:rsid w:val="001F137F"/>
    <w:rsid w:val="001F1ACB"/>
    <w:rsid w:val="001F2C62"/>
    <w:rsid w:val="001F2F86"/>
    <w:rsid w:val="001F314B"/>
    <w:rsid w:val="001F31C5"/>
    <w:rsid w:val="001F388A"/>
    <w:rsid w:val="001F393F"/>
    <w:rsid w:val="001F4034"/>
    <w:rsid w:val="001F43DF"/>
    <w:rsid w:val="001F4639"/>
    <w:rsid w:val="001F4871"/>
    <w:rsid w:val="001F4B5F"/>
    <w:rsid w:val="001F4D32"/>
    <w:rsid w:val="001F4D94"/>
    <w:rsid w:val="001F59DF"/>
    <w:rsid w:val="001F5A72"/>
    <w:rsid w:val="001F5B4B"/>
    <w:rsid w:val="001F5BF4"/>
    <w:rsid w:val="001F5C10"/>
    <w:rsid w:val="001F604F"/>
    <w:rsid w:val="001F64D4"/>
    <w:rsid w:val="001F6619"/>
    <w:rsid w:val="001F6B20"/>
    <w:rsid w:val="001F6F84"/>
    <w:rsid w:val="001F791C"/>
    <w:rsid w:val="001F7E8B"/>
    <w:rsid w:val="00200573"/>
    <w:rsid w:val="002005A7"/>
    <w:rsid w:val="00200A12"/>
    <w:rsid w:val="00200B7E"/>
    <w:rsid w:val="00200E67"/>
    <w:rsid w:val="00201160"/>
    <w:rsid w:val="0020189B"/>
    <w:rsid w:val="0020193B"/>
    <w:rsid w:val="00201D1A"/>
    <w:rsid w:val="00201D6A"/>
    <w:rsid w:val="00202026"/>
    <w:rsid w:val="002020DE"/>
    <w:rsid w:val="002022C4"/>
    <w:rsid w:val="00202463"/>
    <w:rsid w:val="00202485"/>
    <w:rsid w:val="002024DA"/>
    <w:rsid w:val="002025AB"/>
    <w:rsid w:val="0020286D"/>
    <w:rsid w:val="00202E83"/>
    <w:rsid w:val="00202E98"/>
    <w:rsid w:val="002032F7"/>
    <w:rsid w:val="00203C53"/>
    <w:rsid w:val="00203DCE"/>
    <w:rsid w:val="00203DE7"/>
    <w:rsid w:val="00203E19"/>
    <w:rsid w:val="00203EFF"/>
    <w:rsid w:val="00203FE6"/>
    <w:rsid w:val="002041BC"/>
    <w:rsid w:val="00204274"/>
    <w:rsid w:val="0020452D"/>
    <w:rsid w:val="00205760"/>
    <w:rsid w:val="00205C59"/>
    <w:rsid w:val="002060AB"/>
    <w:rsid w:val="00206306"/>
    <w:rsid w:val="0020655E"/>
    <w:rsid w:val="0020678C"/>
    <w:rsid w:val="00206B23"/>
    <w:rsid w:val="00207499"/>
    <w:rsid w:val="0020760C"/>
    <w:rsid w:val="0020767C"/>
    <w:rsid w:val="0020775F"/>
    <w:rsid w:val="002077C7"/>
    <w:rsid w:val="00207A67"/>
    <w:rsid w:val="00207A6E"/>
    <w:rsid w:val="00207B15"/>
    <w:rsid w:val="00207EF6"/>
    <w:rsid w:val="00210233"/>
    <w:rsid w:val="0021062E"/>
    <w:rsid w:val="00210E17"/>
    <w:rsid w:val="00211180"/>
    <w:rsid w:val="002118AF"/>
    <w:rsid w:val="00211F2C"/>
    <w:rsid w:val="002122F8"/>
    <w:rsid w:val="002124BD"/>
    <w:rsid w:val="002124E5"/>
    <w:rsid w:val="00212833"/>
    <w:rsid w:val="00212A36"/>
    <w:rsid w:val="00212E7E"/>
    <w:rsid w:val="00213278"/>
    <w:rsid w:val="00213895"/>
    <w:rsid w:val="002144A1"/>
    <w:rsid w:val="00214D79"/>
    <w:rsid w:val="00215538"/>
    <w:rsid w:val="0021556B"/>
    <w:rsid w:val="00215624"/>
    <w:rsid w:val="00215B63"/>
    <w:rsid w:val="00216279"/>
    <w:rsid w:val="0021627C"/>
    <w:rsid w:val="002163DF"/>
    <w:rsid w:val="00216441"/>
    <w:rsid w:val="00216506"/>
    <w:rsid w:val="00216A47"/>
    <w:rsid w:val="00217607"/>
    <w:rsid w:val="00217C9F"/>
    <w:rsid w:val="002202B6"/>
    <w:rsid w:val="0022063C"/>
    <w:rsid w:val="002207FD"/>
    <w:rsid w:val="0022098D"/>
    <w:rsid w:val="00220B86"/>
    <w:rsid w:val="00220C34"/>
    <w:rsid w:val="00220CE4"/>
    <w:rsid w:val="00220EA5"/>
    <w:rsid w:val="0022187C"/>
    <w:rsid w:val="00221C90"/>
    <w:rsid w:val="00221EB2"/>
    <w:rsid w:val="00221FB4"/>
    <w:rsid w:val="002226FB"/>
    <w:rsid w:val="0022284D"/>
    <w:rsid w:val="00222A60"/>
    <w:rsid w:val="00222E09"/>
    <w:rsid w:val="00222EA7"/>
    <w:rsid w:val="00223046"/>
    <w:rsid w:val="00224713"/>
    <w:rsid w:val="00224E44"/>
    <w:rsid w:val="0022502B"/>
    <w:rsid w:val="002250AD"/>
    <w:rsid w:val="0022512D"/>
    <w:rsid w:val="00225561"/>
    <w:rsid w:val="002255A5"/>
    <w:rsid w:val="00225D4A"/>
    <w:rsid w:val="0022632E"/>
    <w:rsid w:val="00226533"/>
    <w:rsid w:val="002267B1"/>
    <w:rsid w:val="00226869"/>
    <w:rsid w:val="00227DAC"/>
    <w:rsid w:val="0023071B"/>
    <w:rsid w:val="00230B64"/>
    <w:rsid w:val="0023107D"/>
    <w:rsid w:val="002310FB"/>
    <w:rsid w:val="00231436"/>
    <w:rsid w:val="00231A61"/>
    <w:rsid w:val="00231E5A"/>
    <w:rsid w:val="00232137"/>
    <w:rsid w:val="00232281"/>
    <w:rsid w:val="002325FC"/>
    <w:rsid w:val="00232614"/>
    <w:rsid w:val="002331B6"/>
    <w:rsid w:val="00233785"/>
    <w:rsid w:val="002339B2"/>
    <w:rsid w:val="00233B3C"/>
    <w:rsid w:val="0023416E"/>
    <w:rsid w:val="00234BE9"/>
    <w:rsid w:val="00234EF4"/>
    <w:rsid w:val="00235CA5"/>
    <w:rsid w:val="00235D63"/>
    <w:rsid w:val="00235FBE"/>
    <w:rsid w:val="002360CF"/>
    <w:rsid w:val="0023616D"/>
    <w:rsid w:val="0023653E"/>
    <w:rsid w:val="00236827"/>
    <w:rsid w:val="002369B7"/>
    <w:rsid w:val="00236FFC"/>
    <w:rsid w:val="002370A2"/>
    <w:rsid w:val="0023710A"/>
    <w:rsid w:val="002372DC"/>
    <w:rsid w:val="0024026E"/>
    <w:rsid w:val="002404E7"/>
    <w:rsid w:val="00240FF0"/>
    <w:rsid w:val="00241772"/>
    <w:rsid w:val="0024179C"/>
    <w:rsid w:val="002417A5"/>
    <w:rsid w:val="00241938"/>
    <w:rsid w:val="00241AC3"/>
    <w:rsid w:val="00241E4E"/>
    <w:rsid w:val="00242DC7"/>
    <w:rsid w:val="0024350B"/>
    <w:rsid w:val="0024367A"/>
    <w:rsid w:val="0024380A"/>
    <w:rsid w:val="00243C9E"/>
    <w:rsid w:val="00243E0E"/>
    <w:rsid w:val="00243FEE"/>
    <w:rsid w:val="002445D6"/>
    <w:rsid w:val="00244974"/>
    <w:rsid w:val="00244D3F"/>
    <w:rsid w:val="00245138"/>
    <w:rsid w:val="002453C4"/>
    <w:rsid w:val="002453E7"/>
    <w:rsid w:val="0024545C"/>
    <w:rsid w:val="0024563E"/>
    <w:rsid w:val="002467C2"/>
    <w:rsid w:val="00246BDA"/>
    <w:rsid w:val="00246C47"/>
    <w:rsid w:val="00247FC7"/>
    <w:rsid w:val="002501EF"/>
    <w:rsid w:val="00250210"/>
    <w:rsid w:val="00250259"/>
    <w:rsid w:val="0025073C"/>
    <w:rsid w:val="002509BE"/>
    <w:rsid w:val="0025133C"/>
    <w:rsid w:val="00251519"/>
    <w:rsid w:val="00251A39"/>
    <w:rsid w:val="00251BCC"/>
    <w:rsid w:val="00252220"/>
    <w:rsid w:val="002528E0"/>
    <w:rsid w:val="00252CFA"/>
    <w:rsid w:val="002539B3"/>
    <w:rsid w:val="00253BC5"/>
    <w:rsid w:val="002544B6"/>
    <w:rsid w:val="00254FA4"/>
    <w:rsid w:val="002550E4"/>
    <w:rsid w:val="002551B7"/>
    <w:rsid w:val="00255850"/>
    <w:rsid w:val="00255E08"/>
    <w:rsid w:val="00256076"/>
    <w:rsid w:val="00256BD8"/>
    <w:rsid w:val="00257349"/>
    <w:rsid w:val="002578B8"/>
    <w:rsid w:val="00257BCF"/>
    <w:rsid w:val="00260965"/>
    <w:rsid w:val="00260966"/>
    <w:rsid w:val="00260EEC"/>
    <w:rsid w:val="002615C8"/>
    <w:rsid w:val="0026188F"/>
    <w:rsid w:val="002620D7"/>
    <w:rsid w:val="00262418"/>
    <w:rsid w:val="0026290A"/>
    <w:rsid w:val="002634E8"/>
    <w:rsid w:val="00263827"/>
    <w:rsid w:val="00263E6B"/>
    <w:rsid w:val="00263EFD"/>
    <w:rsid w:val="002640A9"/>
    <w:rsid w:val="002646C2"/>
    <w:rsid w:val="00265C8A"/>
    <w:rsid w:val="00265D86"/>
    <w:rsid w:val="00266046"/>
    <w:rsid w:val="002660EB"/>
    <w:rsid w:val="0026618D"/>
    <w:rsid w:val="00266BB5"/>
    <w:rsid w:val="0026708C"/>
    <w:rsid w:val="002672BC"/>
    <w:rsid w:val="002700E1"/>
    <w:rsid w:val="002703DC"/>
    <w:rsid w:val="00270852"/>
    <w:rsid w:val="00270B2D"/>
    <w:rsid w:val="002714E8"/>
    <w:rsid w:val="002717A5"/>
    <w:rsid w:val="00271E09"/>
    <w:rsid w:val="00272396"/>
    <w:rsid w:val="00272E4F"/>
    <w:rsid w:val="00273D10"/>
    <w:rsid w:val="00273EBC"/>
    <w:rsid w:val="002741BB"/>
    <w:rsid w:val="002745C4"/>
    <w:rsid w:val="00274A1A"/>
    <w:rsid w:val="00274F1F"/>
    <w:rsid w:val="00275937"/>
    <w:rsid w:val="00275DAA"/>
    <w:rsid w:val="00276078"/>
    <w:rsid w:val="0027636F"/>
    <w:rsid w:val="00276C28"/>
    <w:rsid w:val="00276EFD"/>
    <w:rsid w:val="00276F24"/>
    <w:rsid w:val="0027709C"/>
    <w:rsid w:val="002772CC"/>
    <w:rsid w:val="00277324"/>
    <w:rsid w:val="002773AE"/>
    <w:rsid w:val="0027762F"/>
    <w:rsid w:val="00277A80"/>
    <w:rsid w:val="002807E9"/>
    <w:rsid w:val="00280DCD"/>
    <w:rsid w:val="00280E07"/>
    <w:rsid w:val="00281101"/>
    <w:rsid w:val="00281A35"/>
    <w:rsid w:val="00282871"/>
    <w:rsid w:val="0028294F"/>
    <w:rsid w:val="00282C20"/>
    <w:rsid w:val="002836DD"/>
    <w:rsid w:val="00283EC7"/>
    <w:rsid w:val="00283EE8"/>
    <w:rsid w:val="002845B7"/>
    <w:rsid w:val="002846AF"/>
    <w:rsid w:val="00284895"/>
    <w:rsid w:val="00284AFB"/>
    <w:rsid w:val="00284D4B"/>
    <w:rsid w:val="00284DB8"/>
    <w:rsid w:val="00284DE6"/>
    <w:rsid w:val="00284E78"/>
    <w:rsid w:val="00285328"/>
    <w:rsid w:val="002859F2"/>
    <w:rsid w:val="00285D3B"/>
    <w:rsid w:val="00285E15"/>
    <w:rsid w:val="002862D5"/>
    <w:rsid w:val="002862F9"/>
    <w:rsid w:val="00286691"/>
    <w:rsid w:val="00286C7B"/>
    <w:rsid w:val="00286F53"/>
    <w:rsid w:val="00287297"/>
    <w:rsid w:val="002879A3"/>
    <w:rsid w:val="00287ABB"/>
    <w:rsid w:val="00290126"/>
    <w:rsid w:val="002901D5"/>
    <w:rsid w:val="0029078E"/>
    <w:rsid w:val="002908EE"/>
    <w:rsid w:val="00291257"/>
    <w:rsid w:val="0029144C"/>
    <w:rsid w:val="0029189B"/>
    <w:rsid w:val="002919C9"/>
    <w:rsid w:val="00292D6A"/>
    <w:rsid w:val="00293131"/>
    <w:rsid w:val="002939EC"/>
    <w:rsid w:val="00293BC9"/>
    <w:rsid w:val="0029493B"/>
    <w:rsid w:val="00294FAF"/>
    <w:rsid w:val="00295546"/>
    <w:rsid w:val="002956C3"/>
    <w:rsid w:val="00295A9E"/>
    <w:rsid w:val="00295FB5"/>
    <w:rsid w:val="0029676B"/>
    <w:rsid w:val="00296840"/>
    <w:rsid w:val="00296AD9"/>
    <w:rsid w:val="002970F8"/>
    <w:rsid w:val="0029721A"/>
    <w:rsid w:val="00297B63"/>
    <w:rsid w:val="00297F4E"/>
    <w:rsid w:val="00297F8C"/>
    <w:rsid w:val="002A0034"/>
    <w:rsid w:val="002A01FB"/>
    <w:rsid w:val="002A0875"/>
    <w:rsid w:val="002A146B"/>
    <w:rsid w:val="002A1690"/>
    <w:rsid w:val="002A2168"/>
    <w:rsid w:val="002A2D0C"/>
    <w:rsid w:val="002A3499"/>
    <w:rsid w:val="002A428D"/>
    <w:rsid w:val="002A450D"/>
    <w:rsid w:val="002A4565"/>
    <w:rsid w:val="002A45C2"/>
    <w:rsid w:val="002A4797"/>
    <w:rsid w:val="002A4A3E"/>
    <w:rsid w:val="002A50FE"/>
    <w:rsid w:val="002A519F"/>
    <w:rsid w:val="002A5454"/>
    <w:rsid w:val="002A583F"/>
    <w:rsid w:val="002A5AC0"/>
    <w:rsid w:val="002A6027"/>
    <w:rsid w:val="002A6060"/>
    <w:rsid w:val="002A6086"/>
    <w:rsid w:val="002A6958"/>
    <w:rsid w:val="002A6E58"/>
    <w:rsid w:val="002A7688"/>
    <w:rsid w:val="002A7990"/>
    <w:rsid w:val="002A79EC"/>
    <w:rsid w:val="002A7B64"/>
    <w:rsid w:val="002A7E80"/>
    <w:rsid w:val="002B0381"/>
    <w:rsid w:val="002B0567"/>
    <w:rsid w:val="002B0C96"/>
    <w:rsid w:val="002B0FD7"/>
    <w:rsid w:val="002B14D6"/>
    <w:rsid w:val="002B1581"/>
    <w:rsid w:val="002B1AF7"/>
    <w:rsid w:val="002B1C6F"/>
    <w:rsid w:val="002B2807"/>
    <w:rsid w:val="002B2829"/>
    <w:rsid w:val="002B2924"/>
    <w:rsid w:val="002B294B"/>
    <w:rsid w:val="002B3506"/>
    <w:rsid w:val="002B415F"/>
    <w:rsid w:val="002B440E"/>
    <w:rsid w:val="002B459A"/>
    <w:rsid w:val="002B4660"/>
    <w:rsid w:val="002B490C"/>
    <w:rsid w:val="002B4C7F"/>
    <w:rsid w:val="002B518F"/>
    <w:rsid w:val="002B5300"/>
    <w:rsid w:val="002B5775"/>
    <w:rsid w:val="002B5B44"/>
    <w:rsid w:val="002B5F80"/>
    <w:rsid w:val="002B6102"/>
    <w:rsid w:val="002B6110"/>
    <w:rsid w:val="002B6522"/>
    <w:rsid w:val="002B692E"/>
    <w:rsid w:val="002B6935"/>
    <w:rsid w:val="002B6E91"/>
    <w:rsid w:val="002B7406"/>
    <w:rsid w:val="002B7839"/>
    <w:rsid w:val="002B7841"/>
    <w:rsid w:val="002C0047"/>
    <w:rsid w:val="002C00F0"/>
    <w:rsid w:val="002C02FC"/>
    <w:rsid w:val="002C05DF"/>
    <w:rsid w:val="002C061B"/>
    <w:rsid w:val="002C0806"/>
    <w:rsid w:val="002C12AC"/>
    <w:rsid w:val="002C1646"/>
    <w:rsid w:val="002C1968"/>
    <w:rsid w:val="002C1C6D"/>
    <w:rsid w:val="002C37A5"/>
    <w:rsid w:val="002C3C1C"/>
    <w:rsid w:val="002C3F00"/>
    <w:rsid w:val="002C4476"/>
    <w:rsid w:val="002C47F3"/>
    <w:rsid w:val="002C4898"/>
    <w:rsid w:val="002C4A50"/>
    <w:rsid w:val="002C4CC3"/>
    <w:rsid w:val="002C4E33"/>
    <w:rsid w:val="002C50C0"/>
    <w:rsid w:val="002C5476"/>
    <w:rsid w:val="002C58A6"/>
    <w:rsid w:val="002C5A33"/>
    <w:rsid w:val="002C6391"/>
    <w:rsid w:val="002C67C8"/>
    <w:rsid w:val="002C67CF"/>
    <w:rsid w:val="002C6928"/>
    <w:rsid w:val="002C6A29"/>
    <w:rsid w:val="002C72F1"/>
    <w:rsid w:val="002C7804"/>
    <w:rsid w:val="002C782F"/>
    <w:rsid w:val="002C7E7D"/>
    <w:rsid w:val="002D01CE"/>
    <w:rsid w:val="002D06DD"/>
    <w:rsid w:val="002D0847"/>
    <w:rsid w:val="002D10FE"/>
    <w:rsid w:val="002D1357"/>
    <w:rsid w:val="002D1646"/>
    <w:rsid w:val="002D165F"/>
    <w:rsid w:val="002D1743"/>
    <w:rsid w:val="002D1C9A"/>
    <w:rsid w:val="002D1D4C"/>
    <w:rsid w:val="002D1E95"/>
    <w:rsid w:val="002D272C"/>
    <w:rsid w:val="002D28E3"/>
    <w:rsid w:val="002D28EC"/>
    <w:rsid w:val="002D2E2C"/>
    <w:rsid w:val="002D34B2"/>
    <w:rsid w:val="002D3521"/>
    <w:rsid w:val="002D3838"/>
    <w:rsid w:val="002D3DC6"/>
    <w:rsid w:val="002D3F8C"/>
    <w:rsid w:val="002D43C4"/>
    <w:rsid w:val="002D4711"/>
    <w:rsid w:val="002D483D"/>
    <w:rsid w:val="002D4FC9"/>
    <w:rsid w:val="002D5A54"/>
    <w:rsid w:val="002D5C15"/>
    <w:rsid w:val="002D5D9F"/>
    <w:rsid w:val="002D6090"/>
    <w:rsid w:val="002D6251"/>
    <w:rsid w:val="002D62E2"/>
    <w:rsid w:val="002D6B40"/>
    <w:rsid w:val="002D7355"/>
    <w:rsid w:val="002D74FB"/>
    <w:rsid w:val="002D7510"/>
    <w:rsid w:val="002D770C"/>
    <w:rsid w:val="002D7764"/>
    <w:rsid w:val="002D79A1"/>
    <w:rsid w:val="002D7BE0"/>
    <w:rsid w:val="002D7BEC"/>
    <w:rsid w:val="002D7F92"/>
    <w:rsid w:val="002E0424"/>
    <w:rsid w:val="002E144D"/>
    <w:rsid w:val="002E1A06"/>
    <w:rsid w:val="002E2E3C"/>
    <w:rsid w:val="002E2ECB"/>
    <w:rsid w:val="002E2EE4"/>
    <w:rsid w:val="002E367A"/>
    <w:rsid w:val="002E38EB"/>
    <w:rsid w:val="002E3CC4"/>
    <w:rsid w:val="002E3DC6"/>
    <w:rsid w:val="002E4323"/>
    <w:rsid w:val="002E44C5"/>
    <w:rsid w:val="002E4694"/>
    <w:rsid w:val="002E47F8"/>
    <w:rsid w:val="002E4C32"/>
    <w:rsid w:val="002E4F66"/>
    <w:rsid w:val="002E4FE4"/>
    <w:rsid w:val="002E5006"/>
    <w:rsid w:val="002E522F"/>
    <w:rsid w:val="002E5E30"/>
    <w:rsid w:val="002E6016"/>
    <w:rsid w:val="002E60F2"/>
    <w:rsid w:val="002E623B"/>
    <w:rsid w:val="002E6258"/>
    <w:rsid w:val="002E62BE"/>
    <w:rsid w:val="002E7650"/>
    <w:rsid w:val="002E7CDF"/>
    <w:rsid w:val="002F0EF4"/>
    <w:rsid w:val="002F134C"/>
    <w:rsid w:val="002F1442"/>
    <w:rsid w:val="002F17F8"/>
    <w:rsid w:val="002F1D3F"/>
    <w:rsid w:val="002F1D79"/>
    <w:rsid w:val="002F1DB3"/>
    <w:rsid w:val="002F2051"/>
    <w:rsid w:val="002F2078"/>
    <w:rsid w:val="002F21D0"/>
    <w:rsid w:val="002F250E"/>
    <w:rsid w:val="002F2948"/>
    <w:rsid w:val="002F2950"/>
    <w:rsid w:val="002F2E97"/>
    <w:rsid w:val="002F3359"/>
    <w:rsid w:val="002F3453"/>
    <w:rsid w:val="002F38B7"/>
    <w:rsid w:val="002F3956"/>
    <w:rsid w:val="002F3E1C"/>
    <w:rsid w:val="002F3ECE"/>
    <w:rsid w:val="002F45B7"/>
    <w:rsid w:val="002F45DB"/>
    <w:rsid w:val="002F469F"/>
    <w:rsid w:val="002F4D2D"/>
    <w:rsid w:val="002F535D"/>
    <w:rsid w:val="002F53BB"/>
    <w:rsid w:val="002F53E6"/>
    <w:rsid w:val="002F54AC"/>
    <w:rsid w:val="002F5E6F"/>
    <w:rsid w:val="002F5FBB"/>
    <w:rsid w:val="002F60E7"/>
    <w:rsid w:val="002F62CD"/>
    <w:rsid w:val="002F676A"/>
    <w:rsid w:val="002F688C"/>
    <w:rsid w:val="002F69F4"/>
    <w:rsid w:val="002F6A59"/>
    <w:rsid w:val="002F6D2D"/>
    <w:rsid w:val="002F7139"/>
    <w:rsid w:val="002F7308"/>
    <w:rsid w:val="002F7D2C"/>
    <w:rsid w:val="002F7D31"/>
    <w:rsid w:val="002F7D3B"/>
    <w:rsid w:val="002F7F70"/>
    <w:rsid w:val="0030066A"/>
    <w:rsid w:val="003006EE"/>
    <w:rsid w:val="003007A4"/>
    <w:rsid w:val="00300A09"/>
    <w:rsid w:val="00300CE1"/>
    <w:rsid w:val="003013E6"/>
    <w:rsid w:val="00301F00"/>
    <w:rsid w:val="0030243A"/>
    <w:rsid w:val="00302717"/>
    <w:rsid w:val="00302E42"/>
    <w:rsid w:val="00302EC3"/>
    <w:rsid w:val="00302EC5"/>
    <w:rsid w:val="0030345A"/>
    <w:rsid w:val="0030397C"/>
    <w:rsid w:val="003039CC"/>
    <w:rsid w:val="00303D30"/>
    <w:rsid w:val="003040BB"/>
    <w:rsid w:val="003042B2"/>
    <w:rsid w:val="0030446D"/>
    <w:rsid w:val="00304EE0"/>
    <w:rsid w:val="0030552D"/>
    <w:rsid w:val="003055D2"/>
    <w:rsid w:val="0030597F"/>
    <w:rsid w:val="00305B80"/>
    <w:rsid w:val="003060E7"/>
    <w:rsid w:val="00306BF9"/>
    <w:rsid w:val="0030735D"/>
    <w:rsid w:val="0030798E"/>
    <w:rsid w:val="00307CD2"/>
    <w:rsid w:val="00307EF2"/>
    <w:rsid w:val="0031017B"/>
    <w:rsid w:val="00310660"/>
    <w:rsid w:val="00310809"/>
    <w:rsid w:val="0031125D"/>
    <w:rsid w:val="00311576"/>
    <w:rsid w:val="003115BF"/>
    <w:rsid w:val="00311B4D"/>
    <w:rsid w:val="0031249F"/>
    <w:rsid w:val="00312F7E"/>
    <w:rsid w:val="003132DB"/>
    <w:rsid w:val="003134A1"/>
    <w:rsid w:val="003139FE"/>
    <w:rsid w:val="00313AD1"/>
    <w:rsid w:val="00314048"/>
    <w:rsid w:val="0031410C"/>
    <w:rsid w:val="00314286"/>
    <w:rsid w:val="00314697"/>
    <w:rsid w:val="00314740"/>
    <w:rsid w:val="00314749"/>
    <w:rsid w:val="00314972"/>
    <w:rsid w:val="003149CC"/>
    <w:rsid w:val="00314A28"/>
    <w:rsid w:val="00314CFE"/>
    <w:rsid w:val="003155A1"/>
    <w:rsid w:val="0031566B"/>
    <w:rsid w:val="00315B25"/>
    <w:rsid w:val="00315DE5"/>
    <w:rsid w:val="00315EA4"/>
    <w:rsid w:val="003166F2"/>
    <w:rsid w:val="00316E2C"/>
    <w:rsid w:val="00317088"/>
    <w:rsid w:val="00317667"/>
    <w:rsid w:val="00317C1E"/>
    <w:rsid w:val="00317D2B"/>
    <w:rsid w:val="00320A1D"/>
    <w:rsid w:val="00320D84"/>
    <w:rsid w:val="00321ACA"/>
    <w:rsid w:val="00322379"/>
    <w:rsid w:val="0032246F"/>
    <w:rsid w:val="00322FE1"/>
    <w:rsid w:val="00323414"/>
    <w:rsid w:val="00323659"/>
    <w:rsid w:val="0032373F"/>
    <w:rsid w:val="00323A7D"/>
    <w:rsid w:val="00324047"/>
    <w:rsid w:val="00324786"/>
    <w:rsid w:val="00324818"/>
    <w:rsid w:val="003248C8"/>
    <w:rsid w:val="00324A6B"/>
    <w:rsid w:val="00324D5F"/>
    <w:rsid w:val="00324DD2"/>
    <w:rsid w:val="00325506"/>
    <w:rsid w:val="00325F78"/>
    <w:rsid w:val="00326106"/>
    <w:rsid w:val="00326DB4"/>
    <w:rsid w:val="00326EA9"/>
    <w:rsid w:val="00327631"/>
    <w:rsid w:val="00327A2B"/>
    <w:rsid w:val="0033009E"/>
    <w:rsid w:val="003301AB"/>
    <w:rsid w:val="003302D6"/>
    <w:rsid w:val="00330F4C"/>
    <w:rsid w:val="003319F1"/>
    <w:rsid w:val="00331DB6"/>
    <w:rsid w:val="00332032"/>
    <w:rsid w:val="00332212"/>
    <w:rsid w:val="0033229D"/>
    <w:rsid w:val="00332A11"/>
    <w:rsid w:val="00332DEA"/>
    <w:rsid w:val="003333E4"/>
    <w:rsid w:val="00333567"/>
    <w:rsid w:val="00334C30"/>
    <w:rsid w:val="00334E63"/>
    <w:rsid w:val="00335252"/>
    <w:rsid w:val="00335495"/>
    <w:rsid w:val="00335625"/>
    <w:rsid w:val="0033589A"/>
    <w:rsid w:val="00335A58"/>
    <w:rsid w:val="00335AA4"/>
    <w:rsid w:val="0033676D"/>
    <w:rsid w:val="0033693C"/>
    <w:rsid w:val="00336A2E"/>
    <w:rsid w:val="00336B93"/>
    <w:rsid w:val="00336BD4"/>
    <w:rsid w:val="00337231"/>
    <w:rsid w:val="00337360"/>
    <w:rsid w:val="003376E7"/>
    <w:rsid w:val="00337DAA"/>
    <w:rsid w:val="00340AAA"/>
    <w:rsid w:val="00340D5B"/>
    <w:rsid w:val="00340F19"/>
    <w:rsid w:val="003414FE"/>
    <w:rsid w:val="0034191E"/>
    <w:rsid w:val="00341D64"/>
    <w:rsid w:val="003422E0"/>
    <w:rsid w:val="00342928"/>
    <w:rsid w:val="00342988"/>
    <w:rsid w:val="00342E3F"/>
    <w:rsid w:val="00342F3A"/>
    <w:rsid w:val="0034337C"/>
    <w:rsid w:val="003433A7"/>
    <w:rsid w:val="003433C1"/>
    <w:rsid w:val="00343527"/>
    <w:rsid w:val="00343741"/>
    <w:rsid w:val="00343755"/>
    <w:rsid w:val="003445B1"/>
    <w:rsid w:val="003445EA"/>
    <w:rsid w:val="00344A5D"/>
    <w:rsid w:val="00344B56"/>
    <w:rsid w:val="00344C19"/>
    <w:rsid w:val="00344D8F"/>
    <w:rsid w:val="00345220"/>
    <w:rsid w:val="0034549A"/>
    <w:rsid w:val="0034580F"/>
    <w:rsid w:val="003461E4"/>
    <w:rsid w:val="00346A40"/>
    <w:rsid w:val="00346A51"/>
    <w:rsid w:val="00346BEC"/>
    <w:rsid w:val="003470DD"/>
    <w:rsid w:val="00347464"/>
    <w:rsid w:val="0034758A"/>
    <w:rsid w:val="0035003C"/>
    <w:rsid w:val="0035037D"/>
    <w:rsid w:val="00350651"/>
    <w:rsid w:val="00350DD7"/>
    <w:rsid w:val="00350F80"/>
    <w:rsid w:val="00350FEB"/>
    <w:rsid w:val="00351F05"/>
    <w:rsid w:val="0035212D"/>
    <w:rsid w:val="0035266F"/>
    <w:rsid w:val="0035277A"/>
    <w:rsid w:val="0035279D"/>
    <w:rsid w:val="00352BDF"/>
    <w:rsid w:val="0035321E"/>
    <w:rsid w:val="00353368"/>
    <w:rsid w:val="003537ED"/>
    <w:rsid w:val="0035383D"/>
    <w:rsid w:val="00353B1F"/>
    <w:rsid w:val="00353D19"/>
    <w:rsid w:val="003542E6"/>
    <w:rsid w:val="00354755"/>
    <w:rsid w:val="0035488C"/>
    <w:rsid w:val="00354A09"/>
    <w:rsid w:val="00354A2F"/>
    <w:rsid w:val="00354C68"/>
    <w:rsid w:val="00354C6B"/>
    <w:rsid w:val="00354E82"/>
    <w:rsid w:val="0035582B"/>
    <w:rsid w:val="003558F6"/>
    <w:rsid w:val="00356F49"/>
    <w:rsid w:val="003572D5"/>
    <w:rsid w:val="00357652"/>
    <w:rsid w:val="0035780D"/>
    <w:rsid w:val="00357811"/>
    <w:rsid w:val="003579E2"/>
    <w:rsid w:val="00357D9A"/>
    <w:rsid w:val="00357F89"/>
    <w:rsid w:val="00360053"/>
    <w:rsid w:val="00360451"/>
    <w:rsid w:val="0036080A"/>
    <w:rsid w:val="00360D8C"/>
    <w:rsid w:val="0036112D"/>
    <w:rsid w:val="00361160"/>
    <w:rsid w:val="00361217"/>
    <w:rsid w:val="00361549"/>
    <w:rsid w:val="003616F7"/>
    <w:rsid w:val="00361AD5"/>
    <w:rsid w:val="00361D3B"/>
    <w:rsid w:val="00361E5D"/>
    <w:rsid w:val="00362F36"/>
    <w:rsid w:val="003631BE"/>
    <w:rsid w:val="003632F3"/>
    <w:rsid w:val="00363A2F"/>
    <w:rsid w:val="00363C06"/>
    <w:rsid w:val="00363C74"/>
    <w:rsid w:val="00363EF1"/>
    <w:rsid w:val="00363F4E"/>
    <w:rsid w:val="00364145"/>
    <w:rsid w:val="003644BD"/>
    <w:rsid w:val="00364613"/>
    <w:rsid w:val="003647B5"/>
    <w:rsid w:val="00364A5F"/>
    <w:rsid w:val="00364B97"/>
    <w:rsid w:val="00364BA3"/>
    <w:rsid w:val="00364D7B"/>
    <w:rsid w:val="003651C7"/>
    <w:rsid w:val="0036544E"/>
    <w:rsid w:val="003659D8"/>
    <w:rsid w:val="00366392"/>
    <w:rsid w:val="00366663"/>
    <w:rsid w:val="0036694A"/>
    <w:rsid w:val="00366A98"/>
    <w:rsid w:val="00366C3C"/>
    <w:rsid w:val="00366F6D"/>
    <w:rsid w:val="003670B4"/>
    <w:rsid w:val="003674BB"/>
    <w:rsid w:val="00367A26"/>
    <w:rsid w:val="00367F2D"/>
    <w:rsid w:val="00370A94"/>
    <w:rsid w:val="00370B21"/>
    <w:rsid w:val="00370E91"/>
    <w:rsid w:val="0037115D"/>
    <w:rsid w:val="00371DD8"/>
    <w:rsid w:val="00371E88"/>
    <w:rsid w:val="003723D1"/>
    <w:rsid w:val="00372BAA"/>
    <w:rsid w:val="00372CBC"/>
    <w:rsid w:val="003730E0"/>
    <w:rsid w:val="0037355D"/>
    <w:rsid w:val="0037362D"/>
    <w:rsid w:val="0037383D"/>
    <w:rsid w:val="0037394E"/>
    <w:rsid w:val="003742C8"/>
    <w:rsid w:val="0037447E"/>
    <w:rsid w:val="0037453F"/>
    <w:rsid w:val="00374A11"/>
    <w:rsid w:val="00374A51"/>
    <w:rsid w:val="00374B47"/>
    <w:rsid w:val="00375453"/>
    <w:rsid w:val="003754D7"/>
    <w:rsid w:val="00375A62"/>
    <w:rsid w:val="00376031"/>
    <w:rsid w:val="003765AC"/>
    <w:rsid w:val="003768F6"/>
    <w:rsid w:val="003769AB"/>
    <w:rsid w:val="00377028"/>
    <w:rsid w:val="0037705A"/>
    <w:rsid w:val="003778CB"/>
    <w:rsid w:val="00377C0D"/>
    <w:rsid w:val="00377D57"/>
    <w:rsid w:val="0038085A"/>
    <w:rsid w:val="00380AEB"/>
    <w:rsid w:val="00381453"/>
    <w:rsid w:val="00381455"/>
    <w:rsid w:val="00381834"/>
    <w:rsid w:val="00381B6D"/>
    <w:rsid w:val="003829A4"/>
    <w:rsid w:val="0038306B"/>
    <w:rsid w:val="00383152"/>
    <w:rsid w:val="00383694"/>
    <w:rsid w:val="003841F0"/>
    <w:rsid w:val="0038441B"/>
    <w:rsid w:val="003847F2"/>
    <w:rsid w:val="00384C0D"/>
    <w:rsid w:val="00384C39"/>
    <w:rsid w:val="00385034"/>
    <w:rsid w:val="00385313"/>
    <w:rsid w:val="00385398"/>
    <w:rsid w:val="00385658"/>
    <w:rsid w:val="00385B63"/>
    <w:rsid w:val="00385E44"/>
    <w:rsid w:val="003860FB"/>
    <w:rsid w:val="00386E41"/>
    <w:rsid w:val="00386E92"/>
    <w:rsid w:val="00386FF8"/>
    <w:rsid w:val="00387135"/>
    <w:rsid w:val="003879A0"/>
    <w:rsid w:val="00387D8A"/>
    <w:rsid w:val="00387E12"/>
    <w:rsid w:val="0039015C"/>
    <w:rsid w:val="003909DE"/>
    <w:rsid w:val="00390AB4"/>
    <w:rsid w:val="00390ACB"/>
    <w:rsid w:val="00390B57"/>
    <w:rsid w:val="00390BEE"/>
    <w:rsid w:val="00390C2F"/>
    <w:rsid w:val="00390D8A"/>
    <w:rsid w:val="00391CDE"/>
    <w:rsid w:val="00391FF3"/>
    <w:rsid w:val="00392168"/>
    <w:rsid w:val="0039225B"/>
    <w:rsid w:val="003927A9"/>
    <w:rsid w:val="00392926"/>
    <w:rsid w:val="00392F3C"/>
    <w:rsid w:val="00393080"/>
    <w:rsid w:val="0039388B"/>
    <w:rsid w:val="0039424F"/>
    <w:rsid w:val="003944D0"/>
    <w:rsid w:val="00394937"/>
    <w:rsid w:val="00394B48"/>
    <w:rsid w:val="00394CC6"/>
    <w:rsid w:val="003959B4"/>
    <w:rsid w:val="00395F9E"/>
    <w:rsid w:val="00396129"/>
    <w:rsid w:val="003964DA"/>
    <w:rsid w:val="003969A4"/>
    <w:rsid w:val="00396C30"/>
    <w:rsid w:val="00396E80"/>
    <w:rsid w:val="00397600"/>
    <w:rsid w:val="00397D14"/>
    <w:rsid w:val="00397D54"/>
    <w:rsid w:val="003A0204"/>
    <w:rsid w:val="003A075E"/>
    <w:rsid w:val="003A19B5"/>
    <w:rsid w:val="003A1C48"/>
    <w:rsid w:val="003A2024"/>
    <w:rsid w:val="003A243C"/>
    <w:rsid w:val="003A3B21"/>
    <w:rsid w:val="003A3D2B"/>
    <w:rsid w:val="003A3DA2"/>
    <w:rsid w:val="003A447E"/>
    <w:rsid w:val="003A454F"/>
    <w:rsid w:val="003A4C72"/>
    <w:rsid w:val="003A4EE4"/>
    <w:rsid w:val="003A539E"/>
    <w:rsid w:val="003A5938"/>
    <w:rsid w:val="003A60F7"/>
    <w:rsid w:val="003A64DA"/>
    <w:rsid w:val="003A6E9B"/>
    <w:rsid w:val="003A6F4B"/>
    <w:rsid w:val="003A72B3"/>
    <w:rsid w:val="003A77FA"/>
    <w:rsid w:val="003A78A6"/>
    <w:rsid w:val="003A7F0F"/>
    <w:rsid w:val="003B05EA"/>
    <w:rsid w:val="003B0A5E"/>
    <w:rsid w:val="003B0E0F"/>
    <w:rsid w:val="003B115E"/>
    <w:rsid w:val="003B14B6"/>
    <w:rsid w:val="003B2557"/>
    <w:rsid w:val="003B2CF3"/>
    <w:rsid w:val="003B2F1F"/>
    <w:rsid w:val="003B3190"/>
    <w:rsid w:val="003B38EF"/>
    <w:rsid w:val="003B3DFD"/>
    <w:rsid w:val="003B3FD1"/>
    <w:rsid w:val="003B48B6"/>
    <w:rsid w:val="003B49CA"/>
    <w:rsid w:val="003B4B1F"/>
    <w:rsid w:val="003B4D22"/>
    <w:rsid w:val="003B5054"/>
    <w:rsid w:val="003B51DF"/>
    <w:rsid w:val="003B52BA"/>
    <w:rsid w:val="003B5DC7"/>
    <w:rsid w:val="003B5E27"/>
    <w:rsid w:val="003B6155"/>
    <w:rsid w:val="003B634E"/>
    <w:rsid w:val="003B6426"/>
    <w:rsid w:val="003B65C8"/>
    <w:rsid w:val="003B65FB"/>
    <w:rsid w:val="003B6C91"/>
    <w:rsid w:val="003B6F35"/>
    <w:rsid w:val="003B73B3"/>
    <w:rsid w:val="003B7938"/>
    <w:rsid w:val="003B7969"/>
    <w:rsid w:val="003B7AFF"/>
    <w:rsid w:val="003B7C0A"/>
    <w:rsid w:val="003B7C67"/>
    <w:rsid w:val="003B7F5E"/>
    <w:rsid w:val="003C011C"/>
    <w:rsid w:val="003C0157"/>
    <w:rsid w:val="003C0313"/>
    <w:rsid w:val="003C03BE"/>
    <w:rsid w:val="003C05C8"/>
    <w:rsid w:val="003C0A73"/>
    <w:rsid w:val="003C0C45"/>
    <w:rsid w:val="003C0FE4"/>
    <w:rsid w:val="003C11A4"/>
    <w:rsid w:val="003C14F8"/>
    <w:rsid w:val="003C153A"/>
    <w:rsid w:val="003C1737"/>
    <w:rsid w:val="003C194B"/>
    <w:rsid w:val="003C1DF0"/>
    <w:rsid w:val="003C236D"/>
    <w:rsid w:val="003C2CD1"/>
    <w:rsid w:val="003C3537"/>
    <w:rsid w:val="003C36D9"/>
    <w:rsid w:val="003C39EA"/>
    <w:rsid w:val="003C3AEC"/>
    <w:rsid w:val="003C3B06"/>
    <w:rsid w:val="003C3BA5"/>
    <w:rsid w:val="003C41B7"/>
    <w:rsid w:val="003C43B8"/>
    <w:rsid w:val="003C45DE"/>
    <w:rsid w:val="003C4AA8"/>
    <w:rsid w:val="003C4FC1"/>
    <w:rsid w:val="003C5331"/>
    <w:rsid w:val="003C5B15"/>
    <w:rsid w:val="003C5EAD"/>
    <w:rsid w:val="003C6BE3"/>
    <w:rsid w:val="003C73AF"/>
    <w:rsid w:val="003C7562"/>
    <w:rsid w:val="003C780F"/>
    <w:rsid w:val="003C7AC8"/>
    <w:rsid w:val="003D0417"/>
    <w:rsid w:val="003D06CE"/>
    <w:rsid w:val="003D08DA"/>
    <w:rsid w:val="003D08F0"/>
    <w:rsid w:val="003D0973"/>
    <w:rsid w:val="003D17DE"/>
    <w:rsid w:val="003D2035"/>
    <w:rsid w:val="003D281B"/>
    <w:rsid w:val="003D283C"/>
    <w:rsid w:val="003D293E"/>
    <w:rsid w:val="003D2F88"/>
    <w:rsid w:val="003D3051"/>
    <w:rsid w:val="003D36CF"/>
    <w:rsid w:val="003D391C"/>
    <w:rsid w:val="003D3F08"/>
    <w:rsid w:val="003D3F68"/>
    <w:rsid w:val="003D4618"/>
    <w:rsid w:val="003D461C"/>
    <w:rsid w:val="003D4763"/>
    <w:rsid w:val="003D4D10"/>
    <w:rsid w:val="003D4D1A"/>
    <w:rsid w:val="003D57F4"/>
    <w:rsid w:val="003D5827"/>
    <w:rsid w:val="003D5A4C"/>
    <w:rsid w:val="003D5B4F"/>
    <w:rsid w:val="003D6360"/>
    <w:rsid w:val="003D66BB"/>
    <w:rsid w:val="003D6A35"/>
    <w:rsid w:val="003D723E"/>
    <w:rsid w:val="003D725E"/>
    <w:rsid w:val="003D7286"/>
    <w:rsid w:val="003D7680"/>
    <w:rsid w:val="003D7A3C"/>
    <w:rsid w:val="003D7CB9"/>
    <w:rsid w:val="003D7D6E"/>
    <w:rsid w:val="003E067E"/>
    <w:rsid w:val="003E0867"/>
    <w:rsid w:val="003E0B09"/>
    <w:rsid w:val="003E0B77"/>
    <w:rsid w:val="003E1066"/>
    <w:rsid w:val="003E1607"/>
    <w:rsid w:val="003E1B23"/>
    <w:rsid w:val="003E2554"/>
    <w:rsid w:val="003E28DE"/>
    <w:rsid w:val="003E2D4E"/>
    <w:rsid w:val="003E35B6"/>
    <w:rsid w:val="003E3693"/>
    <w:rsid w:val="003E3C9D"/>
    <w:rsid w:val="003E431A"/>
    <w:rsid w:val="003E43E3"/>
    <w:rsid w:val="003E4E81"/>
    <w:rsid w:val="003E4F48"/>
    <w:rsid w:val="003E58FA"/>
    <w:rsid w:val="003E59C3"/>
    <w:rsid w:val="003E5F77"/>
    <w:rsid w:val="003E648E"/>
    <w:rsid w:val="003E65F4"/>
    <w:rsid w:val="003E662E"/>
    <w:rsid w:val="003E6B73"/>
    <w:rsid w:val="003E6C89"/>
    <w:rsid w:val="003E6D58"/>
    <w:rsid w:val="003E7859"/>
    <w:rsid w:val="003E7FE1"/>
    <w:rsid w:val="003F005F"/>
    <w:rsid w:val="003F09B6"/>
    <w:rsid w:val="003F0D68"/>
    <w:rsid w:val="003F0D88"/>
    <w:rsid w:val="003F0E3B"/>
    <w:rsid w:val="003F15B7"/>
    <w:rsid w:val="003F1635"/>
    <w:rsid w:val="003F16EE"/>
    <w:rsid w:val="003F177D"/>
    <w:rsid w:val="003F2378"/>
    <w:rsid w:val="003F2381"/>
    <w:rsid w:val="003F2786"/>
    <w:rsid w:val="003F2862"/>
    <w:rsid w:val="003F33CD"/>
    <w:rsid w:val="003F3D8C"/>
    <w:rsid w:val="003F3ECF"/>
    <w:rsid w:val="003F4980"/>
    <w:rsid w:val="003F4B68"/>
    <w:rsid w:val="003F4DA8"/>
    <w:rsid w:val="003F5063"/>
    <w:rsid w:val="003F55F9"/>
    <w:rsid w:val="003F5C35"/>
    <w:rsid w:val="003F5F56"/>
    <w:rsid w:val="003F6064"/>
    <w:rsid w:val="003F62A8"/>
    <w:rsid w:val="003F640A"/>
    <w:rsid w:val="003F6427"/>
    <w:rsid w:val="003F7145"/>
    <w:rsid w:val="003F71A5"/>
    <w:rsid w:val="003F71A6"/>
    <w:rsid w:val="003F7CFA"/>
    <w:rsid w:val="003F7E78"/>
    <w:rsid w:val="00400481"/>
    <w:rsid w:val="004005D2"/>
    <w:rsid w:val="00400624"/>
    <w:rsid w:val="004007FF"/>
    <w:rsid w:val="00400A8A"/>
    <w:rsid w:val="00400F20"/>
    <w:rsid w:val="00401023"/>
    <w:rsid w:val="00401200"/>
    <w:rsid w:val="00401683"/>
    <w:rsid w:val="00401805"/>
    <w:rsid w:val="00401E90"/>
    <w:rsid w:val="004024A3"/>
    <w:rsid w:val="00402B0E"/>
    <w:rsid w:val="00402BA7"/>
    <w:rsid w:val="00402C94"/>
    <w:rsid w:val="00402FA9"/>
    <w:rsid w:val="0040317C"/>
    <w:rsid w:val="00403289"/>
    <w:rsid w:val="00403381"/>
    <w:rsid w:val="004034A0"/>
    <w:rsid w:val="00403FB4"/>
    <w:rsid w:val="004041B4"/>
    <w:rsid w:val="00404682"/>
    <w:rsid w:val="00404697"/>
    <w:rsid w:val="00404E8C"/>
    <w:rsid w:val="00405CD9"/>
    <w:rsid w:val="00405ED7"/>
    <w:rsid w:val="004061BF"/>
    <w:rsid w:val="0040661C"/>
    <w:rsid w:val="00406AE5"/>
    <w:rsid w:val="00406EDC"/>
    <w:rsid w:val="0040711E"/>
    <w:rsid w:val="0040780B"/>
    <w:rsid w:val="00407B21"/>
    <w:rsid w:val="00407D2C"/>
    <w:rsid w:val="00407F5B"/>
    <w:rsid w:val="0041042D"/>
    <w:rsid w:val="00410496"/>
    <w:rsid w:val="0041055B"/>
    <w:rsid w:val="004115C3"/>
    <w:rsid w:val="00411603"/>
    <w:rsid w:val="00411BD9"/>
    <w:rsid w:val="00411D18"/>
    <w:rsid w:val="0041254A"/>
    <w:rsid w:val="004126B8"/>
    <w:rsid w:val="00412835"/>
    <w:rsid w:val="00412A9C"/>
    <w:rsid w:val="00412C96"/>
    <w:rsid w:val="004137EE"/>
    <w:rsid w:val="00413898"/>
    <w:rsid w:val="004138D6"/>
    <w:rsid w:val="00413907"/>
    <w:rsid w:val="00413AEF"/>
    <w:rsid w:val="00413B33"/>
    <w:rsid w:val="00413F3F"/>
    <w:rsid w:val="00414ECE"/>
    <w:rsid w:val="00414FE9"/>
    <w:rsid w:val="004152DD"/>
    <w:rsid w:val="004153F8"/>
    <w:rsid w:val="00415B05"/>
    <w:rsid w:val="00415FE1"/>
    <w:rsid w:val="0041650F"/>
    <w:rsid w:val="004167B8"/>
    <w:rsid w:val="0041693C"/>
    <w:rsid w:val="00416962"/>
    <w:rsid w:val="004169B9"/>
    <w:rsid w:val="00416AB2"/>
    <w:rsid w:val="00416EDE"/>
    <w:rsid w:val="00417165"/>
    <w:rsid w:val="004176E7"/>
    <w:rsid w:val="00417746"/>
    <w:rsid w:val="004178B3"/>
    <w:rsid w:val="004179AC"/>
    <w:rsid w:val="00417F71"/>
    <w:rsid w:val="00420469"/>
    <w:rsid w:val="00420C0F"/>
    <w:rsid w:val="00420FB4"/>
    <w:rsid w:val="0042138D"/>
    <w:rsid w:val="00421715"/>
    <w:rsid w:val="004219B3"/>
    <w:rsid w:val="00421F34"/>
    <w:rsid w:val="00421F55"/>
    <w:rsid w:val="0042320E"/>
    <w:rsid w:val="00423AA1"/>
    <w:rsid w:val="00423C51"/>
    <w:rsid w:val="00423EF8"/>
    <w:rsid w:val="004241FA"/>
    <w:rsid w:val="00424694"/>
    <w:rsid w:val="004246BC"/>
    <w:rsid w:val="004246EC"/>
    <w:rsid w:val="00424811"/>
    <w:rsid w:val="00424958"/>
    <w:rsid w:val="00424994"/>
    <w:rsid w:val="00424BC1"/>
    <w:rsid w:val="00424D22"/>
    <w:rsid w:val="0042512B"/>
    <w:rsid w:val="0042537E"/>
    <w:rsid w:val="004256F2"/>
    <w:rsid w:val="00425748"/>
    <w:rsid w:val="00425EB4"/>
    <w:rsid w:val="00425F0F"/>
    <w:rsid w:val="004260C8"/>
    <w:rsid w:val="00426127"/>
    <w:rsid w:val="00426532"/>
    <w:rsid w:val="00426817"/>
    <w:rsid w:val="00426921"/>
    <w:rsid w:val="00427142"/>
    <w:rsid w:val="00427769"/>
    <w:rsid w:val="00427B82"/>
    <w:rsid w:val="00427C43"/>
    <w:rsid w:val="00430327"/>
    <w:rsid w:val="00430515"/>
    <w:rsid w:val="00430AED"/>
    <w:rsid w:val="00430B90"/>
    <w:rsid w:val="00430FDB"/>
    <w:rsid w:val="004313B2"/>
    <w:rsid w:val="00431546"/>
    <w:rsid w:val="00431698"/>
    <w:rsid w:val="00431DD6"/>
    <w:rsid w:val="004322EE"/>
    <w:rsid w:val="004326AD"/>
    <w:rsid w:val="0043272D"/>
    <w:rsid w:val="0043278C"/>
    <w:rsid w:val="00432CD7"/>
    <w:rsid w:val="004330D8"/>
    <w:rsid w:val="00433EF0"/>
    <w:rsid w:val="004342E2"/>
    <w:rsid w:val="004345C7"/>
    <w:rsid w:val="00434780"/>
    <w:rsid w:val="004347E7"/>
    <w:rsid w:val="00434836"/>
    <w:rsid w:val="00434E41"/>
    <w:rsid w:val="00435252"/>
    <w:rsid w:val="00435632"/>
    <w:rsid w:val="004356C9"/>
    <w:rsid w:val="004358A4"/>
    <w:rsid w:val="00435903"/>
    <w:rsid w:val="00436216"/>
    <w:rsid w:val="00436507"/>
    <w:rsid w:val="00436A1E"/>
    <w:rsid w:val="004373B2"/>
    <w:rsid w:val="004373FF"/>
    <w:rsid w:val="00437F9F"/>
    <w:rsid w:val="0044055B"/>
    <w:rsid w:val="00440683"/>
    <w:rsid w:val="00440A22"/>
    <w:rsid w:val="00440A3D"/>
    <w:rsid w:val="00441363"/>
    <w:rsid w:val="00441CEC"/>
    <w:rsid w:val="004420DC"/>
    <w:rsid w:val="004427BE"/>
    <w:rsid w:val="004428AA"/>
    <w:rsid w:val="00442E4C"/>
    <w:rsid w:val="00442EA2"/>
    <w:rsid w:val="00443146"/>
    <w:rsid w:val="00443380"/>
    <w:rsid w:val="004433A8"/>
    <w:rsid w:val="0044349F"/>
    <w:rsid w:val="00443FF8"/>
    <w:rsid w:val="00444425"/>
    <w:rsid w:val="00444943"/>
    <w:rsid w:val="00444A23"/>
    <w:rsid w:val="00444A24"/>
    <w:rsid w:val="00444B12"/>
    <w:rsid w:val="00444DD7"/>
    <w:rsid w:val="004453FB"/>
    <w:rsid w:val="00445491"/>
    <w:rsid w:val="00445510"/>
    <w:rsid w:val="0044572B"/>
    <w:rsid w:val="004457AC"/>
    <w:rsid w:val="00445BF5"/>
    <w:rsid w:val="00446450"/>
    <w:rsid w:val="00446760"/>
    <w:rsid w:val="004470CE"/>
    <w:rsid w:val="00447341"/>
    <w:rsid w:val="00447445"/>
    <w:rsid w:val="00447B39"/>
    <w:rsid w:val="00447CB9"/>
    <w:rsid w:val="00447DCB"/>
    <w:rsid w:val="0045027E"/>
    <w:rsid w:val="00450C9F"/>
    <w:rsid w:val="00451056"/>
    <w:rsid w:val="004511DA"/>
    <w:rsid w:val="004517DC"/>
    <w:rsid w:val="004517F0"/>
    <w:rsid w:val="004528E4"/>
    <w:rsid w:val="00452937"/>
    <w:rsid w:val="00452BD5"/>
    <w:rsid w:val="00452D3D"/>
    <w:rsid w:val="00452FC1"/>
    <w:rsid w:val="0045302B"/>
    <w:rsid w:val="004531C0"/>
    <w:rsid w:val="00453638"/>
    <w:rsid w:val="00453912"/>
    <w:rsid w:val="00453C3A"/>
    <w:rsid w:val="00453D84"/>
    <w:rsid w:val="00453F12"/>
    <w:rsid w:val="00454593"/>
    <w:rsid w:val="00454A33"/>
    <w:rsid w:val="00454E06"/>
    <w:rsid w:val="00454E49"/>
    <w:rsid w:val="00454F34"/>
    <w:rsid w:val="0045558C"/>
    <w:rsid w:val="004563E7"/>
    <w:rsid w:val="00456552"/>
    <w:rsid w:val="00456745"/>
    <w:rsid w:val="00456AA3"/>
    <w:rsid w:val="00457588"/>
    <w:rsid w:val="00457706"/>
    <w:rsid w:val="00457995"/>
    <w:rsid w:val="00457A97"/>
    <w:rsid w:val="00457CDD"/>
    <w:rsid w:val="00460222"/>
    <w:rsid w:val="00460230"/>
    <w:rsid w:val="0046058C"/>
    <w:rsid w:val="004606A5"/>
    <w:rsid w:val="0046074D"/>
    <w:rsid w:val="00460A46"/>
    <w:rsid w:val="00460D98"/>
    <w:rsid w:val="004610AD"/>
    <w:rsid w:val="00461541"/>
    <w:rsid w:val="004624C2"/>
    <w:rsid w:val="0046275F"/>
    <w:rsid w:val="0046288F"/>
    <w:rsid w:val="00462A02"/>
    <w:rsid w:val="00462C42"/>
    <w:rsid w:val="004635AB"/>
    <w:rsid w:val="00463657"/>
    <w:rsid w:val="00463751"/>
    <w:rsid w:val="0046375A"/>
    <w:rsid w:val="00463C5B"/>
    <w:rsid w:val="004646A8"/>
    <w:rsid w:val="00464BA9"/>
    <w:rsid w:val="00464EC5"/>
    <w:rsid w:val="00465461"/>
    <w:rsid w:val="00466744"/>
    <w:rsid w:val="004667B2"/>
    <w:rsid w:val="00466B88"/>
    <w:rsid w:val="00466E20"/>
    <w:rsid w:val="00466EEB"/>
    <w:rsid w:val="00466F89"/>
    <w:rsid w:val="00467194"/>
    <w:rsid w:val="00467520"/>
    <w:rsid w:val="00470040"/>
    <w:rsid w:val="004708B6"/>
    <w:rsid w:val="004709F2"/>
    <w:rsid w:val="00470C48"/>
    <w:rsid w:val="00470CB3"/>
    <w:rsid w:val="00470CD3"/>
    <w:rsid w:val="00470F52"/>
    <w:rsid w:val="00471697"/>
    <w:rsid w:val="004717AD"/>
    <w:rsid w:val="00471957"/>
    <w:rsid w:val="00471C93"/>
    <w:rsid w:val="00471ED5"/>
    <w:rsid w:val="00472985"/>
    <w:rsid w:val="004734B7"/>
    <w:rsid w:val="00473F8B"/>
    <w:rsid w:val="0047405C"/>
    <w:rsid w:val="00474934"/>
    <w:rsid w:val="004749A4"/>
    <w:rsid w:val="00474B73"/>
    <w:rsid w:val="00475520"/>
    <w:rsid w:val="00475A74"/>
    <w:rsid w:val="00476924"/>
    <w:rsid w:val="00476C5C"/>
    <w:rsid w:val="004776E7"/>
    <w:rsid w:val="00477F0F"/>
    <w:rsid w:val="00477F86"/>
    <w:rsid w:val="004804AC"/>
    <w:rsid w:val="004805DE"/>
    <w:rsid w:val="004807CD"/>
    <w:rsid w:val="00480A7D"/>
    <w:rsid w:val="00481932"/>
    <w:rsid w:val="00481EE9"/>
    <w:rsid w:val="004823D5"/>
    <w:rsid w:val="004824A9"/>
    <w:rsid w:val="0048251F"/>
    <w:rsid w:val="00482758"/>
    <w:rsid w:val="00482781"/>
    <w:rsid w:val="00482BA1"/>
    <w:rsid w:val="00482C23"/>
    <w:rsid w:val="004833EB"/>
    <w:rsid w:val="0048346B"/>
    <w:rsid w:val="004834B6"/>
    <w:rsid w:val="00483EDE"/>
    <w:rsid w:val="0048409E"/>
    <w:rsid w:val="004846F0"/>
    <w:rsid w:val="004848E2"/>
    <w:rsid w:val="00484AD1"/>
    <w:rsid w:val="00485A8E"/>
    <w:rsid w:val="00485EA7"/>
    <w:rsid w:val="00486018"/>
    <w:rsid w:val="004860FC"/>
    <w:rsid w:val="00486242"/>
    <w:rsid w:val="00486DA7"/>
    <w:rsid w:val="004870DA"/>
    <w:rsid w:val="0048712A"/>
    <w:rsid w:val="00487AED"/>
    <w:rsid w:val="00487D33"/>
    <w:rsid w:val="0049003D"/>
    <w:rsid w:val="004900EC"/>
    <w:rsid w:val="004909B4"/>
    <w:rsid w:val="00490AA0"/>
    <w:rsid w:val="00491448"/>
    <w:rsid w:val="00491AC6"/>
    <w:rsid w:val="00491B35"/>
    <w:rsid w:val="00491B61"/>
    <w:rsid w:val="00491C4F"/>
    <w:rsid w:val="0049207A"/>
    <w:rsid w:val="00492305"/>
    <w:rsid w:val="0049234D"/>
    <w:rsid w:val="00492603"/>
    <w:rsid w:val="00492D96"/>
    <w:rsid w:val="00492DCC"/>
    <w:rsid w:val="0049330B"/>
    <w:rsid w:val="00493453"/>
    <w:rsid w:val="00493719"/>
    <w:rsid w:val="004938B6"/>
    <w:rsid w:val="0049415A"/>
    <w:rsid w:val="00495360"/>
    <w:rsid w:val="0049553B"/>
    <w:rsid w:val="00495583"/>
    <w:rsid w:val="00495D86"/>
    <w:rsid w:val="00495F05"/>
    <w:rsid w:val="0049659B"/>
    <w:rsid w:val="00497195"/>
    <w:rsid w:val="004973AF"/>
    <w:rsid w:val="00497D51"/>
    <w:rsid w:val="004A06A5"/>
    <w:rsid w:val="004A07AA"/>
    <w:rsid w:val="004A0A2D"/>
    <w:rsid w:val="004A0BBE"/>
    <w:rsid w:val="004A0F1E"/>
    <w:rsid w:val="004A0FA8"/>
    <w:rsid w:val="004A1626"/>
    <w:rsid w:val="004A1BAA"/>
    <w:rsid w:val="004A1E27"/>
    <w:rsid w:val="004A249B"/>
    <w:rsid w:val="004A24E6"/>
    <w:rsid w:val="004A29EA"/>
    <w:rsid w:val="004A2AE8"/>
    <w:rsid w:val="004A2C58"/>
    <w:rsid w:val="004A2FDE"/>
    <w:rsid w:val="004A3413"/>
    <w:rsid w:val="004A36CE"/>
    <w:rsid w:val="004A3A82"/>
    <w:rsid w:val="004A4209"/>
    <w:rsid w:val="004A4295"/>
    <w:rsid w:val="004A5321"/>
    <w:rsid w:val="004A53A9"/>
    <w:rsid w:val="004A5545"/>
    <w:rsid w:val="004A5758"/>
    <w:rsid w:val="004A5AD6"/>
    <w:rsid w:val="004A5C72"/>
    <w:rsid w:val="004A5FEF"/>
    <w:rsid w:val="004A616C"/>
    <w:rsid w:val="004A65B6"/>
    <w:rsid w:val="004A6AB1"/>
    <w:rsid w:val="004A6AE3"/>
    <w:rsid w:val="004A6F0C"/>
    <w:rsid w:val="004A7327"/>
    <w:rsid w:val="004A7BEB"/>
    <w:rsid w:val="004A7E10"/>
    <w:rsid w:val="004A7F4F"/>
    <w:rsid w:val="004B0108"/>
    <w:rsid w:val="004B0195"/>
    <w:rsid w:val="004B063D"/>
    <w:rsid w:val="004B0AE5"/>
    <w:rsid w:val="004B0EEB"/>
    <w:rsid w:val="004B10EC"/>
    <w:rsid w:val="004B1179"/>
    <w:rsid w:val="004B13F3"/>
    <w:rsid w:val="004B1789"/>
    <w:rsid w:val="004B19EA"/>
    <w:rsid w:val="004B1AA8"/>
    <w:rsid w:val="004B1D7C"/>
    <w:rsid w:val="004B1E01"/>
    <w:rsid w:val="004B2496"/>
    <w:rsid w:val="004B3160"/>
    <w:rsid w:val="004B3598"/>
    <w:rsid w:val="004B3775"/>
    <w:rsid w:val="004B3926"/>
    <w:rsid w:val="004B3A2A"/>
    <w:rsid w:val="004B4442"/>
    <w:rsid w:val="004B4A4F"/>
    <w:rsid w:val="004B50D2"/>
    <w:rsid w:val="004B5376"/>
    <w:rsid w:val="004B5523"/>
    <w:rsid w:val="004B557C"/>
    <w:rsid w:val="004B5650"/>
    <w:rsid w:val="004B572E"/>
    <w:rsid w:val="004B5846"/>
    <w:rsid w:val="004B5EC6"/>
    <w:rsid w:val="004B6A10"/>
    <w:rsid w:val="004B6B77"/>
    <w:rsid w:val="004B6B8C"/>
    <w:rsid w:val="004B7BBE"/>
    <w:rsid w:val="004B7DC4"/>
    <w:rsid w:val="004B7E68"/>
    <w:rsid w:val="004C06D5"/>
    <w:rsid w:val="004C0728"/>
    <w:rsid w:val="004C09E6"/>
    <w:rsid w:val="004C0B30"/>
    <w:rsid w:val="004C0CDD"/>
    <w:rsid w:val="004C0D65"/>
    <w:rsid w:val="004C1932"/>
    <w:rsid w:val="004C195C"/>
    <w:rsid w:val="004C1B81"/>
    <w:rsid w:val="004C1C34"/>
    <w:rsid w:val="004C1CB2"/>
    <w:rsid w:val="004C1D59"/>
    <w:rsid w:val="004C1F32"/>
    <w:rsid w:val="004C1FF7"/>
    <w:rsid w:val="004C20C5"/>
    <w:rsid w:val="004C2355"/>
    <w:rsid w:val="004C2E61"/>
    <w:rsid w:val="004C2EBA"/>
    <w:rsid w:val="004C3333"/>
    <w:rsid w:val="004C35A2"/>
    <w:rsid w:val="004C3A29"/>
    <w:rsid w:val="004C3EC8"/>
    <w:rsid w:val="004C45C9"/>
    <w:rsid w:val="004C491D"/>
    <w:rsid w:val="004C4FCD"/>
    <w:rsid w:val="004C53A2"/>
    <w:rsid w:val="004C565F"/>
    <w:rsid w:val="004C62A3"/>
    <w:rsid w:val="004C62C2"/>
    <w:rsid w:val="004C66A9"/>
    <w:rsid w:val="004C6AA7"/>
    <w:rsid w:val="004C6B61"/>
    <w:rsid w:val="004C72DD"/>
    <w:rsid w:val="004C733B"/>
    <w:rsid w:val="004C7B45"/>
    <w:rsid w:val="004C7C3A"/>
    <w:rsid w:val="004D0567"/>
    <w:rsid w:val="004D0974"/>
    <w:rsid w:val="004D134B"/>
    <w:rsid w:val="004D1A38"/>
    <w:rsid w:val="004D1B97"/>
    <w:rsid w:val="004D256A"/>
    <w:rsid w:val="004D274F"/>
    <w:rsid w:val="004D279C"/>
    <w:rsid w:val="004D2F30"/>
    <w:rsid w:val="004D343C"/>
    <w:rsid w:val="004D34ED"/>
    <w:rsid w:val="004D3527"/>
    <w:rsid w:val="004D353B"/>
    <w:rsid w:val="004D37BD"/>
    <w:rsid w:val="004D4369"/>
    <w:rsid w:val="004D4B27"/>
    <w:rsid w:val="004D4F78"/>
    <w:rsid w:val="004D5719"/>
    <w:rsid w:val="004D598C"/>
    <w:rsid w:val="004D61DA"/>
    <w:rsid w:val="004D64B4"/>
    <w:rsid w:val="004D69AF"/>
    <w:rsid w:val="004D6FC3"/>
    <w:rsid w:val="004D73BF"/>
    <w:rsid w:val="004D788D"/>
    <w:rsid w:val="004D7A0B"/>
    <w:rsid w:val="004D7D59"/>
    <w:rsid w:val="004E02C3"/>
    <w:rsid w:val="004E05C5"/>
    <w:rsid w:val="004E106E"/>
    <w:rsid w:val="004E132C"/>
    <w:rsid w:val="004E192D"/>
    <w:rsid w:val="004E1A71"/>
    <w:rsid w:val="004E1C2C"/>
    <w:rsid w:val="004E2078"/>
    <w:rsid w:val="004E235D"/>
    <w:rsid w:val="004E24D1"/>
    <w:rsid w:val="004E26B5"/>
    <w:rsid w:val="004E281E"/>
    <w:rsid w:val="004E289E"/>
    <w:rsid w:val="004E2D0D"/>
    <w:rsid w:val="004E2F60"/>
    <w:rsid w:val="004E3125"/>
    <w:rsid w:val="004E34D8"/>
    <w:rsid w:val="004E48D5"/>
    <w:rsid w:val="004E4C40"/>
    <w:rsid w:val="004E4E12"/>
    <w:rsid w:val="004E567D"/>
    <w:rsid w:val="004E5A55"/>
    <w:rsid w:val="004E5B31"/>
    <w:rsid w:val="004E5D13"/>
    <w:rsid w:val="004E60A0"/>
    <w:rsid w:val="004E6245"/>
    <w:rsid w:val="004E624A"/>
    <w:rsid w:val="004E6251"/>
    <w:rsid w:val="004E68C7"/>
    <w:rsid w:val="004E69BE"/>
    <w:rsid w:val="004E6B93"/>
    <w:rsid w:val="004E6C2C"/>
    <w:rsid w:val="004E6D28"/>
    <w:rsid w:val="004E7A93"/>
    <w:rsid w:val="004E7B8F"/>
    <w:rsid w:val="004F0389"/>
    <w:rsid w:val="004F05D3"/>
    <w:rsid w:val="004F0B72"/>
    <w:rsid w:val="004F0CF2"/>
    <w:rsid w:val="004F109D"/>
    <w:rsid w:val="004F1342"/>
    <w:rsid w:val="004F156D"/>
    <w:rsid w:val="004F165B"/>
    <w:rsid w:val="004F1699"/>
    <w:rsid w:val="004F1D36"/>
    <w:rsid w:val="004F202C"/>
    <w:rsid w:val="004F232E"/>
    <w:rsid w:val="004F254B"/>
    <w:rsid w:val="004F27CF"/>
    <w:rsid w:val="004F2DA2"/>
    <w:rsid w:val="004F2DE2"/>
    <w:rsid w:val="004F37D4"/>
    <w:rsid w:val="004F3FC7"/>
    <w:rsid w:val="004F42C8"/>
    <w:rsid w:val="004F489E"/>
    <w:rsid w:val="004F49DE"/>
    <w:rsid w:val="004F4BC2"/>
    <w:rsid w:val="004F5232"/>
    <w:rsid w:val="004F538D"/>
    <w:rsid w:val="004F55D0"/>
    <w:rsid w:val="004F574E"/>
    <w:rsid w:val="004F64DE"/>
    <w:rsid w:val="004F64E0"/>
    <w:rsid w:val="004F66D3"/>
    <w:rsid w:val="004F674E"/>
    <w:rsid w:val="004F6845"/>
    <w:rsid w:val="004F7468"/>
    <w:rsid w:val="004F7A18"/>
    <w:rsid w:val="00500BB7"/>
    <w:rsid w:val="00500E80"/>
    <w:rsid w:val="00502ABC"/>
    <w:rsid w:val="005035B8"/>
    <w:rsid w:val="00503861"/>
    <w:rsid w:val="00503D75"/>
    <w:rsid w:val="00503DED"/>
    <w:rsid w:val="00503ED0"/>
    <w:rsid w:val="00504216"/>
    <w:rsid w:val="005042CF"/>
    <w:rsid w:val="00504C72"/>
    <w:rsid w:val="00505783"/>
    <w:rsid w:val="005060EB"/>
    <w:rsid w:val="005061C1"/>
    <w:rsid w:val="00506AAF"/>
    <w:rsid w:val="00507418"/>
    <w:rsid w:val="005075F7"/>
    <w:rsid w:val="005076BC"/>
    <w:rsid w:val="00507B8C"/>
    <w:rsid w:val="00510044"/>
    <w:rsid w:val="005102CE"/>
    <w:rsid w:val="005102F2"/>
    <w:rsid w:val="00510458"/>
    <w:rsid w:val="005105CA"/>
    <w:rsid w:val="00510AF1"/>
    <w:rsid w:val="00510ECC"/>
    <w:rsid w:val="00510EF9"/>
    <w:rsid w:val="00510F42"/>
    <w:rsid w:val="00511268"/>
    <w:rsid w:val="005115E5"/>
    <w:rsid w:val="0051162B"/>
    <w:rsid w:val="0051166C"/>
    <w:rsid w:val="0051168B"/>
    <w:rsid w:val="00511764"/>
    <w:rsid w:val="00511C0A"/>
    <w:rsid w:val="00511CE0"/>
    <w:rsid w:val="00512032"/>
    <w:rsid w:val="005123A2"/>
    <w:rsid w:val="00512766"/>
    <w:rsid w:val="00512F02"/>
    <w:rsid w:val="00513950"/>
    <w:rsid w:val="00513FB9"/>
    <w:rsid w:val="00514121"/>
    <w:rsid w:val="0051422C"/>
    <w:rsid w:val="00514363"/>
    <w:rsid w:val="005153D0"/>
    <w:rsid w:val="00515AEA"/>
    <w:rsid w:val="00515B75"/>
    <w:rsid w:val="00515D1F"/>
    <w:rsid w:val="00516457"/>
    <w:rsid w:val="00516BDB"/>
    <w:rsid w:val="00517815"/>
    <w:rsid w:val="005178F8"/>
    <w:rsid w:val="00517F0C"/>
    <w:rsid w:val="00517F2F"/>
    <w:rsid w:val="00520C47"/>
    <w:rsid w:val="00520D1A"/>
    <w:rsid w:val="00520E2F"/>
    <w:rsid w:val="00521309"/>
    <w:rsid w:val="00521437"/>
    <w:rsid w:val="00521606"/>
    <w:rsid w:val="005216FF"/>
    <w:rsid w:val="00521969"/>
    <w:rsid w:val="00521B6B"/>
    <w:rsid w:val="00522576"/>
    <w:rsid w:val="0052331A"/>
    <w:rsid w:val="005236B7"/>
    <w:rsid w:val="00523961"/>
    <w:rsid w:val="00523F73"/>
    <w:rsid w:val="0052425A"/>
    <w:rsid w:val="00524E2B"/>
    <w:rsid w:val="00524E84"/>
    <w:rsid w:val="00524EBB"/>
    <w:rsid w:val="005254F8"/>
    <w:rsid w:val="00525526"/>
    <w:rsid w:val="00525853"/>
    <w:rsid w:val="00525E88"/>
    <w:rsid w:val="00525F8E"/>
    <w:rsid w:val="00526019"/>
    <w:rsid w:val="00526222"/>
    <w:rsid w:val="005268E4"/>
    <w:rsid w:val="00526A58"/>
    <w:rsid w:val="00526C32"/>
    <w:rsid w:val="00526E67"/>
    <w:rsid w:val="00527084"/>
    <w:rsid w:val="00527199"/>
    <w:rsid w:val="005271E5"/>
    <w:rsid w:val="005279CA"/>
    <w:rsid w:val="00527A2A"/>
    <w:rsid w:val="00527EB4"/>
    <w:rsid w:val="0053039B"/>
    <w:rsid w:val="00530553"/>
    <w:rsid w:val="0053061C"/>
    <w:rsid w:val="00530F1E"/>
    <w:rsid w:val="00531740"/>
    <w:rsid w:val="00531962"/>
    <w:rsid w:val="00531BA2"/>
    <w:rsid w:val="00532140"/>
    <w:rsid w:val="00533560"/>
    <w:rsid w:val="005336DF"/>
    <w:rsid w:val="0053377D"/>
    <w:rsid w:val="00534056"/>
    <w:rsid w:val="00534522"/>
    <w:rsid w:val="00534730"/>
    <w:rsid w:val="00534767"/>
    <w:rsid w:val="00534C1A"/>
    <w:rsid w:val="005350D5"/>
    <w:rsid w:val="0053516E"/>
    <w:rsid w:val="00535500"/>
    <w:rsid w:val="00536159"/>
    <w:rsid w:val="00536221"/>
    <w:rsid w:val="005367E9"/>
    <w:rsid w:val="00536862"/>
    <w:rsid w:val="00536985"/>
    <w:rsid w:val="00536DD0"/>
    <w:rsid w:val="00537A32"/>
    <w:rsid w:val="0054051D"/>
    <w:rsid w:val="0054056C"/>
    <w:rsid w:val="00540A84"/>
    <w:rsid w:val="005414F2"/>
    <w:rsid w:val="00541E0F"/>
    <w:rsid w:val="00541EBB"/>
    <w:rsid w:val="00541EE3"/>
    <w:rsid w:val="00542037"/>
    <w:rsid w:val="005423FA"/>
    <w:rsid w:val="0054270D"/>
    <w:rsid w:val="0054297E"/>
    <w:rsid w:val="00542ECF"/>
    <w:rsid w:val="0054357C"/>
    <w:rsid w:val="00543B58"/>
    <w:rsid w:val="00543B9A"/>
    <w:rsid w:val="00543CD6"/>
    <w:rsid w:val="00543F4D"/>
    <w:rsid w:val="00544298"/>
    <w:rsid w:val="00544E33"/>
    <w:rsid w:val="0054589C"/>
    <w:rsid w:val="00546A5D"/>
    <w:rsid w:val="005473E4"/>
    <w:rsid w:val="005474C3"/>
    <w:rsid w:val="005476D5"/>
    <w:rsid w:val="00547BCD"/>
    <w:rsid w:val="00547CD5"/>
    <w:rsid w:val="00547DA5"/>
    <w:rsid w:val="00547F33"/>
    <w:rsid w:val="0055013E"/>
    <w:rsid w:val="005508D6"/>
    <w:rsid w:val="00550B14"/>
    <w:rsid w:val="00550E86"/>
    <w:rsid w:val="0055156D"/>
    <w:rsid w:val="005519D5"/>
    <w:rsid w:val="00551B44"/>
    <w:rsid w:val="00552024"/>
    <w:rsid w:val="00552040"/>
    <w:rsid w:val="005520E4"/>
    <w:rsid w:val="005526BB"/>
    <w:rsid w:val="005529A8"/>
    <w:rsid w:val="0055305A"/>
    <w:rsid w:val="005535DE"/>
    <w:rsid w:val="0055377D"/>
    <w:rsid w:val="00553990"/>
    <w:rsid w:val="00553BB6"/>
    <w:rsid w:val="00553CB3"/>
    <w:rsid w:val="00553E43"/>
    <w:rsid w:val="00554473"/>
    <w:rsid w:val="005547E8"/>
    <w:rsid w:val="00554832"/>
    <w:rsid w:val="00554B7B"/>
    <w:rsid w:val="005553A8"/>
    <w:rsid w:val="005555C6"/>
    <w:rsid w:val="00555654"/>
    <w:rsid w:val="00555BD3"/>
    <w:rsid w:val="00555DA8"/>
    <w:rsid w:val="00556485"/>
    <w:rsid w:val="00556613"/>
    <w:rsid w:val="00556669"/>
    <w:rsid w:val="00556DCB"/>
    <w:rsid w:val="00556E63"/>
    <w:rsid w:val="00556FDC"/>
    <w:rsid w:val="0055715D"/>
    <w:rsid w:val="00557724"/>
    <w:rsid w:val="00557A9E"/>
    <w:rsid w:val="00557AF4"/>
    <w:rsid w:val="00557B31"/>
    <w:rsid w:val="00557D3A"/>
    <w:rsid w:val="00557F0A"/>
    <w:rsid w:val="005605FE"/>
    <w:rsid w:val="00560895"/>
    <w:rsid w:val="00560E4F"/>
    <w:rsid w:val="00560E91"/>
    <w:rsid w:val="00561325"/>
    <w:rsid w:val="005613A9"/>
    <w:rsid w:val="0056150E"/>
    <w:rsid w:val="00561BA8"/>
    <w:rsid w:val="00561C22"/>
    <w:rsid w:val="00562B2E"/>
    <w:rsid w:val="00562F58"/>
    <w:rsid w:val="005642AA"/>
    <w:rsid w:val="0056441E"/>
    <w:rsid w:val="005644C2"/>
    <w:rsid w:val="0056450C"/>
    <w:rsid w:val="00564616"/>
    <w:rsid w:val="00564927"/>
    <w:rsid w:val="00564990"/>
    <w:rsid w:val="00564F61"/>
    <w:rsid w:val="005651F3"/>
    <w:rsid w:val="00565506"/>
    <w:rsid w:val="00566231"/>
    <w:rsid w:val="00566260"/>
    <w:rsid w:val="0056643B"/>
    <w:rsid w:val="00566C72"/>
    <w:rsid w:val="00566F94"/>
    <w:rsid w:val="00567333"/>
    <w:rsid w:val="00567E2D"/>
    <w:rsid w:val="00567FE2"/>
    <w:rsid w:val="00570665"/>
    <w:rsid w:val="00570E0F"/>
    <w:rsid w:val="00571D41"/>
    <w:rsid w:val="00571F2F"/>
    <w:rsid w:val="005724F9"/>
    <w:rsid w:val="0057253D"/>
    <w:rsid w:val="005726A4"/>
    <w:rsid w:val="005729E5"/>
    <w:rsid w:val="00572E9B"/>
    <w:rsid w:val="00573D1A"/>
    <w:rsid w:val="00574253"/>
    <w:rsid w:val="00574254"/>
    <w:rsid w:val="005743D1"/>
    <w:rsid w:val="0057476D"/>
    <w:rsid w:val="00574A50"/>
    <w:rsid w:val="00574A8F"/>
    <w:rsid w:val="00574B88"/>
    <w:rsid w:val="00574FB4"/>
    <w:rsid w:val="00574FD9"/>
    <w:rsid w:val="005752A4"/>
    <w:rsid w:val="00575745"/>
    <w:rsid w:val="00575853"/>
    <w:rsid w:val="005759E3"/>
    <w:rsid w:val="00575FC7"/>
    <w:rsid w:val="0057644B"/>
    <w:rsid w:val="00576B65"/>
    <w:rsid w:val="00576D63"/>
    <w:rsid w:val="00576F4B"/>
    <w:rsid w:val="00576F53"/>
    <w:rsid w:val="00577C68"/>
    <w:rsid w:val="005803E4"/>
    <w:rsid w:val="00580DEF"/>
    <w:rsid w:val="00580FDA"/>
    <w:rsid w:val="00581132"/>
    <w:rsid w:val="00581936"/>
    <w:rsid w:val="00581960"/>
    <w:rsid w:val="00582290"/>
    <w:rsid w:val="005822BB"/>
    <w:rsid w:val="00582ADC"/>
    <w:rsid w:val="0058362D"/>
    <w:rsid w:val="0058418F"/>
    <w:rsid w:val="0058450F"/>
    <w:rsid w:val="0058455A"/>
    <w:rsid w:val="00584602"/>
    <w:rsid w:val="005847E4"/>
    <w:rsid w:val="00584BA8"/>
    <w:rsid w:val="00584C4A"/>
    <w:rsid w:val="00584E67"/>
    <w:rsid w:val="0058531E"/>
    <w:rsid w:val="005854BD"/>
    <w:rsid w:val="00585578"/>
    <w:rsid w:val="0058575F"/>
    <w:rsid w:val="00585A88"/>
    <w:rsid w:val="00586DC7"/>
    <w:rsid w:val="00586FFD"/>
    <w:rsid w:val="00587020"/>
    <w:rsid w:val="005872D1"/>
    <w:rsid w:val="005875F5"/>
    <w:rsid w:val="0058765A"/>
    <w:rsid w:val="00587848"/>
    <w:rsid w:val="00587A37"/>
    <w:rsid w:val="00587AAA"/>
    <w:rsid w:val="005900A9"/>
    <w:rsid w:val="00590707"/>
    <w:rsid w:val="00590E9E"/>
    <w:rsid w:val="005912E2"/>
    <w:rsid w:val="0059134E"/>
    <w:rsid w:val="00591E4B"/>
    <w:rsid w:val="00591EA1"/>
    <w:rsid w:val="00591F4C"/>
    <w:rsid w:val="005922AC"/>
    <w:rsid w:val="005926CF"/>
    <w:rsid w:val="005926E9"/>
    <w:rsid w:val="00592830"/>
    <w:rsid w:val="00593051"/>
    <w:rsid w:val="005930BE"/>
    <w:rsid w:val="005931DE"/>
    <w:rsid w:val="00593404"/>
    <w:rsid w:val="00593A58"/>
    <w:rsid w:val="00593C82"/>
    <w:rsid w:val="00593CCF"/>
    <w:rsid w:val="00594532"/>
    <w:rsid w:val="005948E4"/>
    <w:rsid w:val="0059536F"/>
    <w:rsid w:val="00595528"/>
    <w:rsid w:val="00596190"/>
    <w:rsid w:val="00596E3B"/>
    <w:rsid w:val="00597027"/>
    <w:rsid w:val="0059731A"/>
    <w:rsid w:val="0059746E"/>
    <w:rsid w:val="00597FD1"/>
    <w:rsid w:val="005A029B"/>
    <w:rsid w:val="005A044F"/>
    <w:rsid w:val="005A0FCC"/>
    <w:rsid w:val="005A1953"/>
    <w:rsid w:val="005A1B13"/>
    <w:rsid w:val="005A1BDA"/>
    <w:rsid w:val="005A1E7C"/>
    <w:rsid w:val="005A224F"/>
    <w:rsid w:val="005A244D"/>
    <w:rsid w:val="005A32CA"/>
    <w:rsid w:val="005A3907"/>
    <w:rsid w:val="005A4121"/>
    <w:rsid w:val="005A4F30"/>
    <w:rsid w:val="005A5B52"/>
    <w:rsid w:val="005A5B7E"/>
    <w:rsid w:val="005A6322"/>
    <w:rsid w:val="005A65EB"/>
    <w:rsid w:val="005A6BE5"/>
    <w:rsid w:val="005A6E1F"/>
    <w:rsid w:val="005A70B3"/>
    <w:rsid w:val="005A7172"/>
    <w:rsid w:val="005A7398"/>
    <w:rsid w:val="005B004A"/>
    <w:rsid w:val="005B005D"/>
    <w:rsid w:val="005B006E"/>
    <w:rsid w:val="005B01B8"/>
    <w:rsid w:val="005B0A8E"/>
    <w:rsid w:val="005B0DD5"/>
    <w:rsid w:val="005B0F2E"/>
    <w:rsid w:val="005B12AF"/>
    <w:rsid w:val="005B146B"/>
    <w:rsid w:val="005B26D8"/>
    <w:rsid w:val="005B2A67"/>
    <w:rsid w:val="005B3761"/>
    <w:rsid w:val="005B3A18"/>
    <w:rsid w:val="005B3B3C"/>
    <w:rsid w:val="005B3FAD"/>
    <w:rsid w:val="005B402C"/>
    <w:rsid w:val="005B40D1"/>
    <w:rsid w:val="005B431B"/>
    <w:rsid w:val="005B4541"/>
    <w:rsid w:val="005B4C46"/>
    <w:rsid w:val="005B4EAB"/>
    <w:rsid w:val="005B5001"/>
    <w:rsid w:val="005B516C"/>
    <w:rsid w:val="005B5394"/>
    <w:rsid w:val="005B54C4"/>
    <w:rsid w:val="005B56AB"/>
    <w:rsid w:val="005B5B20"/>
    <w:rsid w:val="005B5EC1"/>
    <w:rsid w:val="005B6115"/>
    <w:rsid w:val="005B6131"/>
    <w:rsid w:val="005B6496"/>
    <w:rsid w:val="005B69FB"/>
    <w:rsid w:val="005B6D3A"/>
    <w:rsid w:val="005B6E54"/>
    <w:rsid w:val="005B769D"/>
    <w:rsid w:val="005B76A1"/>
    <w:rsid w:val="005C01D1"/>
    <w:rsid w:val="005C0438"/>
    <w:rsid w:val="005C07D0"/>
    <w:rsid w:val="005C0E15"/>
    <w:rsid w:val="005C130E"/>
    <w:rsid w:val="005C15E3"/>
    <w:rsid w:val="005C21FC"/>
    <w:rsid w:val="005C252F"/>
    <w:rsid w:val="005C28D6"/>
    <w:rsid w:val="005C2A9D"/>
    <w:rsid w:val="005C3BAB"/>
    <w:rsid w:val="005C3E95"/>
    <w:rsid w:val="005C4453"/>
    <w:rsid w:val="005C481B"/>
    <w:rsid w:val="005C49FA"/>
    <w:rsid w:val="005C4AC7"/>
    <w:rsid w:val="005C4D26"/>
    <w:rsid w:val="005C5453"/>
    <w:rsid w:val="005C55BD"/>
    <w:rsid w:val="005C57C8"/>
    <w:rsid w:val="005C5AA5"/>
    <w:rsid w:val="005C6153"/>
    <w:rsid w:val="005C6A10"/>
    <w:rsid w:val="005C6CD7"/>
    <w:rsid w:val="005C7292"/>
    <w:rsid w:val="005C72A9"/>
    <w:rsid w:val="005D0189"/>
    <w:rsid w:val="005D05C0"/>
    <w:rsid w:val="005D08F8"/>
    <w:rsid w:val="005D093B"/>
    <w:rsid w:val="005D0D55"/>
    <w:rsid w:val="005D114E"/>
    <w:rsid w:val="005D145E"/>
    <w:rsid w:val="005D150C"/>
    <w:rsid w:val="005D1729"/>
    <w:rsid w:val="005D1763"/>
    <w:rsid w:val="005D1A76"/>
    <w:rsid w:val="005D1D4D"/>
    <w:rsid w:val="005D2513"/>
    <w:rsid w:val="005D2841"/>
    <w:rsid w:val="005D2AC6"/>
    <w:rsid w:val="005D3B40"/>
    <w:rsid w:val="005D3B42"/>
    <w:rsid w:val="005D3D8E"/>
    <w:rsid w:val="005D40F6"/>
    <w:rsid w:val="005D4438"/>
    <w:rsid w:val="005D45D9"/>
    <w:rsid w:val="005D48BE"/>
    <w:rsid w:val="005D4E7A"/>
    <w:rsid w:val="005D4EDC"/>
    <w:rsid w:val="005D51DF"/>
    <w:rsid w:val="005D603E"/>
    <w:rsid w:val="005D67DD"/>
    <w:rsid w:val="005D68A7"/>
    <w:rsid w:val="005D68E4"/>
    <w:rsid w:val="005D6ACA"/>
    <w:rsid w:val="005D7005"/>
    <w:rsid w:val="005D702F"/>
    <w:rsid w:val="005D7D59"/>
    <w:rsid w:val="005E043D"/>
    <w:rsid w:val="005E0A8A"/>
    <w:rsid w:val="005E0C7D"/>
    <w:rsid w:val="005E0E25"/>
    <w:rsid w:val="005E0EC3"/>
    <w:rsid w:val="005E104C"/>
    <w:rsid w:val="005E13EA"/>
    <w:rsid w:val="005E1593"/>
    <w:rsid w:val="005E1634"/>
    <w:rsid w:val="005E1A5C"/>
    <w:rsid w:val="005E1AA8"/>
    <w:rsid w:val="005E1DF2"/>
    <w:rsid w:val="005E1ECE"/>
    <w:rsid w:val="005E1FAC"/>
    <w:rsid w:val="005E2147"/>
    <w:rsid w:val="005E26BC"/>
    <w:rsid w:val="005E2C6B"/>
    <w:rsid w:val="005E332E"/>
    <w:rsid w:val="005E3637"/>
    <w:rsid w:val="005E3B29"/>
    <w:rsid w:val="005E427A"/>
    <w:rsid w:val="005E4336"/>
    <w:rsid w:val="005E4415"/>
    <w:rsid w:val="005E48B6"/>
    <w:rsid w:val="005E4B2D"/>
    <w:rsid w:val="005E4B39"/>
    <w:rsid w:val="005E4DE9"/>
    <w:rsid w:val="005E4F40"/>
    <w:rsid w:val="005E59DF"/>
    <w:rsid w:val="005E5B16"/>
    <w:rsid w:val="005E5CA3"/>
    <w:rsid w:val="005E5D77"/>
    <w:rsid w:val="005E6518"/>
    <w:rsid w:val="005E672C"/>
    <w:rsid w:val="005E718F"/>
    <w:rsid w:val="005E76A6"/>
    <w:rsid w:val="005E77F5"/>
    <w:rsid w:val="005E7B3D"/>
    <w:rsid w:val="005F000C"/>
    <w:rsid w:val="005F0101"/>
    <w:rsid w:val="005F024C"/>
    <w:rsid w:val="005F0724"/>
    <w:rsid w:val="005F0BAF"/>
    <w:rsid w:val="005F0CBB"/>
    <w:rsid w:val="005F100D"/>
    <w:rsid w:val="005F20F3"/>
    <w:rsid w:val="005F25D4"/>
    <w:rsid w:val="005F2B19"/>
    <w:rsid w:val="005F30BF"/>
    <w:rsid w:val="005F3252"/>
    <w:rsid w:val="005F3614"/>
    <w:rsid w:val="005F366D"/>
    <w:rsid w:val="005F36E3"/>
    <w:rsid w:val="005F3B66"/>
    <w:rsid w:val="005F3FAF"/>
    <w:rsid w:val="005F4024"/>
    <w:rsid w:val="005F413A"/>
    <w:rsid w:val="005F45AB"/>
    <w:rsid w:val="005F471B"/>
    <w:rsid w:val="005F4D2F"/>
    <w:rsid w:val="005F5298"/>
    <w:rsid w:val="005F5499"/>
    <w:rsid w:val="005F55F8"/>
    <w:rsid w:val="005F5D9A"/>
    <w:rsid w:val="005F618E"/>
    <w:rsid w:val="005F670B"/>
    <w:rsid w:val="005F724A"/>
    <w:rsid w:val="005F7676"/>
    <w:rsid w:val="005F7B45"/>
    <w:rsid w:val="005F7C06"/>
    <w:rsid w:val="005F7CA8"/>
    <w:rsid w:val="005F7E0A"/>
    <w:rsid w:val="0060016F"/>
    <w:rsid w:val="00600957"/>
    <w:rsid w:val="00600BE2"/>
    <w:rsid w:val="00600D35"/>
    <w:rsid w:val="00601460"/>
    <w:rsid w:val="006016C9"/>
    <w:rsid w:val="00601FC3"/>
    <w:rsid w:val="00602272"/>
    <w:rsid w:val="00602371"/>
    <w:rsid w:val="00602ED7"/>
    <w:rsid w:val="006030D4"/>
    <w:rsid w:val="00603785"/>
    <w:rsid w:val="0060386B"/>
    <w:rsid w:val="00604194"/>
    <w:rsid w:val="006049EF"/>
    <w:rsid w:val="00604F37"/>
    <w:rsid w:val="00604F5B"/>
    <w:rsid w:val="00605569"/>
    <w:rsid w:val="0060591B"/>
    <w:rsid w:val="00605984"/>
    <w:rsid w:val="00605C09"/>
    <w:rsid w:val="00605CFC"/>
    <w:rsid w:val="00605D6E"/>
    <w:rsid w:val="00605DBC"/>
    <w:rsid w:val="00606727"/>
    <w:rsid w:val="00606B75"/>
    <w:rsid w:val="00606BBC"/>
    <w:rsid w:val="00606DC4"/>
    <w:rsid w:val="00606DE5"/>
    <w:rsid w:val="00606E9C"/>
    <w:rsid w:val="00606F16"/>
    <w:rsid w:val="006073F1"/>
    <w:rsid w:val="0060745B"/>
    <w:rsid w:val="00607913"/>
    <w:rsid w:val="00607EF2"/>
    <w:rsid w:val="006100CB"/>
    <w:rsid w:val="00610B22"/>
    <w:rsid w:val="00610D66"/>
    <w:rsid w:val="006113D1"/>
    <w:rsid w:val="00611894"/>
    <w:rsid w:val="006120DC"/>
    <w:rsid w:val="0061224B"/>
    <w:rsid w:val="00612615"/>
    <w:rsid w:val="0061299D"/>
    <w:rsid w:val="00612C8C"/>
    <w:rsid w:val="006133EC"/>
    <w:rsid w:val="00613475"/>
    <w:rsid w:val="006134B6"/>
    <w:rsid w:val="006134DA"/>
    <w:rsid w:val="0061355C"/>
    <w:rsid w:val="006138CA"/>
    <w:rsid w:val="00613A2D"/>
    <w:rsid w:val="00613C4D"/>
    <w:rsid w:val="00613DC3"/>
    <w:rsid w:val="006143AF"/>
    <w:rsid w:val="0061461D"/>
    <w:rsid w:val="006149EB"/>
    <w:rsid w:val="00614DA5"/>
    <w:rsid w:val="00615133"/>
    <w:rsid w:val="006154F9"/>
    <w:rsid w:val="006157F8"/>
    <w:rsid w:val="0061607D"/>
    <w:rsid w:val="0061685A"/>
    <w:rsid w:val="006169FF"/>
    <w:rsid w:val="00616A66"/>
    <w:rsid w:val="00616A9D"/>
    <w:rsid w:val="00616EDD"/>
    <w:rsid w:val="006174A0"/>
    <w:rsid w:val="006179F4"/>
    <w:rsid w:val="00620656"/>
    <w:rsid w:val="006208A1"/>
    <w:rsid w:val="00620BB1"/>
    <w:rsid w:val="00620FBE"/>
    <w:rsid w:val="006210CB"/>
    <w:rsid w:val="006211BE"/>
    <w:rsid w:val="006218B5"/>
    <w:rsid w:val="006222C4"/>
    <w:rsid w:val="006227E2"/>
    <w:rsid w:val="00622900"/>
    <w:rsid w:val="00622EE0"/>
    <w:rsid w:val="006235D0"/>
    <w:rsid w:val="00623778"/>
    <w:rsid w:val="0062377A"/>
    <w:rsid w:val="006237C5"/>
    <w:rsid w:val="00623EF6"/>
    <w:rsid w:val="00623FA1"/>
    <w:rsid w:val="00624498"/>
    <w:rsid w:val="00624CDB"/>
    <w:rsid w:val="006252E6"/>
    <w:rsid w:val="00625B24"/>
    <w:rsid w:val="0062644E"/>
    <w:rsid w:val="0062656C"/>
    <w:rsid w:val="006270BA"/>
    <w:rsid w:val="00627537"/>
    <w:rsid w:val="00630186"/>
    <w:rsid w:val="00630C53"/>
    <w:rsid w:val="00630CD8"/>
    <w:rsid w:val="00631422"/>
    <w:rsid w:val="00631625"/>
    <w:rsid w:val="0063165C"/>
    <w:rsid w:val="006320AD"/>
    <w:rsid w:val="006320E1"/>
    <w:rsid w:val="00632148"/>
    <w:rsid w:val="00632274"/>
    <w:rsid w:val="00633133"/>
    <w:rsid w:val="00633A60"/>
    <w:rsid w:val="00633D61"/>
    <w:rsid w:val="00633FC9"/>
    <w:rsid w:val="006341CE"/>
    <w:rsid w:val="00634291"/>
    <w:rsid w:val="00634950"/>
    <w:rsid w:val="00634A1C"/>
    <w:rsid w:val="00634C96"/>
    <w:rsid w:val="00634D11"/>
    <w:rsid w:val="00634F45"/>
    <w:rsid w:val="006351CA"/>
    <w:rsid w:val="006354BE"/>
    <w:rsid w:val="00635681"/>
    <w:rsid w:val="00635823"/>
    <w:rsid w:val="00635C22"/>
    <w:rsid w:val="0063606F"/>
    <w:rsid w:val="006361B3"/>
    <w:rsid w:val="0063649A"/>
    <w:rsid w:val="0063658B"/>
    <w:rsid w:val="006369E3"/>
    <w:rsid w:val="00636BCD"/>
    <w:rsid w:val="006374C5"/>
    <w:rsid w:val="00637A6A"/>
    <w:rsid w:val="00637C3F"/>
    <w:rsid w:val="006402D2"/>
    <w:rsid w:val="00640733"/>
    <w:rsid w:val="00640766"/>
    <w:rsid w:val="0064129F"/>
    <w:rsid w:val="006415C3"/>
    <w:rsid w:val="00641BFB"/>
    <w:rsid w:val="00642039"/>
    <w:rsid w:val="00642B2C"/>
    <w:rsid w:val="00642C3D"/>
    <w:rsid w:val="00642CA7"/>
    <w:rsid w:val="00642E5A"/>
    <w:rsid w:val="00643418"/>
    <w:rsid w:val="006434B7"/>
    <w:rsid w:val="006434CA"/>
    <w:rsid w:val="006439D2"/>
    <w:rsid w:val="00643BF2"/>
    <w:rsid w:val="00644021"/>
    <w:rsid w:val="0064419D"/>
    <w:rsid w:val="006443CF"/>
    <w:rsid w:val="0064464D"/>
    <w:rsid w:val="006448F2"/>
    <w:rsid w:val="00644990"/>
    <w:rsid w:val="006451CB"/>
    <w:rsid w:val="00645265"/>
    <w:rsid w:val="0064574F"/>
    <w:rsid w:val="00645C55"/>
    <w:rsid w:val="00646185"/>
    <w:rsid w:val="00647193"/>
    <w:rsid w:val="0064736C"/>
    <w:rsid w:val="00647A65"/>
    <w:rsid w:val="00647D04"/>
    <w:rsid w:val="00647D85"/>
    <w:rsid w:val="00650077"/>
    <w:rsid w:val="0065014B"/>
    <w:rsid w:val="006503D2"/>
    <w:rsid w:val="00650A74"/>
    <w:rsid w:val="00650D55"/>
    <w:rsid w:val="00650E58"/>
    <w:rsid w:val="006512CC"/>
    <w:rsid w:val="006513EF"/>
    <w:rsid w:val="00651718"/>
    <w:rsid w:val="0065188B"/>
    <w:rsid w:val="00651929"/>
    <w:rsid w:val="006528D0"/>
    <w:rsid w:val="00652984"/>
    <w:rsid w:val="00652F44"/>
    <w:rsid w:val="00652FE7"/>
    <w:rsid w:val="00653109"/>
    <w:rsid w:val="0065313B"/>
    <w:rsid w:val="006532B9"/>
    <w:rsid w:val="00653469"/>
    <w:rsid w:val="00653CA5"/>
    <w:rsid w:val="0065408A"/>
    <w:rsid w:val="00654170"/>
    <w:rsid w:val="00654903"/>
    <w:rsid w:val="00654993"/>
    <w:rsid w:val="006549D5"/>
    <w:rsid w:val="00654A3A"/>
    <w:rsid w:val="00654E67"/>
    <w:rsid w:val="0065525A"/>
    <w:rsid w:val="00655330"/>
    <w:rsid w:val="006556E9"/>
    <w:rsid w:val="0065599E"/>
    <w:rsid w:val="00655BC5"/>
    <w:rsid w:val="0065610E"/>
    <w:rsid w:val="00656216"/>
    <w:rsid w:val="006563BD"/>
    <w:rsid w:val="006563C4"/>
    <w:rsid w:val="00656828"/>
    <w:rsid w:val="0065685F"/>
    <w:rsid w:val="00657281"/>
    <w:rsid w:val="00660629"/>
    <w:rsid w:val="00661468"/>
    <w:rsid w:val="0066158B"/>
    <w:rsid w:val="0066176C"/>
    <w:rsid w:val="00661856"/>
    <w:rsid w:val="0066216C"/>
    <w:rsid w:val="00662861"/>
    <w:rsid w:val="00662C63"/>
    <w:rsid w:val="00663007"/>
    <w:rsid w:val="006632E5"/>
    <w:rsid w:val="006635FB"/>
    <w:rsid w:val="006638B0"/>
    <w:rsid w:val="00663FA0"/>
    <w:rsid w:val="00664045"/>
    <w:rsid w:val="00664095"/>
    <w:rsid w:val="006640A1"/>
    <w:rsid w:val="006642C4"/>
    <w:rsid w:val="006646C0"/>
    <w:rsid w:val="00664832"/>
    <w:rsid w:val="00664BC9"/>
    <w:rsid w:val="00665102"/>
    <w:rsid w:val="0066517E"/>
    <w:rsid w:val="006651AF"/>
    <w:rsid w:val="00665CCB"/>
    <w:rsid w:val="00666616"/>
    <w:rsid w:val="00666C65"/>
    <w:rsid w:val="00666C7D"/>
    <w:rsid w:val="006676DD"/>
    <w:rsid w:val="0066789D"/>
    <w:rsid w:val="00667BA3"/>
    <w:rsid w:val="0067011F"/>
    <w:rsid w:val="00670724"/>
    <w:rsid w:val="00670A26"/>
    <w:rsid w:val="00670A94"/>
    <w:rsid w:val="00670C93"/>
    <w:rsid w:val="00670E0C"/>
    <w:rsid w:val="00672557"/>
    <w:rsid w:val="006727EE"/>
    <w:rsid w:val="00673161"/>
    <w:rsid w:val="0067363A"/>
    <w:rsid w:val="00673700"/>
    <w:rsid w:val="00673AAE"/>
    <w:rsid w:val="00673C48"/>
    <w:rsid w:val="00673EBA"/>
    <w:rsid w:val="00674391"/>
    <w:rsid w:val="00674A74"/>
    <w:rsid w:val="00674A9B"/>
    <w:rsid w:val="0067511A"/>
    <w:rsid w:val="006755A4"/>
    <w:rsid w:val="0067560A"/>
    <w:rsid w:val="0067574B"/>
    <w:rsid w:val="00675944"/>
    <w:rsid w:val="00675BEB"/>
    <w:rsid w:val="00675D78"/>
    <w:rsid w:val="00675D9F"/>
    <w:rsid w:val="0067600A"/>
    <w:rsid w:val="006760AC"/>
    <w:rsid w:val="00676562"/>
    <w:rsid w:val="006767E3"/>
    <w:rsid w:val="00676862"/>
    <w:rsid w:val="00676EC0"/>
    <w:rsid w:val="006770C3"/>
    <w:rsid w:val="00677221"/>
    <w:rsid w:val="0067736D"/>
    <w:rsid w:val="006774B7"/>
    <w:rsid w:val="00677626"/>
    <w:rsid w:val="006776ED"/>
    <w:rsid w:val="00677959"/>
    <w:rsid w:val="00677C3E"/>
    <w:rsid w:val="0068011E"/>
    <w:rsid w:val="0068032E"/>
    <w:rsid w:val="0068073B"/>
    <w:rsid w:val="00680986"/>
    <w:rsid w:val="00681633"/>
    <w:rsid w:val="00681927"/>
    <w:rsid w:val="006819BD"/>
    <w:rsid w:val="00681AD5"/>
    <w:rsid w:val="00682047"/>
    <w:rsid w:val="006821A1"/>
    <w:rsid w:val="006821FF"/>
    <w:rsid w:val="0068297B"/>
    <w:rsid w:val="00682980"/>
    <w:rsid w:val="00682A24"/>
    <w:rsid w:val="006830DF"/>
    <w:rsid w:val="0068322D"/>
    <w:rsid w:val="00683AA7"/>
    <w:rsid w:val="00683B6E"/>
    <w:rsid w:val="00683B9E"/>
    <w:rsid w:val="00683E4E"/>
    <w:rsid w:val="0068400C"/>
    <w:rsid w:val="0068413C"/>
    <w:rsid w:val="00684601"/>
    <w:rsid w:val="0068477F"/>
    <w:rsid w:val="00684A97"/>
    <w:rsid w:val="00684B0F"/>
    <w:rsid w:val="006859F6"/>
    <w:rsid w:val="00685BF1"/>
    <w:rsid w:val="00685CC5"/>
    <w:rsid w:val="00685CDD"/>
    <w:rsid w:val="00685EFC"/>
    <w:rsid w:val="00685F58"/>
    <w:rsid w:val="00686098"/>
    <w:rsid w:val="006866CC"/>
    <w:rsid w:val="00686789"/>
    <w:rsid w:val="00686A79"/>
    <w:rsid w:val="00686C8F"/>
    <w:rsid w:val="00687FFE"/>
    <w:rsid w:val="006905B6"/>
    <w:rsid w:val="00690C00"/>
    <w:rsid w:val="00690DCD"/>
    <w:rsid w:val="006911F3"/>
    <w:rsid w:val="00691EAE"/>
    <w:rsid w:val="00693290"/>
    <w:rsid w:val="0069338C"/>
    <w:rsid w:val="006933EE"/>
    <w:rsid w:val="00693598"/>
    <w:rsid w:val="00693998"/>
    <w:rsid w:val="00693B7F"/>
    <w:rsid w:val="00693ECE"/>
    <w:rsid w:val="0069406F"/>
    <w:rsid w:val="006944DB"/>
    <w:rsid w:val="00694644"/>
    <w:rsid w:val="00694708"/>
    <w:rsid w:val="00694729"/>
    <w:rsid w:val="00694DA9"/>
    <w:rsid w:val="00694DBD"/>
    <w:rsid w:val="00694FF4"/>
    <w:rsid w:val="00695092"/>
    <w:rsid w:val="0069527B"/>
    <w:rsid w:val="006952F3"/>
    <w:rsid w:val="00695EA6"/>
    <w:rsid w:val="00695F4C"/>
    <w:rsid w:val="00696645"/>
    <w:rsid w:val="0069671B"/>
    <w:rsid w:val="00696EC6"/>
    <w:rsid w:val="0069769F"/>
    <w:rsid w:val="00697CEB"/>
    <w:rsid w:val="006A0E59"/>
    <w:rsid w:val="006A1241"/>
    <w:rsid w:val="006A1519"/>
    <w:rsid w:val="006A181C"/>
    <w:rsid w:val="006A23FD"/>
    <w:rsid w:val="006A2960"/>
    <w:rsid w:val="006A2D1A"/>
    <w:rsid w:val="006A2FFD"/>
    <w:rsid w:val="006A3169"/>
    <w:rsid w:val="006A39B0"/>
    <w:rsid w:val="006A3D57"/>
    <w:rsid w:val="006A42DD"/>
    <w:rsid w:val="006A46F6"/>
    <w:rsid w:val="006A559C"/>
    <w:rsid w:val="006A58CE"/>
    <w:rsid w:val="006A5AA8"/>
    <w:rsid w:val="006A5D39"/>
    <w:rsid w:val="006A5D91"/>
    <w:rsid w:val="006A5E79"/>
    <w:rsid w:val="006A5FFE"/>
    <w:rsid w:val="006A6A10"/>
    <w:rsid w:val="006A779E"/>
    <w:rsid w:val="006A77E3"/>
    <w:rsid w:val="006A7F48"/>
    <w:rsid w:val="006B0168"/>
    <w:rsid w:val="006B018A"/>
    <w:rsid w:val="006B01DF"/>
    <w:rsid w:val="006B0620"/>
    <w:rsid w:val="006B0908"/>
    <w:rsid w:val="006B1ABA"/>
    <w:rsid w:val="006B203F"/>
    <w:rsid w:val="006B28D9"/>
    <w:rsid w:val="006B291B"/>
    <w:rsid w:val="006B2EA4"/>
    <w:rsid w:val="006B3304"/>
    <w:rsid w:val="006B35C0"/>
    <w:rsid w:val="006B37DA"/>
    <w:rsid w:val="006B3805"/>
    <w:rsid w:val="006B39E7"/>
    <w:rsid w:val="006B4720"/>
    <w:rsid w:val="006B497D"/>
    <w:rsid w:val="006B5214"/>
    <w:rsid w:val="006B5BF0"/>
    <w:rsid w:val="006B617F"/>
    <w:rsid w:val="006B619E"/>
    <w:rsid w:val="006B61FB"/>
    <w:rsid w:val="006B6D04"/>
    <w:rsid w:val="006B7996"/>
    <w:rsid w:val="006B7F4C"/>
    <w:rsid w:val="006C0181"/>
    <w:rsid w:val="006C0969"/>
    <w:rsid w:val="006C16B5"/>
    <w:rsid w:val="006C1754"/>
    <w:rsid w:val="006C1C0C"/>
    <w:rsid w:val="006C2059"/>
    <w:rsid w:val="006C20D7"/>
    <w:rsid w:val="006C2430"/>
    <w:rsid w:val="006C2578"/>
    <w:rsid w:val="006C25F9"/>
    <w:rsid w:val="006C2E20"/>
    <w:rsid w:val="006C3824"/>
    <w:rsid w:val="006C3C42"/>
    <w:rsid w:val="006C3DE5"/>
    <w:rsid w:val="006C55A4"/>
    <w:rsid w:val="006C598F"/>
    <w:rsid w:val="006C61EE"/>
    <w:rsid w:val="006C74A8"/>
    <w:rsid w:val="006C7904"/>
    <w:rsid w:val="006C7A28"/>
    <w:rsid w:val="006C7B1F"/>
    <w:rsid w:val="006C7B7B"/>
    <w:rsid w:val="006D0839"/>
    <w:rsid w:val="006D0996"/>
    <w:rsid w:val="006D0DBE"/>
    <w:rsid w:val="006D0E11"/>
    <w:rsid w:val="006D0ECD"/>
    <w:rsid w:val="006D15BA"/>
    <w:rsid w:val="006D16C0"/>
    <w:rsid w:val="006D16CC"/>
    <w:rsid w:val="006D1FEE"/>
    <w:rsid w:val="006D2148"/>
    <w:rsid w:val="006D295F"/>
    <w:rsid w:val="006D2B50"/>
    <w:rsid w:val="006D30EC"/>
    <w:rsid w:val="006D43E7"/>
    <w:rsid w:val="006D4479"/>
    <w:rsid w:val="006D4668"/>
    <w:rsid w:val="006D4A34"/>
    <w:rsid w:val="006D4CD5"/>
    <w:rsid w:val="006D4F3B"/>
    <w:rsid w:val="006D5378"/>
    <w:rsid w:val="006D55AE"/>
    <w:rsid w:val="006D5816"/>
    <w:rsid w:val="006D59CD"/>
    <w:rsid w:val="006D5B7B"/>
    <w:rsid w:val="006D67AC"/>
    <w:rsid w:val="006D7138"/>
    <w:rsid w:val="006D74AC"/>
    <w:rsid w:val="006D7513"/>
    <w:rsid w:val="006D7895"/>
    <w:rsid w:val="006D78CB"/>
    <w:rsid w:val="006D78FA"/>
    <w:rsid w:val="006E0873"/>
    <w:rsid w:val="006E142F"/>
    <w:rsid w:val="006E16D2"/>
    <w:rsid w:val="006E1A28"/>
    <w:rsid w:val="006E1ACE"/>
    <w:rsid w:val="006E1B74"/>
    <w:rsid w:val="006E1D6C"/>
    <w:rsid w:val="006E2981"/>
    <w:rsid w:val="006E3028"/>
    <w:rsid w:val="006E30DB"/>
    <w:rsid w:val="006E320E"/>
    <w:rsid w:val="006E3386"/>
    <w:rsid w:val="006E3508"/>
    <w:rsid w:val="006E35AB"/>
    <w:rsid w:val="006E3E34"/>
    <w:rsid w:val="006E429B"/>
    <w:rsid w:val="006E481D"/>
    <w:rsid w:val="006E49AE"/>
    <w:rsid w:val="006E574B"/>
    <w:rsid w:val="006E581F"/>
    <w:rsid w:val="006E5858"/>
    <w:rsid w:val="006E5B33"/>
    <w:rsid w:val="006E5C73"/>
    <w:rsid w:val="006E5CDC"/>
    <w:rsid w:val="006E6132"/>
    <w:rsid w:val="006E614B"/>
    <w:rsid w:val="006E655E"/>
    <w:rsid w:val="006E66C5"/>
    <w:rsid w:val="006E6862"/>
    <w:rsid w:val="006E6A07"/>
    <w:rsid w:val="006E710A"/>
    <w:rsid w:val="006E7156"/>
    <w:rsid w:val="006E7F9E"/>
    <w:rsid w:val="006F012C"/>
    <w:rsid w:val="006F03AF"/>
    <w:rsid w:val="006F06B3"/>
    <w:rsid w:val="006F0BD1"/>
    <w:rsid w:val="006F0DAA"/>
    <w:rsid w:val="006F1208"/>
    <w:rsid w:val="006F171D"/>
    <w:rsid w:val="006F17A0"/>
    <w:rsid w:val="006F17A9"/>
    <w:rsid w:val="006F1CC6"/>
    <w:rsid w:val="006F26E6"/>
    <w:rsid w:val="006F2833"/>
    <w:rsid w:val="006F33B9"/>
    <w:rsid w:val="006F3D05"/>
    <w:rsid w:val="006F42AF"/>
    <w:rsid w:val="006F444A"/>
    <w:rsid w:val="006F457B"/>
    <w:rsid w:val="006F4792"/>
    <w:rsid w:val="006F4C4B"/>
    <w:rsid w:val="006F5165"/>
    <w:rsid w:val="006F53FF"/>
    <w:rsid w:val="006F54C8"/>
    <w:rsid w:val="006F57ED"/>
    <w:rsid w:val="006F5A03"/>
    <w:rsid w:val="006F5EFA"/>
    <w:rsid w:val="006F681A"/>
    <w:rsid w:val="006F6D98"/>
    <w:rsid w:val="006F6F95"/>
    <w:rsid w:val="006F70C5"/>
    <w:rsid w:val="006F7142"/>
    <w:rsid w:val="00700BE1"/>
    <w:rsid w:val="00700DE3"/>
    <w:rsid w:val="0070124E"/>
    <w:rsid w:val="00701A4A"/>
    <w:rsid w:val="00701A8C"/>
    <w:rsid w:val="00701C83"/>
    <w:rsid w:val="00701D42"/>
    <w:rsid w:val="00702737"/>
    <w:rsid w:val="0070278F"/>
    <w:rsid w:val="00702CD7"/>
    <w:rsid w:val="00702DA0"/>
    <w:rsid w:val="00703061"/>
    <w:rsid w:val="00703210"/>
    <w:rsid w:val="0070369D"/>
    <w:rsid w:val="007038AC"/>
    <w:rsid w:val="00703E77"/>
    <w:rsid w:val="00703F9A"/>
    <w:rsid w:val="00704C51"/>
    <w:rsid w:val="007050DB"/>
    <w:rsid w:val="007055D6"/>
    <w:rsid w:val="00705959"/>
    <w:rsid w:val="00706304"/>
    <w:rsid w:val="007066FF"/>
    <w:rsid w:val="00706CCC"/>
    <w:rsid w:val="00707201"/>
    <w:rsid w:val="00707550"/>
    <w:rsid w:val="0070758F"/>
    <w:rsid w:val="007078C0"/>
    <w:rsid w:val="007102A1"/>
    <w:rsid w:val="007104BC"/>
    <w:rsid w:val="007107A4"/>
    <w:rsid w:val="007109A3"/>
    <w:rsid w:val="00710F45"/>
    <w:rsid w:val="00711DC8"/>
    <w:rsid w:val="00712286"/>
    <w:rsid w:val="0071243B"/>
    <w:rsid w:val="00712906"/>
    <w:rsid w:val="00712EC6"/>
    <w:rsid w:val="007130DC"/>
    <w:rsid w:val="00713A6D"/>
    <w:rsid w:val="00713C7A"/>
    <w:rsid w:val="00713CC1"/>
    <w:rsid w:val="00713EDB"/>
    <w:rsid w:val="007144D9"/>
    <w:rsid w:val="00714AB6"/>
    <w:rsid w:val="00714AEB"/>
    <w:rsid w:val="00715030"/>
    <w:rsid w:val="00715370"/>
    <w:rsid w:val="007159BB"/>
    <w:rsid w:val="007159C2"/>
    <w:rsid w:val="00715F7D"/>
    <w:rsid w:val="00715FAB"/>
    <w:rsid w:val="00716709"/>
    <w:rsid w:val="007167DC"/>
    <w:rsid w:val="00716831"/>
    <w:rsid w:val="007168AD"/>
    <w:rsid w:val="0071739F"/>
    <w:rsid w:val="0071742F"/>
    <w:rsid w:val="0071793B"/>
    <w:rsid w:val="007205F5"/>
    <w:rsid w:val="0072077B"/>
    <w:rsid w:val="00720A6F"/>
    <w:rsid w:val="0072108B"/>
    <w:rsid w:val="00721522"/>
    <w:rsid w:val="00721665"/>
    <w:rsid w:val="00721A13"/>
    <w:rsid w:val="00721C49"/>
    <w:rsid w:val="00721E90"/>
    <w:rsid w:val="00721FAE"/>
    <w:rsid w:val="00722313"/>
    <w:rsid w:val="00722783"/>
    <w:rsid w:val="007228FE"/>
    <w:rsid w:val="00722F4D"/>
    <w:rsid w:val="00723126"/>
    <w:rsid w:val="007233FB"/>
    <w:rsid w:val="00723473"/>
    <w:rsid w:val="007238EE"/>
    <w:rsid w:val="00723CB1"/>
    <w:rsid w:val="00723F08"/>
    <w:rsid w:val="00724758"/>
    <w:rsid w:val="007247A2"/>
    <w:rsid w:val="007249C5"/>
    <w:rsid w:val="00724BE9"/>
    <w:rsid w:val="00725203"/>
    <w:rsid w:val="007254CA"/>
    <w:rsid w:val="0072566D"/>
    <w:rsid w:val="0072629A"/>
    <w:rsid w:val="0072652A"/>
    <w:rsid w:val="00726A62"/>
    <w:rsid w:val="00726BB4"/>
    <w:rsid w:val="00727743"/>
    <w:rsid w:val="007304E0"/>
    <w:rsid w:val="00730577"/>
    <w:rsid w:val="007305C0"/>
    <w:rsid w:val="00730798"/>
    <w:rsid w:val="00730D55"/>
    <w:rsid w:val="00730EED"/>
    <w:rsid w:val="0073125A"/>
    <w:rsid w:val="007312EE"/>
    <w:rsid w:val="007314F9"/>
    <w:rsid w:val="007315F7"/>
    <w:rsid w:val="00731A67"/>
    <w:rsid w:val="00732467"/>
    <w:rsid w:val="00732747"/>
    <w:rsid w:val="0073280A"/>
    <w:rsid w:val="007329C8"/>
    <w:rsid w:val="0073320D"/>
    <w:rsid w:val="0073343D"/>
    <w:rsid w:val="007336E3"/>
    <w:rsid w:val="007337D5"/>
    <w:rsid w:val="007338A3"/>
    <w:rsid w:val="00734110"/>
    <w:rsid w:val="00734343"/>
    <w:rsid w:val="00734893"/>
    <w:rsid w:val="00734AE6"/>
    <w:rsid w:val="00734F7A"/>
    <w:rsid w:val="0073553B"/>
    <w:rsid w:val="007359B4"/>
    <w:rsid w:val="00735B21"/>
    <w:rsid w:val="00735C76"/>
    <w:rsid w:val="00735DC6"/>
    <w:rsid w:val="00735DE0"/>
    <w:rsid w:val="00736571"/>
    <w:rsid w:val="00736A44"/>
    <w:rsid w:val="00736FC2"/>
    <w:rsid w:val="0073702F"/>
    <w:rsid w:val="0073798E"/>
    <w:rsid w:val="00737C9F"/>
    <w:rsid w:val="007401E4"/>
    <w:rsid w:val="00740327"/>
    <w:rsid w:val="00740BC5"/>
    <w:rsid w:val="00740C12"/>
    <w:rsid w:val="007411BF"/>
    <w:rsid w:val="00741397"/>
    <w:rsid w:val="00741A81"/>
    <w:rsid w:val="00741AF6"/>
    <w:rsid w:val="00741EF7"/>
    <w:rsid w:val="0074207F"/>
    <w:rsid w:val="0074271D"/>
    <w:rsid w:val="00742784"/>
    <w:rsid w:val="00742F1E"/>
    <w:rsid w:val="007438DB"/>
    <w:rsid w:val="00743985"/>
    <w:rsid w:val="007439B1"/>
    <w:rsid w:val="00743CA6"/>
    <w:rsid w:val="00743E62"/>
    <w:rsid w:val="007442F3"/>
    <w:rsid w:val="007445BF"/>
    <w:rsid w:val="007449F5"/>
    <w:rsid w:val="0074505D"/>
    <w:rsid w:val="0074568E"/>
    <w:rsid w:val="007456DF"/>
    <w:rsid w:val="00745AB4"/>
    <w:rsid w:val="00746076"/>
    <w:rsid w:val="007463D3"/>
    <w:rsid w:val="0074661D"/>
    <w:rsid w:val="00746764"/>
    <w:rsid w:val="00747041"/>
    <w:rsid w:val="007471CC"/>
    <w:rsid w:val="007476FB"/>
    <w:rsid w:val="00747998"/>
    <w:rsid w:val="00747D7F"/>
    <w:rsid w:val="00747ED7"/>
    <w:rsid w:val="007504C6"/>
    <w:rsid w:val="0075054E"/>
    <w:rsid w:val="00750CD8"/>
    <w:rsid w:val="00751048"/>
    <w:rsid w:val="007512AB"/>
    <w:rsid w:val="00751869"/>
    <w:rsid w:val="00751912"/>
    <w:rsid w:val="0075292B"/>
    <w:rsid w:val="00752E8B"/>
    <w:rsid w:val="007530A7"/>
    <w:rsid w:val="0075334A"/>
    <w:rsid w:val="0075366B"/>
    <w:rsid w:val="00753FAD"/>
    <w:rsid w:val="00754A13"/>
    <w:rsid w:val="00754CCB"/>
    <w:rsid w:val="00755EB2"/>
    <w:rsid w:val="00756732"/>
    <w:rsid w:val="00756796"/>
    <w:rsid w:val="0075684D"/>
    <w:rsid w:val="00756A25"/>
    <w:rsid w:val="00756C7F"/>
    <w:rsid w:val="00756E2B"/>
    <w:rsid w:val="00757714"/>
    <w:rsid w:val="00757D86"/>
    <w:rsid w:val="00757DF5"/>
    <w:rsid w:val="007602EA"/>
    <w:rsid w:val="00760354"/>
    <w:rsid w:val="007605D9"/>
    <w:rsid w:val="00760738"/>
    <w:rsid w:val="0076087A"/>
    <w:rsid w:val="007615A0"/>
    <w:rsid w:val="00761E49"/>
    <w:rsid w:val="0076228F"/>
    <w:rsid w:val="007624B0"/>
    <w:rsid w:val="007629AE"/>
    <w:rsid w:val="007629CD"/>
    <w:rsid w:val="00762C06"/>
    <w:rsid w:val="00762FB4"/>
    <w:rsid w:val="00763E5A"/>
    <w:rsid w:val="0076456F"/>
    <w:rsid w:val="0076463C"/>
    <w:rsid w:val="00764B80"/>
    <w:rsid w:val="00764E57"/>
    <w:rsid w:val="00765245"/>
    <w:rsid w:val="00765332"/>
    <w:rsid w:val="00765429"/>
    <w:rsid w:val="00766658"/>
    <w:rsid w:val="00766AF6"/>
    <w:rsid w:val="00766EB5"/>
    <w:rsid w:val="00767527"/>
    <w:rsid w:val="00767BAD"/>
    <w:rsid w:val="007700B5"/>
    <w:rsid w:val="00770272"/>
    <w:rsid w:val="0077049A"/>
    <w:rsid w:val="00770842"/>
    <w:rsid w:val="007708C0"/>
    <w:rsid w:val="00771F32"/>
    <w:rsid w:val="00771FDC"/>
    <w:rsid w:val="007726FC"/>
    <w:rsid w:val="00772766"/>
    <w:rsid w:val="00772A0F"/>
    <w:rsid w:val="00772BC6"/>
    <w:rsid w:val="007733F0"/>
    <w:rsid w:val="0077371F"/>
    <w:rsid w:val="00773B50"/>
    <w:rsid w:val="00773C25"/>
    <w:rsid w:val="007740A9"/>
    <w:rsid w:val="0077415A"/>
    <w:rsid w:val="0077473C"/>
    <w:rsid w:val="00774BB7"/>
    <w:rsid w:val="00775CD6"/>
    <w:rsid w:val="007760CC"/>
    <w:rsid w:val="0077626E"/>
    <w:rsid w:val="00776712"/>
    <w:rsid w:val="00776832"/>
    <w:rsid w:val="00776B75"/>
    <w:rsid w:val="00776CF7"/>
    <w:rsid w:val="007777DD"/>
    <w:rsid w:val="0077787F"/>
    <w:rsid w:val="00777AE3"/>
    <w:rsid w:val="00777C84"/>
    <w:rsid w:val="00780390"/>
    <w:rsid w:val="00780551"/>
    <w:rsid w:val="00780B5C"/>
    <w:rsid w:val="00780B78"/>
    <w:rsid w:val="00781167"/>
    <w:rsid w:val="007811E0"/>
    <w:rsid w:val="007815E9"/>
    <w:rsid w:val="00781D4C"/>
    <w:rsid w:val="007828A3"/>
    <w:rsid w:val="00782D75"/>
    <w:rsid w:val="00782E27"/>
    <w:rsid w:val="00782F7C"/>
    <w:rsid w:val="00783601"/>
    <w:rsid w:val="00783B76"/>
    <w:rsid w:val="00783B93"/>
    <w:rsid w:val="00783BC8"/>
    <w:rsid w:val="00784128"/>
    <w:rsid w:val="007843C7"/>
    <w:rsid w:val="007845D1"/>
    <w:rsid w:val="00784602"/>
    <w:rsid w:val="00784965"/>
    <w:rsid w:val="007849BB"/>
    <w:rsid w:val="00784E00"/>
    <w:rsid w:val="00784E7F"/>
    <w:rsid w:val="00784F25"/>
    <w:rsid w:val="00785F4A"/>
    <w:rsid w:val="00786381"/>
    <w:rsid w:val="00786F2B"/>
    <w:rsid w:val="007870FF"/>
    <w:rsid w:val="00787596"/>
    <w:rsid w:val="00787857"/>
    <w:rsid w:val="00790094"/>
    <w:rsid w:val="007904FC"/>
    <w:rsid w:val="00790744"/>
    <w:rsid w:val="00790AD1"/>
    <w:rsid w:val="00790C36"/>
    <w:rsid w:val="00791278"/>
    <w:rsid w:val="0079174C"/>
    <w:rsid w:val="007917C4"/>
    <w:rsid w:val="007917ED"/>
    <w:rsid w:val="00791A15"/>
    <w:rsid w:val="00791AF9"/>
    <w:rsid w:val="00791B7B"/>
    <w:rsid w:val="00791D2A"/>
    <w:rsid w:val="007921DB"/>
    <w:rsid w:val="00792C3C"/>
    <w:rsid w:val="00793BA1"/>
    <w:rsid w:val="007942B6"/>
    <w:rsid w:val="007943BE"/>
    <w:rsid w:val="00794709"/>
    <w:rsid w:val="00794FE8"/>
    <w:rsid w:val="0079511B"/>
    <w:rsid w:val="00795863"/>
    <w:rsid w:val="00796362"/>
    <w:rsid w:val="007963BA"/>
    <w:rsid w:val="0079645A"/>
    <w:rsid w:val="007964B9"/>
    <w:rsid w:val="0079658D"/>
    <w:rsid w:val="007966EE"/>
    <w:rsid w:val="00796D0B"/>
    <w:rsid w:val="00796D1A"/>
    <w:rsid w:val="00796F8C"/>
    <w:rsid w:val="00797580"/>
    <w:rsid w:val="00797632"/>
    <w:rsid w:val="00797635"/>
    <w:rsid w:val="00797759"/>
    <w:rsid w:val="007978C0"/>
    <w:rsid w:val="00797CBA"/>
    <w:rsid w:val="00797FEC"/>
    <w:rsid w:val="007A0105"/>
    <w:rsid w:val="007A014F"/>
    <w:rsid w:val="007A0CDA"/>
    <w:rsid w:val="007A0DC4"/>
    <w:rsid w:val="007A0FA4"/>
    <w:rsid w:val="007A12DB"/>
    <w:rsid w:val="007A18EB"/>
    <w:rsid w:val="007A1F59"/>
    <w:rsid w:val="007A1FB3"/>
    <w:rsid w:val="007A20EF"/>
    <w:rsid w:val="007A2108"/>
    <w:rsid w:val="007A279F"/>
    <w:rsid w:val="007A2B6C"/>
    <w:rsid w:val="007A2C07"/>
    <w:rsid w:val="007A3004"/>
    <w:rsid w:val="007A33BB"/>
    <w:rsid w:val="007A3937"/>
    <w:rsid w:val="007A3CC8"/>
    <w:rsid w:val="007A3E0A"/>
    <w:rsid w:val="007A3E48"/>
    <w:rsid w:val="007A43BB"/>
    <w:rsid w:val="007A49EF"/>
    <w:rsid w:val="007A4A00"/>
    <w:rsid w:val="007A4C7F"/>
    <w:rsid w:val="007A4E04"/>
    <w:rsid w:val="007A5788"/>
    <w:rsid w:val="007A5BCC"/>
    <w:rsid w:val="007A62E0"/>
    <w:rsid w:val="007A64FB"/>
    <w:rsid w:val="007A6803"/>
    <w:rsid w:val="007A6B0F"/>
    <w:rsid w:val="007A6C7F"/>
    <w:rsid w:val="007A729D"/>
    <w:rsid w:val="007A72B6"/>
    <w:rsid w:val="007A7385"/>
    <w:rsid w:val="007B00EB"/>
    <w:rsid w:val="007B0534"/>
    <w:rsid w:val="007B0892"/>
    <w:rsid w:val="007B0C1C"/>
    <w:rsid w:val="007B10B9"/>
    <w:rsid w:val="007B175A"/>
    <w:rsid w:val="007B1932"/>
    <w:rsid w:val="007B1E15"/>
    <w:rsid w:val="007B201E"/>
    <w:rsid w:val="007B213A"/>
    <w:rsid w:val="007B2474"/>
    <w:rsid w:val="007B2571"/>
    <w:rsid w:val="007B28A9"/>
    <w:rsid w:val="007B28C4"/>
    <w:rsid w:val="007B2AE9"/>
    <w:rsid w:val="007B2B3F"/>
    <w:rsid w:val="007B2DDD"/>
    <w:rsid w:val="007B3AAB"/>
    <w:rsid w:val="007B3BB5"/>
    <w:rsid w:val="007B3D6A"/>
    <w:rsid w:val="007B48C6"/>
    <w:rsid w:val="007B4B49"/>
    <w:rsid w:val="007B513F"/>
    <w:rsid w:val="007B53B6"/>
    <w:rsid w:val="007B54DE"/>
    <w:rsid w:val="007B5F21"/>
    <w:rsid w:val="007B6617"/>
    <w:rsid w:val="007B71E8"/>
    <w:rsid w:val="007B7670"/>
    <w:rsid w:val="007B7957"/>
    <w:rsid w:val="007B7A4E"/>
    <w:rsid w:val="007B7F51"/>
    <w:rsid w:val="007B7F6A"/>
    <w:rsid w:val="007C0451"/>
    <w:rsid w:val="007C0464"/>
    <w:rsid w:val="007C0D3E"/>
    <w:rsid w:val="007C1EFA"/>
    <w:rsid w:val="007C268A"/>
    <w:rsid w:val="007C2731"/>
    <w:rsid w:val="007C2733"/>
    <w:rsid w:val="007C3206"/>
    <w:rsid w:val="007C3B6B"/>
    <w:rsid w:val="007C47DF"/>
    <w:rsid w:val="007C492A"/>
    <w:rsid w:val="007C50AC"/>
    <w:rsid w:val="007C50D9"/>
    <w:rsid w:val="007C50FF"/>
    <w:rsid w:val="007C53AF"/>
    <w:rsid w:val="007C565B"/>
    <w:rsid w:val="007C5A10"/>
    <w:rsid w:val="007C642D"/>
    <w:rsid w:val="007C68B2"/>
    <w:rsid w:val="007C6970"/>
    <w:rsid w:val="007C745F"/>
    <w:rsid w:val="007C759A"/>
    <w:rsid w:val="007D06FA"/>
    <w:rsid w:val="007D0AA6"/>
    <w:rsid w:val="007D0DDA"/>
    <w:rsid w:val="007D144A"/>
    <w:rsid w:val="007D1C32"/>
    <w:rsid w:val="007D1CF6"/>
    <w:rsid w:val="007D1E2A"/>
    <w:rsid w:val="007D2187"/>
    <w:rsid w:val="007D23D1"/>
    <w:rsid w:val="007D2B8D"/>
    <w:rsid w:val="007D33C6"/>
    <w:rsid w:val="007D3648"/>
    <w:rsid w:val="007D38D6"/>
    <w:rsid w:val="007D3A0B"/>
    <w:rsid w:val="007D3BBC"/>
    <w:rsid w:val="007D4190"/>
    <w:rsid w:val="007D43C0"/>
    <w:rsid w:val="007D4B80"/>
    <w:rsid w:val="007D4E70"/>
    <w:rsid w:val="007D5081"/>
    <w:rsid w:val="007D6613"/>
    <w:rsid w:val="007D6910"/>
    <w:rsid w:val="007D6EF6"/>
    <w:rsid w:val="007D72FF"/>
    <w:rsid w:val="007D7870"/>
    <w:rsid w:val="007E0629"/>
    <w:rsid w:val="007E07E3"/>
    <w:rsid w:val="007E0979"/>
    <w:rsid w:val="007E0EBF"/>
    <w:rsid w:val="007E17A1"/>
    <w:rsid w:val="007E24B1"/>
    <w:rsid w:val="007E26C8"/>
    <w:rsid w:val="007E3216"/>
    <w:rsid w:val="007E338F"/>
    <w:rsid w:val="007E349D"/>
    <w:rsid w:val="007E417A"/>
    <w:rsid w:val="007E45E8"/>
    <w:rsid w:val="007E467F"/>
    <w:rsid w:val="007E4853"/>
    <w:rsid w:val="007E507A"/>
    <w:rsid w:val="007E5127"/>
    <w:rsid w:val="007E5229"/>
    <w:rsid w:val="007E5744"/>
    <w:rsid w:val="007E5BCB"/>
    <w:rsid w:val="007E5C19"/>
    <w:rsid w:val="007E5F42"/>
    <w:rsid w:val="007E604F"/>
    <w:rsid w:val="007E67CC"/>
    <w:rsid w:val="007E6B37"/>
    <w:rsid w:val="007E74AE"/>
    <w:rsid w:val="007E7803"/>
    <w:rsid w:val="007E7958"/>
    <w:rsid w:val="007E7982"/>
    <w:rsid w:val="007E7A38"/>
    <w:rsid w:val="007E7B25"/>
    <w:rsid w:val="007E7C1F"/>
    <w:rsid w:val="007E7D5C"/>
    <w:rsid w:val="007F141A"/>
    <w:rsid w:val="007F142F"/>
    <w:rsid w:val="007F170F"/>
    <w:rsid w:val="007F1DE1"/>
    <w:rsid w:val="007F318E"/>
    <w:rsid w:val="007F346F"/>
    <w:rsid w:val="007F35F8"/>
    <w:rsid w:val="007F3737"/>
    <w:rsid w:val="007F3867"/>
    <w:rsid w:val="007F3D48"/>
    <w:rsid w:val="007F3EFD"/>
    <w:rsid w:val="007F479C"/>
    <w:rsid w:val="007F488E"/>
    <w:rsid w:val="007F50D2"/>
    <w:rsid w:val="007F526C"/>
    <w:rsid w:val="007F55A1"/>
    <w:rsid w:val="007F5796"/>
    <w:rsid w:val="007F5855"/>
    <w:rsid w:val="007F5CFE"/>
    <w:rsid w:val="007F6AFD"/>
    <w:rsid w:val="007F6D7E"/>
    <w:rsid w:val="007F7479"/>
    <w:rsid w:val="007F7724"/>
    <w:rsid w:val="007F7C81"/>
    <w:rsid w:val="00800BB6"/>
    <w:rsid w:val="00800DD6"/>
    <w:rsid w:val="00801229"/>
    <w:rsid w:val="0080122B"/>
    <w:rsid w:val="0080162F"/>
    <w:rsid w:val="00801862"/>
    <w:rsid w:val="008018AF"/>
    <w:rsid w:val="008018F9"/>
    <w:rsid w:val="00801A53"/>
    <w:rsid w:val="00801CF0"/>
    <w:rsid w:val="00801F9C"/>
    <w:rsid w:val="00802103"/>
    <w:rsid w:val="008022F6"/>
    <w:rsid w:val="00802A72"/>
    <w:rsid w:val="00802B48"/>
    <w:rsid w:val="00802C8C"/>
    <w:rsid w:val="00803050"/>
    <w:rsid w:val="008038C8"/>
    <w:rsid w:val="008038E4"/>
    <w:rsid w:val="00803BE1"/>
    <w:rsid w:val="00803D41"/>
    <w:rsid w:val="00804183"/>
    <w:rsid w:val="0080423B"/>
    <w:rsid w:val="00804A38"/>
    <w:rsid w:val="00804C40"/>
    <w:rsid w:val="008052EB"/>
    <w:rsid w:val="0080556B"/>
    <w:rsid w:val="00805775"/>
    <w:rsid w:val="00806029"/>
    <w:rsid w:val="0080684F"/>
    <w:rsid w:val="00806B04"/>
    <w:rsid w:val="0080705C"/>
    <w:rsid w:val="0080736D"/>
    <w:rsid w:val="008078C4"/>
    <w:rsid w:val="008079C7"/>
    <w:rsid w:val="00807C06"/>
    <w:rsid w:val="00807D0F"/>
    <w:rsid w:val="00810B6A"/>
    <w:rsid w:val="008112CA"/>
    <w:rsid w:val="008115F0"/>
    <w:rsid w:val="0081197B"/>
    <w:rsid w:val="0081267A"/>
    <w:rsid w:val="00812C9B"/>
    <w:rsid w:val="00812DF4"/>
    <w:rsid w:val="008133C0"/>
    <w:rsid w:val="008134B5"/>
    <w:rsid w:val="0081365D"/>
    <w:rsid w:val="00813952"/>
    <w:rsid w:val="00813BDC"/>
    <w:rsid w:val="00813DE5"/>
    <w:rsid w:val="00814324"/>
    <w:rsid w:val="00814B76"/>
    <w:rsid w:val="00814CA0"/>
    <w:rsid w:val="00814DD0"/>
    <w:rsid w:val="00815065"/>
    <w:rsid w:val="008155BB"/>
    <w:rsid w:val="008158E5"/>
    <w:rsid w:val="00815A90"/>
    <w:rsid w:val="00815E5C"/>
    <w:rsid w:val="0081605A"/>
    <w:rsid w:val="008162CF"/>
    <w:rsid w:val="008165E6"/>
    <w:rsid w:val="00816C91"/>
    <w:rsid w:val="0081724F"/>
    <w:rsid w:val="008172D1"/>
    <w:rsid w:val="00817908"/>
    <w:rsid w:val="00817B13"/>
    <w:rsid w:val="00817B50"/>
    <w:rsid w:val="00820C4A"/>
    <w:rsid w:val="00821072"/>
    <w:rsid w:val="0082109B"/>
    <w:rsid w:val="00821388"/>
    <w:rsid w:val="008213AA"/>
    <w:rsid w:val="008216CE"/>
    <w:rsid w:val="008217EC"/>
    <w:rsid w:val="00821C01"/>
    <w:rsid w:val="00822169"/>
    <w:rsid w:val="0082231E"/>
    <w:rsid w:val="008225F5"/>
    <w:rsid w:val="00823099"/>
    <w:rsid w:val="0082311F"/>
    <w:rsid w:val="008231B1"/>
    <w:rsid w:val="008231D0"/>
    <w:rsid w:val="00823A3D"/>
    <w:rsid w:val="00823F14"/>
    <w:rsid w:val="0082437B"/>
    <w:rsid w:val="008249DE"/>
    <w:rsid w:val="00824D54"/>
    <w:rsid w:val="00824D6D"/>
    <w:rsid w:val="00825664"/>
    <w:rsid w:val="00825681"/>
    <w:rsid w:val="00825988"/>
    <w:rsid w:val="008260BF"/>
    <w:rsid w:val="008262B2"/>
    <w:rsid w:val="00826531"/>
    <w:rsid w:val="0082698C"/>
    <w:rsid w:val="00826FB4"/>
    <w:rsid w:val="008271D6"/>
    <w:rsid w:val="00827653"/>
    <w:rsid w:val="0083020C"/>
    <w:rsid w:val="00830AC6"/>
    <w:rsid w:val="00830ECE"/>
    <w:rsid w:val="0083117A"/>
    <w:rsid w:val="00831424"/>
    <w:rsid w:val="00831473"/>
    <w:rsid w:val="008314F4"/>
    <w:rsid w:val="0083152E"/>
    <w:rsid w:val="0083173F"/>
    <w:rsid w:val="008317B0"/>
    <w:rsid w:val="00831ABF"/>
    <w:rsid w:val="00831D2A"/>
    <w:rsid w:val="00831EB7"/>
    <w:rsid w:val="0083209A"/>
    <w:rsid w:val="008323D6"/>
    <w:rsid w:val="008324FD"/>
    <w:rsid w:val="008326B2"/>
    <w:rsid w:val="00832AEF"/>
    <w:rsid w:val="00832C07"/>
    <w:rsid w:val="00832CB2"/>
    <w:rsid w:val="00833FD9"/>
    <w:rsid w:val="008340EE"/>
    <w:rsid w:val="008348F5"/>
    <w:rsid w:val="00834970"/>
    <w:rsid w:val="00834E17"/>
    <w:rsid w:val="0083523D"/>
    <w:rsid w:val="00835871"/>
    <w:rsid w:val="00835F18"/>
    <w:rsid w:val="00836271"/>
    <w:rsid w:val="008363C2"/>
    <w:rsid w:val="008364A1"/>
    <w:rsid w:val="00836D54"/>
    <w:rsid w:val="00837147"/>
    <w:rsid w:val="008372B4"/>
    <w:rsid w:val="008373CD"/>
    <w:rsid w:val="0083753C"/>
    <w:rsid w:val="00837709"/>
    <w:rsid w:val="00837AD3"/>
    <w:rsid w:val="0084012D"/>
    <w:rsid w:val="0084048E"/>
    <w:rsid w:val="00840840"/>
    <w:rsid w:val="008409A2"/>
    <w:rsid w:val="00840B5E"/>
    <w:rsid w:val="00840D2F"/>
    <w:rsid w:val="008410E2"/>
    <w:rsid w:val="008417DB"/>
    <w:rsid w:val="00841842"/>
    <w:rsid w:val="008418C9"/>
    <w:rsid w:val="0084194D"/>
    <w:rsid w:val="008419F7"/>
    <w:rsid w:val="00841AF1"/>
    <w:rsid w:val="00841C81"/>
    <w:rsid w:val="008428E8"/>
    <w:rsid w:val="00842AC7"/>
    <w:rsid w:val="00842E7E"/>
    <w:rsid w:val="00843106"/>
    <w:rsid w:val="00843175"/>
    <w:rsid w:val="00843444"/>
    <w:rsid w:val="00843523"/>
    <w:rsid w:val="008435B2"/>
    <w:rsid w:val="00843F19"/>
    <w:rsid w:val="00844187"/>
    <w:rsid w:val="0084448F"/>
    <w:rsid w:val="0084495C"/>
    <w:rsid w:val="00844C13"/>
    <w:rsid w:val="00844CA5"/>
    <w:rsid w:val="00844DAD"/>
    <w:rsid w:val="00844DD1"/>
    <w:rsid w:val="00845030"/>
    <w:rsid w:val="008453B7"/>
    <w:rsid w:val="008453FF"/>
    <w:rsid w:val="00845FC5"/>
    <w:rsid w:val="00846A68"/>
    <w:rsid w:val="00846AD8"/>
    <w:rsid w:val="008473C7"/>
    <w:rsid w:val="0084743F"/>
    <w:rsid w:val="00847678"/>
    <w:rsid w:val="008478B4"/>
    <w:rsid w:val="0084799E"/>
    <w:rsid w:val="008502E3"/>
    <w:rsid w:val="00850C5B"/>
    <w:rsid w:val="00850E19"/>
    <w:rsid w:val="0085107A"/>
    <w:rsid w:val="008510FC"/>
    <w:rsid w:val="00851829"/>
    <w:rsid w:val="00851CF6"/>
    <w:rsid w:val="00851F62"/>
    <w:rsid w:val="0085272D"/>
    <w:rsid w:val="00852A07"/>
    <w:rsid w:val="00852AAB"/>
    <w:rsid w:val="00852ECB"/>
    <w:rsid w:val="00853156"/>
    <w:rsid w:val="008532BA"/>
    <w:rsid w:val="00853325"/>
    <w:rsid w:val="008533BC"/>
    <w:rsid w:val="0085349F"/>
    <w:rsid w:val="008537CF"/>
    <w:rsid w:val="00853AFC"/>
    <w:rsid w:val="00853CAA"/>
    <w:rsid w:val="00853D58"/>
    <w:rsid w:val="00853E30"/>
    <w:rsid w:val="008540AD"/>
    <w:rsid w:val="00854442"/>
    <w:rsid w:val="00855316"/>
    <w:rsid w:val="00855A77"/>
    <w:rsid w:val="0085638F"/>
    <w:rsid w:val="008563BC"/>
    <w:rsid w:val="00856C92"/>
    <w:rsid w:val="00856CDD"/>
    <w:rsid w:val="00856DAB"/>
    <w:rsid w:val="00856DD4"/>
    <w:rsid w:val="00856E71"/>
    <w:rsid w:val="00857270"/>
    <w:rsid w:val="0085739B"/>
    <w:rsid w:val="00857584"/>
    <w:rsid w:val="0085780B"/>
    <w:rsid w:val="00857851"/>
    <w:rsid w:val="008578C9"/>
    <w:rsid w:val="00860197"/>
    <w:rsid w:val="008601E9"/>
    <w:rsid w:val="0086083F"/>
    <w:rsid w:val="00860BA3"/>
    <w:rsid w:val="00860BCE"/>
    <w:rsid w:val="00860F04"/>
    <w:rsid w:val="00860F4D"/>
    <w:rsid w:val="00861947"/>
    <w:rsid w:val="0086229E"/>
    <w:rsid w:val="0086257B"/>
    <w:rsid w:val="0086268A"/>
    <w:rsid w:val="008628E4"/>
    <w:rsid w:val="008629AE"/>
    <w:rsid w:val="00862BDE"/>
    <w:rsid w:val="00862EA6"/>
    <w:rsid w:val="00862F38"/>
    <w:rsid w:val="0086340F"/>
    <w:rsid w:val="0086457D"/>
    <w:rsid w:val="00864587"/>
    <w:rsid w:val="00864D16"/>
    <w:rsid w:val="00864D2A"/>
    <w:rsid w:val="00865045"/>
    <w:rsid w:val="008650C3"/>
    <w:rsid w:val="00865568"/>
    <w:rsid w:val="00865590"/>
    <w:rsid w:val="0086583E"/>
    <w:rsid w:val="00865B0F"/>
    <w:rsid w:val="00865C80"/>
    <w:rsid w:val="00866B99"/>
    <w:rsid w:val="00866F66"/>
    <w:rsid w:val="0087019C"/>
    <w:rsid w:val="00870C74"/>
    <w:rsid w:val="0087176A"/>
    <w:rsid w:val="00871938"/>
    <w:rsid w:val="00871984"/>
    <w:rsid w:val="00871E0C"/>
    <w:rsid w:val="00872012"/>
    <w:rsid w:val="008724D1"/>
    <w:rsid w:val="00872E8C"/>
    <w:rsid w:val="00872F69"/>
    <w:rsid w:val="00873E0D"/>
    <w:rsid w:val="008746ED"/>
    <w:rsid w:val="00874876"/>
    <w:rsid w:val="0087520C"/>
    <w:rsid w:val="00875B7B"/>
    <w:rsid w:val="0087675A"/>
    <w:rsid w:val="008773A1"/>
    <w:rsid w:val="0087794D"/>
    <w:rsid w:val="00877FF8"/>
    <w:rsid w:val="008801F5"/>
    <w:rsid w:val="008803B7"/>
    <w:rsid w:val="00880957"/>
    <w:rsid w:val="00880DF8"/>
    <w:rsid w:val="00880E61"/>
    <w:rsid w:val="008810CA"/>
    <w:rsid w:val="0088193C"/>
    <w:rsid w:val="00881F3E"/>
    <w:rsid w:val="008822DB"/>
    <w:rsid w:val="00882481"/>
    <w:rsid w:val="00884014"/>
    <w:rsid w:val="00884158"/>
    <w:rsid w:val="0088422A"/>
    <w:rsid w:val="00884519"/>
    <w:rsid w:val="008848B3"/>
    <w:rsid w:val="00884A65"/>
    <w:rsid w:val="008850F7"/>
    <w:rsid w:val="00885363"/>
    <w:rsid w:val="00885A39"/>
    <w:rsid w:val="00885ACB"/>
    <w:rsid w:val="00886D72"/>
    <w:rsid w:val="00887966"/>
    <w:rsid w:val="00887E89"/>
    <w:rsid w:val="008903F5"/>
    <w:rsid w:val="00890A31"/>
    <w:rsid w:val="00891046"/>
    <w:rsid w:val="0089108A"/>
    <w:rsid w:val="008917AA"/>
    <w:rsid w:val="008918AE"/>
    <w:rsid w:val="00891C17"/>
    <w:rsid w:val="00891F94"/>
    <w:rsid w:val="00892464"/>
    <w:rsid w:val="008925AA"/>
    <w:rsid w:val="00892AFF"/>
    <w:rsid w:val="00892E24"/>
    <w:rsid w:val="00892F8B"/>
    <w:rsid w:val="00893257"/>
    <w:rsid w:val="0089399E"/>
    <w:rsid w:val="00893FFB"/>
    <w:rsid w:val="0089442E"/>
    <w:rsid w:val="0089467F"/>
    <w:rsid w:val="00894A15"/>
    <w:rsid w:val="0089537E"/>
    <w:rsid w:val="008955EE"/>
    <w:rsid w:val="00895F69"/>
    <w:rsid w:val="00896580"/>
    <w:rsid w:val="00896D78"/>
    <w:rsid w:val="008972CC"/>
    <w:rsid w:val="00897307"/>
    <w:rsid w:val="00897682"/>
    <w:rsid w:val="00897845"/>
    <w:rsid w:val="00897936"/>
    <w:rsid w:val="008A0799"/>
    <w:rsid w:val="008A0FFD"/>
    <w:rsid w:val="008A17D6"/>
    <w:rsid w:val="008A17F8"/>
    <w:rsid w:val="008A1A68"/>
    <w:rsid w:val="008A1A86"/>
    <w:rsid w:val="008A1FC0"/>
    <w:rsid w:val="008A22B3"/>
    <w:rsid w:val="008A26D1"/>
    <w:rsid w:val="008A3019"/>
    <w:rsid w:val="008A30FC"/>
    <w:rsid w:val="008A3493"/>
    <w:rsid w:val="008A3926"/>
    <w:rsid w:val="008A3B83"/>
    <w:rsid w:val="008A422B"/>
    <w:rsid w:val="008A42FB"/>
    <w:rsid w:val="008A46A1"/>
    <w:rsid w:val="008A4837"/>
    <w:rsid w:val="008A56F7"/>
    <w:rsid w:val="008A5B31"/>
    <w:rsid w:val="008A5DB0"/>
    <w:rsid w:val="008A5E29"/>
    <w:rsid w:val="008A5F7A"/>
    <w:rsid w:val="008A5FD4"/>
    <w:rsid w:val="008A6018"/>
    <w:rsid w:val="008A60EB"/>
    <w:rsid w:val="008A62B1"/>
    <w:rsid w:val="008A67F8"/>
    <w:rsid w:val="008A6A19"/>
    <w:rsid w:val="008A6B8B"/>
    <w:rsid w:val="008A7097"/>
    <w:rsid w:val="008A7566"/>
    <w:rsid w:val="008A76E6"/>
    <w:rsid w:val="008A7C1F"/>
    <w:rsid w:val="008A7F7D"/>
    <w:rsid w:val="008B020C"/>
    <w:rsid w:val="008B02D3"/>
    <w:rsid w:val="008B036A"/>
    <w:rsid w:val="008B0417"/>
    <w:rsid w:val="008B0517"/>
    <w:rsid w:val="008B09D5"/>
    <w:rsid w:val="008B0B45"/>
    <w:rsid w:val="008B0F0F"/>
    <w:rsid w:val="008B1557"/>
    <w:rsid w:val="008B1878"/>
    <w:rsid w:val="008B1A3D"/>
    <w:rsid w:val="008B27E1"/>
    <w:rsid w:val="008B2B9A"/>
    <w:rsid w:val="008B3450"/>
    <w:rsid w:val="008B3552"/>
    <w:rsid w:val="008B36D5"/>
    <w:rsid w:val="008B387E"/>
    <w:rsid w:val="008B3B58"/>
    <w:rsid w:val="008B3F49"/>
    <w:rsid w:val="008B41C2"/>
    <w:rsid w:val="008B4644"/>
    <w:rsid w:val="008B46C6"/>
    <w:rsid w:val="008B481E"/>
    <w:rsid w:val="008B4F9E"/>
    <w:rsid w:val="008B5378"/>
    <w:rsid w:val="008B538F"/>
    <w:rsid w:val="008B6157"/>
    <w:rsid w:val="008B64F1"/>
    <w:rsid w:val="008B6BC3"/>
    <w:rsid w:val="008B6FC0"/>
    <w:rsid w:val="008B7606"/>
    <w:rsid w:val="008B77AD"/>
    <w:rsid w:val="008B7AA4"/>
    <w:rsid w:val="008B7E78"/>
    <w:rsid w:val="008B7FFA"/>
    <w:rsid w:val="008C0582"/>
    <w:rsid w:val="008C085D"/>
    <w:rsid w:val="008C0D7F"/>
    <w:rsid w:val="008C0E6B"/>
    <w:rsid w:val="008C0E72"/>
    <w:rsid w:val="008C24AD"/>
    <w:rsid w:val="008C2748"/>
    <w:rsid w:val="008C2F4A"/>
    <w:rsid w:val="008C36AD"/>
    <w:rsid w:val="008C38EC"/>
    <w:rsid w:val="008C3B90"/>
    <w:rsid w:val="008C3F36"/>
    <w:rsid w:val="008C475F"/>
    <w:rsid w:val="008C5AA2"/>
    <w:rsid w:val="008C5ED4"/>
    <w:rsid w:val="008C5EEB"/>
    <w:rsid w:val="008C66AB"/>
    <w:rsid w:val="008C6C69"/>
    <w:rsid w:val="008C716C"/>
    <w:rsid w:val="008C745F"/>
    <w:rsid w:val="008C79D6"/>
    <w:rsid w:val="008C79FE"/>
    <w:rsid w:val="008D011D"/>
    <w:rsid w:val="008D05BE"/>
    <w:rsid w:val="008D092C"/>
    <w:rsid w:val="008D0F6C"/>
    <w:rsid w:val="008D1544"/>
    <w:rsid w:val="008D1990"/>
    <w:rsid w:val="008D1B63"/>
    <w:rsid w:val="008D2028"/>
    <w:rsid w:val="008D2122"/>
    <w:rsid w:val="008D2319"/>
    <w:rsid w:val="008D24F8"/>
    <w:rsid w:val="008D2945"/>
    <w:rsid w:val="008D2A2E"/>
    <w:rsid w:val="008D2AEA"/>
    <w:rsid w:val="008D2FC5"/>
    <w:rsid w:val="008D356B"/>
    <w:rsid w:val="008D419D"/>
    <w:rsid w:val="008D4B57"/>
    <w:rsid w:val="008D4E59"/>
    <w:rsid w:val="008D4EA6"/>
    <w:rsid w:val="008D58F3"/>
    <w:rsid w:val="008D59FC"/>
    <w:rsid w:val="008D5CA3"/>
    <w:rsid w:val="008D5EF9"/>
    <w:rsid w:val="008D5FA5"/>
    <w:rsid w:val="008D61B4"/>
    <w:rsid w:val="008D61DD"/>
    <w:rsid w:val="008D62B7"/>
    <w:rsid w:val="008D667A"/>
    <w:rsid w:val="008D69C1"/>
    <w:rsid w:val="008D75FD"/>
    <w:rsid w:val="008D7973"/>
    <w:rsid w:val="008D7DAD"/>
    <w:rsid w:val="008D7F7E"/>
    <w:rsid w:val="008E0247"/>
    <w:rsid w:val="008E02E6"/>
    <w:rsid w:val="008E0DF5"/>
    <w:rsid w:val="008E0E81"/>
    <w:rsid w:val="008E15AB"/>
    <w:rsid w:val="008E1840"/>
    <w:rsid w:val="008E21A7"/>
    <w:rsid w:val="008E2227"/>
    <w:rsid w:val="008E2461"/>
    <w:rsid w:val="008E25BF"/>
    <w:rsid w:val="008E26F7"/>
    <w:rsid w:val="008E2DD3"/>
    <w:rsid w:val="008E2DEB"/>
    <w:rsid w:val="008E2E2C"/>
    <w:rsid w:val="008E3AAC"/>
    <w:rsid w:val="008E3DD9"/>
    <w:rsid w:val="008E401D"/>
    <w:rsid w:val="008E40CA"/>
    <w:rsid w:val="008E4608"/>
    <w:rsid w:val="008E4815"/>
    <w:rsid w:val="008E4B40"/>
    <w:rsid w:val="008E4B71"/>
    <w:rsid w:val="008E4CBE"/>
    <w:rsid w:val="008E5209"/>
    <w:rsid w:val="008E5859"/>
    <w:rsid w:val="008E5CD7"/>
    <w:rsid w:val="008E5F2F"/>
    <w:rsid w:val="008E5F61"/>
    <w:rsid w:val="008E63F8"/>
    <w:rsid w:val="008E65D9"/>
    <w:rsid w:val="008E681D"/>
    <w:rsid w:val="008E6A60"/>
    <w:rsid w:val="008E709A"/>
    <w:rsid w:val="008E71F7"/>
    <w:rsid w:val="008E7484"/>
    <w:rsid w:val="008E7763"/>
    <w:rsid w:val="008E78F4"/>
    <w:rsid w:val="008F01B1"/>
    <w:rsid w:val="008F0B51"/>
    <w:rsid w:val="008F142E"/>
    <w:rsid w:val="008F187B"/>
    <w:rsid w:val="008F1956"/>
    <w:rsid w:val="008F1BB0"/>
    <w:rsid w:val="008F2090"/>
    <w:rsid w:val="008F23F5"/>
    <w:rsid w:val="008F2FB1"/>
    <w:rsid w:val="008F32A9"/>
    <w:rsid w:val="008F374E"/>
    <w:rsid w:val="008F3DC7"/>
    <w:rsid w:val="008F3F6C"/>
    <w:rsid w:val="008F440E"/>
    <w:rsid w:val="008F4610"/>
    <w:rsid w:val="008F4787"/>
    <w:rsid w:val="008F495A"/>
    <w:rsid w:val="008F534F"/>
    <w:rsid w:val="008F5416"/>
    <w:rsid w:val="008F5686"/>
    <w:rsid w:val="008F59B2"/>
    <w:rsid w:val="008F6657"/>
    <w:rsid w:val="008F6C99"/>
    <w:rsid w:val="008F6F72"/>
    <w:rsid w:val="008F7029"/>
    <w:rsid w:val="008F785C"/>
    <w:rsid w:val="008F78DF"/>
    <w:rsid w:val="008F79EF"/>
    <w:rsid w:val="008F7C4F"/>
    <w:rsid w:val="008F7CE4"/>
    <w:rsid w:val="009000F3"/>
    <w:rsid w:val="009004F0"/>
    <w:rsid w:val="00900676"/>
    <w:rsid w:val="0090148E"/>
    <w:rsid w:val="009015DD"/>
    <w:rsid w:val="00901AD2"/>
    <w:rsid w:val="00901D53"/>
    <w:rsid w:val="00902D2C"/>
    <w:rsid w:val="00902FA8"/>
    <w:rsid w:val="00902FE7"/>
    <w:rsid w:val="009035CC"/>
    <w:rsid w:val="00903665"/>
    <w:rsid w:val="00903BD9"/>
    <w:rsid w:val="00903D38"/>
    <w:rsid w:val="00903D40"/>
    <w:rsid w:val="00904104"/>
    <w:rsid w:val="0090435C"/>
    <w:rsid w:val="00905412"/>
    <w:rsid w:val="009066D3"/>
    <w:rsid w:val="009069B0"/>
    <w:rsid w:val="00906B50"/>
    <w:rsid w:val="00906D64"/>
    <w:rsid w:val="00906E39"/>
    <w:rsid w:val="00906E6D"/>
    <w:rsid w:val="00907AC4"/>
    <w:rsid w:val="00907E69"/>
    <w:rsid w:val="00910799"/>
    <w:rsid w:val="00911BC4"/>
    <w:rsid w:val="00912183"/>
    <w:rsid w:val="00912644"/>
    <w:rsid w:val="00913612"/>
    <w:rsid w:val="0091387C"/>
    <w:rsid w:val="00913C61"/>
    <w:rsid w:val="00913DEE"/>
    <w:rsid w:val="009147DD"/>
    <w:rsid w:val="00914B11"/>
    <w:rsid w:val="00914FA3"/>
    <w:rsid w:val="0091536B"/>
    <w:rsid w:val="009161AD"/>
    <w:rsid w:val="00916212"/>
    <w:rsid w:val="00916641"/>
    <w:rsid w:val="009167A6"/>
    <w:rsid w:val="0091701E"/>
    <w:rsid w:val="00917492"/>
    <w:rsid w:val="009176A8"/>
    <w:rsid w:val="009177E5"/>
    <w:rsid w:val="009179C5"/>
    <w:rsid w:val="00917E6F"/>
    <w:rsid w:val="009202C3"/>
    <w:rsid w:val="00920479"/>
    <w:rsid w:val="009208D4"/>
    <w:rsid w:val="00920B13"/>
    <w:rsid w:val="00920D90"/>
    <w:rsid w:val="00920E68"/>
    <w:rsid w:val="00920F3D"/>
    <w:rsid w:val="009215D6"/>
    <w:rsid w:val="00921A20"/>
    <w:rsid w:val="009228EC"/>
    <w:rsid w:val="00922B77"/>
    <w:rsid w:val="0092313A"/>
    <w:rsid w:val="00923430"/>
    <w:rsid w:val="00923802"/>
    <w:rsid w:val="00923B08"/>
    <w:rsid w:val="009240BA"/>
    <w:rsid w:val="0092435F"/>
    <w:rsid w:val="0092491F"/>
    <w:rsid w:val="0092523D"/>
    <w:rsid w:val="00925253"/>
    <w:rsid w:val="0092561A"/>
    <w:rsid w:val="00925650"/>
    <w:rsid w:val="00925C21"/>
    <w:rsid w:val="00925D6D"/>
    <w:rsid w:val="00925E41"/>
    <w:rsid w:val="00926003"/>
    <w:rsid w:val="009269E0"/>
    <w:rsid w:val="009270B8"/>
    <w:rsid w:val="00927851"/>
    <w:rsid w:val="009278CE"/>
    <w:rsid w:val="00927DF4"/>
    <w:rsid w:val="00927F29"/>
    <w:rsid w:val="00930C3A"/>
    <w:rsid w:val="00930FD3"/>
    <w:rsid w:val="00931731"/>
    <w:rsid w:val="00931FC3"/>
    <w:rsid w:val="009324F1"/>
    <w:rsid w:val="00932578"/>
    <w:rsid w:val="009329C7"/>
    <w:rsid w:val="00933178"/>
    <w:rsid w:val="00933328"/>
    <w:rsid w:val="00933ADF"/>
    <w:rsid w:val="009344D0"/>
    <w:rsid w:val="0093455D"/>
    <w:rsid w:val="0093477A"/>
    <w:rsid w:val="00935365"/>
    <w:rsid w:val="009355C1"/>
    <w:rsid w:val="00935A84"/>
    <w:rsid w:val="00935A8C"/>
    <w:rsid w:val="00935DA1"/>
    <w:rsid w:val="009364A5"/>
    <w:rsid w:val="00936A11"/>
    <w:rsid w:val="0093764C"/>
    <w:rsid w:val="00937897"/>
    <w:rsid w:val="00937DE3"/>
    <w:rsid w:val="009401B8"/>
    <w:rsid w:val="0094024B"/>
    <w:rsid w:val="00940316"/>
    <w:rsid w:val="00940909"/>
    <w:rsid w:val="00940C94"/>
    <w:rsid w:val="009410BB"/>
    <w:rsid w:val="00941FDA"/>
    <w:rsid w:val="009424AC"/>
    <w:rsid w:val="00942ADA"/>
    <w:rsid w:val="00943925"/>
    <w:rsid w:val="00944110"/>
    <w:rsid w:val="00944A3F"/>
    <w:rsid w:val="009452FD"/>
    <w:rsid w:val="0094536C"/>
    <w:rsid w:val="00945565"/>
    <w:rsid w:val="009457DB"/>
    <w:rsid w:val="009458BE"/>
    <w:rsid w:val="009462D6"/>
    <w:rsid w:val="0094649D"/>
    <w:rsid w:val="009468CB"/>
    <w:rsid w:val="00946DF4"/>
    <w:rsid w:val="00946E75"/>
    <w:rsid w:val="00946F01"/>
    <w:rsid w:val="00947171"/>
    <w:rsid w:val="00947221"/>
    <w:rsid w:val="0094746E"/>
    <w:rsid w:val="00947498"/>
    <w:rsid w:val="0094756D"/>
    <w:rsid w:val="00947A72"/>
    <w:rsid w:val="00947B2C"/>
    <w:rsid w:val="00947EB8"/>
    <w:rsid w:val="00950159"/>
    <w:rsid w:val="00950675"/>
    <w:rsid w:val="00950A50"/>
    <w:rsid w:val="00950A9B"/>
    <w:rsid w:val="00950CAD"/>
    <w:rsid w:val="00950ED6"/>
    <w:rsid w:val="0095174F"/>
    <w:rsid w:val="0095191E"/>
    <w:rsid w:val="009522D2"/>
    <w:rsid w:val="0095231D"/>
    <w:rsid w:val="009524E7"/>
    <w:rsid w:val="009526E2"/>
    <w:rsid w:val="00952B64"/>
    <w:rsid w:val="009530B9"/>
    <w:rsid w:val="009530ED"/>
    <w:rsid w:val="0095360A"/>
    <w:rsid w:val="009540F6"/>
    <w:rsid w:val="00955768"/>
    <w:rsid w:val="0095583C"/>
    <w:rsid w:val="00955B5C"/>
    <w:rsid w:val="00956211"/>
    <w:rsid w:val="0095624F"/>
    <w:rsid w:val="009563EA"/>
    <w:rsid w:val="009567DC"/>
    <w:rsid w:val="00956866"/>
    <w:rsid w:val="0095692C"/>
    <w:rsid w:val="00956E2D"/>
    <w:rsid w:val="00956EDC"/>
    <w:rsid w:val="00956F08"/>
    <w:rsid w:val="009572EA"/>
    <w:rsid w:val="0095767F"/>
    <w:rsid w:val="0096035C"/>
    <w:rsid w:val="00960F23"/>
    <w:rsid w:val="00960F35"/>
    <w:rsid w:val="0096112C"/>
    <w:rsid w:val="0096133E"/>
    <w:rsid w:val="009615A5"/>
    <w:rsid w:val="00961827"/>
    <w:rsid w:val="009619AA"/>
    <w:rsid w:val="00961A32"/>
    <w:rsid w:val="00961ED3"/>
    <w:rsid w:val="009625DF"/>
    <w:rsid w:val="00962B04"/>
    <w:rsid w:val="00963657"/>
    <w:rsid w:val="00963C12"/>
    <w:rsid w:val="00963FA7"/>
    <w:rsid w:val="00964010"/>
    <w:rsid w:val="0096494B"/>
    <w:rsid w:val="00964AB7"/>
    <w:rsid w:val="00964AF1"/>
    <w:rsid w:val="00964B3C"/>
    <w:rsid w:val="009650BF"/>
    <w:rsid w:val="009653AE"/>
    <w:rsid w:val="00965781"/>
    <w:rsid w:val="009658E2"/>
    <w:rsid w:val="00965BAE"/>
    <w:rsid w:val="009668CD"/>
    <w:rsid w:val="009668DA"/>
    <w:rsid w:val="00966A78"/>
    <w:rsid w:val="00966D2C"/>
    <w:rsid w:val="00966FE6"/>
    <w:rsid w:val="0096763D"/>
    <w:rsid w:val="00970688"/>
    <w:rsid w:val="009716B9"/>
    <w:rsid w:val="00971AC5"/>
    <w:rsid w:val="00971C8D"/>
    <w:rsid w:val="00972C6A"/>
    <w:rsid w:val="00972C89"/>
    <w:rsid w:val="00972CED"/>
    <w:rsid w:val="00972F1B"/>
    <w:rsid w:val="00972F7C"/>
    <w:rsid w:val="009732D2"/>
    <w:rsid w:val="00973524"/>
    <w:rsid w:val="00973621"/>
    <w:rsid w:val="00973897"/>
    <w:rsid w:val="00973AA4"/>
    <w:rsid w:val="00973B83"/>
    <w:rsid w:val="00974188"/>
    <w:rsid w:val="00974381"/>
    <w:rsid w:val="00974CDB"/>
    <w:rsid w:val="00974CFB"/>
    <w:rsid w:val="00974FDD"/>
    <w:rsid w:val="00975275"/>
    <w:rsid w:val="0097557F"/>
    <w:rsid w:val="00975D9E"/>
    <w:rsid w:val="00975DBF"/>
    <w:rsid w:val="0097603C"/>
    <w:rsid w:val="00976244"/>
    <w:rsid w:val="00976750"/>
    <w:rsid w:val="00976A4B"/>
    <w:rsid w:val="009770BA"/>
    <w:rsid w:val="009771E0"/>
    <w:rsid w:val="009772F1"/>
    <w:rsid w:val="0097773C"/>
    <w:rsid w:val="00977872"/>
    <w:rsid w:val="00977B2D"/>
    <w:rsid w:val="009800A2"/>
    <w:rsid w:val="009800D9"/>
    <w:rsid w:val="00980261"/>
    <w:rsid w:val="009810FD"/>
    <w:rsid w:val="00981548"/>
    <w:rsid w:val="009815F6"/>
    <w:rsid w:val="00981B8E"/>
    <w:rsid w:val="00981E83"/>
    <w:rsid w:val="00982027"/>
    <w:rsid w:val="00982037"/>
    <w:rsid w:val="009829FE"/>
    <w:rsid w:val="0098469D"/>
    <w:rsid w:val="0098470D"/>
    <w:rsid w:val="00984B1A"/>
    <w:rsid w:val="00984B8C"/>
    <w:rsid w:val="00984CB7"/>
    <w:rsid w:val="00984EEA"/>
    <w:rsid w:val="00985A02"/>
    <w:rsid w:val="00985FDB"/>
    <w:rsid w:val="009863EC"/>
    <w:rsid w:val="0098648F"/>
    <w:rsid w:val="00986707"/>
    <w:rsid w:val="009869D4"/>
    <w:rsid w:val="00986EEF"/>
    <w:rsid w:val="009870D9"/>
    <w:rsid w:val="0098752E"/>
    <w:rsid w:val="009878F6"/>
    <w:rsid w:val="0099031E"/>
    <w:rsid w:val="00990B19"/>
    <w:rsid w:val="00990DD5"/>
    <w:rsid w:val="0099108E"/>
    <w:rsid w:val="0099115F"/>
    <w:rsid w:val="00991839"/>
    <w:rsid w:val="00992430"/>
    <w:rsid w:val="00992E57"/>
    <w:rsid w:val="009933D1"/>
    <w:rsid w:val="00993B07"/>
    <w:rsid w:val="00993CA8"/>
    <w:rsid w:val="00995179"/>
    <w:rsid w:val="009958C9"/>
    <w:rsid w:val="00995C9E"/>
    <w:rsid w:val="009968F5"/>
    <w:rsid w:val="00996974"/>
    <w:rsid w:val="00996FB8"/>
    <w:rsid w:val="009973DE"/>
    <w:rsid w:val="009976A3"/>
    <w:rsid w:val="0099788C"/>
    <w:rsid w:val="00997920"/>
    <w:rsid w:val="00997D99"/>
    <w:rsid w:val="00997EFD"/>
    <w:rsid w:val="009A076F"/>
    <w:rsid w:val="009A09AB"/>
    <w:rsid w:val="009A0B64"/>
    <w:rsid w:val="009A1795"/>
    <w:rsid w:val="009A22C6"/>
    <w:rsid w:val="009A258C"/>
    <w:rsid w:val="009A2BAF"/>
    <w:rsid w:val="009A2C16"/>
    <w:rsid w:val="009A371F"/>
    <w:rsid w:val="009A3794"/>
    <w:rsid w:val="009A3EDB"/>
    <w:rsid w:val="009A43D6"/>
    <w:rsid w:val="009A4D6C"/>
    <w:rsid w:val="009A517D"/>
    <w:rsid w:val="009A5659"/>
    <w:rsid w:val="009A5761"/>
    <w:rsid w:val="009A5B5D"/>
    <w:rsid w:val="009A5BA1"/>
    <w:rsid w:val="009A5BB9"/>
    <w:rsid w:val="009A5BE9"/>
    <w:rsid w:val="009A5D7D"/>
    <w:rsid w:val="009A5EEB"/>
    <w:rsid w:val="009A61B7"/>
    <w:rsid w:val="009A629E"/>
    <w:rsid w:val="009A63A3"/>
    <w:rsid w:val="009A688D"/>
    <w:rsid w:val="009A70C8"/>
    <w:rsid w:val="009A7612"/>
    <w:rsid w:val="009A78C1"/>
    <w:rsid w:val="009A7A8E"/>
    <w:rsid w:val="009B03A2"/>
    <w:rsid w:val="009B07D5"/>
    <w:rsid w:val="009B0D80"/>
    <w:rsid w:val="009B0DB5"/>
    <w:rsid w:val="009B1232"/>
    <w:rsid w:val="009B1375"/>
    <w:rsid w:val="009B1A91"/>
    <w:rsid w:val="009B1F1A"/>
    <w:rsid w:val="009B20E2"/>
    <w:rsid w:val="009B2376"/>
    <w:rsid w:val="009B2392"/>
    <w:rsid w:val="009B29D2"/>
    <w:rsid w:val="009B31E8"/>
    <w:rsid w:val="009B37CF"/>
    <w:rsid w:val="009B3B84"/>
    <w:rsid w:val="009B4000"/>
    <w:rsid w:val="009B40F0"/>
    <w:rsid w:val="009B4307"/>
    <w:rsid w:val="009B446B"/>
    <w:rsid w:val="009B4689"/>
    <w:rsid w:val="009B49C7"/>
    <w:rsid w:val="009B49F2"/>
    <w:rsid w:val="009B4D97"/>
    <w:rsid w:val="009B5976"/>
    <w:rsid w:val="009B5B58"/>
    <w:rsid w:val="009B5C2E"/>
    <w:rsid w:val="009B6277"/>
    <w:rsid w:val="009B6293"/>
    <w:rsid w:val="009B646E"/>
    <w:rsid w:val="009B65A8"/>
    <w:rsid w:val="009B6676"/>
    <w:rsid w:val="009B6712"/>
    <w:rsid w:val="009B73C0"/>
    <w:rsid w:val="009B7478"/>
    <w:rsid w:val="009B7D88"/>
    <w:rsid w:val="009B7F13"/>
    <w:rsid w:val="009C0526"/>
    <w:rsid w:val="009C059E"/>
    <w:rsid w:val="009C0706"/>
    <w:rsid w:val="009C07FD"/>
    <w:rsid w:val="009C08B0"/>
    <w:rsid w:val="009C109A"/>
    <w:rsid w:val="009C149F"/>
    <w:rsid w:val="009C14A1"/>
    <w:rsid w:val="009C1855"/>
    <w:rsid w:val="009C1DF5"/>
    <w:rsid w:val="009C1ED2"/>
    <w:rsid w:val="009C1F00"/>
    <w:rsid w:val="009C2CD9"/>
    <w:rsid w:val="009C3212"/>
    <w:rsid w:val="009C35A9"/>
    <w:rsid w:val="009C3A97"/>
    <w:rsid w:val="009C3B54"/>
    <w:rsid w:val="009C3E4D"/>
    <w:rsid w:val="009C4159"/>
    <w:rsid w:val="009C4492"/>
    <w:rsid w:val="009C4AA2"/>
    <w:rsid w:val="009C4BF8"/>
    <w:rsid w:val="009C58E9"/>
    <w:rsid w:val="009C5AE7"/>
    <w:rsid w:val="009C5D14"/>
    <w:rsid w:val="009C67DB"/>
    <w:rsid w:val="009C6880"/>
    <w:rsid w:val="009C6ACD"/>
    <w:rsid w:val="009C79F0"/>
    <w:rsid w:val="009C7E41"/>
    <w:rsid w:val="009D002B"/>
    <w:rsid w:val="009D0317"/>
    <w:rsid w:val="009D08F8"/>
    <w:rsid w:val="009D10F4"/>
    <w:rsid w:val="009D1153"/>
    <w:rsid w:val="009D1BF8"/>
    <w:rsid w:val="009D1D8C"/>
    <w:rsid w:val="009D1FB9"/>
    <w:rsid w:val="009D2041"/>
    <w:rsid w:val="009D2183"/>
    <w:rsid w:val="009D28AE"/>
    <w:rsid w:val="009D3091"/>
    <w:rsid w:val="009D30A1"/>
    <w:rsid w:val="009D34AE"/>
    <w:rsid w:val="009D36B1"/>
    <w:rsid w:val="009D37CC"/>
    <w:rsid w:val="009D46ED"/>
    <w:rsid w:val="009D4DFC"/>
    <w:rsid w:val="009D60C3"/>
    <w:rsid w:val="009D6461"/>
    <w:rsid w:val="009D6524"/>
    <w:rsid w:val="009D719A"/>
    <w:rsid w:val="009D7443"/>
    <w:rsid w:val="009D7C05"/>
    <w:rsid w:val="009E0935"/>
    <w:rsid w:val="009E0C5E"/>
    <w:rsid w:val="009E0DBF"/>
    <w:rsid w:val="009E15E1"/>
    <w:rsid w:val="009E183F"/>
    <w:rsid w:val="009E190C"/>
    <w:rsid w:val="009E195A"/>
    <w:rsid w:val="009E198A"/>
    <w:rsid w:val="009E25FC"/>
    <w:rsid w:val="009E2D82"/>
    <w:rsid w:val="009E2F1E"/>
    <w:rsid w:val="009E3BF6"/>
    <w:rsid w:val="009E4607"/>
    <w:rsid w:val="009E4871"/>
    <w:rsid w:val="009E503F"/>
    <w:rsid w:val="009E590E"/>
    <w:rsid w:val="009E595D"/>
    <w:rsid w:val="009E5B18"/>
    <w:rsid w:val="009E5B34"/>
    <w:rsid w:val="009E5C32"/>
    <w:rsid w:val="009E5F1B"/>
    <w:rsid w:val="009E6183"/>
    <w:rsid w:val="009E6EAF"/>
    <w:rsid w:val="009E7380"/>
    <w:rsid w:val="009E76DA"/>
    <w:rsid w:val="009E7ACE"/>
    <w:rsid w:val="009E7C59"/>
    <w:rsid w:val="009E7FB9"/>
    <w:rsid w:val="009F041F"/>
    <w:rsid w:val="009F05DE"/>
    <w:rsid w:val="009F0712"/>
    <w:rsid w:val="009F0878"/>
    <w:rsid w:val="009F09C3"/>
    <w:rsid w:val="009F0B1C"/>
    <w:rsid w:val="009F0E51"/>
    <w:rsid w:val="009F0F90"/>
    <w:rsid w:val="009F1E1A"/>
    <w:rsid w:val="009F21A2"/>
    <w:rsid w:val="009F2642"/>
    <w:rsid w:val="009F37CE"/>
    <w:rsid w:val="009F3FA3"/>
    <w:rsid w:val="009F4D91"/>
    <w:rsid w:val="009F57FB"/>
    <w:rsid w:val="009F5A11"/>
    <w:rsid w:val="009F68AF"/>
    <w:rsid w:val="009F6A40"/>
    <w:rsid w:val="009F6ADE"/>
    <w:rsid w:val="009F6BA5"/>
    <w:rsid w:val="009F6C9D"/>
    <w:rsid w:val="009F6CD7"/>
    <w:rsid w:val="009F6F5A"/>
    <w:rsid w:val="009F71E0"/>
    <w:rsid w:val="009F7617"/>
    <w:rsid w:val="009F7834"/>
    <w:rsid w:val="009F79C3"/>
    <w:rsid w:val="009F7BDB"/>
    <w:rsid w:val="00A00061"/>
    <w:rsid w:val="00A00196"/>
    <w:rsid w:val="00A0036F"/>
    <w:rsid w:val="00A003D6"/>
    <w:rsid w:val="00A006CA"/>
    <w:rsid w:val="00A00ABD"/>
    <w:rsid w:val="00A00DEB"/>
    <w:rsid w:val="00A0129C"/>
    <w:rsid w:val="00A0181C"/>
    <w:rsid w:val="00A019BA"/>
    <w:rsid w:val="00A01EA8"/>
    <w:rsid w:val="00A01F1A"/>
    <w:rsid w:val="00A02436"/>
    <w:rsid w:val="00A02748"/>
    <w:rsid w:val="00A0284E"/>
    <w:rsid w:val="00A02910"/>
    <w:rsid w:val="00A02AB3"/>
    <w:rsid w:val="00A03012"/>
    <w:rsid w:val="00A03126"/>
    <w:rsid w:val="00A033B7"/>
    <w:rsid w:val="00A03438"/>
    <w:rsid w:val="00A03528"/>
    <w:rsid w:val="00A03624"/>
    <w:rsid w:val="00A03958"/>
    <w:rsid w:val="00A0398C"/>
    <w:rsid w:val="00A03A8F"/>
    <w:rsid w:val="00A045AE"/>
    <w:rsid w:val="00A045C5"/>
    <w:rsid w:val="00A04B99"/>
    <w:rsid w:val="00A04D43"/>
    <w:rsid w:val="00A04F55"/>
    <w:rsid w:val="00A04FFD"/>
    <w:rsid w:val="00A0530B"/>
    <w:rsid w:val="00A05385"/>
    <w:rsid w:val="00A05417"/>
    <w:rsid w:val="00A05557"/>
    <w:rsid w:val="00A060F0"/>
    <w:rsid w:val="00A06616"/>
    <w:rsid w:val="00A069A0"/>
    <w:rsid w:val="00A06C64"/>
    <w:rsid w:val="00A07A98"/>
    <w:rsid w:val="00A07EC1"/>
    <w:rsid w:val="00A07F09"/>
    <w:rsid w:val="00A1001B"/>
    <w:rsid w:val="00A1025D"/>
    <w:rsid w:val="00A10889"/>
    <w:rsid w:val="00A11025"/>
    <w:rsid w:val="00A13009"/>
    <w:rsid w:val="00A139C8"/>
    <w:rsid w:val="00A13B31"/>
    <w:rsid w:val="00A13C3C"/>
    <w:rsid w:val="00A14015"/>
    <w:rsid w:val="00A14505"/>
    <w:rsid w:val="00A14A9E"/>
    <w:rsid w:val="00A14E3A"/>
    <w:rsid w:val="00A14F5F"/>
    <w:rsid w:val="00A151FD"/>
    <w:rsid w:val="00A15AC4"/>
    <w:rsid w:val="00A15D80"/>
    <w:rsid w:val="00A16594"/>
    <w:rsid w:val="00A1661D"/>
    <w:rsid w:val="00A16CCC"/>
    <w:rsid w:val="00A17861"/>
    <w:rsid w:val="00A1795C"/>
    <w:rsid w:val="00A17AA5"/>
    <w:rsid w:val="00A17CD5"/>
    <w:rsid w:val="00A17EB2"/>
    <w:rsid w:val="00A2026C"/>
    <w:rsid w:val="00A21335"/>
    <w:rsid w:val="00A214B3"/>
    <w:rsid w:val="00A218F5"/>
    <w:rsid w:val="00A21CCA"/>
    <w:rsid w:val="00A22459"/>
    <w:rsid w:val="00A224D4"/>
    <w:rsid w:val="00A22858"/>
    <w:rsid w:val="00A22DC7"/>
    <w:rsid w:val="00A2314F"/>
    <w:rsid w:val="00A23ABC"/>
    <w:rsid w:val="00A23C7B"/>
    <w:rsid w:val="00A24173"/>
    <w:rsid w:val="00A241FA"/>
    <w:rsid w:val="00A242D4"/>
    <w:rsid w:val="00A24826"/>
    <w:rsid w:val="00A24902"/>
    <w:rsid w:val="00A24E80"/>
    <w:rsid w:val="00A25D09"/>
    <w:rsid w:val="00A26174"/>
    <w:rsid w:val="00A265CC"/>
    <w:rsid w:val="00A26682"/>
    <w:rsid w:val="00A26F82"/>
    <w:rsid w:val="00A27530"/>
    <w:rsid w:val="00A2755F"/>
    <w:rsid w:val="00A27F2E"/>
    <w:rsid w:val="00A301E9"/>
    <w:rsid w:val="00A3022A"/>
    <w:rsid w:val="00A30799"/>
    <w:rsid w:val="00A30F6E"/>
    <w:rsid w:val="00A319A3"/>
    <w:rsid w:val="00A31C9A"/>
    <w:rsid w:val="00A31F17"/>
    <w:rsid w:val="00A32142"/>
    <w:rsid w:val="00A3251E"/>
    <w:rsid w:val="00A32AB2"/>
    <w:rsid w:val="00A332E9"/>
    <w:rsid w:val="00A33A08"/>
    <w:rsid w:val="00A33BC1"/>
    <w:rsid w:val="00A33E4F"/>
    <w:rsid w:val="00A33E63"/>
    <w:rsid w:val="00A34327"/>
    <w:rsid w:val="00A34E23"/>
    <w:rsid w:val="00A352EE"/>
    <w:rsid w:val="00A35580"/>
    <w:rsid w:val="00A35BCF"/>
    <w:rsid w:val="00A35CC0"/>
    <w:rsid w:val="00A35DDB"/>
    <w:rsid w:val="00A35E1C"/>
    <w:rsid w:val="00A3609E"/>
    <w:rsid w:val="00A360BF"/>
    <w:rsid w:val="00A36417"/>
    <w:rsid w:val="00A36631"/>
    <w:rsid w:val="00A36C71"/>
    <w:rsid w:val="00A36DE6"/>
    <w:rsid w:val="00A37105"/>
    <w:rsid w:val="00A37120"/>
    <w:rsid w:val="00A372FB"/>
    <w:rsid w:val="00A376F6"/>
    <w:rsid w:val="00A37865"/>
    <w:rsid w:val="00A37BE1"/>
    <w:rsid w:val="00A37E04"/>
    <w:rsid w:val="00A40A8E"/>
    <w:rsid w:val="00A40FA9"/>
    <w:rsid w:val="00A41282"/>
    <w:rsid w:val="00A41D7C"/>
    <w:rsid w:val="00A41E82"/>
    <w:rsid w:val="00A41FAD"/>
    <w:rsid w:val="00A42281"/>
    <w:rsid w:val="00A42297"/>
    <w:rsid w:val="00A42FCA"/>
    <w:rsid w:val="00A43136"/>
    <w:rsid w:val="00A439A0"/>
    <w:rsid w:val="00A43FAF"/>
    <w:rsid w:val="00A44119"/>
    <w:rsid w:val="00A445FD"/>
    <w:rsid w:val="00A4492D"/>
    <w:rsid w:val="00A45233"/>
    <w:rsid w:val="00A45835"/>
    <w:rsid w:val="00A4598A"/>
    <w:rsid w:val="00A45A0A"/>
    <w:rsid w:val="00A45A95"/>
    <w:rsid w:val="00A45C1E"/>
    <w:rsid w:val="00A460CE"/>
    <w:rsid w:val="00A465B5"/>
    <w:rsid w:val="00A466A0"/>
    <w:rsid w:val="00A466CE"/>
    <w:rsid w:val="00A46F6E"/>
    <w:rsid w:val="00A4710F"/>
    <w:rsid w:val="00A47617"/>
    <w:rsid w:val="00A47A42"/>
    <w:rsid w:val="00A50CB3"/>
    <w:rsid w:val="00A5126B"/>
    <w:rsid w:val="00A51618"/>
    <w:rsid w:val="00A5185B"/>
    <w:rsid w:val="00A51C22"/>
    <w:rsid w:val="00A5225A"/>
    <w:rsid w:val="00A52383"/>
    <w:rsid w:val="00A52692"/>
    <w:rsid w:val="00A52AFD"/>
    <w:rsid w:val="00A52B21"/>
    <w:rsid w:val="00A53004"/>
    <w:rsid w:val="00A535AE"/>
    <w:rsid w:val="00A53905"/>
    <w:rsid w:val="00A539CA"/>
    <w:rsid w:val="00A53E8E"/>
    <w:rsid w:val="00A540BB"/>
    <w:rsid w:val="00A5459E"/>
    <w:rsid w:val="00A54710"/>
    <w:rsid w:val="00A54978"/>
    <w:rsid w:val="00A55031"/>
    <w:rsid w:val="00A55223"/>
    <w:rsid w:val="00A55679"/>
    <w:rsid w:val="00A557CE"/>
    <w:rsid w:val="00A55BAA"/>
    <w:rsid w:val="00A55E91"/>
    <w:rsid w:val="00A56A25"/>
    <w:rsid w:val="00A56FD1"/>
    <w:rsid w:val="00A5701A"/>
    <w:rsid w:val="00A57264"/>
    <w:rsid w:val="00A572D0"/>
    <w:rsid w:val="00A576CB"/>
    <w:rsid w:val="00A57A5A"/>
    <w:rsid w:val="00A57BCE"/>
    <w:rsid w:val="00A57E14"/>
    <w:rsid w:val="00A57F43"/>
    <w:rsid w:val="00A57FBD"/>
    <w:rsid w:val="00A6019E"/>
    <w:rsid w:val="00A605A8"/>
    <w:rsid w:val="00A60693"/>
    <w:rsid w:val="00A6087F"/>
    <w:rsid w:val="00A61293"/>
    <w:rsid w:val="00A61DE7"/>
    <w:rsid w:val="00A622EC"/>
    <w:rsid w:val="00A629EC"/>
    <w:rsid w:val="00A63000"/>
    <w:rsid w:val="00A6327B"/>
    <w:rsid w:val="00A63DDB"/>
    <w:rsid w:val="00A63F91"/>
    <w:rsid w:val="00A64491"/>
    <w:rsid w:val="00A64880"/>
    <w:rsid w:val="00A64B60"/>
    <w:rsid w:val="00A64D0E"/>
    <w:rsid w:val="00A6500F"/>
    <w:rsid w:val="00A65193"/>
    <w:rsid w:val="00A652CC"/>
    <w:rsid w:val="00A654AF"/>
    <w:rsid w:val="00A658B2"/>
    <w:rsid w:val="00A65BC7"/>
    <w:rsid w:val="00A6607D"/>
    <w:rsid w:val="00A6663A"/>
    <w:rsid w:val="00A667C5"/>
    <w:rsid w:val="00A66FE1"/>
    <w:rsid w:val="00A679FA"/>
    <w:rsid w:val="00A679FC"/>
    <w:rsid w:val="00A70040"/>
    <w:rsid w:val="00A700DE"/>
    <w:rsid w:val="00A701CD"/>
    <w:rsid w:val="00A70264"/>
    <w:rsid w:val="00A70357"/>
    <w:rsid w:val="00A708CE"/>
    <w:rsid w:val="00A70BC0"/>
    <w:rsid w:val="00A712F3"/>
    <w:rsid w:val="00A71C55"/>
    <w:rsid w:val="00A71DA5"/>
    <w:rsid w:val="00A71E07"/>
    <w:rsid w:val="00A72342"/>
    <w:rsid w:val="00A728B4"/>
    <w:rsid w:val="00A7293D"/>
    <w:rsid w:val="00A72C8A"/>
    <w:rsid w:val="00A73A95"/>
    <w:rsid w:val="00A73C5B"/>
    <w:rsid w:val="00A73DF1"/>
    <w:rsid w:val="00A7408C"/>
    <w:rsid w:val="00A74877"/>
    <w:rsid w:val="00A74CBD"/>
    <w:rsid w:val="00A74D9E"/>
    <w:rsid w:val="00A755D6"/>
    <w:rsid w:val="00A759F6"/>
    <w:rsid w:val="00A75B91"/>
    <w:rsid w:val="00A7603E"/>
    <w:rsid w:val="00A76825"/>
    <w:rsid w:val="00A76CF4"/>
    <w:rsid w:val="00A7705D"/>
    <w:rsid w:val="00A7746C"/>
    <w:rsid w:val="00A77EFB"/>
    <w:rsid w:val="00A80A90"/>
    <w:rsid w:val="00A814DF"/>
    <w:rsid w:val="00A81D74"/>
    <w:rsid w:val="00A81F1E"/>
    <w:rsid w:val="00A81F8B"/>
    <w:rsid w:val="00A81FCD"/>
    <w:rsid w:val="00A82379"/>
    <w:rsid w:val="00A82404"/>
    <w:rsid w:val="00A83018"/>
    <w:rsid w:val="00A83353"/>
    <w:rsid w:val="00A83531"/>
    <w:rsid w:val="00A83691"/>
    <w:rsid w:val="00A843AF"/>
    <w:rsid w:val="00A8475F"/>
    <w:rsid w:val="00A85235"/>
    <w:rsid w:val="00A85C60"/>
    <w:rsid w:val="00A85FAA"/>
    <w:rsid w:val="00A86191"/>
    <w:rsid w:val="00A867EE"/>
    <w:rsid w:val="00A86A14"/>
    <w:rsid w:val="00A87168"/>
    <w:rsid w:val="00A878F9"/>
    <w:rsid w:val="00A87BE1"/>
    <w:rsid w:val="00A87FFE"/>
    <w:rsid w:val="00A905B8"/>
    <w:rsid w:val="00A9091C"/>
    <w:rsid w:val="00A911BB"/>
    <w:rsid w:val="00A91300"/>
    <w:rsid w:val="00A91C06"/>
    <w:rsid w:val="00A921F1"/>
    <w:rsid w:val="00A92357"/>
    <w:rsid w:val="00A92FFC"/>
    <w:rsid w:val="00A932DB"/>
    <w:rsid w:val="00A937E7"/>
    <w:rsid w:val="00A9453C"/>
    <w:rsid w:val="00A94C44"/>
    <w:rsid w:val="00A94D54"/>
    <w:rsid w:val="00A94E30"/>
    <w:rsid w:val="00A955A4"/>
    <w:rsid w:val="00A95878"/>
    <w:rsid w:val="00A958BB"/>
    <w:rsid w:val="00A95A68"/>
    <w:rsid w:val="00A95D3D"/>
    <w:rsid w:val="00A960CF"/>
    <w:rsid w:val="00A961EF"/>
    <w:rsid w:val="00A965F0"/>
    <w:rsid w:val="00A96991"/>
    <w:rsid w:val="00A96E8B"/>
    <w:rsid w:val="00A9742D"/>
    <w:rsid w:val="00A9761B"/>
    <w:rsid w:val="00A97C95"/>
    <w:rsid w:val="00AA05DB"/>
    <w:rsid w:val="00AA0B37"/>
    <w:rsid w:val="00AA0C3F"/>
    <w:rsid w:val="00AA0D8B"/>
    <w:rsid w:val="00AA0F58"/>
    <w:rsid w:val="00AA11F4"/>
    <w:rsid w:val="00AA18C9"/>
    <w:rsid w:val="00AA1F77"/>
    <w:rsid w:val="00AA2318"/>
    <w:rsid w:val="00AA28FB"/>
    <w:rsid w:val="00AA29FE"/>
    <w:rsid w:val="00AA2EC2"/>
    <w:rsid w:val="00AA33CA"/>
    <w:rsid w:val="00AA35B2"/>
    <w:rsid w:val="00AA3753"/>
    <w:rsid w:val="00AA4028"/>
    <w:rsid w:val="00AA4383"/>
    <w:rsid w:val="00AA453A"/>
    <w:rsid w:val="00AA47AA"/>
    <w:rsid w:val="00AA4AA9"/>
    <w:rsid w:val="00AA4C50"/>
    <w:rsid w:val="00AA4EDF"/>
    <w:rsid w:val="00AA5BFD"/>
    <w:rsid w:val="00AA6326"/>
    <w:rsid w:val="00AA6CC0"/>
    <w:rsid w:val="00AA6FEA"/>
    <w:rsid w:val="00AA751C"/>
    <w:rsid w:val="00AA7860"/>
    <w:rsid w:val="00AB0484"/>
    <w:rsid w:val="00AB0510"/>
    <w:rsid w:val="00AB0581"/>
    <w:rsid w:val="00AB06F4"/>
    <w:rsid w:val="00AB0F55"/>
    <w:rsid w:val="00AB2209"/>
    <w:rsid w:val="00AB27D6"/>
    <w:rsid w:val="00AB3021"/>
    <w:rsid w:val="00AB33BD"/>
    <w:rsid w:val="00AB362B"/>
    <w:rsid w:val="00AB36D6"/>
    <w:rsid w:val="00AB4073"/>
    <w:rsid w:val="00AB410C"/>
    <w:rsid w:val="00AB5112"/>
    <w:rsid w:val="00AB5540"/>
    <w:rsid w:val="00AB562B"/>
    <w:rsid w:val="00AB5743"/>
    <w:rsid w:val="00AB580D"/>
    <w:rsid w:val="00AB585C"/>
    <w:rsid w:val="00AB5A4B"/>
    <w:rsid w:val="00AB5A9C"/>
    <w:rsid w:val="00AB5E53"/>
    <w:rsid w:val="00AB5EC0"/>
    <w:rsid w:val="00AB658F"/>
    <w:rsid w:val="00AB6770"/>
    <w:rsid w:val="00AB6ACF"/>
    <w:rsid w:val="00AB6D3D"/>
    <w:rsid w:val="00AB6F29"/>
    <w:rsid w:val="00AB6F37"/>
    <w:rsid w:val="00AB71F4"/>
    <w:rsid w:val="00AB736A"/>
    <w:rsid w:val="00AB74BE"/>
    <w:rsid w:val="00AB76A0"/>
    <w:rsid w:val="00AB78DC"/>
    <w:rsid w:val="00AB7D4B"/>
    <w:rsid w:val="00AB7FDA"/>
    <w:rsid w:val="00AC019C"/>
    <w:rsid w:val="00AC0384"/>
    <w:rsid w:val="00AC191A"/>
    <w:rsid w:val="00AC1A7B"/>
    <w:rsid w:val="00AC1AE5"/>
    <w:rsid w:val="00AC1D71"/>
    <w:rsid w:val="00AC1E66"/>
    <w:rsid w:val="00AC1FB8"/>
    <w:rsid w:val="00AC230F"/>
    <w:rsid w:val="00AC253D"/>
    <w:rsid w:val="00AC27E8"/>
    <w:rsid w:val="00AC29A9"/>
    <w:rsid w:val="00AC29E6"/>
    <w:rsid w:val="00AC2F66"/>
    <w:rsid w:val="00AC354A"/>
    <w:rsid w:val="00AC3C3E"/>
    <w:rsid w:val="00AC3D42"/>
    <w:rsid w:val="00AC3F8A"/>
    <w:rsid w:val="00AC41A4"/>
    <w:rsid w:val="00AC41F1"/>
    <w:rsid w:val="00AC41FD"/>
    <w:rsid w:val="00AC4814"/>
    <w:rsid w:val="00AC49D6"/>
    <w:rsid w:val="00AC5142"/>
    <w:rsid w:val="00AC5165"/>
    <w:rsid w:val="00AC58AA"/>
    <w:rsid w:val="00AC6052"/>
    <w:rsid w:val="00AC61EE"/>
    <w:rsid w:val="00AC6870"/>
    <w:rsid w:val="00AC6C37"/>
    <w:rsid w:val="00AC6D81"/>
    <w:rsid w:val="00AC6F5A"/>
    <w:rsid w:val="00AC76E2"/>
    <w:rsid w:val="00AC7AA8"/>
    <w:rsid w:val="00AD041F"/>
    <w:rsid w:val="00AD0546"/>
    <w:rsid w:val="00AD087A"/>
    <w:rsid w:val="00AD12DD"/>
    <w:rsid w:val="00AD1AB2"/>
    <w:rsid w:val="00AD1BC5"/>
    <w:rsid w:val="00AD270D"/>
    <w:rsid w:val="00AD2B0B"/>
    <w:rsid w:val="00AD2D3B"/>
    <w:rsid w:val="00AD320E"/>
    <w:rsid w:val="00AD334C"/>
    <w:rsid w:val="00AD33C6"/>
    <w:rsid w:val="00AD34BF"/>
    <w:rsid w:val="00AD361B"/>
    <w:rsid w:val="00AD37C2"/>
    <w:rsid w:val="00AD3ABC"/>
    <w:rsid w:val="00AD4AFC"/>
    <w:rsid w:val="00AD4DD0"/>
    <w:rsid w:val="00AD5270"/>
    <w:rsid w:val="00AD54A6"/>
    <w:rsid w:val="00AD57DA"/>
    <w:rsid w:val="00AD5804"/>
    <w:rsid w:val="00AD5B5A"/>
    <w:rsid w:val="00AD6384"/>
    <w:rsid w:val="00AD67C5"/>
    <w:rsid w:val="00AD692F"/>
    <w:rsid w:val="00AD6A72"/>
    <w:rsid w:val="00AD6D16"/>
    <w:rsid w:val="00AD7C00"/>
    <w:rsid w:val="00AD7C81"/>
    <w:rsid w:val="00AE033C"/>
    <w:rsid w:val="00AE0BF4"/>
    <w:rsid w:val="00AE110B"/>
    <w:rsid w:val="00AE1422"/>
    <w:rsid w:val="00AE15F1"/>
    <w:rsid w:val="00AE1CBB"/>
    <w:rsid w:val="00AE27CC"/>
    <w:rsid w:val="00AE28F3"/>
    <w:rsid w:val="00AE3472"/>
    <w:rsid w:val="00AE39B8"/>
    <w:rsid w:val="00AE3F52"/>
    <w:rsid w:val="00AE4630"/>
    <w:rsid w:val="00AE4726"/>
    <w:rsid w:val="00AE4E8B"/>
    <w:rsid w:val="00AE513A"/>
    <w:rsid w:val="00AE51CD"/>
    <w:rsid w:val="00AE54EC"/>
    <w:rsid w:val="00AE56FE"/>
    <w:rsid w:val="00AE58E2"/>
    <w:rsid w:val="00AE58FA"/>
    <w:rsid w:val="00AE5939"/>
    <w:rsid w:val="00AE59C1"/>
    <w:rsid w:val="00AE6760"/>
    <w:rsid w:val="00AE6DA0"/>
    <w:rsid w:val="00AE7100"/>
    <w:rsid w:val="00AF0145"/>
    <w:rsid w:val="00AF16F3"/>
    <w:rsid w:val="00AF1D9A"/>
    <w:rsid w:val="00AF2066"/>
    <w:rsid w:val="00AF20DD"/>
    <w:rsid w:val="00AF300A"/>
    <w:rsid w:val="00AF326B"/>
    <w:rsid w:val="00AF345B"/>
    <w:rsid w:val="00AF40D0"/>
    <w:rsid w:val="00AF428B"/>
    <w:rsid w:val="00AF42CB"/>
    <w:rsid w:val="00AF4C57"/>
    <w:rsid w:val="00AF4C6A"/>
    <w:rsid w:val="00AF5428"/>
    <w:rsid w:val="00AF5729"/>
    <w:rsid w:val="00AF59E1"/>
    <w:rsid w:val="00AF5D53"/>
    <w:rsid w:val="00AF61AD"/>
    <w:rsid w:val="00AF6239"/>
    <w:rsid w:val="00AF6451"/>
    <w:rsid w:val="00AF713B"/>
    <w:rsid w:val="00AF737C"/>
    <w:rsid w:val="00B0016F"/>
    <w:rsid w:val="00B00199"/>
    <w:rsid w:val="00B003BD"/>
    <w:rsid w:val="00B003D0"/>
    <w:rsid w:val="00B003ED"/>
    <w:rsid w:val="00B008FA"/>
    <w:rsid w:val="00B00E2F"/>
    <w:rsid w:val="00B0161B"/>
    <w:rsid w:val="00B01755"/>
    <w:rsid w:val="00B017D7"/>
    <w:rsid w:val="00B01A03"/>
    <w:rsid w:val="00B01C7F"/>
    <w:rsid w:val="00B02295"/>
    <w:rsid w:val="00B02B29"/>
    <w:rsid w:val="00B02E6F"/>
    <w:rsid w:val="00B03459"/>
    <w:rsid w:val="00B03487"/>
    <w:rsid w:val="00B0385B"/>
    <w:rsid w:val="00B04021"/>
    <w:rsid w:val="00B044A4"/>
    <w:rsid w:val="00B046D0"/>
    <w:rsid w:val="00B0485B"/>
    <w:rsid w:val="00B04927"/>
    <w:rsid w:val="00B04BAF"/>
    <w:rsid w:val="00B04E4E"/>
    <w:rsid w:val="00B04F90"/>
    <w:rsid w:val="00B05E34"/>
    <w:rsid w:val="00B05F96"/>
    <w:rsid w:val="00B06321"/>
    <w:rsid w:val="00B06F7F"/>
    <w:rsid w:val="00B07117"/>
    <w:rsid w:val="00B0720D"/>
    <w:rsid w:val="00B07620"/>
    <w:rsid w:val="00B07F70"/>
    <w:rsid w:val="00B100A7"/>
    <w:rsid w:val="00B108F2"/>
    <w:rsid w:val="00B1091A"/>
    <w:rsid w:val="00B1097B"/>
    <w:rsid w:val="00B11443"/>
    <w:rsid w:val="00B11C36"/>
    <w:rsid w:val="00B11F3C"/>
    <w:rsid w:val="00B12454"/>
    <w:rsid w:val="00B1257D"/>
    <w:rsid w:val="00B12C1F"/>
    <w:rsid w:val="00B12ED3"/>
    <w:rsid w:val="00B14796"/>
    <w:rsid w:val="00B14DCA"/>
    <w:rsid w:val="00B14ED9"/>
    <w:rsid w:val="00B153A1"/>
    <w:rsid w:val="00B15793"/>
    <w:rsid w:val="00B15A6B"/>
    <w:rsid w:val="00B15B5C"/>
    <w:rsid w:val="00B162E7"/>
    <w:rsid w:val="00B1681A"/>
    <w:rsid w:val="00B16B28"/>
    <w:rsid w:val="00B16CCB"/>
    <w:rsid w:val="00B170AD"/>
    <w:rsid w:val="00B17B62"/>
    <w:rsid w:val="00B20643"/>
    <w:rsid w:val="00B209B9"/>
    <w:rsid w:val="00B20A7F"/>
    <w:rsid w:val="00B20BB3"/>
    <w:rsid w:val="00B20F1C"/>
    <w:rsid w:val="00B2128F"/>
    <w:rsid w:val="00B217EA"/>
    <w:rsid w:val="00B21854"/>
    <w:rsid w:val="00B21B95"/>
    <w:rsid w:val="00B22959"/>
    <w:rsid w:val="00B22A28"/>
    <w:rsid w:val="00B230A0"/>
    <w:rsid w:val="00B23583"/>
    <w:rsid w:val="00B23609"/>
    <w:rsid w:val="00B23853"/>
    <w:rsid w:val="00B23AA0"/>
    <w:rsid w:val="00B24380"/>
    <w:rsid w:val="00B24E67"/>
    <w:rsid w:val="00B25529"/>
    <w:rsid w:val="00B255DE"/>
    <w:rsid w:val="00B2564C"/>
    <w:rsid w:val="00B257CD"/>
    <w:rsid w:val="00B25FA5"/>
    <w:rsid w:val="00B26C7B"/>
    <w:rsid w:val="00B26D6B"/>
    <w:rsid w:val="00B26DF5"/>
    <w:rsid w:val="00B26FC8"/>
    <w:rsid w:val="00B273D7"/>
    <w:rsid w:val="00B27B5A"/>
    <w:rsid w:val="00B3031C"/>
    <w:rsid w:val="00B306EB"/>
    <w:rsid w:val="00B307AD"/>
    <w:rsid w:val="00B3093B"/>
    <w:rsid w:val="00B3150C"/>
    <w:rsid w:val="00B31661"/>
    <w:rsid w:val="00B3166C"/>
    <w:rsid w:val="00B31EA2"/>
    <w:rsid w:val="00B32568"/>
    <w:rsid w:val="00B3266F"/>
    <w:rsid w:val="00B3288B"/>
    <w:rsid w:val="00B32A86"/>
    <w:rsid w:val="00B332BA"/>
    <w:rsid w:val="00B33537"/>
    <w:rsid w:val="00B33A2C"/>
    <w:rsid w:val="00B33EE3"/>
    <w:rsid w:val="00B33F4F"/>
    <w:rsid w:val="00B3464D"/>
    <w:rsid w:val="00B34795"/>
    <w:rsid w:val="00B34862"/>
    <w:rsid w:val="00B34D95"/>
    <w:rsid w:val="00B34F69"/>
    <w:rsid w:val="00B35625"/>
    <w:rsid w:val="00B35697"/>
    <w:rsid w:val="00B364F1"/>
    <w:rsid w:val="00B3664D"/>
    <w:rsid w:val="00B36AA3"/>
    <w:rsid w:val="00B37A00"/>
    <w:rsid w:val="00B37B71"/>
    <w:rsid w:val="00B37F1B"/>
    <w:rsid w:val="00B37FA6"/>
    <w:rsid w:val="00B40899"/>
    <w:rsid w:val="00B40D34"/>
    <w:rsid w:val="00B4162A"/>
    <w:rsid w:val="00B417EE"/>
    <w:rsid w:val="00B41F4C"/>
    <w:rsid w:val="00B41F50"/>
    <w:rsid w:val="00B42028"/>
    <w:rsid w:val="00B422CE"/>
    <w:rsid w:val="00B426D0"/>
    <w:rsid w:val="00B42F6B"/>
    <w:rsid w:val="00B43063"/>
    <w:rsid w:val="00B4317A"/>
    <w:rsid w:val="00B43938"/>
    <w:rsid w:val="00B43F4C"/>
    <w:rsid w:val="00B44093"/>
    <w:rsid w:val="00B44242"/>
    <w:rsid w:val="00B44A91"/>
    <w:rsid w:val="00B44D21"/>
    <w:rsid w:val="00B44E02"/>
    <w:rsid w:val="00B44E60"/>
    <w:rsid w:val="00B4517A"/>
    <w:rsid w:val="00B45C9B"/>
    <w:rsid w:val="00B45F74"/>
    <w:rsid w:val="00B461EC"/>
    <w:rsid w:val="00B46655"/>
    <w:rsid w:val="00B468C2"/>
    <w:rsid w:val="00B46E50"/>
    <w:rsid w:val="00B46FB8"/>
    <w:rsid w:val="00B4759E"/>
    <w:rsid w:val="00B475F7"/>
    <w:rsid w:val="00B47607"/>
    <w:rsid w:val="00B47A5B"/>
    <w:rsid w:val="00B47CF8"/>
    <w:rsid w:val="00B5020E"/>
    <w:rsid w:val="00B5132B"/>
    <w:rsid w:val="00B51B1E"/>
    <w:rsid w:val="00B51BEC"/>
    <w:rsid w:val="00B51C1F"/>
    <w:rsid w:val="00B52610"/>
    <w:rsid w:val="00B5285A"/>
    <w:rsid w:val="00B52A43"/>
    <w:rsid w:val="00B52BD3"/>
    <w:rsid w:val="00B52F87"/>
    <w:rsid w:val="00B53150"/>
    <w:rsid w:val="00B531D8"/>
    <w:rsid w:val="00B532AD"/>
    <w:rsid w:val="00B53708"/>
    <w:rsid w:val="00B53D0D"/>
    <w:rsid w:val="00B53EE2"/>
    <w:rsid w:val="00B5430B"/>
    <w:rsid w:val="00B547F6"/>
    <w:rsid w:val="00B54BF2"/>
    <w:rsid w:val="00B54C9F"/>
    <w:rsid w:val="00B54E0C"/>
    <w:rsid w:val="00B54F6A"/>
    <w:rsid w:val="00B5531D"/>
    <w:rsid w:val="00B559F8"/>
    <w:rsid w:val="00B55FFF"/>
    <w:rsid w:val="00B56A48"/>
    <w:rsid w:val="00B571DA"/>
    <w:rsid w:val="00B57231"/>
    <w:rsid w:val="00B57389"/>
    <w:rsid w:val="00B57959"/>
    <w:rsid w:val="00B57B91"/>
    <w:rsid w:val="00B57E2A"/>
    <w:rsid w:val="00B60168"/>
    <w:rsid w:val="00B609C4"/>
    <w:rsid w:val="00B60CBD"/>
    <w:rsid w:val="00B60DB8"/>
    <w:rsid w:val="00B60E94"/>
    <w:rsid w:val="00B61619"/>
    <w:rsid w:val="00B61CAA"/>
    <w:rsid w:val="00B61D6C"/>
    <w:rsid w:val="00B622B9"/>
    <w:rsid w:val="00B624A2"/>
    <w:rsid w:val="00B625F0"/>
    <w:rsid w:val="00B62757"/>
    <w:rsid w:val="00B6277C"/>
    <w:rsid w:val="00B6286E"/>
    <w:rsid w:val="00B62B49"/>
    <w:rsid w:val="00B63009"/>
    <w:rsid w:val="00B63150"/>
    <w:rsid w:val="00B63321"/>
    <w:rsid w:val="00B63A28"/>
    <w:rsid w:val="00B63F41"/>
    <w:rsid w:val="00B64F5B"/>
    <w:rsid w:val="00B64F6A"/>
    <w:rsid w:val="00B64F6F"/>
    <w:rsid w:val="00B65496"/>
    <w:rsid w:val="00B6549A"/>
    <w:rsid w:val="00B655AD"/>
    <w:rsid w:val="00B655C7"/>
    <w:rsid w:val="00B657AF"/>
    <w:rsid w:val="00B659F9"/>
    <w:rsid w:val="00B65FCD"/>
    <w:rsid w:val="00B6605C"/>
    <w:rsid w:val="00B660CD"/>
    <w:rsid w:val="00B66165"/>
    <w:rsid w:val="00B6624A"/>
    <w:rsid w:val="00B66342"/>
    <w:rsid w:val="00B669FA"/>
    <w:rsid w:val="00B66EA3"/>
    <w:rsid w:val="00B67345"/>
    <w:rsid w:val="00B67584"/>
    <w:rsid w:val="00B6767D"/>
    <w:rsid w:val="00B67F01"/>
    <w:rsid w:val="00B7012C"/>
    <w:rsid w:val="00B70231"/>
    <w:rsid w:val="00B70961"/>
    <w:rsid w:val="00B70981"/>
    <w:rsid w:val="00B70AD1"/>
    <w:rsid w:val="00B70F53"/>
    <w:rsid w:val="00B71396"/>
    <w:rsid w:val="00B7153C"/>
    <w:rsid w:val="00B71761"/>
    <w:rsid w:val="00B71FD3"/>
    <w:rsid w:val="00B72329"/>
    <w:rsid w:val="00B7246C"/>
    <w:rsid w:val="00B725C3"/>
    <w:rsid w:val="00B726AD"/>
    <w:rsid w:val="00B7272A"/>
    <w:rsid w:val="00B7274E"/>
    <w:rsid w:val="00B72753"/>
    <w:rsid w:val="00B7280B"/>
    <w:rsid w:val="00B72C73"/>
    <w:rsid w:val="00B72D33"/>
    <w:rsid w:val="00B73016"/>
    <w:rsid w:val="00B7369B"/>
    <w:rsid w:val="00B739B3"/>
    <w:rsid w:val="00B73A11"/>
    <w:rsid w:val="00B744CB"/>
    <w:rsid w:val="00B74629"/>
    <w:rsid w:val="00B752FC"/>
    <w:rsid w:val="00B75A70"/>
    <w:rsid w:val="00B75ED4"/>
    <w:rsid w:val="00B761D4"/>
    <w:rsid w:val="00B763F9"/>
    <w:rsid w:val="00B7688B"/>
    <w:rsid w:val="00B7691B"/>
    <w:rsid w:val="00B77158"/>
    <w:rsid w:val="00B77F59"/>
    <w:rsid w:val="00B77FD8"/>
    <w:rsid w:val="00B80849"/>
    <w:rsid w:val="00B808CD"/>
    <w:rsid w:val="00B80947"/>
    <w:rsid w:val="00B80A08"/>
    <w:rsid w:val="00B80CE3"/>
    <w:rsid w:val="00B811D2"/>
    <w:rsid w:val="00B81465"/>
    <w:rsid w:val="00B815DE"/>
    <w:rsid w:val="00B81708"/>
    <w:rsid w:val="00B819B5"/>
    <w:rsid w:val="00B82094"/>
    <w:rsid w:val="00B82232"/>
    <w:rsid w:val="00B827B3"/>
    <w:rsid w:val="00B82ADC"/>
    <w:rsid w:val="00B82EBD"/>
    <w:rsid w:val="00B8307D"/>
    <w:rsid w:val="00B83217"/>
    <w:rsid w:val="00B833D7"/>
    <w:rsid w:val="00B8388D"/>
    <w:rsid w:val="00B83890"/>
    <w:rsid w:val="00B83C81"/>
    <w:rsid w:val="00B84476"/>
    <w:rsid w:val="00B847A5"/>
    <w:rsid w:val="00B84D49"/>
    <w:rsid w:val="00B84D66"/>
    <w:rsid w:val="00B84DFB"/>
    <w:rsid w:val="00B85A05"/>
    <w:rsid w:val="00B85C46"/>
    <w:rsid w:val="00B8608E"/>
    <w:rsid w:val="00B86FE8"/>
    <w:rsid w:val="00B9062A"/>
    <w:rsid w:val="00B9077A"/>
    <w:rsid w:val="00B9126B"/>
    <w:rsid w:val="00B9134F"/>
    <w:rsid w:val="00B9195E"/>
    <w:rsid w:val="00B91B3D"/>
    <w:rsid w:val="00B91C62"/>
    <w:rsid w:val="00B92594"/>
    <w:rsid w:val="00B927E0"/>
    <w:rsid w:val="00B92B30"/>
    <w:rsid w:val="00B93458"/>
    <w:rsid w:val="00B937B3"/>
    <w:rsid w:val="00B93817"/>
    <w:rsid w:val="00B93B5D"/>
    <w:rsid w:val="00B93D02"/>
    <w:rsid w:val="00B94183"/>
    <w:rsid w:val="00B94463"/>
    <w:rsid w:val="00B945E8"/>
    <w:rsid w:val="00B946B5"/>
    <w:rsid w:val="00B94CDA"/>
    <w:rsid w:val="00B94D6C"/>
    <w:rsid w:val="00B94F05"/>
    <w:rsid w:val="00B94FEB"/>
    <w:rsid w:val="00B954F2"/>
    <w:rsid w:val="00B957F3"/>
    <w:rsid w:val="00B96142"/>
    <w:rsid w:val="00B962BB"/>
    <w:rsid w:val="00B96D40"/>
    <w:rsid w:val="00B96E13"/>
    <w:rsid w:val="00B972E1"/>
    <w:rsid w:val="00B9792B"/>
    <w:rsid w:val="00B979C1"/>
    <w:rsid w:val="00B97C34"/>
    <w:rsid w:val="00B97E9C"/>
    <w:rsid w:val="00BA0029"/>
    <w:rsid w:val="00BA0656"/>
    <w:rsid w:val="00BA0914"/>
    <w:rsid w:val="00BA0E59"/>
    <w:rsid w:val="00BA19CB"/>
    <w:rsid w:val="00BA1A09"/>
    <w:rsid w:val="00BA1A0B"/>
    <w:rsid w:val="00BA1CFA"/>
    <w:rsid w:val="00BA22A3"/>
    <w:rsid w:val="00BA24F4"/>
    <w:rsid w:val="00BA2677"/>
    <w:rsid w:val="00BA2E81"/>
    <w:rsid w:val="00BA32B4"/>
    <w:rsid w:val="00BA3ABC"/>
    <w:rsid w:val="00BA3B54"/>
    <w:rsid w:val="00BA4088"/>
    <w:rsid w:val="00BA44F1"/>
    <w:rsid w:val="00BA4724"/>
    <w:rsid w:val="00BA4A21"/>
    <w:rsid w:val="00BA5438"/>
    <w:rsid w:val="00BA5843"/>
    <w:rsid w:val="00BA5D76"/>
    <w:rsid w:val="00BA6737"/>
    <w:rsid w:val="00BA6B7E"/>
    <w:rsid w:val="00BA6F42"/>
    <w:rsid w:val="00BA7142"/>
    <w:rsid w:val="00BA72B7"/>
    <w:rsid w:val="00BA779B"/>
    <w:rsid w:val="00BA7AA8"/>
    <w:rsid w:val="00BA7AAF"/>
    <w:rsid w:val="00BA7B8E"/>
    <w:rsid w:val="00BA7B93"/>
    <w:rsid w:val="00BA7BA5"/>
    <w:rsid w:val="00BA7BCE"/>
    <w:rsid w:val="00BA7CBE"/>
    <w:rsid w:val="00BA7D01"/>
    <w:rsid w:val="00BB0147"/>
    <w:rsid w:val="00BB0ED5"/>
    <w:rsid w:val="00BB0FE8"/>
    <w:rsid w:val="00BB1224"/>
    <w:rsid w:val="00BB134E"/>
    <w:rsid w:val="00BB1686"/>
    <w:rsid w:val="00BB19C6"/>
    <w:rsid w:val="00BB1FED"/>
    <w:rsid w:val="00BB24FE"/>
    <w:rsid w:val="00BB297B"/>
    <w:rsid w:val="00BB2A91"/>
    <w:rsid w:val="00BB2B18"/>
    <w:rsid w:val="00BB2B58"/>
    <w:rsid w:val="00BB3074"/>
    <w:rsid w:val="00BB3116"/>
    <w:rsid w:val="00BB36FA"/>
    <w:rsid w:val="00BB3901"/>
    <w:rsid w:val="00BB3AEF"/>
    <w:rsid w:val="00BB504D"/>
    <w:rsid w:val="00BB585F"/>
    <w:rsid w:val="00BB5C1E"/>
    <w:rsid w:val="00BB65BF"/>
    <w:rsid w:val="00BB65D2"/>
    <w:rsid w:val="00BB674C"/>
    <w:rsid w:val="00BB6C28"/>
    <w:rsid w:val="00BB6D45"/>
    <w:rsid w:val="00BB6DBA"/>
    <w:rsid w:val="00BB732E"/>
    <w:rsid w:val="00BB7541"/>
    <w:rsid w:val="00BB75F9"/>
    <w:rsid w:val="00BB7990"/>
    <w:rsid w:val="00BC016D"/>
    <w:rsid w:val="00BC03CF"/>
    <w:rsid w:val="00BC0471"/>
    <w:rsid w:val="00BC05E8"/>
    <w:rsid w:val="00BC07D9"/>
    <w:rsid w:val="00BC08D4"/>
    <w:rsid w:val="00BC0A8C"/>
    <w:rsid w:val="00BC0CC2"/>
    <w:rsid w:val="00BC0DB3"/>
    <w:rsid w:val="00BC1A77"/>
    <w:rsid w:val="00BC1CA6"/>
    <w:rsid w:val="00BC1DE9"/>
    <w:rsid w:val="00BC29DD"/>
    <w:rsid w:val="00BC3278"/>
    <w:rsid w:val="00BC3803"/>
    <w:rsid w:val="00BC3D93"/>
    <w:rsid w:val="00BC3DBC"/>
    <w:rsid w:val="00BC4164"/>
    <w:rsid w:val="00BC42ED"/>
    <w:rsid w:val="00BC43DB"/>
    <w:rsid w:val="00BC48BE"/>
    <w:rsid w:val="00BC4DD1"/>
    <w:rsid w:val="00BC4ECA"/>
    <w:rsid w:val="00BC4F7D"/>
    <w:rsid w:val="00BC5131"/>
    <w:rsid w:val="00BC5A48"/>
    <w:rsid w:val="00BC6139"/>
    <w:rsid w:val="00BC685C"/>
    <w:rsid w:val="00BC7097"/>
    <w:rsid w:val="00BD015C"/>
    <w:rsid w:val="00BD01A5"/>
    <w:rsid w:val="00BD03F1"/>
    <w:rsid w:val="00BD0439"/>
    <w:rsid w:val="00BD0880"/>
    <w:rsid w:val="00BD0A3F"/>
    <w:rsid w:val="00BD0A40"/>
    <w:rsid w:val="00BD0DAC"/>
    <w:rsid w:val="00BD111A"/>
    <w:rsid w:val="00BD1BDD"/>
    <w:rsid w:val="00BD1C61"/>
    <w:rsid w:val="00BD22E8"/>
    <w:rsid w:val="00BD269E"/>
    <w:rsid w:val="00BD33F5"/>
    <w:rsid w:val="00BD3BB1"/>
    <w:rsid w:val="00BD403F"/>
    <w:rsid w:val="00BD40B7"/>
    <w:rsid w:val="00BD40D2"/>
    <w:rsid w:val="00BD4510"/>
    <w:rsid w:val="00BD4D9B"/>
    <w:rsid w:val="00BD4F40"/>
    <w:rsid w:val="00BD52C2"/>
    <w:rsid w:val="00BD56BC"/>
    <w:rsid w:val="00BD56E2"/>
    <w:rsid w:val="00BD578E"/>
    <w:rsid w:val="00BD6373"/>
    <w:rsid w:val="00BD6404"/>
    <w:rsid w:val="00BD66CE"/>
    <w:rsid w:val="00BD6727"/>
    <w:rsid w:val="00BD6965"/>
    <w:rsid w:val="00BD6F83"/>
    <w:rsid w:val="00BD7140"/>
    <w:rsid w:val="00BD7DD6"/>
    <w:rsid w:val="00BE0292"/>
    <w:rsid w:val="00BE0297"/>
    <w:rsid w:val="00BE0602"/>
    <w:rsid w:val="00BE09B5"/>
    <w:rsid w:val="00BE0ADE"/>
    <w:rsid w:val="00BE0E1B"/>
    <w:rsid w:val="00BE0FF5"/>
    <w:rsid w:val="00BE167B"/>
    <w:rsid w:val="00BE17EE"/>
    <w:rsid w:val="00BE18F8"/>
    <w:rsid w:val="00BE1C60"/>
    <w:rsid w:val="00BE1D8A"/>
    <w:rsid w:val="00BE1E63"/>
    <w:rsid w:val="00BE2609"/>
    <w:rsid w:val="00BE2743"/>
    <w:rsid w:val="00BE2A2E"/>
    <w:rsid w:val="00BE3099"/>
    <w:rsid w:val="00BE4571"/>
    <w:rsid w:val="00BE4585"/>
    <w:rsid w:val="00BE466F"/>
    <w:rsid w:val="00BE507C"/>
    <w:rsid w:val="00BE5120"/>
    <w:rsid w:val="00BE54DC"/>
    <w:rsid w:val="00BE5959"/>
    <w:rsid w:val="00BE5ADE"/>
    <w:rsid w:val="00BE5BC0"/>
    <w:rsid w:val="00BE5CA5"/>
    <w:rsid w:val="00BE5FE3"/>
    <w:rsid w:val="00BE67C0"/>
    <w:rsid w:val="00BE6A2C"/>
    <w:rsid w:val="00BE6B2D"/>
    <w:rsid w:val="00BE6E99"/>
    <w:rsid w:val="00BE6F60"/>
    <w:rsid w:val="00BE75E2"/>
    <w:rsid w:val="00BE75E6"/>
    <w:rsid w:val="00BE76BB"/>
    <w:rsid w:val="00BE7769"/>
    <w:rsid w:val="00BE7F84"/>
    <w:rsid w:val="00BF0DCB"/>
    <w:rsid w:val="00BF0E40"/>
    <w:rsid w:val="00BF116F"/>
    <w:rsid w:val="00BF11BA"/>
    <w:rsid w:val="00BF1378"/>
    <w:rsid w:val="00BF148A"/>
    <w:rsid w:val="00BF2338"/>
    <w:rsid w:val="00BF24B7"/>
    <w:rsid w:val="00BF2687"/>
    <w:rsid w:val="00BF2762"/>
    <w:rsid w:val="00BF27A3"/>
    <w:rsid w:val="00BF2E76"/>
    <w:rsid w:val="00BF34B1"/>
    <w:rsid w:val="00BF3849"/>
    <w:rsid w:val="00BF3A64"/>
    <w:rsid w:val="00BF3AFD"/>
    <w:rsid w:val="00BF3B96"/>
    <w:rsid w:val="00BF55DA"/>
    <w:rsid w:val="00BF5751"/>
    <w:rsid w:val="00BF57CA"/>
    <w:rsid w:val="00BF5889"/>
    <w:rsid w:val="00BF5DCD"/>
    <w:rsid w:val="00BF6425"/>
    <w:rsid w:val="00BF69D4"/>
    <w:rsid w:val="00BF6A04"/>
    <w:rsid w:val="00BF6B1C"/>
    <w:rsid w:val="00BF7480"/>
    <w:rsid w:val="00BF796B"/>
    <w:rsid w:val="00C00915"/>
    <w:rsid w:val="00C00A85"/>
    <w:rsid w:val="00C0110F"/>
    <w:rsid w:val="00C012A5"/>
    <w:rsid w:val="00C01D71"/>
    <w:rsid w:val="00C02A4C"/>
    <w:rsid w:val="00C02B9C"/>
    <w:rsid w:val="00C02C55"/>
    <w:rsid w:val="00C02E7E"/>
    <w:rsid w:val="00C0302A"/>
    <w:rsid w:val="00C03136"/>
    <w:rsid w:val="00C036A0"/>
    <w:rsid w:val="00C03D02"/>
    <w:rsid w:val="00C0405C"/>
    <w:rsid w:val="00C0407F"/>
    <w:rsid w:val="00C040D0"/>
    <w:rsid w:val="00C04762"/>
    <w:rsid w:val="00C04793"/>
    <w:rsid w:val="00C0481A"/>
    <w:rsid w:val="00C04864"/>
    <w:rsid w:val="00C05227"/>
    <w:rsid w:val="00C05272"/>
    <w:rsid w:val="00C057D5"/>
    <w:rsid w:val="00C05BA0"/>
    <w:rsid w:val="00C05D8F"/>
    <w:rsid w:val="00C05FC7"/>
    <w:rsid w:val="00C061CF"/>
    <w:rsid w:val="00C0645F"/>
    <w:rsid w:val="00C06763"/>
    <w:rsid w:val="00C06F4D"/>
    <w:rsid w:val="00C07562"/>
    <w:rsid w:val="00C0763D"/>
    <w:rsid w:val="00C07992"/>
    <w:rsid w:val="00C079CD"/>
    <w:rsid w:val="00C07C25"/>
    <w:rsid w:val="00C10AA5"/>
    <w:rsid w:val="00C10C64"/>
    <w:rsid w:val="00C1130F"/>
    <w:rsid w:val="00C11579"/>
    <w:rsid w:val="00C116EA"/>
    <w:rsid w:val="00C1172B"/>
    <w:rsid w:val="00C11979"/>
    <w:rsid w:val="00C11A47"/>
    <w:rsid w:val="00C11AA2"/>
    <w:rsid w:val="00C1244B"/>
    <w:rsid w:val="00C127A4"/>
    <w:rsid w:val="00C12B6A"/>
    <w:rsid w:val="00C12DD1"/>
    <w:rsid w:val="00C12F4E"/>
    <w:rsid w:val="00C137B6"/>
    <w:rsid w:val="00C13999"/>
    <w:rsid w:val="00C140F2"/>
    <w:rsid w:val="00C143B6"/>
    <w:rsid w:val="00C1459D"/>
    <w:rsid w:val="00C14840"/>
    <w:rsid w:val="00C14B6A"/>
    <w:rsid w:val="00C15FA5"/>
    <w:rsid w:val="00C16540"/>
    <w:rsid w:val="00C16C7B"/>
    <w:rsid w:val="00C1730E"/>
    <w:rsid w:val="00C179F7"/>
    <w:rsid w:val="00C2061B"/>
    <w:rsid w:val="00C20632"/>
    <w:rsid w:val="00C21FB9"/>
    <w:rsid w:val="00C22632"/>
    <w:rsid w:val="00C227A0"/>
    <w:rsid w:val="00C23178"/>
    <w:rsid w:val="00C238EC"/>
    <w:rsid w:val="00C23E78"/>
    <w:rsid w:val="00C2443E"/>
    <w:rsid w:val="00C246A0"/>
    <w:rsid w:val="00C24B31"/>
    <w:rsid w:val="00C24D25"/>
    <w:rsid w:val="00C2524D"/>
    <w:rsid w:val="00C2571F"/>
    <w:rsid w:val="00C25C17"/>
    <w:rsid w:val="00C25CC0"/>
    <w:rsid w:val="00C25CE9"/>
    <w:rsid w:val="00C2608B"/>
    <w:rsid w:val="00C26179"/>
    <w:rsid w:val="00C26406"/>
    <w:rsid w:val="00C265D3"/>
    <w:rsid w:val="00C266A5"/>
    <w:rsid w:val="00C268FB"/>
    <w:rsid w:val="00C2731D"/>
    <w:rsid w:val="00C27BC6"/>
    <w:rsid w:val="00C30A2D"/>
    <w:rsid w:val="00C30D0B"/>
    <w:rsid w:val="00C31013"/>
    <w:rsid w:val="00C32102"/>
    <w:rsid w:val="00C32D0A"/>
    <w:rsid w:val="00C32D77"/>
    <w:rsid w:val="00C32DC9"/>
    <w:rsid w:val="00C32ECA"/>
    <w:rsid w:val="00C33261"/>
    <w:rsid w:val="00C339A7"/>
    <w:rsid w:val="00C33F42"/>
    <w:rsid w:val="00C34277"/>
    <w:rsid w:val="00C3431A"/>
    <w:rsid w:val="00C35671"/>
    <w:rsid w:val="00C35690"/>
    <w:rsid w:val="00C3645F"/>
    <w:rsid w:val="00C36C78"/>
    <w:rsid w:val="00C36D74"/>
    <w:rsid w:val="00C373CD"/>
    <w:rsid w:val="00C403DF"/>
    <w:rsid w:val="00C40870"/>
    <w:rsid w:val="00C41130"/>
    <w:rsid w:val="00C414DD"/>
    <w:rsid w:val="00C417D1"/>
    <w:rsid w:val="00C41D92"/>
    <w:rsid w:val="00C41FD7"/>
    <w:rsid w:val="00C428AE"/>
    <w:rsid w:val="00C432AE"/>
    <w:rsid w:val="00C43A0B"/>
    <w:rsid w:val="00C43BD8"/>
    <w:rsid w:val="00C43E11"/>
    <w:rsid w:val="00C44179"/>
    <w:rsid w:val="00C4428D"/>
    <w:rsid w:val="00C44292"/>
    <w:rsid w:val="00C4482B"/>
    <w:rsid w:val="00C45185"/>
    <w:rsid w:val="00C455E9"/>
    <w:rsid w:val="00C45BEA"/>
    <w:rsid w:val="00C45D1D"/>
    <w:rsid w:val="00C45DD5"/>
    <w:rsid w:val="00C46678"/>
    <w:rsid w:val="00C466A5"/>
    <w:rsid w:val="00C468B0"/>
    <w:rsid w:val="00C46E30"/>
    <w:rsid w:val="00C473A7"/>
    <w:rsid w:val="00C4764F"/>
    <w:rsid w:val="00C504D0"/>
    <w:rsid w:val="00C5087D"/>
    <w:rsid w:val="00C50AA0"/>
    <w:rsid w:val="00C50D1B"/>
    <w:rsid w:val="00C51025"/>
    <w:rsid w:val="00C515ED"/>
    <w:rsid w:val="00C5197C"/>
    <w:rsid w:val="00C51FA8"/>
    <w:rsid w:val="00C522A3"/>
    <w:rsid w:val="00C524FF"/>
    <w:rsid w:val="00C5270A"/>
    <w:rsid w:val="00C52E8C"/>
    <w:rsid w:val="00C52FBD"/>
    <w:rsid w:val="00C537E4"/>
    <w:rsid w:val="00C53984"/>
    <w:rsid w:val="00C53EA8"/>
    <w:rsid w:val="00C54172"/>
    <w:rsid w:val="00C54315"/>
    <w:rsid w:val="00C548D1"/>
    <w:rsid w:val="00C54C28"/>
    <w:rsid w:val="00C54C87"/>
    <w:rsid w:val="00C54D2F"/>
    <w:rsid w:val="00C54F38"/>
    <w:rsid w:val="00C54FF1"/>
    <w:rsid w:val="00C551F2"/>
    <w:rsid w:val="00C56C1D"/>
    <w:rsid w:val="00C56C42"/>
    <w:rsid w:val="00C57414"/>
    <w:rsid w:val="00C57A60"/>
    <w:rsid w:val="00C57BDB"/>
    <w:rsid w:val="00C6033F"/>
    <w:rsid w:val="00C605FE"/>
    <w:rsid w:val="00C609EA"/>
    <w:rsid w:val="00C60B64"/>
    <w:rsid w:val="00C60B69"/>
    <w:rsid w:val="00C61604"/>
    <w:rsid w:val="00C61785"/>
    <w:rsid w:val="00C619A1"/>
    <w:rsid w:val="00C62103"/>
    <w:rsid w:val="00C62265"/>
    <w:rsid w:val="00C62415"/>
    <w:rsid w:val="00C62AFC"/>
    <w:rsid w:val="00C62B14"/>
    <w:rsid w:val="00C62B8F"/>
    <w:rsid w:val="00C62C58"/>
    <w:rsid w:val="00C62F88"/>
    <w:rsid w:val="00C63050"/>
    <w:rsid w:val="00C6314D"/>
    <w:rsid w:val="00C6368C"/>
    <w:rsid w:val="00C637DB"/>
    <w:rsid w:val="00C63858"/>
    <w:rsid w:val="00C63B39"/>
    <w:rsid w:val="00C63D53"/>
    <w:rsid w:val="00C644FA"/>
    <w:rsid w:val="00C64D2B"/>
    <w:rsid w:val="00C64EDD"/>
    <w:rsid w:val="00C65536"/>
    <w:rsid w:val="00C65626"/>
    <w:rsid w:val="00C65933"/>
    <w:rsid w:val="00C659E7"/>
    <w:rsid w:val="00C663B3"/>
    <w:rsid w:val="00C66F82"/>
    <w:rsid w:val="00C671A4"/>
    <w:rsid w:val="00C67513"/>
    <w:rsid w:val="00C676A7"/>
    <w:rsid w:val="00C67869"/>
    <w:rsid w:val="00C67986"/>
    <w:rsid w:val="00C70744"/>
    <w:rsid w:val="00C70B95"/>
    <w:rsid w:val="00C70EF2"/>
    <w:rsid w:val="00C71329"/>
    <w:rsid w:val="00C71341"/>
    <w:rsid w:val="00C7166F"/>
    <w:rsid w:val="00C71C4C"/>
    <w:rsid w:val="00C71C97"/>
    <w:rsid w:val="00C71F42"/>
    <w:rsid w:val="00C7208A"/>
    <w:rsid w:val="00C7270E"/>
    <w:rsid w:val="00C7288C"/>
    <w:rsid w:val="00C730C0"/>
    <w:rsid w:val="00C7387F"/>
    <w:rsid w:val="00C738AE"/>
    <w:rsid w:val="00C739FA"/>
    <w:rsid w:val="00C74039"/>
    <w:rsid w:val="00C742D0"/>
    <w:rsid w:val="00C74806"/>
    <w:rsid w:val="00C74A94"/>
    <w:rsid w:val="00C74C80"/>
    <w:rsid w:val="00C74F0D"/>
    <w:rsid w:val="00C74F33"/>
    <w:rsid w:val="00C753E0"/>
    <w:rsid w:val="00C75D3B"/>
    <w:rsid w:val="00C75E71"/>
    <w:rsid w:val="00C763A7"/>
    <w:rsid w:val="00C77095"/>
    <w:rsid w:val="00C7728B"/>
    <w:rsid w:val="00C77B8D"/>
    <w:rsid w:val="00C77D29"/>
    <w:rsid w:val="00C8020D"/>
    <w:rsid w:val="00C80260"/>
    <w:rsid w:val="00C803E0"/>
    <w:rsid w:val="00C80653"/>
    <w:rsid w:val="00C80BAF"/>
    <w:rsid w:val="00C8173B"/>
    <w:rsid w:val="00C8195E"/>
    <w:rsid w:val="00C81F00"/>
    <w:rsid w:val="00C81F17"/>
    <w:rsid w:val="00C82952"/>
    <w:rsid w:val="00C82BB7"/>
    <w:rsid w:val="00C83113"/>
    <w:rsid w:val="00C846EA"/>
    <w:rsid w:val="00C849E6"/>
    <w:rsid w:val="00C84BBF"/>
    <w:rsid w:val="00C84CF2"/>
    <w:rsid w:val="00C85879"/>
    <w:rsid w:val="00C859BF"/>
    <w:rsid w:val="00C85BE6"/>
    <w:rsid w:val="00C85BFF"/>
    <w:rsid w:val="00C85D42"/>
    <w:rsid w:val="00C85DCD"/>
    <w:rsid w:val="00C8664A"/>
    <w:rsid w:val="00C86AE7"/>
    <w:rsid w:val="00C86BA0"/>
    <w:rsid w:val="00C86DB5"/>
    <w:rsid w:val="00C870FA"/>
    <w:rsid w:val="00C87248"/>
    <w:rsid w:val="00C876C1"/>
    <w:rsid w:val="00C876E7"/>
    <w:rsid w:val="00C87BA4"/>
    <w:rsid w:val="00C902BE"/>
    <w:rsid w:val="00C91565"/>
    <w:rsid w:val="00C91D91"/>
    <w:rsid w:val="00C922C8"/>
    <w:rsid w:val="00C92BB4"/>
    <w:rsid w:val="00C93523"/>
    <w:rsid w:val="00C93749"/>
    <w:rsid w:val="00C93C30"/>
    <w:rsid w:val="00C93D6E"/>
    <w:rsid w:val="00C94416"/>
    <w:rsid w:val="00C945AF"/>
    <w:rsid w:val="00C94691"/>
    <w:rsid w:val="00C9481B"/>
    <w:rsid w:val="00C94849"/>
    <w:rsid w:val="00C949C8"/>
    <w:rsid w:val="00C953BC"/>
    <w:rsid w:val="00C95582"/>
    <w:rsid w:val="00C95A4B"/>
    <w:rsid w:val="00C95A88"/>
    <w:rsid w:val="00C95E13"/>
    <w:rsid w:val="00C9647A"/>
    <w:rsid w:val="00C965CF"/>
    <w:rsid w:val="00C9667D"/>
    <w:rsid w:val="00C966C9"/>
    <w:rsid w:val="00C968B2"/>
    <w:rsid w:val="00C968C7"/>
    <w:rsid w:val="00C9778D"/>
    <w:rsid w:val="00CA094A"/>
    <w:rsid w:val="00CA0DBE"/>
    <w:rsid w:val="00CA12FC"/>
    <w:rsid w:val="00CA146E"/>
    <w:rsid w:val="00CA1542"/>
    <w:rsid w:val="00CA16C7"/>
    <w:rsid w:val="00CA1E11"/>
    <w:rsid w:val="00CA26CB"/>
    <w:rsid w:val="00CA2901"/>
    <w:rsid w:val="00CA2CF5"/>
    <w:rsid w:val="00CA302F"/>
    <w:rsid w:val="00CA3A60"/>
    <w:rsid w:val="00CA3C37"/>
    <w:rsid w:val="00CA4C8E"/>
    <w:rsid w:val="00CA4D50"/>
    <w:rsid w:val="00CA4EE6"/>
    <w:rsid w:val="00CA54DC"/>
    <w:rsid w:val="00CA5E31"/>
    <w:rsid w:val="00CA636C"/>
    <w:rsid w:val="00CA6480"/>
    <w:rsid w:val="00CA6516"/>
    <w:rsid w:val="00CA6D76"/>
    <w:rsid w:val="00CA7910"/>
    <w:rsid w:val="00CA7A8B"/>
    <w:rsid w:val="00CB05C8"/>
    <w:rsid w:val="00CB0BA2"/>
    <w:rsid w:val="00CB0C4E"/>
    <w:rsid w:val="00CB13AC"/>
    <w:rsid w:val="00CB14A3"/>
    <w:rsid w:val="00CB22C2"/>
    <w:rsid w:val="00CB25EA"/>
    <w:rsid w:val="00CB28FE"/>
    <w:rsid w:val="00CB2A2B"/>
    <w:rsid w:val="00CB333A"/>
    <w:rsid w:val="00CB3B6F"/>
    <w:rsid w:val="00CB3CE0"/>
    <w:rsid w:val="00CB4323"/>
    <w:rsid w:val="00CB4476"/>
    <w:rsid w:val="00CB4965"/>
    <w:rsid w:val="00CB4AFC"/>
    <w:rsid w:val="00CB4BF4"/>
    <w:rsid w:val="00CB505A"/>
    <w:rsid w:val="00CB52F0"/>
    <w:rsid w:val="00CB57C2"/>
    <w:rsid w:val="00CB5990"/>
    <w:rsid w:val="00CB5C28"/>
    <w:rsid w:val="00CB5C6B"/>
    <w:rsid w:val="00CB6320"/>
    <w:rsid w:val="00CB678D"/>
    <w:rsid w:val="00CB6A12"/>
    <w:rsid w:val="00CB7116"/>
    <w:rsid w:val="00CB7480"/>
    <w:rsid w:val="00CB781D"/>
    <w:rsid w:val="00CB7842"/>
    <w:rsid w:val="00CB7B7E"/>
    <w:rsid w:val="00CC0307"/>
    <w:rsid w:val="00CC0777"/>
    <w:rsid w:val="00CC0A8C"/>
    <w:rsid w:val="00CC108D"/>
    <w:rsid w:val="00CC133E"/>
    <w:rsid w:val="00CC13BC"/>
    <w:rsid w:val="00CC147F"/>
    <w:rsid w:val="00CC1D44"/>
    <w:rsid w:val="00CC20BF"/>
    <w:rsid w:val="00CC240B"/>
    <w:rsid w:val="00CC2455"/>
    <w:rsid w:val="00CC384A"/>
    <w:rsid w:val="00CC4416"/>
    <w:rsid w:val="00CC4C29"/>
    <w:rsid w:val="00CC526C"/>
    <w:rsid w:val="00CC52C9"/>
    <w:rsid w:val="00CC53D7"/>
    <w:rsid w:val="00CC68C2"/>
    <w:rsid w:val="00CC6C23"/>
    <w:rsid w:val="00CC6DF3"/>
    <w:rsid w:val="00CC6FD4"/>
    <w:rsid w:val="00CC76D0"/>
    <w:rsid w:val="00CC7A92"/>
    <w:rsid w:val="00CC7B31"/>
    <w:rsid w:val="00CC7D91"/>
    <w:rsid w:val="00CD02E8"/>
    <w:rsid w:val="00CD0789"/>
    <w:rsid w:val="00CD0A39"/>
    <w:rsid w:val="00CD0B0F"/>
    <w:rsid w:val="00CD12B0"/>
    <w:rsid w:val="00CD1744"/>
    <w:rsid w:val="00CD17AC"/>
    <w:rsid w:val="00CD18E7"/>
    <w:rsid w:val="00CD1E99"/>
    <w:rsid w:val="00CD1FC1"/>
    <w:rsid w:val="00CD20A1"/>
    <w:rsid w:val="00CD214E"/>
    <w:rsid w:val="00CD2312"/>
    <w:rsid w:val="00CD2447"/>
    <w:rsid w:val="00CD300F"/>
    <w:rsid w:val="00CD36EC"/>
    <w:rsid w:val="00CD3837"/>
    <w:rsid w:val="00CD3A91"/>
    <w:rsid w:val="00CD3BDB"/>
    <w:rsid w:val="00CD3FB9"/>
    <w:rsid w:val="00CD4069"/>
    <w:rsid w:val="00CD44A3"/>
    <w:rsid w:val="00CD44D6"/>
    <w:rsid w:val="00CD48C4"/>
    <w:rsid w:val="00CD4AD5"/>
    <w:rsid w:val="00CD4DAF"/>
    <w:rsid w:val="00CD51DA"/>
    <w:rsid w:val="00CD5634"/>
    <w:rsid w:val="00CD56A5"/>
    <w:rsid w:val="00CD5E41"/>
    <w:rsid w:val="00CD602C"/>
    <w:rsid w:val="00CD6364"/>
    <w:rsid w:val="00CD6525"/>
    <w:rsid w:val="00CD6830"/>
    <w:rsid w:val="00CD7412"/>
    <w:rsid w:val="00CD764D"/>
    <w:rsid w:val="00CD78DA"/>
    <w:rsid w:val="00CE028E"/>
    <w:rsid w:val="00CE0290"/>
    <w:rsid w:val="00CE0B1D"/>
    <w:rsid w:val="00CE0B42"/>
    <w:rsid w:val="00CE115E"/>
    <w:rsid w:val="00CE15FF"/>
    <w:rsid w:val="00CE17D9"/>
    <w:rsid w:val="00CE197F"/>
    <w:rsid w:val="00CE1F22"/>
    <w:rsid w:val="00CE2636"/>
    <w:rsid w:val="00CE2685"/>
    <w:rsid w:val="00CE2B53"/>
    <w:rsid w:val="00CE2D49"/>
    <w:rsid w:val="00CE2E53"/>
    <w:rsid w:val="00CE2FCC"/>
    <w:rsid w:val="00CE3062"/>
    <w:rsid w:val="00CE3C2B"/>
    <w:rsid w:val="00CE3D41"/>
    <w:rsid w:val="00CE3D46"/>
    <w:rsid w:val="00CE4958"/>
    <w:rsid w:val="00CE4B74"/>
    <w:rsid w:val="00CE4C68"/>
    <w:rsid w:val="00CE4C9B"/>
    <w:rsid w:val="00CE5809"/>
    <w:rsid w:val="00CE593D"/>
    <w:rsid w:val="00CE5A9A"/>
    <w:rsid w:val="00CE5C94"/>
    <w:rsid w:val="00CE618D"/>
    <w:rsid w:val="00CE678C"/>
    <w:rsid w:val="00CE6947"/>
    <w:rsid w:val="00CE69D8"/>
    <w:rsid w:val="00CE6C51"/>
    <w:rsid w:val="00CE7049"/>
    <w:rsid w:val="00CF05E9"/>
    <w:rsid w:val="00CF09F4"/>
    <w:rsid w:val="00CF0DFC"/>
    <w:rsid w:val="00CF0F0D"/>
    <w:rsid w:val="00CF0FD5"/>
    <w:rsid w:val="00CF18B6"/>
    <w:rsid w:val="00CF1BD6"/>
    <w:rsid w:val="00CF1EC7"/>
    <w:rsid w:val="00CF1F98"/>
    <w:rsid w:val="00CF1FE0"/>
    <w:rsid w:val="00CF20C7"/>
    <w:rsid w:val="00CF21CB"/>
    <w:rsid w:val="00CF2439"/>
    <w:rsid w:val="00CF2851"/>
    <w:rsid w:val="00CF2BAA"/>
    <w:rsid w:val="00CF2FA6"/>
    <w:rsid w:val="00CF3135"/>
    <w:rsid w:val="00CF3D05"/>
    <w:rsid w:val="00CF42B6"/>
    <w:rsid w:val="00CF464E"/>
    <w:rsid w:val="00CF4663"/>
    <w:rsid w:val="00CF4CFA"/>
    <w:rsid w:val="00CF5719"/>
    <w:rsid w:val="00CF58B4"/>
    <w:rsid w:val="00CF5D7A"/>
    <w:rsid w:val="00CF5E65"/>
    <w:rsid w:val="00CF60BD"/>
    <w:rsid w:val="00CF60FA"/>
    <w:rsid w:val="00CF68B4"/>
    <w:rsid w:val="00CF6B04"/>
    <w:rsid w:val="00CF6F41"/>
    <w:rsid w:val="00CF6FAC"/>
    <w:rsid w:val="00CF739C"/>
    <w:rsid w:val="00CF7E1D"/>
    <w:rsid w:val="00D000E5"/>
    <w:rsid w:val="00D0069B"/>
    <w:rsid w:val="00D00A1C"/>
    <w:rsid w:val="00D00D68"/>
    <w:rsid w:val="00D01316"/>
    <w:rsid w:val="00D01A50"/>
    <w:rsid w:val="00D01A8F"/>
    <w:rsid w:val="00D01C06"/>
    <w:rsid w:val="00D0207C"/>
    <w:rsid w:val="00D0224F"/>
    <w:rsid w:val="00D02422"/>
    <w:rsid w:val="00D02474"/>
    <w:rsid w:val="00D031CC"/>
    <w:rsid w:val="00D03645"/>
    <w:rsid w:val="00D037BF"/>
    <w:rsid w:val="00D03C57"/>
    <w:rsid w:val="00D041C9"/>
    <w:rsid w:val="00D04612"/>
    <w:rsid w:val="00D046AC"/>
    <w:rsid w:val="00D050AC"/>
    <w:rsid w:val="00D0529D"/>
    <w:rsid w:val="00D052CD"/>
    <w:rsid w:val="00D052D3"/>
    <w:rsid w:val="00D054B7"/>
    <w:rsid w:val="00D055E7"/>
    <w:rsid w:val="00D05703"/>
    <w:rsid w:val="00D05E0A"/>
    <w:rsid w:val="00D05E0E"/>
    <w:rsid w:val="00D0666A"/>
    <w:rsid w:val="00D06CC4"/>
    <w:rsid w:val="00D0701F"/>
    <w:rsid w:val="00D070E8"/>
    <w:rsid w:val="00D074FF"/>
    <w:rsid w:val="00D0758D"/>
    <w:rsid w:val="00D07CAC"/>
    <w:rsid w:val="00D07D08"/>
    <w:rsid w:val="00D10661"/>
    <w:rsid w:val="00D10C38"/>
    <w:rsid w:val="00D113D1"/>
    <w:rsid w:val="00D11530"/>
    <w:rsid w:val="00D11740"/>
    <w:rsid w:val="00D117DD"/>
    <w:rsid w:val="00D1193F"/>
    <w:rsid w:val="00D12287"/>
    <w:rsid w:val="00D127E1"/>
    <w:rsid w:val="00D13160"/>
    <w:rsid w:val="00D1385E"/>
    <w:rsid w:val="00D138FF"/>
    <w:rsid w:val="00D140CD"/>
    <w:rsid w:val="00D14EB9"/>
    <w:rsid w:val="00D1500A"/>
    <w:rsid w:val="00D1551F"/>
    <w:rsid w:val="00D15904"/>
    <w:rsid w:val="00D15A60"/>
    <w:rsid w:val="00D15B2C"/>
    <w:rsid w:val="00D15C55"/>
    <w:rsid w:val="00D15E39"/>
    <w:rsid w:val="00D16117"/>
    <w:rsid w:val="00D1617B"/>
    <w:rsid w:val="00D161D5"/>
    <w:rsid w:val="00D16450"/>
    <w:rsid w:val="00D1662E"/>
    <w:rsid w:val="00D167E6"/>
    <w:rsid w:val="00D16BA4"/>
    <w:rsid w:val="00D17076"/>
    <w:rsid w:val="00D170F7"/>
    <w:rsid w:val="00D1712B"/>
    <w:rsid w:val="00D17218"/>
    <w:rsid w:val="00D1736D"/>
    <w:rsid w:val="00D202A9"/>
    <w:rsid w:val="00D213D2"/>
    <w:rsid w:val="00D2147E"/>
    <w:rsid w:val="00D219F9"/>
    <w:rsid w:val="00D21E2E"/>
    <w:rsid w:val="00D22098"/>
    <w:rsid w:val="00D22DD0"/>
    <w:rsid w:val="00D2327B"/>
    <w:rsid w:val="00D2339D"/>
    <w:rsid w:val="00D23622"/>
    <w:rsid w:val="00D2375D"/>
    <w:rsid w:val="00D244A2"/>
    <w:rsid w:val="00D24780"/>
    <w:rsid w:val="00D24C3E"/>
    <w:rsid w:val="00D24E9C"/>
    <w:rsid w:val="00D24FB2"/>
    <w:rsid w:val="00D255B5"/>
    <w:rsid w:val="00D25711"/>
    <w:rsid w:val="00D25763"/>
    <w:rsid w:val="00D259D9"/>
    <w:rsid w:val="00D25A5B"/>
    <w:rsid w:val="00D25EA0"/>
    <w:rsid w:val="00D25FE9"/>
    <w:rsid w:val="00D261B5"/>
    <w:rsid w:val="00D2695F"/>
    <w:rsid w:val="00D26A03"/>
    <w:rsid w:val="00D2712E"/>
    <w:rsid w:val="00D275C0"/>
    <w:rsid w:val="00D277F5"/>
    <w:rsid w:val="00D27C46"/>
    <w:rsid w:val="00D27D0D"/>
    <w:rsid w:val="00D301AB"/>
    <w:rsid w:val="00D30895"/>
    <w:rsid w:val="00D30E59"/>
    <w:rsid w:val="00D310B3"/>
    <w:rsid w:val="00D3123D"/>
    <w:rsid w:val="00D31578"/>
    <w:rsid w:val="00D31868"/>
    <w:rsid w:val="00D31C2B"/>
    <w:rsid w:val="00D32884"/>
    <w:rsid w:val="00D333B6"/>
    <w:rsid w:val="00D334F5"/>
    <w:rsid w:val="00D3383D"/>
    <w:rsid w:val="00D33C3C"/>
    <w:rsid w:val="00D3418A"/>
    <w:rsid w:val="00D3421D"/>
    <w:rsid w:val="00D3484D"/>
    <w:rsid w:val="00D3485F"/>
    <w:rsid w:val="00D357C0"/>
    <w:rsid w:val="00D35D39"/>
    <w:rsid w:val="00D3705C"/>
    <w:rsid w:val="00D40880"/>
    <w:rsid w:val="00D42080"/>
    <w:rsid w:val="00D42103"/>
    <w:rsid w:val="00D427C4"/>
    <w:rsid w:val="00D43448"/>
    <w:rsid w:val="00D434CC"/>
    <w:rsid w:val="00D43E08"/>
    <w:rsid w:val="00D443BC"/>
    <w:rsid w:val="00D44456"/>
    <w:rsid w:val="00D44D92"/>
    <w:rsid w:val="00D44FBB"/>
    <w:rsid w:val="00D4510B"/>
    <w:rsid w:val="00D452F0"/>
    <w:rsid w:val="00D45320"/>
    <w:rsid w:val="00D4546D"/>
    <w:rsid w:val="00D45594"/>
    <w:rsid w:val="00D45750"/>
    <w:rsid w:val="00D457AA"/>
    <w:rsid w:val="00D45E9E"/>
    <w:rsid w:val="00D46216"/>
    <w:rsid w:val="00D46227"/>
    <w:rsid w:val="00D46794"/>
    <w:rsid w:val="00D46888"/>
    <w:rsid w:val="00D46CCA"/>
    <w:rsid w:val="00D46D23"/>
    <w:rsid w:val="00D46E16"/>
    <w:rsid w:val="00D475CD"/>
    <w:rsid w:val="00D50595"/>
    <w:rsid w:val="00D50CF2"/>
    <w:rsid w:val="00D520A9"/>
    <w:rsid w:val="00D5249A"/>
    <w:rsid w:val="00D524D0"/>
    <w:rsid w:val="00D526B8"/>
    <w:rsid w:val="00D52BF1"/>
    <w:rsid w:val="00D52E97"/>
    <w:rsid w:val="00D531A1"/>
    <w:rsid w:val="00D53AF9"/>
    <w:rsid w:val="00D53DF3"/>
    <w:rsid w:val="00D5441D"/>
    <w:rsid w:val="00D546DD"/>
    <w:rsid w:val="00D54A5C"/>
    <w:rsid w:val="00D54E27"/>
    <w:rsid w:val="00D556D2"/>
    <w:rsid w:val="00D558AF"/>
    <w:rsid w:val="00D55C85"/>
    <w:rsid w:val="00D56618"/>
    <w:rsid w:val="00D5673D"/>
    <w:rsid w:val="00D57352"/>
    <w:rsid w:val="00D57553"/>
    <w:rsid w:val="00D57727"/>
    <w:rsid w:val="00D577C5"/>
    <w:rsid w:val="00D5798A"/>
    <w:rsid w:val="00D57E78"/>
    <w:rsid w:val="00D604E8"/>
    <w:rsid w:val="00D60BE9"/>
    <w:rsid w:val="00D60E92"/>
    <w:rsid w:val="00D60F8B"/>
    <w:rsid w:val="00D61132"/>
    <w:rsid w:val="00D6150B"/>
    <w:rsid w:val="00D615BC"/>
    <w:rsid w:val="00D622EA"/>
    <w:rsid w:val="00D62374"/>
    <w:rsid w:val="00D62908"/>
    <w:rsid w:val="00D62BC8"/>
    <w:rsid w:val="00D630A7"/>
    <w:rsid w:val="00D630BB"/>
    <w:rsid w:val="00D63150"/>
    <w:rsid w:val="00D63367"/>
    <w:rsid w:val="00D63580"/>
    <w:rsid w:val="00D63CD3"/>
    <w:rsid w:val="00D6472E"/>
    <w:rsid w:val="00D64CB6"/>
    <w:rsid w:val="00D64F16"/>
    <w:rsid w:val="00D653DF"/>
    <w:rsid w:val="00D658F8"/>
    <w:rsid w:val="00D65C90"/>
    <w:rsid w:val="00D65C9E"/>
    <w:rsid w:val="00D65E30"/>
    <w:rsid w:val="00D666CE"/>
    <w:rsid w:val="00D66733"/>
    <w:rsid w:val="00D66987"/>
    <w:rsid w:val="00D67051"/>
    <w:rsid w:val="00D671AB"/>
    <w:rsid w:val="00D67240"/>
    <w:rsid w:val="00D6746D"/>
    <w:rsid w:val="00D67B21"/>
    <w:rsid w:val="00D67FB2"/>
    <w:rsid w:val="00D702B6"/>
    <w:rsid w:val="00D70718"/>
    <w:rsid w:val="00D70B56"/>
    <w:rsid w:val="00D70D55"/>
    <w:rsid w:val="00D7108C"/>
    <w:rsid w:val="00D713EC"/>
    <w:rsid w:val="00D71C6C"/>
    <w:rsid w:val="00D71E55"/>
    <w:rsid w:val="00D71FC8"/>
    <w:rsid w:val="00D724E8"/>
    <w:rsid w:val="00D7254B"/>
    <w:rsid w:val="00D729BF"/>
    <w:rsid w:val="00D72F89"/>
    <w:rsid w:val="00D73094"/>
    <w:rsid w:val="00D73097"/>
    <w:rsid w:val="00D730AA"/>
    <w:rsid w:val="00D734D6"/>
    <w:rsid w:val="00D7353D"/>
    <w:rsid w:val="00D73B02"/>
    <w:rsid w:val="00D73B8C"/>
    <w:rsid w:val="00D73BAE"/>
    <w:rsid w:val="00D73BE5"/>
    <w:rsid w:val="00D73D65"/>
    <w:rsid w:val="00D73F36"/>
    <w:rsid w:val="00D741A5"/>
    <w:rsid w:val="00D743E4"/>
    <w:rsid w:val="00D74702"/>
    <w:rsid w:val="00D748D1"/>
    <w:rsid w:val="00D74D21"/>
    <w:rsid w:val="00D75620"/>
    <w:rsid w:val="00D757DF"/>
    <w:rsid w:val="00D758CA"/>
    <w:rsid w:val="00D75E2B"/>
    <w:rsid w:val="00D761E3"/>
    <w:rsid w:val="00D7627B"/>
    <w:rsid w:val="00D7632B"/>
    <w:rsid w:val="00D76747"/>
    <w:rsid w:val="00D76A77"/>
    <w:rsid w:val="00D76F3B"/>
    <w:rsid w:val="00D77025"/>
    <w:rsid w:val="00D770D8"/>
    <w:rsid w:val="00D77197"/>
    <w:rsid w:val="00D773C2"/>
    <w:rsid w:val="00D807FC"/>
    <w:rsid w:val="00D80BDE"/>
    <w:rsid w:val="00D80C65"/>
    <w:rsid w:val="00D80C69"/>
    <w:rsid w:val="00D80E85"/>
    <w:rsid w:val="00D8108B"/>
    <w:rsid w:val="00D8141E"/>
    <w:rsid w:val="00D81B60"/>
    <w:rsid w:val="00D81CB3"/>
    <w:rsid w:val="00D81CB6"/>
    <w:rsid w:val="00D82106"/>
    <w:rsid w:val="00D8245A"/>
    <w:rsid w:val="00D825CF"/>
    <w:rsid w:val="00D82884"/>
    <w:rsid w:val="00D8295A"/>
    <w:rsid w:val="00D82D34"/>
    <w:rsid w:val="00D82F69"/>
    <w:rsid w:val="00D830BD"/>
    <w:rsid w:val="00D830DB"/>
    <w:rsid w:val="00D83544"/>
    <w:rsid w:val="00D836FF"/>
    <w:rsid w:val="00D84104"/>
    <w:rsid w:val="00D84141"/>
    <w:rsid w:val="00D84254"/>
    <w:rsid w:val="00D847D6"/>
    <w:rsid w:val="00D853FE"/>
    <w:rsid w:val="00D85A0E"/>
    <w:rsid w:val="00D86BFA"/>
    <w:rsid w:val="00D87185"/>
    <w:rsid w:val="00D871A6"/>
    <w:rsid w:val="00D871B4"/>
    <w:rsid w:val="00D872D8"/>
    <w:rsid w:val="00D87634"/>
    <w:rsid w:val="00D876D6"/>
    <w:rsid w:val="00D876FC"/>
    <w:rsid w:val="00D87915"/>
    <w:rsid w:val="00D87B3B"/>
    <w:rsid w:val="00D87F90"/>
    <w:rsid w:val="00D900A5"/>
    <w:rsid w:val="00D9024A"/>
    <w:rsid w:val="00D907C4"/>
    <w:rsid w:val="00D909FA"/>
    <w:rsid w:val="00D90A8A"/>
    <w:rsid w:val="00D90ABE"/>
    <w:rsid w:val="00D90D66"/>
    <w:rsid w:val="00D9109C"/>
    <w:rsid w:val="00D9133A"/>
    <w:rsid w:val="00D916C6"/>
    <w:rsid w:val="00D92452"/>
    <w:rsid w:val="00D92716"/>
    <w:rsid w:val="00D92BC0"/>
    <w:rsid w:val="00D92FD8"/>
    <w:rsid w:val="00D930FA"/>
    <w:rsid w:val="00D93200"/>
    <w:rsid w:val="00D93642"/>
    <w:rsid w:val="00D944E4"/>
    <w:rsid w:val="00D94D32"/>
    <w:rsid w:val="00D94DDF"/>
    <w:rsid w:val="00D94FCD"/>
    <w:rsid w:val="00D950AF"/>
    <w:rsid w:val="00D9527B"/>
    <w:rsid w:val="00D95646"/>
    <w:rsid w:val="00D95A1D"/>
    <w:rsid w:val="00D969AC"/>
    <w:rsid w:val="00D96A5C"/>
    <w:rsid w:val="00D96AD5"/>
    <w:rsid w:val="00D970A5"/>
    <w:rsid w:val="00D970B7"/>
    <w:rsid w:val="00D974D5"/>
    <w:rsid w:val="00D975C9"/>
    <w:rsid w:val="00D97A10"/>
    <w:rsid w:val="00DA00A7"/>
    <w:rsid w:val="00DA02D2"/>
    <w:rsid w:val="00DA094A"/>
    <w:rsid w:val="00DA0DBF"/>
    <w:rsid w:val="00DA141A"/>
    <w:rsid w:val="00DA15B2"/>
    <w:rsid w:val="00DA18B9"/>
    <w:rsid w:val="00DA191D"/>
    <w:rsid w:val="00DA28EA"/>
    <w:rsid w:val="00DA2B79"/>
    <w:rsid w:val="00DA2CE8"/>
    <w:rsid w:val="00DA3064"/>
    <w:rsid w:val="00DA325A"/>
    <w:rsid w:val="00DA3684"/>
    <w:rsid w:val="00DA39F3"/>
    <w:rsid w:val="00DA44F7"/>
    <w:rsid w:val="00DA4671"/>
    <w:rsid w:val="00DA5353"/>
    <w:rsid w:val="00DA5407"/>
    <w:rsid w:val="00DA5A78"/>
    <w:rsid w:val="00DA5CCB"/>
    <w:rsid w:val="00DA5D75"/>
    <w:rsid w:val="00DA5DD9"/>
    <w:rsid w:val="00DA60D9"/>
    <w:rsid w:val="00DA6180"/>
    <w:rsid w:val="00DA6289"/>
    <w:rsid w:val="00DA697E"/>
    <w:rsid w:val="00DA7025"/>
    <w:rsid w:val="00DA738D"/>
    <w:rsid w:val="00DA76B0"/>
    <w:rsid w:val="00DA77B1"/>
    <w:rsid w:val="00DA7DDF"/>
    <w:rsid w:val="00DA7DFB"/>
    <w:rsid w:val="00DB06CE"/>
    <w:rsid w:val="00DB071D"/>
    <w:rsid w:val="00DB076B"/>
    <w:rsid w:val="00DB08BF"/>
    <w:rsid w:val="00DB09CD"/>
    <w:rsid w:val="00DB124B"/>
    <w:rsid w:val="00DB1531"/>
    <w:rsid w:val="00DB190A"/>
    <w:rsid w:val="00DB2450"/>
    <w:rsid w:val="00DB2C9C"/>
    <w:rsid w:val="00DB30B7"/>
    <w:rsid w:val="00DB3172"/>
    <w:rsid w:val="00DB3175"/>
    <w:rsid w:val="00DB3286"/>
    <w:rsid w:val="00DB3947"/>
    <w:rsid w:val="00DB3983"/>
    <w:rsid w:val="00DB4179"/>
    <w:rsid w:val="00DB4DC2"/>
    <w:rsid w:val="00DB4E5E"/>
    <w:rsid w:val="00DB562C"/>
    <w:rsid w:val="00DB5652"/>
    <w:rsid w:val="00DB565A"/>
    <w:rsid w:val="00DB5931"/>
    <w:rsid w:val="00DB64F4"/>
    <w:rsid w:val="00DB6C71"/>
    <w:rsid w:val="00DB74BA"/>
    <w:rsid w:val="00DB74D0"/>
    <w:rsid w:val="00DB7965"/>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C16"/>
    <w:rsid w:val="00DC2C8B"/>
    <w:rsid w:val="00DC2E80"/>
    <w:rsid w:val="00DC35E7"/>
    <w:rsid w:val="00DC48F7"/>
    <w:rsid w:val="00DC4917"/>
    <w:rsid w:val="00DC494A"/>
    <w:rsid w:val="00DC4964"/>
    <w:rsid w:val="00DC4965"/>
    <w:rsid w:val="00DC4BC2"/>
    <w:rsid w:val="00DC5B45"/>
    <w:rsid w:val="00DC5C0A"/>
    <w:rsid w:val="00DC5F90"/>
    <w:rsid w:val="00DC6555"/>
    <w:rsid w:val="00DC6676"/>
    <w:rsid w:val="00DC6931"/>
    <w:rsid w:val="00DC6DE3"/>
    <w:rsid w:val="00DC6E83"/>
    <w:rsid w:val="00DC73DC"/>
    <w:rsid w:val="00DC7670"/>
    <w:rsid w:val="00DD017B"/>
    <w:rsid w:val="00DD162B"/>
    <w:rsid w:val="00DD171D"/>
    <w:rsid w:val="00DD1722"/>
    <w:rsid w:val="00DD1749"/>
    <w:rsid w:val="00DD18EA"/>
    <w:rsid w:val="00DD194E"/>
    <w:rsid w:val="00DD1DF9"/>
    <w:rsid w:val="00DD1EC1"/>
    <w:rsid w:val="00DD2361"/>
    <w:rsid w:val="00DD280C"/>
    <w:rsid w:val="00DD2BBE"/>
    <w:rsid w:val="00DD2D36"/>
    <w:rsid w:val="00DD2D58"/>
    <w:rsid w:val="00DD2F64"/>
    <w:rsid w:val="00DD32B5"/>
    <w:rsid w:val="00DD3391"/>
    <w:rsid w:val="00DD3601"/>
    <w:rsid w:val="00DD39DF"/>
    <w:rsid w:val="00DD3A1E"/>
    <w:rsid w:val="00DD4747"/>
    <w:rsid w:val="00DD4A62"/>
    <w:rsid w:val="00DD5056"/>
    <w:rsid w:val="00DD51B5"/>
    <w:rsid w:val="00DD586E"/>
    <w:rsid w:val="00DD5DA5"/>
    <w:rsid w:val="00DD669B"/>
    <w:rsid w:val="00DD6ADF"/>
    <w:rsid w:val="00DD6B10"/>
    <w:rsid w:val="00DD6B7B"/>
    <w:rsid w:val="00DD6D5C"/>
    <w:rsid w:val="00DD6E05"/>
    <w:rsid w:val="00DD71A9"/>
    <w:rsid w:val="00DD7773"/>
    <w:rsid w:val="00DD7AAB"/>
    <w:rsid w:val="00DD7D14"/>
    <w:rsid w:val="00DE062E"/>
    <w:rsid w:val="00DE0AC7"/>
    <w:rsid w:val="00DE0DB5"/>
    <w:rsid w:val="00DE103C"/>
    <w:rsid w:val="00DE1142"/>
    <w:rsid w:val="00DE1554"/>
    <w:rsid w:val="00DE15AD"/>
    <w:rsid w:val="00DE1810"/>
    <w:rsid w:val="00DE1A05"/>
    <w:rsid w:val="00DE1A7A"/>
    <w:rsid w:val="00DE1BA1"/>
    <w:rsid w:val="00DE1CCD"/>
    <w:rsid w:val="00DE1EFC"/>
    <w:rsid w:val="00DE2223"/>
    <w:rsid w:val="00DE2B06"/>
    <w:rsid w:val="00DE2EFF"/>
    <w:rsid w:val="00DE2F21"/>
    <w:rsid w:val="00DE30B2"/>
    <w:rsid w:val="00DE3B79"/>
    <w:rsid w:val="00DE45F8"/>
    <w:rsid w:val="00DE48D3"/>
    <w:rsid w:val="00DE4922"/>
    <w:rsid w:val="00DE4CBA"/>
    <w:rsid w:val="00DE4E8B"/>
    <w:rsid w:val="00DE4F2E"/>
    <w:rsid w:val="00DE5669"/>
    <w:rsid w:val="00DE5846"/>
    <w:rsid w:val="00DE596F"/>
    <w:rsid w:val="00DE5A19"/>
    <w:rsid w:val="00DE5AC2"/>
    <w:rsid w:val="00DE5D7B"/>
    <w:rsid w:val="00DE601B"/>
    <w:rsid w:val="00DE6036"/>
    <w:rsid w:val="00DE6988"/>
    <w:rsid w:val="00DE6ECD"/>
    <w:rsid w:val="00DE6F2B"/>
    <w:rsid w:val="00DE7CF8"/>
    <w:rsid w:val="00DE7F49"/>
    <w:rsid w:val="00DF0C3A"/>
    <w:rsid w:val="00DF0FAD"/>
    <w:rsid w:val="00DF0FB3"/>
    <w:rsid w:val="00DF1527"/>
    <w:rsid w:val="00DF1593"/>
    <w:rsid w:val="00DF17E7"/>
    <w:rsid w:val="00DF2051"/>
    <w:rsid w:val="00DF2387"/>
    <w:rsid w:val="00DF23D3"/>
    <w:rsid w:val="00DF25D3"/>
    <w:rsid w:val="00DF25E6"/>
    <w:rsid w:val="00DF268C"/>
    <w:rsid w:val="00DF2E36"/>
    <w:rsid w:val="00DF2EAF"/>
    <w:rsid w:val="00DF34C1"/>
    <w:rsid w:val="00DF3B61"/>
    <w:rsid w:val="00DF3EF5"/>
    <w:rsid w:val="00DF3FF8"/>
    <w:rsid w:val="00DF46F4"/>
    <w:rsid w:val="00DF4718"/>
    <w:rsid w:val="00DF4D62"/>
    <w:rsid w:val="00DF4F40"/>
    <w:rsid w:val="00DF5067"/>
    <w:rsid w:val="00DF51D9"/>
    <w:rsid w:val="00DF58B0"/>
    <w:rsid w:val="00DF599E"/>
    <w:rsid w:val="00DF5CED"/>
    <w:rsid w:val="00DF5D0A"/>
    <w:rsid w:val="00DF5E51"/>
    <w:rsid w:val="00DF5ED1"/>
    <w:rsid w:val="00DF68FC"/>
    <w:rsid w:val="00DF6E5F"/>
    <w:rsid w:val="00DF7644"/>
    <w:rsid w:val="00DF7814"/>
    <w:rsid w:val="00DF7FE8"/>
    <w:rsid w:val="00DF7FF9"/>
    <w:rsid w:val="00E00089"/>
    <w:rsid w:val="00E001B6"/>
    <w:rsid w:val="00E00706"/>
    <w:rsid w:val="00E0082C"/>
    <w:rsid w:val="00E0093D"/>
    <w:rsid w:val="00E0094F"/>
    <w:rsid w:val="00E00975"/>
    <w:rsid w:val="00E009B5"/>
    <w:rsid w:val="00E011C8"/>
    <w:rsid w:val="00E012EB"/>
    <w:rsid w:val="00E012F6"/>
    <w:rsid w:val="00E01364"/>
    <w:rsid w:val="00E019C8"/>
    <w:rsid w:val="00E020EB"/>
    <w:rsid w:val="00E0236A"/>
    <w:rsid w:val="00E02912"/>
    <w:rsid w:val="00E02BF2"/>
    <w:rsid w:val="00E030DA"/>
    <w:rsid w:val="00E0320C"/>
    <w:rsid w:val="00E03394"/>
    <w:rsid w:val="00E03681"/>
    <w:rsid w:val="00E037C9"/>
    <w:rsid w:val="00E03F08"/>
    <w:rsid w:val="00E040D6"/>
    <w:rsid w:val="00E0422A"/>
    <w:rsid w:val="00E04EC8"/>
    <w:rsid w:val="00E04F96"/>
    <w:rsid w:val="00E05308"/>
    <w:rsid w:val="00E055E4"/>
    <w:rsid w:val="00E05C88"/>
    <w:rsid w:val="00E0612B"/>
    <w:rsid w:val="00E06321"/>
    <w:rsid w:val="00E06C60"/>
    <w:rsid w:val="00E06C66"/>
    <w:rsid w:val="00E075B9"/>
    <w:rsid w:val="00E07A83"/>
    <w:rsid w:val="00E07D27"/>
    <w:rsid w:val="00E07FE8"/>
    <w:rsid w:val="00E103BD"/>
    <w:rsid w:val="00E107C4"/>
    <w:rsid w:val="00E1080C"/>
    <w:rsid w:val="00E10A18"/>
    <w:rsid w:val="00E10E8D"/>
    <w:rsid w:val="00E10EF5"/>
    <w:rsid w:val="00E110C7"/>
    <w:rsid w:val="00E1134E"/>
    <w:rsid w:val="00E11B0B"/>
    <w:rsid w:val="00E11D91"/>
    <w:rsid w:val="00E11DC5"/>
    <w:rsid w:val="00E124F0"/>
    <w:rsid w:val="00E12541"/>
    <w:rsid w:val="00E1263D"/>
    <w:rsid w:val="00E1284E"/>
    <w:rsid w:val="00E1326F"/>
    <w:rsid w:val="00E13453"/>
    <w:rsid w:val="00E13548"/>
    <w:rsid w:val="00E136F7"/>
    <w:rsid w:val="00E138D9"/>
    <w:rsid w:val="00E13ABD"/>
    <w:rsid w:val="00E141D4"/>
    <w:rsid w:val="00E1422F"/>
    <w:rsid w:val="00E1508D"/>
    <w:rsid w:val="00E15278"/>
    <w:rsid w:val="00E152A7"/>
    <w:rsid w:val="00E15575"/>
    <w:rsid w:val="00E15789"/>
    <w:rsid w:val="00E15843"/>
    <w:rsid w:val="00E159C1"/>
    <w:rsid w:val="00E15A57"/>
    <w:rsid w:val="00E15AD7"/>
    <w:rsid w:val="00E15C5B"/>
    <w:rsid w:val="00E163F3"/>
    <w:rsid w:val="00E16D85"/>
    <w:rsid w:val="00E16E48"/>
    <w:rsid w:val="00E17402"/>
    <w:rsid w:val="00E174C2"/>
    <w:rsid w:val="00E17535"/>
    <w:rsid w:val="00E178C8"/>
    <w:rsid w:val="00E179B9"/>
    <w:rsid w:val="00E17C03"/>
    <w:rsid w:val="00E2041D"/>
    <w:rsid w:val="00E20432"/>
    <w:rsid w:val="00E20A4F"/>
    <w:rsid w:val="00E20ACD"/>
    <w:rsid w:val="00E219C9"/>
    <w:rsid w:val="00E21F60"/>
    <w:rsid w:val="00E22127"/>
    <w:rsid w:val="00E221FD"/>
    <w:rsid w:val="00E22418"/>
    <w:rsid w:val="00E228B0"/>
    <w:rsid w:val="00E22A4C"/>
    <w:rsid w:val="00E23E42"/>
    <w:rsid w:val="00E244ED"/>
    <w:rsid w:val="00E246F0"/>
    <w:rsid w:val="00E247FE"/>
    <w:rsid w:val="00E24BBD"/>
    <w:rsid w:val="00E24D64"/>
    <w:rsid w:val="00E25024"/>
    <w:rsid w:val="00E25991"/>
    <w:rsid w:val="00E25C0F"/>
    <w:rsid w:val="00E25C30"/>
    <w:rsid w:val="00E25DE0"/>
    <w:rsid w:val="00E2608D"/>
    <w:rsid w:val="00E2644A"/>
    <w:rsid w:val="00E267AB"/>
    <w:rsid w:val="00E267BA"/>
    <w:rsid w:val="00E26AA8"/>
    <w:rsid w:val="00E26CE0"/>
    <w:rsid w:val="00E270A5"/>
    <w:rsid w:val="00E27328"/>
    <w:rsid w:val="00E300C4"/>
    <w:rsid w:val="00E3065E"/>
    <w:rsid w:val="00E306AB"/>
    <w:rsid w:val="00E3086E"/>
    <w:rsid w:val="00E30D39"/>
    <w:rsid w:val="00E3119B"/>
    <w:rsid w:val="00E31CC7"/>
    <w:rsid w:val="00E32129"/>
    <w:rsid w:val="00E321B2"/>
    <w:rsid w:val="00E323CB"/>
    <w:rsid w:val="00E32554"/>
    <w:rsid w:val="00E32989"/>
    <w:rsid w:val="00E33223"/>
    <w:rsid w:val="00E33339"/>
    <w:rsid w:val="00E335CF"/>
    <w:rsid w:val="00E341E1"/>
    <w:rsid w:val="00E34307"/>
    <w:rsid w:val="00E3451E"/>
    <w:rsid w:val="00E34772"/>
    <w:rsid w:val="00E34F3D"/>
    <w:rsid w:val="00E35096"/>
    <w:rsid w:val="00E351DD"/>
    <w:rsid w:val="00E354FA"/>
    <w:rsid w:val="00E3601E"/>
    <w:rsid w:val="00E363FC"/>
    <w:rsid w:val="00E365EB"/>
    <w:rsid w:val="00E36610"/>
    <w:rsid w:val="00E3686D"/>
    <w:rsid w:val="00E36A56"/>
    <w:rsid w:val="00E370CF"/>
    <w:rsid w:val="00E37685"/>
    <w:rsid w:val="00E37B85"/>
    <w:rsid w:val="00E37F2D"/>
    <w:rsid w:val="00E4040C"/>
    <w:rsid w:val="00E408A4"/>
    <w:rsid w:val="00E409D3"/>
    <w:rsid w:val="00E40A52"/>
    <w:rsid w:val="00E40CE5"/>
    <w:rsid w:val="00E41084"/>
    <w:rsid w:val="00E4145A"/>
    <w:rsid w:val="00E41A5E"/>
    <w:rsid w:val="00E41C01"/>
    <w:rsid w:val="00E41E29"/>
    <w:rsid w:val="00E42295"/>
    <w:rsid w:val="00E4269D"/>
    <w:rsid w:val="00E427A7"/>
    <w:rsid w:val="00E42973"/>
    <w:rsid w:val="00E42A24"/>
    <w:rsid w:val="00E42DD7"/>
    <w:rsid w:val="00E42ED3"/>
    <w:rsid w:val="00E43558"/>
    <w:rsid w:val="00E44352"/>
    <w:rsid w:val="00E443AB"/>
    <w:rsid w:val="00E446F0"/>
    <w:rsid w:val="00E44A45"/>
    <w:rsid w:val="00E44C45"/>
    <w:rsid w:val="00E44C85"/>
    <w:rsid w:val="00E44E1D"/>
    <w:rsid w:val="00E45315"/>
    <w:rsid w:val="00E4562D"/>
    <w:rsid w:val="00E457FA"/>
    <w:rsid w:val="00E45BD8"/>
    <w:rsid w:val="00E461DE"/>
    <w:rsid w:val="00E46658"/>
    <w:rsid w:val="00E47007"/>
    <w:rsid w:val="00E470FF"/>
    <w:rsid w:val="00E478A4"/>
    <w:rsid w:val="00E50970"/>
    <w:rsid w:val="00E50C0D"/>
    <w:rsid w:val="00E50C5C"/>
    <w:rsid w:val="00E5124A"/>
    <w:rsid w:val="00E51DC3"/>
    <w:rsid w:val="00E52068"/>
    <w:rsid w:val="00E52B95"/>
    <w:rsid w:val="00E52BF2"/>
    <w:rsid w:val="00E52E86"/>
    <w:rsid w:val="00E531E0"/>
    <w:rsid w:val="00E5333C"/>
    <w:rsid w:val="00E5336D"/>
    <w:rsid w:val="00E53CCD"/>
    <w:rsid w:val="00E54279"/>
    <w:rsid w:val="00E542D6"/>
    <w:rsid w:val="00E543D2"/>
    <w:rsid w:val="00E54878"/>
    <w:rsid w:val="00E5524F"/>
    <w:rsid w:val="00E5525D"/>
    <w:rsid w:val="00E5570D"/>
    <w:rsid w:val="00E55852"/>
    <w:rsid w:val="00E55E0E"/>
    <w:rsid w:val="00E55F20"/>
    <w:rsid w:val="00E55F59"/>
    <w:rsid w:val="00E566F4"/>
    <w:rsid w:val="00E56A7F"/>
    <w:rsid w:val="00E56F11"/>
    <w:rsid w:val="00E56FC6"/>
    <w:rsid w:val="00E570CD"/>
    <w:rsid w:val="00E573CD"/>
    <w:rsid w:val="00E5771E"/>
    <w:rsid w:val="00E57995"/>
    <w:rsid w:val="00E579F6"/>
    <w:rsid w:val="00E57F72"/>
    <w:rsid w:val="00E603FD"/>
    <w:rsid w:val="00E604E9"/>
    <w:rsid w:val="00E60763"/>
    <w:rsid w:val="00E60EA3"/>
    <w:rsid w:val="00E61197"/>
    <w:rsid w:val="00E6155F"/>
    <w:rsid w:val="00E61676"/>
    <w:rsid w:val="00E616D7"/>
    <w:rsid w:val="00E61AF2"/>
    <w:rsid w:val="00E624C4"/>
    <w:rsid w:val="00E62E44"/>
    <w:rsid w:val="00E6317D"/>
    <w:rsid w:val="00E635E8"/>
    <w:rsid w:val="00E63A49"/>
    <w:rsid w:val="00E63E08"/>
    <w:rsid w:val="00E63E4F"/>
    <w:rsid w:val="00E63E59"/>
    <w:rsid w:val="00E63EB9"/>
    <w:rsid w:val="00E642E0"/>
    <w:rsid w:val="00E64516"/>
    <w:rsid w:val="00E652E2"/>
    <w:rsid w:val="00E653DA"/>
    <w:rsid w:val="00E65BBA"/>
    <w:rsid w:val="00E66037"/>
    <w:rsid w:val="00E660C3"/>
    <w:rsid w:val="00E66293"/>
    <w:rsid w:val="00E66F63"/>
    <w:rsid w:val="00E67132"/>
    <w:rsid w:val="00E67AFD"/>
    <w:rsid w:val="00E67D96"/>
    <w:rsid w:val="00E67F4E"/>
    <w:rsid w:val="00E706C2"/>
    <w:rsid w:val="00E71295"/>
    <w:rsid w:val="00E71670"/>
    <w:rsid w:val="00E71761"/>
    <w:rsid w:val="00E71CB4"/>
    <w:rsid w:val="00E71E03"/>
    <w:rsid w:val="00E71EC6"/>
    <w:rsid w:val="00E72362"/>
    <w:rsid w:val="00E72587"/>
    <w:rsid w:val="00E729C8"/>
    <w:rsid w:val="00E72AE6"/>
    <w:rsid w:val="00E730C4"/>
    <w:rsid w:val="00E7383F"/>
    <w:rsid w:val="00E73847"/>
    <w:rsid w:val="00E73945"/>
    <w:rsid w:val="00E73F7F"/>
    <w:rsid w:val="00E74334"/>
    <w:rsid w:val="00E74355"/>
    <w:rsid w:val="00E74F53"/>
    <w:rsid w:val="00E753A6"/>
    <w:rsid w:val="00E7544B"/>
    <w:rsid w:val="00E7594A"/>
    <w:rsid w:val="00E75A26"/>
    <w:rsid w:val="00E75B30"/>
    <w:rsid w:val="00E76240"/>
    <w:rsid w:val="00E767C9"/>
    <w:rsid w:val="00E76ED3"/>
    <w:rsid w:val="00E7756D"/>
    <w:rsid w:val="00E776E1"/>
    <w:rsid w:val="00E77996"/>
    <w:rsid w:val="00E77BA5"/>
    <w:rsid w:val="00E80410"/>
    <w:rsid w:val="00E80D9D"/>
    <w:rsid w:val="00E810E5"/>
    <w:rsid w:val="00E8142D"/>
    <w:rsid w:val="00E818A3"/>
    <w:rsid w:val="00E81ADB"/>
    <w:rsid w:val="00E81DF4"/>
    <w:rsid w:val="00E8270F"/>
    <w:rsid w:val="00E82DD6"/>
    <w:rsid w:val="00E82ED5"/>
    <w:rsid w:val="00E830B9"/>
    <w:rsid w:val="00E83AAD"/>
    <w:rsid w:val="00E83E36"/>
    <w:rsid w:val="00E83E92"/>
    <w:rsid w:val="00E843EA"/>
    <w:rsid w:val="00E84B8B"/>
    <w:rsid w:val="00E85029"/>
    <w:rsid w:val="00E853B1"/>
    <w:rsid w:val="00E8549F"/>
    <w:rsid w:val="00E8590D"/>
    <w:rsid w:val="00E85AEC"/>
    <w:rsid w:val="00E864CA"/>
    <w:rsid w:val="00E86574"/>
    <w:rsid w:val="00E8684D"/>
    <w:rsid w:val="00E86D57"/>
    <w:rsid w:val="00E879A5"/>
    <w:rsid w:val="00E87B45"/>
    <w:rsid w:val="00E87D3E"/>
    <w:rsid w:val="00E87EB5"/>
    <w:rsid w:val="00E90398"/>
    <w:rsid w:val="00E90B18"/>
    <w:rsid w:val="00E916E4"/>
    <w:rsid w:val="00E9232F"/>
    <w:rsid w:val="00E924DC"/>
    <w:rsid w:val="00E925E3"/>
    <w:rsid w:val="00E92780"/>
    <w:rsid w:val="00E92995"/>
    <w:rsid w:val="00E93AC3"/>
    <w:rsid w:val="00E93D63"/>
    <w:rsid w:val="00E942AD"/>
    <w:rsid w:val="00E9432A"/>
    <w:rsid w:val="00E94663"/>
    <w:rsid w:val="00E94B12"/>
    <w:rsid w:val="00E9503E"/>
    <w:rsid w:val="00E9589F"/>
    <w:rsid w:val="00E9623F"/>
    <w:rsid w:val="00E96466"/>
    <w:rsid w:val="00E96846"/>
    <w:rsid w:val="00E96B91"/>
    <w:rsid w:val="00E96E13"/>
    <w:rsid w:val="00E97195"/>
    <w:rsid w:val="00E972F8"/>
    <w:rsid w:val="00E977B1"/>
    <w:rsid w:val="00E97CF1"/>
    <w:rsid w:val="00EA0C3F"/>
    <w:rsid w:val="00EA0C76"/>
    <w:rsid w:val="00EA0D81"/>
    <w:rsid w:val="00EA1220"/>
    <w:rsid w:val="00EA151C"/>
    <w:rsid w:val="00EA1AF4"/>
    <w:rsid w:val="00EA1C74"/>
    <w:rsid w:val="00EA1C85"/>
    <w:rsid w:val="00EA1D22"/>
    <w:rsid w:val="00EA1EE9"/>
    <w:rsid w:val="00EA1FB9"/>
    <w:rsid w:val="00EA2035"/>
    <w:rsid w:val="00EA21BD"/>
    <w:rsid w:val="00EA23FE"/>
    <w:rsid w:val="00EA257B"/>
    <w:rsid w:val="00EA2627"/>
    <w:rsid w:val="00EA29CE"/>
    <w:rsid w:val="00EA2CA8"/>
    <w:rsid w:val="00EA2D65"/>
    <w:rsid w:val="00EA2FCB"/>
    <w:rsid w:val="00EA37E7"/>
    <w:rsid w:val="00EA42CD"/>
    <w:rsid w:val="00EA599F"/>
    <w:rsid w:val="00EA5FD3"/>
    <w:rsid w:val="00EA6DA1"/>
    <w:rsid w:val="00EA70F7"/>
    <w:rsid w:val="00EA71CA"/>
    <w:rsid w:val="00EA7247"/>
    <w:rsid w:val="00EA7535"/>
    <w:rsid w:val="00EA7587"/>
    <w:rsid w:val="00EA75B5"/>
    <w:rsid w:val="00EA7A99"/>
    <w:rsid w:val="00EA7B77"/>
    <w:rsid w:val="00EA7DA2"/>
    <w:rsid w:val="00EB023E"/>
    <w:rsid w:val="00EB04A9"/>
    <w:rsid w:val="00EB0924"/>
    <w:rsid w:val="00EB0B8D"/>
    <w:rsid w:val="00EB0ED1"/>
    <w:rsid w:val="00EB0F70"/>
    <w:rsid w:val="00EB10D6"/>
    <w:rsid w:val="00EB11B5"/>
    <w:rsid w:val="00EB15A6"/>
    <w:rsid w:val="00EB18F8"/>
    <w:rsid w:val="00EB1AF2"/>
    <w:rsid w:val="00EB1B0A"/>
    <w:rsid w:val="00EB1C19"/>
    <w:rsid w:val="00EB2102"/>
    <w:rsid w:val="00EB226E"/>
    <w:rsid w:val="00EB2A36"/>
    <w:rsid w:val="00EB2EED"/>
    <w:rsid w:val="00EB3474"/>
    <w:rsid w:val="00EB4085"/>
    <w:rsid w:val="00EB42EC"/>
    <w:rsid w:val="00EB483B"/>
    <w:rsid w:val="00EB4FB5"/>
    <w:rsid w:val="00EB5117"/>
    <w:rsid w:val="00EB5A60"/>
    <w:rsid w:val="00EB5BCD"/>
    <w:rsid w:val="00EB5C3B"/>
    <w:rsid w:val="00EB64C1"/>
    <w:rsid w:val="00EB696B"/>
    <w:rsid w:val="00EB6C34"/>
    <w:rsid w:val="00EB70AA"/>
    <w:rsid w:val="00EB7C27"/>
    <w:rsid w:val="00EB7E00"/>
    <w:rsid w:val="00EC0409"/>
    <w:rsid w:val="00EC04BB"/>
    <w:rsid w:val="00EC0574"/>
    <w:rsid w:val="00EC08E8"/>
    <w:rsid w:val="00EC09E7"/>
    <w:rsid w:val="00EC0A82"/>
    <w:rsid w:val="00EC0AB8"/>
    <w:rsid w:val="00EC12EE"/>
    <w:rsid w:val="00EC14D5"/>
    <w:rsid w:val="00EC1BAC"/>
    <w:rsid w:val="00EC2DB5"/>
    <w:rsid w:val="00EC2DE0"/>
    <w:rsid w:val="00EC2E2B"/>
    <w:rsid w:val="00EC315F"/>
    <w:rsid w:val="00EC3557"/>
    <w:rsid w:val="00EC3AFE"/>
    <w:rsid w:val="00EC4920"/>
    <w:rsid w:val="00EC4D58"/>
    <w:rsid w:val="00EC4FA0"/>
    <w:rsid w:val="00EC530D"/>
    <w:rsid w:val="00EC5651"/>
    <w:rsid w:val="00EC5BB5"/>
    <w:rsid w:val="00EC5C53"/>
    <w:rsid w:val="00EC6206"/>
    <w:rsid w:val="00EC6839"/>
    <w:rsid w:val="00EC6B01"/>
    <w:rsid w:val="00EC7A79"/>
    <w:rsid w:val="00EC7A7C"/>
    <w:rsid w:val="00ED00BD"/>
    <w:rsid w:val="00ED01A9"/>
    <w:rsid w:val="00ED04FB"/>
    <w:rsid w:val="00ED0619"/>
    <w:rsid w:val="00ED0AF0"/>
    <w:rsid w:val="00ED0B6D"/>
    <w:rsid w:val="00ED10A2"/>
    <w:rsid w:val="00ED167E"/>
    <w:rsid w:val="00ED19D0"/>
    <w:rsid w:val="00ED1B75"/>
    <w:rsid w:val="00ED1CF6"/>
    <w:rsid w:val="00ED1E14"/>
    <w:rsid w:val="00ED201C"/>
    <w:rsid w:val="00ED20CC"/>
    <w:rsid w:val="00ED2456"/>
    <w:rsid w:val="00ED2561"/>
    <w:rsid w:val="00ED2704"/>
    <w:rsid w:val="00ED2925"/>
    <w:rsid w:val="00ED2BA3"/>
    <w:rsid w:val="00ED30D4"/>
    <w:rsid w:val="00ED31EE"/>
    <w:rsid w:val="00ED37CC"/>
    <w:rsid w:val="00ED3A69"/>
    <w:rsid w:val="00ED3B89"/>
    <w:rsid w:val="00ED3DF8"/>
    <w:rsid w:val="00ED3E73"/>
    <w:rsid w:val="00ED430E"/>
    <w:rsid w:val="00ED47B6"/>
    <w:rsid w:val="00ED4BB1"/>
    <w:rsid w:val="00ED5082"/>
    <w:rsid w:val="00ED528C"/>
    <w:rsid w:val="00ED53F3"/>
    <w:rsid w:val="00ED54D8"/>
    <w:rsid w:val="00ED5E85"/>
    <w:rsid w:val="00ED6060"/>
    <w:rsid w:val="00ED67AD"/>
    <w:rsid w:val="00ED68D6"/>
    <w:rsid w:val="00ED6BE1"/>
    <w:rsid w:val="00ED6CBF"/>
    <w:rsid w:val="00ED7403"/>
    <w:rsid w:val="00EE006E"/>
    <w:rsid w:val="00EE0382"/>
    <w:rsid w:val="00EE05AC"/>
    <w:rsid w:val="00EE089E"/>
    <w:rsid w:val="00EE0E82"/>
    <w:rsid w:val="00EE166C"/>
    <w:rsid w:val="00EE1848"/>
    <w:rsid w:val="00EE227F"/>
    <w:rsid w:val="00EE23D3"/>
    <w:rsid w:val="00EE2703"/>
    <w:rsid w:val="00EE2B14"/>
    <w:rsid w:val="00EE301E"/>
    <w:rsid w:val="00EE3638"/>
    <w:rsid w:val="00EE38D7"/>
    <w:rsid w:val="00EE39A4"/>
    <w:rsid w:val="00EE3EDF"/>
    <w:rsid w:val="00EE4349"/>
    <w:rsid w:val="00EE45BF"/>
    <w:rsid w:val="00EE45E7"/>
    <w:rsid w:val="00EE45ED"/>
    <w:rsid w:val="00EE49F8"/>
    <w:rsid w:val="00EE4E34"/>
    <w:rsid w:val="00EE557F"/>
    <w:rsid w:val="00EE5CF5"/>
    <w:rsid w:val="00EE5EE0"/>
    <w:rsid w:val="00EE5FD9"/>
    <w:rsid w:val="00EE62B0"/>
    <w:rsid w:val="00EE655A"/>
    <w:rsid w:val="00EE693F"/>
    <w:rsid w:val="00EE6E87"/>
    <w:rsid w:val="00EE7165"/>
    <w:rsid w:val="00EE7F1E"/>
    <w:rsid w:val="00EF058F"/>
    <w:rsid w:val="00EF0754"/>
    <w:rsid w:val="00EF0BAC"/>
    <w:rsid w:val="00EF0D12"/>
    <w:rsid w:val="00EF0D75"/>
    <w:rsid w:val="00EF0E47"/>
    <w:rsid w:val="00EF0F0E"/>
    <w:rsid w:val="00EF0F86"/>
    <w:rsid w:val="00EF1296"/>
    <w:rsid w:val="00EF12ED"/>
    <w:rsid w:val="00EF1352"/>
    <w:rsid w:val="00EF1608"/>
    <w:rsid w:val="00EF1BD9"/>
    <w:rsid w:val="00EF1EEB"/>
    <w:rsid w:val="00EF2199"/>
    <w:rsid w:val="00EF2325"/>
    <w:rsid w:val="00EF23A8"/>
    <w:rsid w:val="00EF2649"/>
    <w:rsid w:val="00EF2C50"/>
    <w:rsid w:val="00EF2E58"/>
    <w:rsid w:val="00EF3194"/>
    <w:rsid w:val="00EF36F1"/>
    <w:rsid w:val="00EF3D44"/>
    <w:rsid w:val="00EF3F83"/>
    <w:rsid w:val="00EF3FFA"/>
    <w:rsid w:val="00EF42A6"/>
    <w:rsid w:val="00EF4425"/>
    <w:rsid w:val="00EF46DD"/>
    <w:rsid w:val="00EF522F"/>
    <w:rsid w:val="00EF5296"/>
    <w:rsid w:val="00EF5507"/>
    <w:rsid w:val="00EF55E2"/>
    <w:rsid w:val="00EF55F1"/>
    <w:rsid w:val="00EF5E92"/>
    <w:rsid w:val="00EF61A4"/>
    <w:rsid w:val="00EF6357"/>
    <w:rsid w:val="00EF64C6"/>
    <w:rsid w:val="00EF6515"/>
    <w:rsid w:val="00EF6734"/>
    <w:rsid w:val="00EF702D"/>
    <w:rsid w:val="00EF7279"/>
    <w:rsid w:val="00EF7EA5"/>
    <w:rsid w:val="00F00798"/>
    <w:rsid w:val="00F007E6"/>
    <w:rsid w:val="00F00946"/>
    <w:rsid w:val="00F0115C"/>
    <w:rsid w:val="00F0167D"/>
    <w:rsid w:val="00F01827"/>
    <w:rsid w:val="00F019F8"/>
    <w:rsid w:val="00F01D39"/>
    <w:rsid w:val="00F01DD9"/>
    <w:rsid w:val="00F01FE7"/>
    <w:rsid w:val="00F02098"/>
    <w:rsid w:val="00F020FB"/>
    <w:rsid w:val="00F0226E"/>
    <w:rsid w:val="00F02677"/>
    <w:rsid w:val="00F028CC"/>
    <w:rsid w:val="00F02A8B"/>
    <w:rsid w:val="00F02B8F"/>
    <w:rsid w:val="00F02EF3"/>
    <w:rsid w:val="00F02F51"/>
    <w:rsid w:val="00F0330D"/>
    <w:rsid w:val="00F0343E"/>
    <w:rsid w:val="00F03710"/>
    <w:rsid w:val="00F037E5"/>
    <w:rsid w:val="00F0393F"/>
    <w:rsid w:val="00F03D52"/>
    <w:rsid w:val="00F041FF"/>
    <w:rsid w:val="00F043CB"/>
    <w:rsid w:val="00F048D4"/>
    <w:rsid w:val="00F0500D"/>
    <w:rsid w:val="00F05151"/>
    <w:rsid w:val="00F0524C"/>
    <w:rsid w:val="00F0613F"/>
    <w:rsid w:val="00F06252"/>
    <w:rsid w:val="00F063AC"/>
    <w:rsid w:val="00F064FB"/>
    <w:rsid w:val="00F067BC"/>
    <w:rsid w:val="00F06C2E"/>
    <w:rsid w:val="00F07643"/>
    <w:rsid w:val="00F07FF6"/>
    <w:rsid w:val="00F10210"/>
    <w:rsid w:val="00F1031E"/>
    <w:rsid w:val="00F1058D"/>
    <w:rsid w:val="00F105F2"/>
    <w:rsid w:val="00F10703"/>
    <w:rsid w:val="00F10911"/>
    <w:rsid w:val="00F109AC"/>
    <w:rsid w:val="00F110FA"/>
    <w:rsid w:val="00F11886"/>
    <w:rsid w:val="00F119DB"/>
    <w:rsid w:val="00F11CF1"/>
    <w:rsid w:val="00F121BD"/>
    <w:rsid w:val="00F121E6"/>
    <w:rsid w:val="00F12620"/>
    <w:rsid w:val="00F1267A"/>
    <w:rsid w:val="00F126F6"/>
    <w:rsid w:val="00F12D7E"/>
    <w:rsid w:val="00F12F13"/>
    <w:rsid w:val="00F1305D"/>
    <w:rsid w:val="00F13705"/>
    <w:rsid w:val="00F1381A"/>
    <w:rsid w:val="00F13EEB"/>
    <w:rsid w:val="00F144CB"/>
    <w:rsid w:val="00F14616"/>
    <w:rsid w:val="00F14C8D"/>
    <w:rsid w:val="00F15384"/>
    <w:rsid w:val="00F153C2"/>
    <w:rsid w:val="00F156A7"/>
    <w:rsid w:val="00F15D39"/>
    <w:rsid w:val="00F16192"/>
    <w:rsid w:val="00F16355"/>
    <w:rsid w:val="00F168B5"/>
    <w:rsid w:val="00F16E41"/>
    <w:rsid w:val="00F17316"/>
    <w:rsid w:val="00F178B5"/>
    <w:rsid w:val="00F17AA7"/>
    <w:rsid w:val="00F17B39"/>
    <w:rsid w:val="00F2016C"/>
    <w:rsid w:val="00F201D4"/>
    <w:rsid w:val="00F201E8"/>
    <w:rsid w:val="00F20A69"/>
    <w:rsid w:val="00F20F05"/>
    <w:rsid w:val="00F218C8"/>
    <w:rsid w:val="00F2239C"/>
    <w:rsid w:val="00F2264E"/>
    <w:rsid w:val="00F22727"/>
    <w:rsid w:val="00F23A6C"/>
    <w:rsid w:val="00F248E1"/>
    <w:rsid w:val="00F255EC"/>
    <w:rsid w:val="00F2578D"/>
    <w:rsid w:val="00F25D01"/>
    <w:rsid w:val="00F26250"/>
    <w:rsid w:val="00F26648"/>
    <w:rsid w:val="00F26C8C"/>
    <w:rsid w:val="00F26D69"/>
    <w:rsid w:val="00F26E6F"/>
    <w:rsid w:val="00F26F01"/>
    <w:rsid w:val="00F26FA2"/>
    <w:rsid w:val="00F26FFE"/>
    <w:rsid w:val="00F276D3"/>
    <w:rsid w:val="00F304F3"/>
    <w:rsid w:val="00F30581"/>
    <w:rsid w:val="00F30663"/>
    <w:rsid w:val="00F3069C"/>
    <w:rsid w:val="00F30731"/>
    <w:rsid w:val="00F3084F"/>
    <w:rsid w:val="00F31A12"/>
    <w:rsid w:val="00F31DA0"/>
    <w:rsid w:val="00F31E6D"/>
    <w:rsid w:val="00F31F54"/>
    <w:rsid w:val="00F32274"/>
    <w:rsid w:val="00F3251C"/>
    <w:rsid w:val="00F32AC1"/>
    <w:rsid w:val="00F32BDF"/>
    <w:rsid w:val="00F332DA"/>
    <w:rsid w:val="00F33B25"/>
    <w:rsid w:val="00F33BC9"/>
    <w:rsid w:val="00F33D47"/>
    <w:rsid w:val="00F3442C"/>
    <w:rsid w:val="00F34FD0"/>
    <w:rsid w:val="00F351C1"/>
    <w:rsid w:val="00F352B2"/>
    <w:rsid w:val="00F354E8"/>
    <w:rsid w:val="00F35C19"/>
    <w:rsid w:val="00F36380"/>
    <w:rsid w:val="00F36FD4"/>
    <w:rsid w:val="00F37144"/>
    <w:rsid w:val="00F372F3"/>
    <w:rsid w:val="00F37693"/>
    <w:rsid w:val="00F376E5"/>
    <w:rsid w:val="00F40636"/>
    <w:rsid w:val="00F40DCD"/>
    <w:rsid w:val="00F4129A"/>
    <w:rsid w:val="00F4135A"/>
    <w:rsid w:val="00F41476"/>
    <w:rsid w:val="00F414C3"/>
    <w:rsid w:val="00F41C31"/>
    <w:rsid w:val="00F41EAF"/>
    <w:rsid w:val="00F420C3"/>
    <w:rsid w:val="00F428C0"/>
    <w:rsid w:val="00F43A40"/>
    <w:rsid w:val="00F43C00"/>
    <w:rsid w:val="00F43FF9"/>
    <w:rsid w:val="00F44724"/>
    <w:rsid w:val="00F44EAC"/>
    <w:rsid w:val="00F45171"/>
    <w:rsid w:val="00F45383"/>
    <w:rsid w:val="00F454EA"/>
    <w:rsid w:val="00F45D8A"/>
    <w:rsid w:val="00F461BC"/>
    <w:rsid w:val="00F464D6"/>
    <w:rsid w:val="00F46582"/>
    <w:rsid w:val="00F46844"/>
    <w:rsid w:val="00F4710E"/>
    <w:rsid w:val="00F4726B"/>
    <w:rsid w:val="00F47312"/>
    <w:rsid w:val="00F47602"/>
    <w:rsid w:val="00F47A7A"/>
    <w:rsid w:val="00F47F91"/>
    <w:rsid w:val="00F50459"/>
    <w:rsid w:val="00F505CA"/>
    <w:rsid w:val="00F5076D"/>
    <w:rsid w:val="00F5089B"/>
    <w:rsid w:val="00F50BD9"/>
    <w:rsid w:val="00F51072"/>
    <w:rsid w:val="00F5125C"/>
    <w:rsid w:val="00F5184B"/>
    <w:rsid w:val="00F5195C"/>
    <w:rsid w:val="00F51A6A"/>
    <w:rsid w:val="00F52443"/>
    <w:rsid w:val="00F5254A"/>
    <w:rsid w:val="00F528A9"/>
    <w:rsid w:val="00F52AD3"/>
    <w:rsid w:val="00F52AFF"/>
    <w:rsid w:val="00F53415"/>
    <w:rsid w:val="00F53C4C"/>
    <w:rsid w:val="00F5443B"/>
    <w:rsid w:val="00F545D9"/>
    <w:rsid w:val="00F54B4E"/>
    <w:rsid w:val="00F55EEF"/>
    <w:rsid w:val="00F56016"/>
    <w:rsid w:val="00F56305"/>
    <w:rsid w:val="00F564FD"/>
    <w:rsid w:val="00F5652C"/>
    <w:rsid w:val="00F5659B"/>
    <w:rsid w:val="00F56617"/>
    <w:rsid w:val="00F5663F"/>
    <w:rsid w:val="00F56C0E"/>
    <w:rsid w:val="00F56DFE"/>
    <w:rsid w:val="00F5740C"/>
    <w:rsid w:val="00F60256"/>
    <w:rsid w:val="00F60E47"/>
    <w:rsid w:val="00F612CA"/>
    <w:rsid w:val="00F6177D"/>
    <w:rsid w:val="00F61A15"/>
    <w:rsid w:val="00F6234B"/>
    <w:rsid w:val="00F6275C"/>
    <w:rsid w:val="00F62A5F"/>
    <w:rsid w:val="00F632A2"/>
    <w:rsid w:val="00F63D52"/>
    <w:rsid w:val="00F642EA"/>
    <w:rsid w:val="00F64E57"/>
    <w:rsid w:val="00F64EDF"/>
    <w:rsid w:val="00F65494"/>
    <w:rsid w:val="00F654F4"/>
    <w:rsid w:val="00F654FA"/>
    <w:rsid w:val="00F6580A"/>
    <w:rsid w:val="00F65B0C"/>
    <w:rsid w:val="00F65EC6"/>
    <w:rsid w:val="00F65F36"/>
    <w:rsid w:val="00F66363"/>
    <w:rsid w:val="00F66701"/>
    <w:rsid w:val="00F66710"/>
    <w:rsid w:val="00F66C89"/>
    <w:rsid w:val="00F66E13"/>
    <w:rsid w:val="00F6715A"/>
    <w:rsid w:val="00F6748D"/>
    <w:rsid w:val="00F676C1"/>
    <w:rsid w:val="00F678EC"/>
    <w:rsid w:val="00F67976"/>
    <w:rsid w:val="00F67B45"/>
    <w:rsid w:val="00F67BCF"/>
    <w:rsid w:val="00F67CAF"/>
    <w:rsid w:val="00F70894"/>
    <w:rsid w:val="00F70DD7"/>
    <w:rsid w:val="00F71252"/>
    <w:rsid w:val="00F7136B"/>
    <w:rsid w:val="00F713EB"/>
    <w:rsid w:val="00F71827"/>
    <w:rsid w:val="00F71DFB"/>
    <w:rsid w:val="00F71FA0"/>
    <w:rsid w:val="00F72136"/>
    <w:rsid w:val="00F72800"/>
    <w:rsid w:val="00F72996"/>
    <w:rsid w:val="00F72B86"/>
    <w:rsid w:val="00F72F83"/>
    <w:rsid w:val="00F731A2"/>
    <w:rsid w:val="00F73674"/>
    <w:rsid w:val="00F738EB"/>
    <w:rsid w:val="00F73E27"/>
    <w:rsid w:val="00F73F44"/>
    <w:rsid w:val="00F74332"/>
    <w:rsid w:val="00F747D1"/>
    <w:rsid w:val="00F74D70"/>
    <w:rsid w:val="00F753A7"/>
    <w:rsid w:val="00F75A41"/>
    <w:rsid w:val="00F75BBE"/>
    <w:rsid w:val="00F75DA2"/>
    <w:rsid w:val="00F75F56"/>
    <w:rsid w:val="00F76563"/>
    <w:rsid w:val="00F76660"/>
    <w:rsid w:val="00F7668C"/>
    <w:rsid w:val="00F76C44"/>
    <w:rsid w:val="00F76D38"/>
    <w:rsid w:val="00F7711F"/>
    <w:rsid w:val="00F776FD"/>
    <w:rsid w:val="00F777E2"/>
    <w:rsid w:val="00F7791B"/>
    <w:rsid w:val="00F77B04"/>
    <w:rsid w:val="00F77F9B"/>
    <w:rsid w:val="00F80086"/>
    <w:rsid w:val="00F81073"/>
    <w:rsid w:val="00F81095"/>
    <w:rsid w:val="00F81285"/>
    <w:rsid w:val="00F812AD"/>
    <w:rsid w:val="00F81921"/>
    <w:rsid w:val="00F81D9E"/>
    <w:rsid w:val="00F8237A"/>
    <w:rsid w:val="00F82587"/>
    <w:rsid w:val="00F82BC3"/>
    <w:rsid w:val="00F82D52"/>
    <w:rsid w:val="00F82DA2"/>
    <w:rsid w:val="00F83085"/>
    <w:rsid w:val="00F83489"/>
    <w:rsid w:val="00F83F63"/>
    <w:rsid w:val="00F8423B"/>
    <w:rsid w:val="00F846EF"/>
    <w:rsid w:val="00F84A7A"/>
    <w:rsid w:val="00F84BF1"/>
    <w:rsid w:val="00F84ECA"/>
    <w:rsid w:val="00F853F2"/>
    <w:rsid w:val="00F854DA"/>
    <w:rsid w:val="00F8554A"/>
    <w:rsid w:val="00F859F7"/>
    <w:rsid w:val="00F86986"/>
    <w:rsid w:val="00F86CFC"/>
    <w:rsid w:val="00F87797"/>
    <w:rsid w:val="00F87E5F"/>
    <w:rsid w:val="00F87FEF"/>
    <w:rsid w:val="00F907F9"/>
    <w:rsid w:val="00F910FE"/>
    <w:rsid w:val="00F912A5"/>
    <w:rsid w:val="00F91655"/>
    <w:rsid w:val="00F923FA"/>
    <w:rsid w:val="00F926C4"/>
    <w:rsid w:val="00F92717"/>
    <w:rsid w:val="00F92B20"/>
    <w:rsid w:val="00F92C9E"/>
    <w:rsid w:val="00F92D49"/>
    <w:rsid w:val="00F93049"/>
    <w:rsid w:val="00F930EC"/>
    <w:rsid w:val="00F934CE"/>
    <w:rsid w:val="00F93513"/>
    <w:rsid w:val="00F93A8E"/>
    <w:rsid w:val="00F93C0E"/>
    <w:rsid w:val="00F93C7C"/>
    <w:rsid w:val="00F93E72"/>
    <w:rsid w:val="00F93E97"/>
    <w:rsid w:val="00F94173"/>
    <w:rsid w:val="00F94277"/>
    <w:rsid w:val="00F942F5"/>
    <w:rsid w:val="00F94351"/>
    <w:rsid w:val="00F9459A"/>
    <w:rsid w:val="00F94A7E"/>
    <w:rsid w:val="00F94F81"/>
    <w:rsid w:val="00F954E5"/>
    <w:rsid w:val="00F95541"/>
    <w:rsid w:val="00F955E4"/>
    <w:rsid w:val="00F957F2"/>
    <w:rsid w:val="00F95B94"/>
    <w:rsid w:val="00F95C86"/>
    <w:rsid w:val="00F95C91"/>
    <w:rsid w:val="00F96544"/>
    <w:rsid w:val="00F96908"/>
    <w:rsid w:val="00F96C07"/>
    <w:rsid w:val="00F96F3A"/>
    <w:rsid w:val="00F97ADF"/>
    <w:rsid w:val="00F97DD5"/>
    <w:rsid w:val="00F97E0A"/>
    <w:rsid w:val="00F97FDF"/>
    <w:rsid w:val="00FA00DD"/>
    <w:rsid w:val="00FA02DF"/>
    <w:rsid w:val="00FA0642"/>
    <w:rsid w:val="00FA08A3"/>
    <w:rsid w:val="00FA08E1"/>
    <w:rsid w:val="00FA1573"/>
    <w:rsid w:val="00FA180B"/>
    <w:rsid w:val="00FA19F9"/>
    <w:rsid w:val="00FA1BA3"/>
    <w:rsid w:val="00FA1EE9"/>
    <w:rsid w:val="00FA22F8"/>
    <w:rsid w:val="00FA28A1"/>
    <w:rsid w:val="00FA2A43"/>
    <w:rsid w:val="00FA2DED"/>
    <w:rsid w:val="00FA2F46"/>
    <w:rsid w:val="00FA313D"/>
    <w:rsid w:val="00FA3611"/>
    <w:rsid w:val="00FA38C0"/>
    <w:rsid w:val="00FA3CC6"/>
    <w:rsid w:val="00FA3D15"/>
    <w:rsid w:val="00FA3E41"/>
    <w:rsid w:val="00FA3EE1"/>
    <w:rsid w:val="00FA3F54"/>
    <w:rsid w:val="00FA41AF"/>
    <w:rsid w:val="00FA4291"/>
    <w:rsid w:val="00FA42CE"/>
    <w:rsid w:val="00FA46AC"/>
    <w:rsid w:val="00FA4D79"/>
    <w:rsid w:val="00FA5172"/>
    <w:rsid w:val="00FA5B40"/>
    <w:rsid w:val="00FA5FA0"/>
    <w:rsid w:val="00FA62FD"/>
    <w:rsid w:val="00FA668E"/>
    <w:rsid w:val="00FA6858"/>
    <w:rsid w:val="00FA69B8"/>
    <w:rsid w:val="00FA7BE5"/>
    <w:rsid w:val="00FA7C78"/>
    <w:rsid w:val="00FA7D1E"/>
    <w:rsid w:val="00FB0181"/>
    <w:rsid w:val="00FB07D8"/>
    <w:rsid w:val="00FB0D87"/>
    <w:rsid w:val="00FB0E98"/>
    <w:rsid w:val="00FB138E"/>
    <w:rsid w:val="00FB16A5"/>
    <w:rsid w:val="00FB1C58"/>
    <w:rsid w:val="00FB2661"/>
    <w:rsid w:val="00FB2858"/>
    <w:rsid w:val="00FB32FD"/>
    <w:rsid w:val="00FB334B"/>
    <w:rsid w:val="00FB3DA4"/>
    <w:rsid w:val="00FB4A08"/>
    <w:rsid w:val="00FB4ECE"/>
    <w:rsid w:val="00FB53A1"/>
    <w:rsid w:val="00FB567A"/>
    <w:rsid w:val="00FB67AA"/>
    <w:rsid w:val="00FB6E1C"/>
    <w:rsid w:val="00FB6FBC"/>
    <w:rsid w:val="00FB7084"/>
    <w:rsid w:val="00FB7504"/>
    <w:rsid w:val="00FB76D4"/>
    <w:rsid w:val="00FB7AF2"/>
    <w:rsid w:val="00FC0035"/>
    <w:rsid w:val="00FC0A96"/>
    <w:rsid w:val="00FC0E82"/>
    <w:rsid w:val="00FC12D3"/>
    <w:rsid w:val="00FC1970"/>
    <w:rsid w:val="00FC19E4"/>
    <w:rsid w:val="00FC1FEA"/>
    <w:rsid w:val="00FC2302"/>
    <w:rsid w:val="00FC247D"/>
    <w:rsid w:val="00FC24CD"/>
    <w:rsid w:val="00FC253F"/>
    <w:rsid w:val="00FC2597"/>
    <w:rsid w:val="00FC28D3"/>
    <w:rsid w:val="00FC2BDB"/>
    <w:rsid w:val="00FC2F3C"/>
    <w:rsid w:val="00FC34A6"/>
    <w:rsid w:val="00FC358E"/>
    <w:rsid w:val="00FC3E4C"/>
    <w:rsid w:val="00FC43A5"/>
    <w:rsid w:val="00FC49A2"/>
    <w:rsid w:val="00FC4C64"/>
    <w:rsid w:val="00FC528A"/>
    <w:rsid w:val="00FC535F"/>
    <w:rsid w:val="00FC59F5"/>
    <w:rsid w:val="00FC5BFC"/>
    <w:rsid w:val="00FC5C45"/>
    <w:rsid w:val="00FC61E4"/>
    <w:rsid w:val="00FC6290"/>
    <w:rsid w:val="00FC6298"/>
    <w:rsid w:val="00FC67B2"/>
    <w:rsid w:val="00FC6C0E"/>
    <w:rsid w:val="00FC6D9D"/>
    <w:rsid w:val="00FC6F93"/>
    <w:rsid w:val="00FC7309"/>
    <w:rsid w:val="00FC7870"/>
    <w:rsid w:val="00FC7B90"/>
    <w:rsid w:val="00FD04AB"/>
    <w:rsid w:val="00FD05E7"/>
    <w:rsid w:val="00FD0BD2"/>
    <w:rsid w:val="00FD0FE5"/>
    <w:rsid w:val="00FD1012"/>
    <w:rsid w:val="00FD1028"/>
    <w:rsid w:val="00FD2182"/>
    <w:rsid w:val="00FD2338"/>
    <w:rsid w:val="00FD2717"/>
    <w:rsid w:val="00FD2BAE"/>
    <w:rsid w:val="00FD30D7"/>
    <w:rsid w:val="00FD3176"/>
    <w:rsid w:val="00FD3324"/>
    <w:rsid w:val="00FD3743"/>
    <w:rsid w:val="00FD37E4"/>
    <w:rsid w:val="00FD3EED"/>
    <w:rsid w:val="00FD422E"/>
    <w:rsid w:val="00FD42F2"/>
    <w:rsid w:val="00FD44EB"/>
    <w:rsid w:val="00FD464F"/>
    <w:rsid w:val="00FD4721"/>
    <w:rsid w:val="00FD501E"/>
    <w:rsid w:val="00FD50FC"/>
    <w:rsid w:val="00FD5E6B"/>
    <w:rsid w:val="00FD6155"/>
    <w:rsid w:val="00FD622F"/>
    <w:rsid w:val="00FD6498"/>
    <w:rsid w:val="00FD6623"/>
    <w:rsid w:val="00FD686E"/>
    <w:rsid w:val="00FD7126"/>
    <w:rsid w:val="00FD73B1"/>
    <w:rsid w:val="00FD7CC1"/>
    <w:rsid w:val="00FE0104"/>
    <w:rsid w:val="00FE13AD"/>
    <w:rsid w:val="00FE14F6"/>
    <w:rsid w:val="00FE14F7"/>
    <w:rsid w:val="00FE1528"/>
    <w:rsid w:val="00FE1684"/>
    <w:rsid w:val="00FE1817"/>
    <w:rsid w:val="00FE1ADA"/>
    <w:rsid w:val="00FE1D6C"/>
    <w:rsid w:val="00FE20A3"/>
    <w:rsid w:val="00FE20B9"/>
    <w:rsid w:val="00FE25E2"/>
    <w:rsid w:val="00FE266F"/>
    <w:rsid w:val="00FE2A87"/>
    <w:rsid w:val="00FE2EA5"/>
    <w:rsid w:val="00FE31E0"/>
    <w:rsid w:val="00FE3A46"/>
    <w:rsid w:val="00FE3D5A"/>
    <w:rsid w:val="00FE3D81"/>
    <w:rsid w:val="00FE3EA2"/>
    <w:rsid w:val="00FE4A5C"/>
    <w:rsid w:val="00FE4B8A"/>
    <w:rsid w:val="00FE5014"/>
    <w:rsid w:val="00FE5769"/>
    <w:rsid w:val="00FE57BB"/>
    <w:rsid w:val="00FE5897"/>
    <w:rsid w:val="00FE5AC1"/>
    <w:rsid w:val="00FE5B41"/>
    <w:rsid w:val="00FE65D5"/>
    <w:rsid w:val="00FE6652"/>
    <w:rsid w:val="00FE689F"/>
    <w:rsid w:val="00FE6993"/>
    <w:rsid w:val="00FE73E5"/>
    <w:rsid w:val="00FE77B3"/>
    <w:rsid w:val="00FE7A62"/>
    <w:rsid w:val="00FE7A85"/>
    <w:rsid w:val="00FE7CA4"/>
    <w:rsid w:val="00FF0131"/>
    <w:rsid w:val="00FF03C0"/>
    <w:rsid w:val="00FF0C8E"/>
    <w:rsid w:val="00FF0C90"/>
    <w:rsid w:val="00FF1150"/>
    <w:rsid w:val="00FF11C0"/>
    <w:rsid w:val="00FF15F5"/>
    <w:rsid w:val="00FF1688"/>
    <w:rsid w:val="00FF268E"/>
    <w:rsid w:val="00FF26C4"/>
    <w:rsid w:val="00FF2F03"/>
    <w:rsid w:val="00FF354F"/>
    <w:rsid w:val="00FF3A07"/>
    <w:rsid w:val="00FF444E"/>
    <w:rsid w:val="00FF4F3C"/>
    <w:rsid w:val="00FF5150"/>
    <w:rsid w:val="00FF528D"/>
    <w:rsid w:val="00FF568F"/>
    <w:rsid w:val="00FF57A8"/>
    <w:rsid w:val="00FF5819"/>
    <w:rsid w:val="00FF5D95"/>
    <w:rsid w:val="00FF5DC8"/>
    <w:rsid w:val="00FF6A51"/>
    <w:rsid w:val="00FF6B8F"/>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211F4F"/>
  <w15:docId w15:val="{E04DCC29-0CED-4353-819A-532896987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F3D"/>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styleId="ListParagraph">
    <w:name w:val="List Paragraph"/>
    <w:aliases w:val="Normal bullet 2,lp1,Heading x1"/>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lang w:val="en-US" w:eastAsia="en-US"/>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rsid w:val="00165835"/>
    <w:rPr>
      <w:rFonts w:eastAsia="Times New Roman"/>
      <w:sz w:val="24"/>
      <w:szCs w:val="24"/>
    </w:rPr>
  </w:style>
  <w:style w:type="paragraph" w:styleId="TOCHeading">
    <w:name w:val="TOC Heading"/>
    <w:basedOn w:val="Heading1"/>
    <w:next w:val="Normal"/>
    <w:uiPriority w:val="39"/>
    <w:semiHidden/>
    <w:unhideWhenUsed/>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character" w:customStyle="1" w:styleId="text10">
    <w:name w:val="text1"/>
    <w:rsid w:val="00C02E7E"/>
  </w:style>
  <w:style w:type="character" w:customStyle="1" w:styleId="tpa1">
    <w:name w:val="tpa1"/>
    <w:basedOn w:val="DefaultParagraphFont"/>
    <w:rsid w:val="00027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471">
      <w:bodyDiv w:val="1"/>
      <w:marLeft w:val="0"/>
      <w:marRight w:val="0"/>
      <w:marTop w:val="0"/>
      <w:marBottom w:val="0"/>
      <w:divBdr>
        <w:top w:val="none" w:sz="0" w:space="0" w:color="auto"/>
        <w:left w:val="none" w:sz="0" w:space="0" w:color="auto"/>
        <w:bottom w:val="none" w:sz="0" w:space="0" w:color="auto"/>
        <w:right w:val="none" w:sz="0" w:space="0" w:color="auto"/>
      </w:divBdr>
    </w:div>
    <w:div w:id="8878198">
      <w:bodyDiv w:val="1"/>
      <w:marLeft w:val="0"/>
      <w:marRight w:val="0"/>
      <w:marTop w:val="0"/>
      <w:marBottom w:val="0"/>
      <w:divBdr>
        <w:top w:val="none" w:sz="0" w:space="0" w:color="auto"/>
        <w:left w:val="none" w:sz="0" w:space="0" w:color="auto"/>
        <w:bottom w:val="none" w:sz="0" w:space="0" w:color="auto"/>
        <w:right w:val="none" w:sz="0" w:space="0" w:color="auto"/>
      </w:divBdr>
    </w:div>
    <w:div w:id="63112124">
      <w:bodyDiv w:val="1"/>
      <w:marLeft w:val="0"/>
      <w:marRight w:val="0"/>
      <w:marTop w:val="0"/>
      <w:marBottom w:val="0"/>
      <w:divBdr>
        <w:top w:val="none" w:sz="0" w:space="0" w:color="auto"/>
        <w:left w:val="none" w:sz="0" w:space="0" w:color="auto"/>
        <w:bottom w:val="none" w:sz="0" w:space="0" w:color="auto"/>
        <w:right w:val="none" w:sz="0" w:space="0" w:color="auto"/>
      </w:divBdr>
    </w:div>
    <w:div w:id="75594282">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94449261">
      <w:bodyDiv w:val="1"/>
      <w:marLeft w:val="0"/>
      <w:marRight w:val="0"/>
      <w:marTop w:val="0"/>
      <w:marBottom w:val="0"/>
      <w:divBdr>
        <w:top w:val="none" w:sz="0" w:space="0" w:color="auto"/>
        <w:left w:val="none" w:sz="0" w:space="0" w:color="auto"/>
        <w:bottom w:val="none" w:sz="0" w:space="0" w:color="auto"/>
        <w:right w:val="none" w:sz="0" w:space="0" w:color="auto"/>
      </w:divBdr>
    </w:div>
    <w:div w:id="106630127">
      <w:bodyDiv w:val="1"/>
      <w:marLeft w:val="0"/>
      <w:marRight w:val="0"/>
      <w:marTop w:val="0"/>
      <w:marBottom w:val="0"/>
      <w:divBdr>
        <w:top w:val="none" w:sz="0" w:space="0" w:color="auto"/>
        <w:left w:val="none" w:sz="0" w:space="0" w:color="auto"/>
        <w:bottom w:val="none" w:sz="0" w:space="0" w:color="auto"/>
        <w:right w:val="none" w:sz="0" w:space="0" w:color="auto"/>
      </w:divBdr>
    </w:div>
    <w:div w:id="116028736">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31993086">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339935848">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23771340">
      <w:bodyDiv w:val="1"/>
      <w:marLeft w:val="0"/>
      <w:marRight w:val="0"/>
      <w:marTop w:val="0"/>
      <w:marBottom w:val="0"/>
      <w:divBdr>
        <w:top w:val="none" w:sz="0" w:space="0" w:color="auto"/>
        <w:left w:val="none" w:sz="0" w:space="0" w:color="auto"/>
        <w:bottom w:val="none" w:sz="0" w:space="0" w:color="auto"/>
        <w:right w:val="none" w:sz="0" w:space="0" w:color="auto"/>
      </w:divBdr>
    </w:div>
    <w:div w:id="427119030">
      <w:bodyDiv w:val="1"/>
      <w:marLeft w:val="0"/>
      <w:marRight w:val="0"/>
      <w:marTop w:val="0"/>
      <w:marBottom w:val="0"/>
      <w:divBdr>
        <w:top w:val="none" w:sz="0" w:space="0" w:color="auto"/>
        <w:left w:val="none" w:sz="0" w:space="0" w:color="auto"/>
        <w:bottom w:val="none" w:sz="0" w:space="0" w:color="auto"/>
        <w:right w:val="none" w:sz="0" w:space="0" w:color="auto"/>
      </w:divBdr>
    </w:div>
    <w:div w:id="458649097">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15913744">
      <w:bodyDiv w:val="1"/>
      <w:marLeft w:val="0"/>
      <w:marRight w:val="0"/>
      <w:marTop w:val="0"/>
      <w:marBottom w:val="0"/>
      <w:divBdr>
        <w:top w:val="none" w:sz="0" w:space="0" w:color="auto"/>
        <w:left w:val="none" w:sz="0" w:space="0" w:color="auto"/>
        <w:bottom w:val="none" w:sz="0" w:space="0" w:color="auto"/>
        <w:right w:val="none" w:sz="0" w:space="0" w:color="auto"/>
      </w:divBdr>
    </w:div>
    <w:div w:id="634794100">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44843914">
      <w:bodyDiv w:val="1"/>
      <w:marLeft w:val="0"/>
      <w:marRight w:val="0"/>
      <w:marTop w:val="0"/>
      <w:marBottom w:val="0"/>
      <w:divBdr>
        <w:top w:val="none" w:sz="0" w:space="0" w:color="auto"/>
        <w:left w:val="none" w:sz="0" w:space="0" w:color="auto"/>
        <w:bottom w:val="none" w:sz="0" w:space="0" w:color="auto"/>
        <w:right w:val="none" w:sz="0" w:space="0" w:color="auto"/>
      </w:divBdr>
    </w:div>
    <w:div w:id="747576938">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8688520">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3376899">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28561925">
      <w:bodyDiv w:val="1"/>
      <w:marLeft w:val="0"/>
      <w:marRight w:val="0"/>
      <w:marTop w:val="0"/>
      <w:marBottom w:val="0"/>
      <w:divBdr>
        <w:top w:val="none" w:sz="0" w:space="0" w:color="auto"/>
        <w:left w:val="none" w:sz="0" w:space="0" w:color="auto"/>
        <w:bottom w:val="none" w:sz="0" w:space="0" w:color="auto"/>
        <w:right w:val="none" w:sz="0" w:space="0" w:color="auto"/>
      </w:divBdr>
    </w:div>
    <w:div w:id="1529878881">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0081677">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61954695">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1983805261">
      <w:bodyDiv w:val="1"/>
      <w:marLeft w:val="0"/>
      <w:marRight w:val="0"/>
      <w:marTop w:val="0"/>
      <w:marBottom w:val="0"/>
      <w:divBdr>
        <w:top w:val="none" w:sz="0" w:space="0" w:color="auto"/>
        <w:left w:val="none" w:sz="0" w:space="0" w:color="auto"/>
        <w:bottom w:val="none" w:sz="0" w:space="0" w:color="auto"/>
        <w:right w:val="none" w:sz="0" w:space="0" w:color="auto"/>
      </w:divBdr>
    </w:div>
    <w:div w:id="2000577145">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pcdrdba/Reports_SPCDRDBA/report/Rapoarte%20IT%20AFIR/Status%20plati%20PNDR2020%20tranziti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cdrdba/Reports_SPCDRDBA/Pages/Report.aspx?ItemPath=%2fRapoarte+IT+AFIR%2fStatus+plati+14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192.168.0.12/ReportServer/Pages/ReportViewer.aspx?%2fRapoarte%2fSMER%2fRegistrulElectronicCF&amp;rs:Command=Rend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pcdrdba/Reports_SPCDRDBA/report/Rapoarte%20IT%20AFIR/Status%20plati%20PNDR2020%20tranzitie"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yperlink" Target="http://spcdrdba/Reports_SPCDRDBA/Pages/Report.aspx?ItemPath=%2fRapoarte+IT+AFIR%2fStatus+plati+14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ea.agrigoroaei\Desktop\6.1\E12%20sM%206.1%20versiunea%20de%20lucru%2022.04.2016.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EBCFB-7F90-4476-B160-A16D6FD7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E12 sM 6.1 versiunea de lucru 22.04.2016</Template>
  <TotalTime>24</TotalTime>
  <Pages>88</Pages>
  <Words>31413</Words>
  <Characters>199642</Characters>
  <Application>Microsoft Office Word</Application>
  <DocSecurity>0</DocSecurity>
  <Lines>1663</Lines>
  <Paragraphs>461</Paragraphs>
  <ScaleCrop>false</ScaleCrop>
  <HeadingPairs>
    <vt:vector size="2" baseType="variant">
      <vt:variant>
        <vt:lpstr>Title</vt:lpstr>
      </vt:variant>
      <vt:variant>
        <vt:i4>1</vt:i4>
      </vt:variant>
    </vt:vector>
  </HeadingPairs>
  <TitlesOfParts>
    <vt:vector size="1" baseType="lpstr">
      <vt:lpstr>R O M Â N I A</vt:lpstr>
    </vt:vector>
  </TitlesOfParts>
  <Company>Sapard</Company>
  <LinksUpToDate>false</LinksUpToDate>
  <CharactersWithSpaces>230594</CharactersWithSpaces>
  <SharedDoc>false</SharedDoc>
  <HLinks>
    <vt:vector size="6" baseType="variant">
      <vt:variant>
        <vt:i4>5308427</vt:i4>
      </vt:variant>
      <vt:variant>
        <vt:i4>21</vt:i4>
      </vt:variant>
      <vt:variant>
        <vt:i4>0</vt:i4>
      </vt:variant>
      <vt:variant>
        <vt:i4>5</vt:i4>
      </vt:variant>
      <vt:variant>
        <vt:lpwstr>http://192.168.0.12/ReportServer/Pages/ReportViewer.aspx?%2fRapoarte%2fSMER%2fRegistrulElectronicCF&amp;rs:Command=Render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Andreea Agrigoroaei</dc:creator>
  <cp:lastModifiedBy>Morena NICOLESCU</cp:lastModifiedBy>
  <cp:revision>31</cp:revision>
  <cp:lastPrinted>2020-09-16T12:08:00Z</cp:lastPrinted>
  <dcterms:created xsi:type="dcterms:W3CDTF">2020-12-03T08:49:00Z</dcterms:created>
  <dcterms:modified xsi:type="dcterms:W3CDTF">2020-12-03T09:12:00Z</dcterms:modified>
</cp:coreProperties>
</file>